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7C08" w:rsidRDefault="00B77C08" w:rsidP="00A563A9">
      <w:r w:rsidRPr="00B77C08">
        <w:rPr>
          <w:noProof/>
          <w:lang w:val="en-GB" w:eastAsia="en-GB"/>
        </w:rPr>
        <w:drawing>
          <wp:inline distT="0" distB="0" distL="0" distR="0">
            <wp:extent cx="9070975" cy="5939188"/>
            <wp:effectExtent l="0" t="0" r="0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391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7C08" w:rsidRDefault="00B77C08" w:rsidP="00A563A9"/>
    <w:p w:rsidR="00A563A9" w:rsidRDefault="00A563A9" w:rsidP="00A563A9">
      <w:r>
        <w:lastRenderedPageBreak/>
        <w:t>REPORT MASSES AS +/-5mDa, referenced against</w:t>
      </w:r>
    </w:p>
    <w:p w:rsidR="00A563A9" w:rsidRDefault="00A563A9" w:rsidP="00A563A9">
      <w:r>
        <w:t xml:space="preserve"> Leucine </w:t>
      </w:r>
      <w:proofErr w:type="spellStart"/>
      <w:r>
        <w:t>Enkephalin</w:t>
      </w:r>
      <w:proofErr w:type="spellEnd"/>
      <w:r>
        <w:t xml:space="preserve"> @ 557.2802 (M+H, C13 isotope) and 556.2771 (M+H, C12 isotope) positive mode, 555.2645 (M-H, C13) and 554.2615 (M-H, C12) negative mode.</w:t>
      </w:r>
    </w:p>
    <w:p w:rsidR="00A563A9" w:rsidRDefault="00A563A9" w:rsidP="00A563A9">
      <w:proofErr w:type="gramStart"/>
      <w:r>
        <w:t>or</w:t>
      </w:r>
      <w:proofErr w:type="gramEnd"/>
      <w:r>
        <w:t xml:space="preserve"> </w:t>
      </w:r>
      <w:proofErr w:type="spellStart"/>
      <w:r>
        <w:t>Sulfadimethoxine</w:t>
      </w:r>
      <w:proofErr w:type="spellEnd"/>
      <w:r>
        <w:t xml:space="preserve"> @312.0840 (M+H, C13) and 311.0814 (M+H, C12) positive mode, 310.0684 (M-H, C13) and 309.0658 (M-H, C12) negative mode.</w:t>
      </w:r>
    </w:p>
    <w:p w:rsidR="00A563A9" w:rsidRDefault="00A563A9" w:rsidP="00A563A9">
      <w:r>
        <w:t xml:space="preserve">This software version </w:t>
      </w:r>
      <w:proofErr w:type="spellStart"/>
      <w:r>
        <w:t>MassLynx</w:t>
      </w:r>
      <w:proofErr w:type="spellEnd"/>
      <w:r>
        <w:t xml:space="preserve"> 4.1 is calibrated ignoring the electron in all cases.</w:t>
      </w:r>
    </w:p>
    <w:p w:rsidR="00B77C08" w:rsidRDefault="00B77C08" w:rsidP="00B77C08">
      <w:r>
        <w:t>Elemental Composition Report</w:t>
      </w:r>
    </w:p>
    <w:p w:rsidR="00B77C08" w:rsidRDefault="00B77C08" w:rsidP="00B77C08"/>
    <w:p w:rsidR="00B77C08" w:rsidRDefault="00B77C08" w:rsidP="00B77C08">
      <w:r>
        <w:t xml:space="preserve">Single Mass Analysis </w:t>
      </w:r>
    </w:p>
    <w:p w:rsidR="00B77C08" w:rsidRDefault="00B77C08" w:rsidP="00B77C08">
      <w:r>
        <w:t>Tolerance = 7.0 PPM   /   DBE: min = -15.0, max = 100.0</w:t>
      </w:r>
    </w:p>
    <w:p w:rsidR="00B77C08" w:rsidRDefault="00B77C08" w:rsidP="00B77C08">
      <w:r>
        <w:t>Selected filters: None</w:t>
      </w:r>
    </w:p>
    <w:p w:rsidR="00B77C08" w:rsidRDefault="00B77C08" w:rsidP="00B77C08"/>
    <w:p w:rsidR="00B77C08" w:rsidRDefault="00B77C08" w:rsidP="00B77C08">
      <w:r>
        <w:t>Monoisotopic Mass, Even Electron Ions</w:t>
      </w:r>
    </w:p>
    <w:p w:rsidR="00B77C08" w:rsidRDefault="00B77C08" w:rsidP="00B77C08">
      <w:r>
        <w:t xml:space="preserve">142 </w:t>
      </w:r>
      <w:proofErr w:type="gramStart"/>
      <w:r>
        <w:t>formula(</w:t>
      </w:r>
      <w:proofErr w:type="gramEnd"/>
      <w:r>
        <w:t>e) evaluated with 1 results within limits (up to 50 best isotopic matches for each mass)</w:t>
      </w:r>
    </w:p>
    <w:p w:rsidR="00B77C08" w:rsidRDefault="00B77C08" w:rsidP="00B77C08">
      <w:r>
        <w:t>Elements Used:</w:t>
      </w:r>
    </w:p>
    <w:p w:rsidR="00B77C08" w:rsidRDefault="00B77C08" w:rsidP="00B77C08">
      <w:r>
        <w:t xml:space="preserve">C: 10-15    H: 15-19    N: 1-10    O: 0-10    Na: 0-1    S: 1-1    </w:t>
      </w:r>
    </w:p>
    <w:p w:rsidR="00B77C08" w:rsidRDefault="00B77C08" w:rsidP="00B77C08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-15.0</w:t>
      </w:r>
    </w:p>
    <w:p w:rsidR="00B77C08" w:rsidRDefault="00B77C08" w:rsidP="00B77C08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7.0      </w:t>
      </w:r>
      <w:r>
        <w:tab/>
        <w:t>100.0</w:t>
      </w:r>
    </w:p>
    <w:p w:rsidR="00B77C08" w:rsidRDefault="00B77C08" w:rsidP="00B77C08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</w:r>
      <w:proofErr w:type="spellStart"/>
      <w:r>
        <w:t>i</w:t>
      </w:r>
      <w:proofErr w:type="spellEnd"/>
      <w:r>
        <w:t xml:space="preserve">-FIT      </w:t>
      </w:r>
      <w:r>
        <w:tab/>
        <w:t>Formula</w:t>
      </w:r>
    </w:p>
    <w:p w:rsidR="00B77C08" w:rsidRDefault="00B77C08" w:rsidP="00B77C08">
      <w:r>
        <w:t xml:space="preserve">291.1164   </w:t>
      </w:r>
      <w:r>
        <w:tab/>
        <w:t xml:space="preserve">291.1167       </w:t>
      </w:r>
      <w:r>
        <w:tab/>
        <w:t xml:space="preserve">-0.3     </w:t>
      </w:r>
      <w:r>
        <w:tab/>
        <w:t xml:space="preserve">-1.0     </w:t>
      </w:r>
      <w:r>
        <w:tab/>
        <w:t xml:space="preserve">7.5      </w:t>
      </w:r>
      <w:r>
        <w:tab/>
        <w:t xml:space="preserve">8.2        </w:t>
      </w:r>
      <w:r>
        <w:tab/>
      </w:r>
      <w:proofErr w:type="gramStart"/>
      <w:r>
        <w:t>C15  H19</w:t>
      </w:r>
      <w:proofErr w:type="gramEnd"/>
      <w:r>
        <w:t xml:space="preserve">  N2  O2  S</w:t>
      </w:r>
    </w:p>
    <w:p w:rsidR="00B77C08" w:rsidRDefault="00B77C08" w:rsidP="00B77C08">
      <w:r>
        <w:t>210.8513</w:t>
      </w:r>
      <w:r>
        <w:tab/>
        <w:t>1.013e0</w:t>
      </w:r>
    </w:p>
    <w:p w:rsidR="00B77C08" w:rsidRDefault="00B77C08" w:rsidP="00B77C08">
      <w:r>
        <w:lastRenderedPageBreak/>
        <w:t>210.8871</w:t>
      </w:r>
      <w:r>
        <w:tab/>
        <w:t>1.013e0</w:t>
      </w:r>
    </w:p>
    <w:p w:rsidR="00B77C08" w:rsidRDefault="00B77C08" w:rsidP="00B77C08">
      <w:r>
        <w:t>210.9400</w:t>
      </w:r>
      <w:r>
        <w:tab/>
        <w:t>1.013e0</w:t>
      </w:r>
    </w:p>
    <w:p w:rsidR="00B77C08" w:rsidRDefault="00B77C08" w:rsidP="00B77C08">
      <w:r>
        <w:t>210.9631</w:t>
      </w:r>
      <w:r>
        <w:tab/>
        <w:t>1.013e0</w:t>
      </w:r>
    </w:p>
    <w:p w:rsidR="00B77C08" w:rsidRDefault="00B77C08" w:rsidP="00B77C08">
      <w:r>
        <w:t>210.9952</w:t>
      </w:r>
      <w:r>
        <w:tab/>
        <w:t>1.013e0</w:t>
      </w:r>
    </w:p>
    <w:p w:rsidR="00B77C08" w:rsidRDefault="00B77C08" w:rsidP="00B77C08">
      <w:r>
        <w:t>211.0024</w:t>
      </w:r>
      <w:r>
        <w:tab/>
        <w:t>2.025e0</w:t>
      </w:r>
    </w:p>
    <w:p w:rsidR="00B77C08" w:rsidRDefault="00B77C08" w:rsidP="00B77C08">
      <w:r>
        <w:t>211.0213</w:t>
      </w:r>
      <w:r>
        <w:tab/>
        <w:t>1.013e0</w:t>
      </w:r>
    </w:p>
    <w:p w:rsidR="00B77C08" w:rsidRDefault="00B77C08" w:rsidP="00B77C08">
      <w:r>
        <w:t>211.0293</w:t>
      </w:r>
      <w:r>
        <w:tab/>
        <w:t>2.025e0</w:t>
      </w:r>
    </w:p>
    <w:p w:rsidR="00B77C08" w:rsidRDefault="00B77C08" w:rsidP="00B77C08">
      <w:r>
        <w:t>211.0327</w:t>
      </w:r>
      <w:r>
        <w:tab/>
        <w:t>1.013e0</w:t>
      </w:r>
    </w:p>
    <w:p w:rsidR="00B77C08" w:rsidRDefault="00B77C08" w:rsidP="00B77C08">
      <w:r>
        <w:t>211.0489</w:t>
      </w:r>
      <w:r>
        <w:tab/>
        <w:t>3.038e0</w:t>
      </w:r>
    </w:p>
    <w:p w:rsidR="00B77C08" w:rsidRDefault="00B77C08" w:rsidP="00B77C08">
      <w:r>
        <w:t>211.0540</w:t>
      </w:r>
      <w:r>
        <w:tab/>
        <w:t>4.051e0</w:t>
      </w:r>
    </w:p>
    <w:p w:rsidR="00B77C08" w:rsidRDefault="00B77C08" w:rsidP="00B77C08">
      <w:r>
        <w:t>211.0877</w:t>
      </w:r>
      <w:r>
        <w:tab/>
        <w:t>1.013e0</w:t>
      </w:r>
    </w:p>
    <w:p w:rsidR="00B77C08" w:rsidRDefault="00B77C08" w:rsidP="00B77C08">
      <w:r>
        <w:t>211.0894</w:t>
      </w:r>
      <w:r>
        <w:tab/>
        <w:t>2.025e0</w:t>
      </w:r>
    </w:p>
    <w:p w:rsidR="00B77C08" w:rsidRDefault="00B77C08" w:rsidP="00B77C08">
      <w:r>
        <w:t>211.0918</w:t>
      </w:r>
      <w:r>
        <w:tab/>
        <w:t>1.013e0</w:t>
      </w:r>
    </w:p>
    <w:p w:rsidR="00B77C08" w:rsidRDefault="00B77C08" w:rsidP="00B77C08">
      <w:r>
        <w:t>211.1292</w:t>
      </w:r>
      <w:r>
        <w:tab/>
        <w:t>3.038e0</w:t>
      </w:r>
    </w:p>
    <w:p w:rsidR="00B77C08" w:rsidRDefault="00B77C08" w:rsidP="00B77C08">
      <w:r>
        <w:t>211.1334</w:t>
      </w:r>
      <w:r>
        <w:tab/>
        <w:t>1.013e0</w:t>
      </w:r>
    </w:p>
    <w:p w:rsidR="00B77C08" w:rsidRDefault="00B77C08" w:rsidP="00B77C08">
      <w:r>
        <w:t>211.1481</w:t>
      </w:r>
      <w:r>
        <w:tab/>
        <w:t>1.013e0</w:t>
      </w:r>
    </w:p>
    <w:p w:rsidR="00B77C08" w:rsidRDefault="00B77C08" w:rsidP="00B77C08">
      <w:r>
        <w:t>211.1645</w:t>
      </w:r>
      <w:r>
        <w:tab/>
        <w:t>2.025e0</w:t>
      </w:r>
    </w:p>
    <w:p w:rsidR="00B77C08" w:rsidRDefault="00B77C08" w:rsidP="00B77C08">
      <w:r>
        <w:t>211.1698</w:t>
      </w:r>
      <w:r>
        <w:tab/>
        <w:t>2.025e0</w:t>
      </w:r>
    </w:p>
    <w:p w:rsidR="00B77C08" w:rsidRDefault="00B77C08" w:rsidP="00B77C08">
      <w:r>
        <w:t>211.2825</w:t>
      </w:r>
      <w:r>
        <w:tab/>
        <w:t>2.025e0</w:t>
      </w:r>
    </w:p>
    <w:p w:rsidR="00B77C08" w:rsidRDefault="00B77C08" w:rsidP="00B77C08">
      <w:r>
        <w:lastRenderedPageBreak/>
        <w:t>211.2868</w:t>
      </w:r>
      <w:r>
        <w:tab/>
        <w:t>2.025e0</w:t>
      </w:r>
    </w:p>
    <w:p w:rsidR="00B77C08" w:rsidRDefault="00B77C08" w:rsidP="00B77C08">
      <w:r>
        <w:t>211.3262</w:t>
      </w:r>
      <w:r>
        <w:tab/>
        <w:t>1.013e0</w:t>
      </w:r>
    </w:p>
    <w:p w:rsidR="00B77C08" w:rsidRDefault="00B77C08" w:rsidP="00B77C08">
      <w:r>
        <w:t>211.3886</w:t>
      </w:r>
      <w:r>
        <w:tab/>
        <w:t>1.013e0</w:t>
      </w:r>
    </w:p>
    <w:p w:rsidR="00B77C08" w:rsidRDefault="00B77C08" w:rsidP="00B77C08">
      <w:r>
        <w:t>211.4265</w:t>
      </w:r>
      <w:r>
        <w:tab/>
        <w:t>1.013e0</w:t>
      </w:r>
    </w:p>
    <w:p w:rsidR="00B77C08" w:rsidRDefault="00B77C08" w:rsidP="00B77C08">
      <w:r>
        <w:t>211.4340</w:t>
      </w:r>
      <w:r>
        <w:tab/>
        <w:t>1.013e0</w:t>
      </w:r>
    </w:p>
    <w:p w:rsidR="00B77C08" w:rsidRDefault="00B77C08" w:rsidP="00B77C08">
      <w:r>
        <w:t>211.4777</w:t>
      </w:r>
      <w:r>
        <w:tab/>
        <w:t>1.013e0</w:t>
      </w:r>
    </w:p>
    <w:p w:rsidR="00B77C08" w:rsidRDefault="00B77C08" w:rsidP="00B77C08">
      <w:r>
        <w:t>211.5023</w:t>
      </w:r>
      <w:r>
        <w:tab/>
        <w:t>2.025e0</w:t>
      </w:r>
    </w:p>
    <w:p w:rsidR="00B77C08" w:rsidRDefault="00B77C08" w:rsidP="00B77C08">
      <w:r>
        <w:t>211.5159</w:t>
      </w:r>
      <w:r>
        <w:tab/>
        <w:t>1.013e0</w:t>
      </w:r>
    </w:p>
    <w:p w:rsidR="00B77C08" w:rsidRDefault="00B77C08" w:rsidP="00B77C08">
      <w:r>
        <w:t>211.5231</w:t>
      </w:r>
      <w:r>
        <w:tab/>
        <w:t>2.025e0</w:t>
      </w:r>
    </w:p>
    <w:p w:rsidR="00B77C08" w:rsidRDefault="00B77C08" w:rsidP="00B77C08">
      <w:r>
        <w:t>211.5308</w:t>
      </w:r>
      <w:r>
        <w:tab/>
        <w:t>2.025e0</w:t>
      </w:r>
    </w:p>
    <w:p w:rsidR="00B77C08" w:rsidRDefault="00B77C08" w:rsidP="00B77C08">
      <w:r>
        <w:t>211.5743</w:t>
      </w:r>
      <w:r>
        <w:tab/>
        <w:t>2.025e0</w:t>
      </w:r>
    </w:p>
    <w:p w:rsidR="00B77C08" w:rsidRDefault="00B77C08" w:rsidP="00B77C08">
      <w:r>
        <w:t>211.6353</w:t>
      </w:r>
      <w:r>
        <w:tab/>
        <w:t>1.013e0</w:t>
      </w:r>
    </w:p>
    <w:p w:rsidR="00B77C08" w:rsidRDefault="00B77C08" w:rsidP="00B77C08">
      <w:r>
        <w:t>211.6595</w:t>
      </w:r>
      <w:r>
        <w:tab/>
        <w:t>1.013e0</w:t>
      </w:r>
    </w:p>
    <w:p w:rsidR="00B77C08" w:rsidRDefault="00B77C08" w:rsidP="00B77C08">
      <w:r>
        <w:t>211.6750</w:t>
      </w:r>
      <w:r>
        <w:tab/>
        <w:t>1.013e0</w:t>
      </w:r>
    </w:p>
    <w:p w:rsidR="00B77C08" w:rsidRDefault="00B77C08" w:rsidP="00B77C08">
      <w:r>
        <w:t>211.7054</w:t>
      </w:r>
      <w:r>
        <w:tab/>
        <w:t>1.013e0</w:t>
      </w:r>
    </w:p>
    <w:p w:rsidR="00B77C08" w:rsidRDefault="00B77C08" w:rsidP="00B77C08">
      <w:r>
        <w:t>211.7401</w:t>
      </w:r>
      <w:r>
        <w:tab/>
        <w:t>1.013e0</w:t>
      </w:r>
    </w:p>
    <w:p w:rsidR="00B77C08" w:rsidRDefault="00B77C08" w:rsidP="00B77C08">
      <w:r>
        <w:t>211.7563</w:t>
      </w:r>
      <w:r>
        <w:tab/>
        <w:t>1.013e0</w:t>
      </w:r>
    </w:p>
    <w:p w:rsidR="00B77C08" w:rsidRDefault="00B77C08" w:rsidP="00B77C08">
      <w:r>
        <w:t>211.7603</w:t>
      </w:r>
      <w:r>
        <w:tab/>
        <w:t>1.013e0</w:t>
      </w:r>
    </w:p>
    <w:p w:rsidR="00B77C08" w:rsidRDefault="00B77C08" w:rsidP="00B77C08">
      <w:r>
        <w:t>211.7868</w:t>
      </w:r>
      <w:r>
        <w:tab/>
        <w:t>2.025e0</w:t>
      </w:r>
    </w:p>
    <w:p w:rsidR="00B77C08" w:rsidRDefault="00B77C08" w:rsidP="00B77C08">
      <w:r>
        <w:lastRenderedPageBreak/>
        <w:t>211.8835</w:t>
      </w:r>
      <w:r>
        <w:tab/>
        <w:t>1.013e0</w:t>
      </w:r>
    </w:p>
    <w:p w:rsidR="00B77C08" w:rsidRDefault="00B77C08" w:rsidP="00B77C08">
      <w:r>
        <w:t>211.9020</w:t>
      </w:r>
      <w:r>
        <w:tab/>
        <w:t>1.013e0</w:t>
      </w:r>
    </w:p>
    <w:p w:rsidR="00B77C08" w:rsidRDefault="00B77C08" w:rsidP="00B77C08">
      <w:r>
        <w:t>211.9297</w:t>
      </w:r>
      <w:r>
        <w:tab/>
        <w:t>1.013e0</w:t>
      </w:r>
    </w:p>
    <w:p w:rsidR="00B77C08" w:rsidRDefault="00B77C08" w:rsidP="00B77C08">
      <w:r>
        <w:t>211.9536</w:t>
      </w:r>
      <w:r>
        <w:tab/>
        <w:t>1.013e0</w:t>
      </w:r>
    </w:p>
    <w:p w:rsidR="00B77C08" w:rsidRDefault="00B77C08" w:rsidP="00B77C08">
      <w:r>
        <w:t>211.9798</w:t>
      </w:r>
      <w:r>
        <w:tab/>
        <w:t>1.013e0</w:t>
      </w:r>
    </w:p>
    <w:p w:rsidR="00B77C08" w:rsidRDefault="00B77C08" w:rsidP="00B77C08">
      <w:r>
        <w:t>211.9836</w:t>
      </w:r>
      <w:r>
        <w:tab/>
        <w:t>1.013e0</w:t>
      </w:r>
    </w:p>
    <w:p w:rsidR="00B77C08" w:rsidRDefault="00B77C08" w:rsidP="00B77C08">
      <w:r>
        <w:t>212.0024</w:t>
      </w:r>
      <w:r>
        <w:tab/>
        <w:t>1.013e0</w:t>
      </w:r>
    </w:p>
    <w:p w:rsidR="00B77C08" w:rsidRDefault="00B77C08" w:rsidP="00B77C08">
      <w:r>
        <w:t>212.0140</w:t>
      </w:r>
      <w:r>
        <w:tab/>
        <w:t>8.101e0</w:t>
      </w:r>
    </w:p>
    <w:p w:rsidR="00B77C08" w:rsidRDefault="00B77C08" w:rsidP="00B77C08">
      <w:r>
        <w:t>212.0247</w:t>
      </w:r>
      <w:r>
        <w:tab/>
        <w:t>3.038e0</w:t>
      </w:r>
    </w:p>
    <w:p w:rsidR="00B77C08" w:rsidRDefault="00B77C08" w:rsidP="00B77C08">
      <w:r>
        <w:t>212.0293</w:t>
      </w:r>
      <w:r>
        <w:tab/>
        <w:t>4.051e0</w:t>
      </w:r>
    </w:p>
    <w:p w:rsidR="00B77C08" w:rsidRDefault="00B77C08" w:rsidP="00B77C08">
      <w:r>
        <w:t>212.0651</w:t>
      </w:r>
      <w:r>
        <w:tab/>
        <w:t>2.025e0</w:t>
      </w:r>
    </w:p>
    <w:p w:rsidR="00B77C08" w:rsidRDefault="00B77C08" w:rsidP="00B77C08">
      <w:r>
        <w:t>212.0727</w:t>
      </w:r>
      <w:r>
        <w:tab/>
        <w:t>1.013e0</w:t>
      </w:r>
    </w:p>
    <w:p w:rsidR="00B77C08" w:rsidRDefault="00B77C08" w:rsidP="00B77C08">
      <w:r>
        <w:t>212.0806</w:t>
      </w:r>
      <w:r>
        <w:tab/>
        <w:t>1.013e0</w:t>
      </w:r>
    </w:p>
    <w:p w:rsidR="00B77C08" w:rsidRDefault="00B77C08" w:rsidP="00B77C08">
      <w:r>
        <w:t>212.1039</w:t>
      </w:r>
      <w:r>
        <w:tab/>
        <w:t>2.025e0</w:t>
      </w:r>
    </w:p>
    <w:p w:rsidR="00B77C08" w:rsidRDefault="00B77C08" w:rsidP="00B77C08">
      <w:r>
        <w:t>212.1125</w:t>
      </w:r>
      <w:r>
        <w:tab/>
        <w:t>5.063e0</w:t>
      </w:r>
    </w:p>
    <w:p w:rsidR="00B77C08" w:rsidRDefault="00B77C08" w:rsidP="00B77C08">
      <w:r>
        <w:t>212.1335</w:t>
      </w:r>
      <w:r>
        <w:tab/>
        <w:t>3.383e0</w:t>
      </w:r>
    </w:p>
    <w:p w:rsidR="00B77C08" w:rsidRDefault="00B77C08" w:rsidP="00B77C08">
      <w:r>
        <w:t>212.1391</w:t>
      </w:r>
      <w:r>
        <w:tab/>
        <w:t>2.025e0</w:t>
      </w:r>
    </w:p>
    <w:p w:rsidR="00B77C08" w:rsidRDefault="00B77C08" w:rsidP="00B77C08">
      <w:r>
        <w:t>212.1437</w:t>
      </w:r>
      <w:r>
        <w:tab/>
        <w:t>3.838e0</w:t>
      </w:r>
    </w:p>
    <w:p w:rsidR="00B77C08" w:rsidRDefault="00B77C08" w:rsidP="00B77C08">
      <w:r>
        <w:t>212.1618</w:t>
      </w:r>
      <w:r>
        <w:tab/>
        <w:t>3.038e0</w:t>
      </w:r>
    </w:p>
    <w:p w:rsidR="00B77C08" w:rsidRDefault="00B77C08" w:rsidP="00B77C08">
      <w:r>
        <w:lastRenderedPageBreak/>
        <w:t>212.1648</w:t>
      </w:r>
      <w:r>
        <w:tab/>
        <w:t>5.063e0</w:t>
      </w:r>
    </w:p>
    <w:p w:rsidR="00B77C08" w:rsidRDefault="00B77C08" w:rsidP="00B77C08">
      <w:r>
        <w:t>212.1697</w:t>
      </w:r>
      <w:r>
        <w:tab/>
        <w:t>1.013e0</w:t>
      </w:r>
    </w:p>
    <w:p w:rsidR="00B77C08" w:rsidRDefault="00B77C08" w:rsidP="00B77C08">
      <w:r>
        <w:t>212.2043</w:t>
      </w:r>
      <w:r>
        <w:tab/>
        <w:t>1.013e0</w:t>
      </w:r>
    </w:p>
    <w:p w:rsidR="00B77C08" w:rsidRDefault="00B77C08" w:rsidP="00B77C08">
      <w:r>
        <w:t>212.2066</w:t>
      </w:r>
      <w:r>
        <w:tab/>
        <w:t>2.025e0</w:t>
      </w:r>
    </w:p>
    <w:p w:rsidR="00B77C08" w:rsidRDefault="00B77C08" w:rsidP="00B77C08">
      <w:r>
        <w:t>212.2083</w:t>
      </w:r>
      <w:r>
        <w:tab/>
        <w:t>1.013e0</w:t>
      </w:r>
    </w:p>
    <w:p w:rsidR="00B77C08" w:rsidRDefault="00B77C08" w:rsidP="00B77C08">
      <w:r>
        <w:t>212.2282</w:t>
      </w:r>
      <w:r>
        <w:tab/>
        <w:t>1.013e0</w:t>
      </w:r>
    </w:p>
    <w:p w:rsidR="00B77C08" w:rsidRDefault="00B77C08" w:rsidP="00B77C08">
      <w:r>
        <w:t>212.2895</w:t>
      </w:r>
      <w:r>
        <w:tab/>
        <w:t>1.013e0</w:t>
      </w:r>
    </w:p>
    <w:p w:rsidR="00B77C08" w:rsidRDefault="00B77C08" w:rsidP="00B77C08">
      <w:r>
        <w:t>212.4835</w:t>
      </w:r>
      <w:r>
        <w:tab/>
        <w:t>1.013e0</w:t>
      </w:r>
    </w:p>
    <w:p w:rsidR="00B77C08" w:rsidRDefault="00B77C08" w:rsidP="00B77C08">
      <w:r>
        <w:t>212.5354</w:t>
      </w:r>
      <w:r>
        <w:tab/>
        <w:t>2.025e0</w:t>
      </w:r>
    </w:p>
    <w:p w:rsidR="00B77C08" w:rsidRDefault="00B77C08" w:rsidP="00B77C08">
      <w:r>
        <w:t>212.5647</w:t>
      </w:r>
      <w:r>
        <w:tab/>
        <w:t>2.025e0</w:t>
      </w:r>
    </w:p>
    <w:p w:rsidR="00B77C08" w:rsidRDefault="00B77C08" w:rsidP="00B77C08">
      <w:r>
        <w:t>212.6078</w:t>
      </w:r>
      <w:r>
        <w:tab/>
        <w:t>1.013e0</w:t>
      </w:r>
    </w:p>
    <w:p w:rsidR="00B77C08" w:rsidRDefault="00B77C08" w:rsidP="00B77C08">
      <w:r>
        <w:t>212.6454</w:t>
      </w:r>
      <w:r>
        <w:tab/>
        <w:t>1.013e0</w:t>
      </w:r>
    </w:p>
    <w:p w:rsidR="00B77C08" w:rsidRDefault="00B77C08" w:rsidP="00B77C08">
      <w:r>
        <w:t>212.6994</w:t>
      </w:r>
      <w:r>
        <w:tab/>
        <w:t>3.038e0</w:t>
      </w:r>
    </w:p>
    <w:p w:rsidR="00B77C08" w:rsidRDefault="00B77C08" w:rsidP="00B77C08">
      <w:r>
        <w:t>212.7290</w:t>
      </w:r>
      <w:r>
        <w:tab/>
        <w:t>2.025e0</w:t>
      </w:r>
    </w:p>
    <w:p w:rsidR="00B77C08" w:rsidRDefault="00B77C08" w:rsidP="00B77C08">
      <w:r>
        <w:t>212.7668</w:t>
      </w:r>
      <w:r>
        <w:tab/>
        <w:t>1.013e0</w:t>
      </w:r>
    </w:p>
    <w:p w:rsidR="00B77C08" w:rsidRDefault="00B77C08" w:rsidP="00B77C08">
      <w:r>
        <w:t>212.7746</w:t>
      </w:r>
      <w:r>
        <w:tab/>
        <w:t>1.013e0</w:t>
      </w:r>
    </w:p>
    <w:p w:rsidR="00B77C08" w:rsidRDefault="00B77C08" w:rsidP="00B77C08">
      <w:r>
        <w:t>212.8517</w:t>
      </w:r>
      <w:r>
        <w:tab/>
        <w:t>2.025e0</w:t>
      </w:r>
    </w:p>
    <w:p w:rsidR="00B77C08" w:rsidRDefault="00B77C08" w:rsidP="00B77C08">
      <w:r>
        <w:t>212.8555</w:t>
      </w:r>
      <w:r>
        <w:tab/>
        <w:t>1.013e0</w:t>
      </w:r>
    </w:p>
    <w:p w:rsidR="00B77C08" w:rsidRDefault="00B77C08" w:rsidP="00B77C08">
      <w:r>
        <w:t>212.8830</w:t>
      </w:r>
      <w:r>
        <w:tab/>
        <w:t>1.013e0</w:t>
      </w:r>
    </w:p>
    <w:p w:rsidR="00B77C08" w:rsidRDefault="00B77C08" w:rsidP="00B77C08">
      <w:r>
        <w:lastRenderedPageBreak/>
        <w:t>212.9209</w:t>
      </w:r>
      <w:r>
        <w:tab/>
        <w:t>1.013e0</w:t>
      </w:r>
    </w:p>
    <w:p w:rsidR="00B77C08" w:rsidRDefault="00B77C08" w:rsidP="00B77C08">
      <w:r>
        <w:t>212.9795</w:t>
      </w:r>
      <w:r>
        <w:tab/>
        <w:t>1.013e0</w:t>
      </w:r>
    </w:p>
    <w:p w:rsidR="00B77C08" w:rsidRDefault="00B77C08" w:rsidP="00B77C08">
      <w:r>
        <w:t>213.0122</w:t>
      </w:r>
      <w:r>
        <w:tab/>
        <w:t>7.089e0</w:t>
      </w:r>
    </w:p>
    <w:p w:rsidR="00B77C08" w:rsidRDefault="00B77C08" w:rsidP="00B77C08">
      <w:r>
        <w:t>213.0142</w:t>
      </w:r>
      <w:r>
        <w:tab/>
        <w:t>4.051e0</w:t>
      </w:r>
    </w:p>
    <w:p w:rsidR="00B77C08" w:rsidRDefault="00B77C08" w:rsidP="00B77C08">
      <w:r>
        <w:t>213.0199</w:t>
      </w:r>
      <w:r>
        <w:tab/>
        <w:t>9.114e0</w:t>
      </w:r>
    </w:p>
    <w:p w:rsidR="00B77C08" w:rsidRDefault="00B77C08" w:rsidP="00B77C08">
      <w:r>
        <w:t>213.0642</w:t>
      </w:r>
      <w:r>
        <w:tab/>
        <w:t>3.038e0</w:t>
      </w:r>
    </w:p>
    <w:p w:rsidR="00B77C08" w:rsidRDefault="00B77C08" w:rsidP="00B77C08">
      <w:r>
        <w:t>213.0896</w:t>
      </w:r>
      <w:r>
        <w:tab/>
        <w:t>2.025e0</w:t>
      </w:r>
    </w:p>
    <w:p w:rsidR="00B77C08" w:rsidRDefault="00B77C08" w:rsidP="00B77C08">
      <w:r>
        <w:t>213.0919</w:t>
      </w:r>
      <w:r>
        <w:tab/>
        <w:t>3.038e0</w:t>
      </w:r>
    </w:p>
    <w:p w:rsidR="00B77C08" w:rsidRDefault="00B77C08" w:rsidP="00B77C08">
      <w:r>
        <w:t>213.1068</w:t>
      </w:r>
      <w:r>
        <w:tab/>
        <w:t>2.025e0</w:t>
      </w:r>
    </w:p>
    <w:p w:rsidR="00B77C08" w:rsidRDefault="00B77C08" w:rsidP="00B77C08">
      <w:r>
        <w:t>213.1154</w:t>
      </w:r>
      <w:r>
        <w:tab/>
        <w:t>5.063e0</w:t>
      </w:r>
    </w:p>
    <w:p w:rsidR="00B77C08" w:rsidRDefault="00B77C08" w:rsidP="00B77C08">
      <w:r>
        <w:t>213.1191</w:t>
      </w:r>
      <w:r>
        <w:tab/>
        <w:t>2.025e0</w:t>
      </w:r>
    </w:p>
    <w:p w:rsidR="00B77C08" w:rsidRDefault="00B77C08" w:rsidP="00B77C08">
      <w:r>
        <w:t>213.1499</w:t>
      </w:r>
      <w:r>
        <w:tab/>
        <w:t>4.051e0</w:t>
      </w:r>
    </w:p>
    <w:p w:rsidR="00B77C08" w:rsidRDefault="00B77C08" w:rsidP="00B77C08">
      <w:r>
        <w:t>213.1637</w:t>
      </w:r>
      <w:r>
        <w:tab/>
        <w:t>2.025e0</w:t>
      </w:r>
    </w:p>
    <w:p w:rsidR="00B77C08" w:rsidRDefault="00B77C08" w:rsidP="00B77C08">
      <w:r>
        <w:t>213.1660</w:t>
      </w:r>
      <w:r>
        <w:tab/>
        <w:t>2.025e0</w:t>
      </w:r>
    </w:p>
    <w:p w:rsidR="00B77C08" w:rsidRDefault="00B77C08" w:rsidP="00B77C08">
      <w:r>
        <w:t>213.1846</w:t>
      </w:r>
      <w:r>
        <w:tab/>
        <w:t>1.013e0</w:t>
      </w:r>
    </w:p>
    <w:p w:rsidR="00B77C08" w:rsidRDefault="00B77C08" w:rsidP="00B77C08">
      <w:r>
        <w:t>213.2341</w:t>
      </w:r>
      <w:r>
        <w:tab/>
        <w:t>2.025e0</w:t>
      </w:r>
    </w:p>
    <w:p w:rsidR="00B77C08" w:rsidRDefault="00B77C08" w:rsidP="00B77C08">
      <w:r>
        <w:t>213.2757</w:t>
      </w:r>
      <w:r>
        <w:tab/>
        <w:t>2.025e0</w:t>
      </w:r>
    </w:p>
    <w:p w:rsidR="00B77C08" w:rsidRDefault="00B77C08" w:rsidP="00B77C08">
      <w:r>
        <w:t>213.4186</w:t>
      </w:r>
      <w:r>
        <w:tab/>
        <w:t>1.013e0</w:t>
      </w:r>
    </w:p>
    <w:p w:rsidR="00B77C08" w:rsidRDefault="00B77C08" w:rsidP="00B77C08">
      <w:r>
        <w:t>213.5155</w:t>
      </w:r>
      <w:r>
        <w:tab/>
        <w:t>1.013e0</w:t>
      </w:r>
    </w:p>
    <w:p w:rsidR="00B77C08" w:rsidRDefault="00B77C08" w:rsidP="00B77C08">
      <w:r>
        <w:lastRenderedPageBreak/>
        <w:t>213.5493</w:t>
      </w:r>
      <w:r>
        <w:tab/>
        <w:t>1.013e0</w:t>
      </w:r>
    </w:p>
    <w:p w:rsidR="00B77C08" w:rsidRDefault="00B77C08" w:rsidP="00B77C08">
      <w:r>
        <w:t>213.5694</w:t>
      </w:r>
      <w:r>
        <w:tab/>
        <w:t>1.013e0</w:t>
      </w:r>
    </w:p>
    <w:p w:rsidR="00B77C08" w:rsidRDefault="00B77C08" w:rsidP="00B77C08">
      <w:r>
        <w:t>213.5856</w:t>
      </w:r>
      <w:r>
        <w:tab/>
        <w:t>1.013e0</w:t>
      </w:r>
    </w:p>
    <w:p w:rsidR="00B77C08" w:rsidRDefault="00B77C08" w:rsidP="00B77C08">
      <w:r>
        <w:t>213.6273</w:t>
      </w:r>
      <w:r>
        <w:tab/>
        <w:t>1.013e0</w:t>
      </w:r>
    </w:p>
    <w:p w:rsidR="00B77C08" w:rsidRDefault="00B77C08" w:rsidP="00B77C08">
      <w:r>
        <w:t>213.6669</w:t>
      </w:r>
      <w:r>
        <w:tab/>
        <w:t>1.013e0</w:t>
      </w:r>
    </w:p>
    <w:p w:rsidR="00B77C08" w:rsidRDefault="00B77C08" w:rsidP="00B77C08">
      <w:r>
        <w:t>213.7680</w:t>
      </w:r>
      <w:r>
        <w:tab/>
        <w:t>1.013e0</w:t>
      </w:r>
    </w:p>
    <w:p w:rsidR="00B77C08" w:rsidRDefault="00B77C08" w:rsidP="00B77C08">
      <w:r>
        <w:t>213.7835</w:t>
      </w:r>
      <w:r>
        <w:tab/>
        <w:t>1.013e0</w:t>
      </w:r>
    </w:p>
    <w:p w:rsidR="00B77C08" w:rsidRDefault="00B77C08" w:rsidP="00B77C08">
      <w:r>
        <w:t>213.8135</w:t>
      </w:r>
      <w:r>
        <w:tab/>
        <w:t>1.013e0</w:t>
      </w:r>
    </w:p>
    <w:p w:rsidR="00B77C08" w:rsidRDefault="00B77C08" w:rsidP="00B77C08">
      <w:r>
        <w:t>213.8417</w:t>
      </w:r>
      <w:r>
        <w:tab/>
        <w:t>1.013e0</w:t>
      </w:r>
    </w:p>
    <w:p w:rsidR="00B77C08" w:rsidRDefault="00B77C08" w:rsidP="00B77C08">
      <w:r>
        <w:t>213.8839</w:t>
      </w:r>
      <w:r>
        <w:tab/>
        <w:t>2.025e0</w:t>
      </w:r>
    </w:p>
    <w:p w:rsidR="00B77C08" w:rsidRDefault="00B77C08" w:rsidP="00B77C08">
      <w:r>
        <w:t>213.9068</w:t>
      </w:r>
      <w:r>
        <w:tab/>
        <w:t>1.013e0</w:t>
      </w:r>
    </w:p>
    <w:p w:rsidR="00B77C08" w:rsidRDefault="00B77C08" w:rsidP="00B77C08">
      <w:r>
        <w:t>213.9789</w:t>
      </w:r>
      <w:r>
        <w:tab/>
        <w:t>8.914e0</w:t>
      </w:r>
    </w:p>
    <w:p w:rsidR="00B77C08" w:rsidRDefault="00B77C08" w:rsidP="00B77C08">
      <w:r>
        <w:t>213.9832</w:t>
      </w:r>
      <w:r>
        <w:tab/>
        <w:t>7.089e0</w:t>
      </w:r>
    </w:p>
    <w:p w:rsidR="00B77C08" w:rsidRDefault="00B77C08" w:rsidP="00B77C08">
      <w:r>
        <w:t>213.9854</w:t>
      </w:r>
      <w:r>
        <w:tab/>
        <w:t>4.957e0</w:t>
      </w:r>
    </w:p>
    <w:p w:rsidR="00B77C08" w:rsidRDefault="00B77C08" w:rsidP="00B77C08">
      <w:r>
        <w:t>213.9997</w:t>
      </w:r>
      <w:r>
        <w:tab/>
        <w:t>9.609e0</w:t>
      </w:r>
    </w:p>
    <w:p w:rsidR="00B77C08" w:rsidRDefault="00B77C08" w:rsidP="00B77C08">
      <w:r>
        <w:t>214.0175</w:t>
      </w:r>
      <w:r>
        <w:tab/>
        <w:t>6.135e0</w:t>
      </w:r>
    </w:p>
    <w:p w:rsidR="00B77C08" w:rsidRDefault="00B77C08" w:rsidP="00B77C08">
      <w:r>
        <w:t>214.0248</w:t>
      </w:r>
      <w:r>
        <w:tab/>
        <w:t>8.101e0</w:t>
      </w:r>
    </w:p>
    <w:p w:rsidR="00B77C08" w:rsidRDefault="00B77C08" w:rsidP="00B77C08">
      <w:r>
        <w:t>214.0288</w:t>
      </w:r>
      <w:r>
        <w:tab/>
        <w:t>1.013e0</w:t>
      </w:r>
    </w:p>
    <w:p w:rsidR="00B77C08" w:rsidRDefault="00B77C08" w:rsidP="00B77C08">
      <w:r>
        <w:t>214.0477</w:t>
      </w:r>
      <w:r>
        <w:tab/>
        <w:t>1.013e0</w:t>
      </w:r>
    </w:p>
    <w:p w:rsidR="00B77C08" w:rsidRDefault="00B77C08" w:rsidP="00B77C08">
      <w:r>
        <w:lastRenderedPageBreak/>
        <w:t>214.0627</w:t>
      </w:r>
      <w:r>
        <w:tab/>
        <w:t>1.013e0</w:t>
      </w:r>
    </w:p>
    <w:p w:rsidR="00B77C08" w:rsidRDefault="00B77C08" w:rsidP="00B77C08">
      <w:r>
        <w:t>214.0804</w:t>
      </w:r>
      <w:r>
        <w:tab/>
        <w:t>2.025e0</w:t>
      </w:r>
    </w:p>
    <w:p w:rsidR="00B77C08" w:rsidRDefault="00B77C08" w:rsidP="00B77C08">
      <w:r>
        <w:t>214.0858</w:t>
      </w:r>
      <w:r>
        <w:tab/>
        <w:t>1.013e0</w:t>
      </w:r>
    </w:p>
    <w:p w:rsidR="00B77C08" w:rsidRDefault="00B77C08" w:rsidP="00B77C08">
      <w:r>
        <w:t>214.1000</w:t>
      </w:r>
      <w:r>
        <w:tab/>
        <w:t>4.051e0</w:t>
      </w:r>
    </w:p>
    <w:p w:rsidR="00B77C08" w:rsidRDefault="00B77C08" w:rsidP="00B77C08">
      <w:r>
        <w:t>214.1178</w:t>
      </w:r>
      <w:r>
        <w:tab/>
        <w:t>2.025e0</w:t>
      </w:r>
    </w:p>
    <w:p w:rsidR="00B77C08" w:rsidRDefault="00B77C08" w:rsidP="00B77C08">
      <w:r>
        <w:t>214.1220</w:t>
      </w:r>
      <w:r>
        <w:tab/>
        <w:t>2.025e0</w:t>
      </w:r>
    </w:p>
    <w:p w:rsidR="00B77C08" w:rsidRDefault="00B77C08" w:rsidP="00B77C08">
      <w:r>
        <w:t>214.1521</w:t>
      </w:r>
      <w:r>
        <w:tab/>
        <w:t>2.025e0</w:t>
      </w:r>
    </w:p>
    <w:p w:rsidR="00B77C08" w:rsidRDefault="00B77C08" w:rsidP="00B77C08">
      <w:r>
        <w:t>214.1564</w:t>
      </w:r>
      <w:r>
        <w:tab/>
        <w:t>3.038e0</w:t>
      </w:r>
    </w:p>
    <w:p w:rsidR="00B77C08" w:rsidRDefault="00B77C08" w:rsidP="00B77C08">
      <w:r>
        <w:t>214.2044</w:t>
      </w:r>
      <w:r>
        <w:tab/>
        <w:t>3.465e0</w:t>
      </w:r>
    </w:p>
    <w:p w:rsidR="00B77C08" w:rsidRDefault="00B77C08" w:rsidP="00B77C08">
      <w:r>
        <w:t>214.2262</w:t>
      </w:r>
      <w:r>
        <w:tab/>
        <w:t>1.013e0</w:t>
      </w:r>
    </w:p>
    <w:p w:rsidR="00B77C08" w:rsidRDefault="00B77C08" w:rsidP="00B77C08">
      <w:r>
        <w:t>214.2417</w:t>
      </w:r>
      <w:r>
        <w:tab/>
        <w:t>2.025e0</w:t>
      </w:r>
    </w:p>
    <w:p w:rsidR="00B77C08" w:rsidRDefault="00B77C08" w:rsidP="00B77C08">
      <w:r>
        <w:t>214.2650</w:t>
      </w:r>
      <w:r>
        <w:tab/>
        <w:t>1.013e0</w:t>
      </w:r>
    </w:p>
    <w:p w:rsidR="00B77C08" w:rsidRDefault="00B77C08" w:rsidP="00B77C08">
      <w:r>
        <w:t>214.3308</w:t>
      </w:r>
      <w:r>
        <w:tab/>
        <w:t>1.013e0</w:t>
      </w:r>
    </w:p>
    <w:p w:rsidR="00B77C08" w:rsidRDefault="00B77C08" w:rsidP="00B77C08">
      <w:r>
        <w:t>214.3628</w:t>
      </w:r>
      <w:r>
        <w:tab/>
        <w:t>1.013e0</w:t>
      </w:r>
    </w:p>
    <w:p w:rsidR="00B77C08" w:rsidRDefault="00B77C08" w:rsidP="00B77C08">
      <w:r>
        <w:t>214.4165</w:t>
      </w:r>
      <w:r>
        <w:tab/>
        <w:t>1.013e0</w:t>
      </w:r>
    </w:p>
    <w:p w:rsidR="00B77C08" w:rsidRDefault="00B77C08" w:rsidP="00B77C08">
      <w:r>
        <w:t>214.4911</w:t>
      </w:r>
      <w:r>
        <w:tab/>
        <w:t>1.013e0</w:t>
      </w:r>
    </w:p>
    <w:p w:rsidR="00B77C08" w:rsidRDefault="00B77C08" w:rsidP="00B77C08">
      <w:r>
        <w:t>214.5021</w:t>
      </w:r>
      <w:r>
        <w:tab/>
        <w:t>1.013e0</w:t>
      </w:r>
    </w:p>
    <w:p w:rsidR="00B77C08" w:rsidRDefault="00B77C08" w:rsidP="00B77C08">
      <w:r>
        <w:t>214.5281</w:t>
      </w:r>
      <w:r>
        <w:tab/>
        <w:t>2.025e0</w:t>
      </w:r>
    </w:p>
    <w:p w:rsidR="00B77C08" w:rsidRDefault="00B77C08" w:rsidP="00B77C08">
      <w:r>
        <w:t>214.6115</w:t>
      </w:r>
      <w:r>
        <w:tab/>
        <w:t>1.013e0</w:t>
      </w:r>
    </w:p>
    <w:p w:rsidR="00B77C08" w:rsidRDefault="00B77C08" w:rsidP="00B77C08">
      <w:r>
        <w:lastRenderedPageBreak/>
        <w:t>214.6469</w:t>
      </w:r>
      <w:r>
        <w:tab/>
        <w:t>2.025e0</w:t>
      </w:r>
    </w:p>
    <w:p w:rsidR="00B77C08" w:rsidRDefault="00B77C08" w:rsidP="00B77C08">
      <w:r>
        <w:t>214.7155</w:t>
      </w:r>
      <w:r>
        <w:tab/>
        <w:t>2.025e0</w:t>
      </w:r>
    </w:p>
    <w:p w:rsidR="00B77C08" w:rsidRDefault="00B77C08" w:rsidP="00B77C08">
      <w:r>
        <w:t>214.7362</w:t>
      </w:r>
      <w:r>
        <w:tab/>
        <w:t>1.013e0</w:t>
      </w:r>
    </w:p>
    <w:p w:rsidR="00B77C08" w:rsidRDefault="00B77C08" w:rsidP="00B77C08">
      <w:r>
        <w:t>214.7518</w:t>
      </w:r>
      <w:r>
        <w:tab/>
        <w:t>1.013e0</w:t>
      </w:r>
    </w:p>
    <w:p w:rsidR="00B77C08" w:rsidRDefault="00B77C08" w:rsidP="00B77C08">
      <w:r>
        <w:t>214.8105</w:t>
      </w:r>
      <w:r>
        <w:tab/>
        <w:t>2.025e0</w:t>
      </w:r>
    </w:p>
    <w:p w:rsidR="00B77C08" w:rsidRDefault="00B77C08" w:rsidP="00B77C08">
      <w:r>
        <w:t>214.8270</w:t>
      </w:r>
      <w:r>
        <w:tab/>
        <w:t>3.038e0</w:t>
      </w:r>
    </w:p>
    <w:p w:rsidR="00B77C08" w:rsidRDefault="00B77C08" w:rsidP="00B77C08">
      <w:r>
        <w:t>214.8563</w:t>
      </w:r>
      <w:r>
        <w:tab/>
        <w:t>1.013e0</w:t>
      </w:r>
    </w:p>
    <w:p w:rsidR="00B77C08" w:rsidRDefault="00B77C08" w:rsidP="00B77C08">
      <w:r>
        <w:t>214.8689</w:t>
      </w:r>
      <w:r>
        <w:tab/>
        <w:t>2.025e0</w:t>
      </w:r>
    </w:p>
    <w:p w:rsidR="00B77C08" w:rsidRDefault="00B77C08" w:rsidP="00B77C08">
      <w:r>
        <w:t>214.8962</w:t>
      </w:r>
      <w:r>
        <w:tab/>
        <w:t>1.013e0</w:t>
      </w:r>
    </w:p>
    <w:p w:rsidR="00B77C08" w:rsidRDefault="00B77C08" w:rsidP="00B77C08">
      <w:r>
        <w:t>214.9156</w:t>
      </w:r>
      <w:r>
        <w:tab/>
        <w:t>2.025e0</w:t>
      </w:r>
    </w:p>
    <w:p w:rsidR="00B77C08" w:rsidRDefault="00B77C08" w:rsidP="00B77C08">
      <w:r>
        <w:t>214.9747</w:t>
      </w:r>
      <w:r>
        <w:tab/>
        <w:t>1.013e0</w:t>
      </w:r>
    </w:p>
    <w:p w:rsidR="00B77C08" w:rsidRDefault="00B77C08" w:rsidP="00B77C08">
      <w:r>
        <w:t>214.9781</w:t>
      </w:r>
      <w:r>
        <w:tab/>
        <w:t>1.013e0</w:t>
      </w:r>
    </w:p>
    <w:p w:rsidR="00B77C08" w:rsidRDefault="00B77C08" w:rsidP="00B77C08">
      <w:r>
        <w:t>215.0066</w:t>
      </w:r>
      <w:r>
        <w:tab/>
        <w:t>2.025e0</w:t>
      </w:r>
    </w:p>
    <w:p w:rsidR="00B77C08" w:rsidRDefault="00B77C08" w:rsidP="00B77C08">
      <w:r>
        <w:t>215.0145</w:t>
      </w:r>
      <w:r>
        <w:tab/>
        <w:t>2.025e0</w:t>
      </w:r>
    </w:p>
    <w:p w:rsidR="00B77C08" w:rsidRDefault="00B77C08" w:rsidP="00B77C08">
      <w:r>
        <w:t>215.0238</w:t>
      </w:r>
      <w:r>
        <w:tab/>
        <w:t>1.013e0</w:t>
      </w:r>
    </w:p>
    <w:p w:rsidR="00B77C08" w:rsidRDefault="00B77C08" w:rsidP="00B77C08">
      <w:r>
        <w:t>215.0639</w:t>
      </w:r>
      <w:r>
        <w:tab/>
        <w:t>2.025e0</w:t>
      </w:r>
    </w:p>
    <w:p w:rsidR="00B77C08" w:rsidRDefault="00B77C08" w:rsidP="00B77C08">
      <w:r>
        <w:t>215.0866</w:t>
      </w:r>
      <w:r>
        <w:tab/>
        <w:t>3.038e0</w:t>
      </w:r>
    </w:p>
    <w:p w:rsidR="00B77C08" w:rsidRDefault="00B77C08" w:rsidP="00B77C08">
      <w:r>
        <w:t>215.1082</w:t>
      </w:r>
      <w:r>
        <w:tab/>
        <w:t>2.025e0</w:t>
      </w:r>
    </w:p>
    <w:p w:rsidR="00B77C08" w:rsidRDefault="00B77C08" w:rsidP="00B77C08">
      <w:r>
        <w:t>215.1260</w:t>
      </w:r>
      <w:r>
        <w:tab/>
        <w:t>4.051e0</w:t>
      </w:r>
    </w:p>
    <w:p w:rsidR="00B77C08" w:rsidRDefault="00B77C08" w:rsidP="00B77C08">
      <w:r>
        <w:lastRenderedPageBreak/>
        <w:t>215.1338</w:t>
      </w:r>
      <w:r>
        <w:tab/>
        <w:t>2.025e0</w:t>
      </w:r>
    </w:p>
    <w:p w:rsidR="00B77C08" w:rsidRDefault="00B77C08" w:rsidP="00B77C08">
      <w:r>
        <w:t>215.1671</w:t>
      </w:r>
      <w:r>
        <w:tab/>
        <w:t>3.038e0</w:t>
      </w:r>
    </w:p>
    <w:p w:rsidR="00B77C08" w:rsidRDefault="00B77C08" w:rsidP="00B77C08">
      <w:r>
        <w:t>215.1875</w:t>
      </w:r>
      <w:r>
        <w:tab/>
        <w:t>1.013e0</w:t>
      </w:r>
    </w:p>
    <w:p w:rsidR="00B77C08" w:rsidRDefault="00B77C08" w:rsidP="00B77C08">
      <w:r>
        <w:t>215.1905</w:t>
      </w:r>
      <w:r>
        <w:tab/>
        <w:t>3.038e0</w:t>
      </w:r>
    </w:p>
    <w:p w:rsidR="00B77C08" w:rsidRDefault="00B77C08" w:rsidP="00B77C08">
      <w:r>
        <w:t>215.2581</w:t>
      </w:r>
      <w:r>
        <w:tab/>
        <w:t>1.013e0</w:t>
      </w:r>
    </w:p>
    <w:p w:rsidR="00B77C08" w:rsidRDefault="00B77C08" w:rsidP="00B77C08">
      <w:r>
        <w:t>215.2898</w:t>
      </w:r>
      <w:r>
        <w:tab/>
        <w:t>1.013e0</w:t>
      </w:r>
    </w:p>
    <w:p w:rsidR="00B77C08" w:rsidRDefault="00B77C08" w:rsidP="00B77C08">
      <w:r>
        <w:t>215.3096</w:t>
      </w:r>
      <w:r>
        <w:tab/>
        <w:t>1.013e0</w:t>
      </w:r>
    </w:p>
    <w:p w:rsidR="00B77C08" w:rsidRDefault="00B77C08" w:rsidP="00B77C08">
      <w:r>
        <w:t>215.3514</w:t>
      </w:r>
      <w:r>
        <w:tab/>
        <w:t>1.013e0</w:t>
      </w:r>
    </w:p>
    <w:p w:rsidR="00B77C08" w:rsidRDefault="00B77C08" w:rsidP="00B77C08">
      <w:r>
        <w:t>215.3795</w:t>
      </w:r>
      <w:r>
        <w:tab/>
        <w:t>1.013e0</w:t>
      </w:r>
    </w:p>
    <w:p w:rsidR="00B77C08" w:rsidRDefault="00B77C08" w:rsidP="00B77C08">
      <w:r>
        <w:t>215.4128</w:t>
      </w:r>
      <w:r>
        <w:tab/>
        <w:t>2.025e0</w:t>
      </w:r>
    </w:p>
    <w:p w:rsidR="00B77C08" w:rsidRDefault="00B77C08" w:rsidP="00B77C08">
      <w:r>
        <w:t>215.4143</w:t>
      </w:r>
      <w:r>
        <w:tab/>
        <w:t>1.013e0</w:t>
      </w:r>
    </w:p>
    <w:p w:rsidR="00B77C08" w:rsidRDefault="00B77C08" w:rsidP="00B77C08">
      <w:r>
        <w:t>215.4296</w:t>
      </w:r>
      <w:r>
        <w:tab/>
        <w:t>1.013e0</w:t>
      </w:r>
    </w:p>
    <w:p w:rsidR="00B77C08" w:rsidRDefault="00B77C08" w:rsidP="00B77C08">
      <w:r>
        <w:t>215.4765</w:t>
      </w:r>
      <w:r>
        <w:tab/>
        <w:t>3.038e0</w:t>
      </w:r>
    </w:p>
    <w:p w:rsidR="00B77C08" w:rsidRDefault="00B77C08" w:rsidP="00B77C08">
      <w:r>
        <w:t>215.5157</w:t>
      </w:r>
      <w:r>
        <w:tab/>
        <w:t>1.013e0</w:t>
      </w:r>
    </w:p>
    <w:p w:rsidR="00B77C08" w:rsidRDefault="00B77C08" w:rsidP="00B77C08">
      <w:r>
        <w:t>215.5229</w:t>
      </w:r>
      <w:r>
        <w:tab/>
        <w:t>1.013e0</w:t>
      </w:r>
    </w:p>
    <w:p w:rsidR="00B77C08" w:rsidRDefault="00B77C08" w:rsidP="00B77C08">
      <w:r>
        <w:t>215.5435</w:t>
      </w:r>
      <w:r>
        <w:tab/>
        <w:t>1.013e0</w:t>
      </w:r>
    </w:p>
    <w:p w:rsidR="00B77C08" w:rsidRDefault="00B77C08" w:rsidP="00B77C08">
      <w:r>
        <w:t>215.5514</w:t>
      </w:r>
      <w:r>
        <w:tab/>
        <w:t>1.013e0</w:t>
      </w:r>
    </w:p>
    <w:p w:rsidR="00B77C08" w:rsidRDefault="00B77C08" w:rsidP="00B77C08">
      <w:r>
        <w:t>215.6292</w:t>
      </w:r>
      <w:r>
        <w:tab/>
        <w:t>1.013e0</w:t>
      </w:r>
    </w:p>
    <w:p w:rsidR="00B77C08" w:rsidRDefault="00B77C08" w:rsidP="00B77C08">
      <w:r>
        <w:t>215.6906</w:t>
      </w:r>
      <w:r>
        <w:tab/>
        <w:t>1.013e0</w:t>
      </w:r>
    </w:p>
    <w:p w:rsidR="00B77C08" w:rsidRDefault="00B77C08" w:rsidP="00B77C08">
      <w:r>
        <w:lastRenderedPageBreak/>
        <w:t>215.7346</w:t>
      </w:r>
      <w:r>
        <w:tab/>
        <w:t>1.013e0</w:t>
      </w:r>
    </w:p>
    <w:p w:rsidR="00B77C08" w:rsidRDefault="00B77C08" w:rsidP="00B77C08">
      <w:r>
        <w:t>215.7425</w:t>
      </w:r>
      <w:r>
        <w:tab/>
        <w:t>1.013e0</w:t>
      </w:r>
    </w:p>
    <w:p w:rsidR="00B77C08" w:rsidRDefault="00B77C08" w:rsidP="00B77C08">
      <w:r>
        <w:t>215.7934</w:t>
      </w:r>
      <w:r>
        <w:tab/>
        <w:t>1.013e0</w:t>
      </w:r>
    </w:p>
    <w:p w:rsidR="00B77C08" w:rsidRDefault="00B77C08" w:rsidP="00B77C08">
      <w:r>
        <w:t>215.8590</w:t>
      </w:r>
      <w:r>
        <w:tab/>
        <w:t>1.013e0</w:t>
      </w:r>
    </w:p>
    <w:p w:rsidR="00B77C08" w:rsidRDefault="00B77C08" w:rsidP="00B77C08">
      <w:r>
        <w:t>215.9100</w:t>
      </w:r>
      <w:r>
        <w:tab/>
        <w:t>1.013e0</w:t>
      </w:r>
    </w:p>
    <w:p w:rsidR="00B77C08" w:rsidRDefault="00B77C08" w:rsidP="00B77C08">
      <w:r>
        <w:t>215.9776</w:t>
      </w:r>
      <w:r>
        <w:tab/>
        <w:t>8.101e0</w:t>
      </w:r>
    </w:p>
    <w:p w:rsidR="00B77C08" w:rsidRDefault="00B77C08" w:rsidP="00B77C08">
      <w:r>
        <w:t>215.9874</w:t>
      </w:r>
      <w:r>
        <w:tab/>
        <w:t>5.063e0</w:t>
      </w:r>
    </w:p>
    <w:p w:rsidR="00B77C08" w:rsidRDefault="00B77C08" w:rsidP="00B77C08">
      <w:r>
        <w:t>216.0016</w:t>
      </w:r>
      <w:r>
        <w:tab/>
        <w:t>2.025e0</w:t>
      </w:r>
    </w:p>
    <w:p w:rsidR="00B77C08" w:rsidRDefault="00B77C08" w:rsidP="00B77C08">
      <w:r>
        <w:t>216.0115</w:t>
      </w:r>
      <w:r>
        <w:tab/>
        <w:t>1.013e0</w:t>
      </w:r>
    </w:p>
    <w:p w:rsidR="00B77C08" w:rsidRDefault="00B77C08" w:rsidP="00B77C08">
      <w:r>
        <w:t>216.0309</w:t>
      </w:r>
      <w:r>
        <w:tab/>
        <w:t>1.013e0</w:t>
      </w:r>
    </w:p>
    <w:p w:rsidR="00B77C08" w:rsidRDefault="00B77C08" w:rsidP="00B77C08">
      <w:r>
        <w:t>216.0391</w:t>
      </w:r>
      <w:r>
        <w:tab/>
        <w:t>1.013e0</w:t>
      </w:r>
    </w:p>
    <w:p w:rsidR="00B77C08" w:rsidRDefault="00B77C08" w:rsidP="00B77C08">
      <w:r>
        <w:t>216.0706</w:t>
      </w:r>
      <w:r>
        <w:tab/>
        <w:t>1.013e0</w:t>
      </w:r>
    </w:p>
    <w:p w:rsidR="00B77C08" w:rsidRDefault="00B77C08" w:rsidP="00B77C08">
      <w:r>
        <w:t>216.0741</w:t>
      </w:r>
      <w:r>
        <w:tab/>
        <w:t>1.013e0</w:t>
      </w:r>
    </w:p>
    <w:p w:rsidR="00B77C08" w:rsidRDefault="00B77C08" w:rsidP="00B77C08">
      <w:r>
        <w:t>216.1007</w:t>
      </w:r>
      <w:r>
        <w:tab/>
        <w:t>1.013e0</w:t>
      </w:r>
    </w:p>
    <w:p w:rsidR="00B77C08" w:rsidRDefault="00B77C08" w:rsidP="00B77C08">
      <w:r>
        <w:t>216.1019</w:t>
      </w:r>
      <w:r>
        <w:tab/>
        <w:t>2.025e0</w:t>
      </w:r>
    </w:p>
    <w:p w:rsidR="00B77C08" w:rsidRDefault="00B77C08" w:rsidP="00B77C08">
      <w:r>
        <w:t>216.1409</w:t>
      </w:r>
      <w:r>
        <w:tab/>
        <w:t>2.025e0</w:t>
      </w:r>
    </w:p>
    <w:p w:rsidR="00B77C08" w:rsidRDefault="00B77C08" w:rsidP="00B77C08">
      <w:r>
        <w:t>216.1641</w:t>
      </w:r>
      <w:r>
        <w:tab/>
        <w:t>2.025e0</w:t>
      </w:r>
    </w:p>
    <w:p w:rsidR="00B77C08" w:rsidRDefault="00B77C08" w:rsidP="00B77C08">
      <w:r>
        <w:t>216.1657</w:t>
      </w:r>
      <w:r>
        <w:tab/>
        <w:t>2.025e0</w:t>
      </w:r>
    </w:p>
    <w:p w:rsidR="00B77C08" w:rsidRDefault="00B77C08" w:rsidP="00B77C08">
      <w:r>
        <w:t>216.1827</w:t>
      </w:r>
      <w:r>
        <w:tab/>
        <w:t>1.013e0</w:t>
      </w:r>
    </w:p>
    <w:p w:rsidR="00B77C08" w:rsidRDefault="00B77C08" w:rsidP="00B77C08">
      <w:r>
        <w:lastRenderedPageBreak/>
        <w:t>216.1871</w:t>
      </w:r>
      <w:r>
        <w:tab/>
        <w:t>1.013e0</w:t>
      </w:r>
    </w:p>
    <w:p w:rsidR="00B77C08" w:rsidRDefault="00B77C08" w:rsidP="00B77C08">
      <w:r>
        <w:t>216.1990</w:t>
      </w:r>
      <w:r>
        <w:tab/>
        <w:t>2.025e0</w:t>
      </w:r>
    </w:p>
    <w:p w:rsidR="00B77C08" w:rsidRDefault="00B77C08" w:rsidP="00B77C08">
      <w:r>
        <w:t>216.2267</w:t>
      </w:r>
      <w:r>
        <w:tab/>
        <w:t>1.013e0</w:t>
      </w:r>
    </w:p>
    <w:p w:rsidR="00B77C08" w:rsidRDefault="00B77C08" w:rsidP="00B77C08">
      <w:r>
        <w:t>216.3241</w:t>
      </w:r>
      <w:r>
        <w:tab/>
        <w:t>1.013e0</w:t>
      </w:r>
    </w:p>
    <w:p w:rsidR="00B77C08" w:rsidRDefault="00B77C08" w:rsidP="00B77C08">
      <w:r>
        <w:t>216.3985</w:t>
      </w:r>
      <w:r>
        <w:tab/>
        <w:t>1.013e0</w:t>
      </w:r>
    </w:p>
    <w:p w:rsidR="00B77C08" w:rsidRDefault="00B77C08" w:rsidP="00B77C08">
      <w:r>
        <w:t>216.4332</w:t>
      </w:r>
      <w:r>
        <w:tab/>
        <w:t>1.013e0</w:t>
      </w:r>
    </w:p>
    <w:p w:rsidR="00B77C08" w:rsidRDefault="00B77C08" w:rsidP="00B77C08">
      <w:r>
        <w:t>216.4417</w:t>
      </w:r>
      <w:r>
        <w:tab/>
        <w:t>1.013e0</w:t>
      </w:r>
    </w:p>
    <w:p w:rsidR="00B77C08" w:rsidRDefault="00B77C08" w:rsidP="00B77C08">
      <w:r>
        <w:t>216.4455</w:t>
      </w:r>
      <w:r>
        <w:tab/>
        <w:t>1.013e0</w:t>
      </w:r>
    </w:p>
    <w:p w:rsidR="00B77C08" w:rsidRDefault="00B77C08" w:rsidP="00B77C08">
      <w:r>
        <w:t>216.4729</w:t>
      </w:r>
      <w:r>
        <w:tab/>
        <w:t>1.013e0</w:t>
      </w:r>
    </w:p>
    <w:p w:rsidR="00B77C08" w:rsidRDefault="00B77C08" w:rsidP="00B77C08">
      <w:r>
        <w:t>216.5138</w:t>
      </w:r>
      <w:r>
        <w:tab/>
        <w:t>3.038e0</w:t>
      </w:r>
    </w:p>
    <w:p w:rsidR="00B77C08" w:rsidRDefault="00B77C08" w:rsidP="00B77C08">
      <w:r>
        <w:t>216.5289</w:t>
      </w:r>
      <w:r>
        <w:tab/>
        <w:t>3.038e0</w:t>
      </w:r>
    </w:p>
    <w:p w:rsidR="00B77C08" w:rsidRDefault="00B77C08" w:rsidP="00B77C08">
      <w:r>
        <w:t>216.5474</w:t>
      </w:r>
      <w:r>
        <w:tab/>
        <w:t>1.013e0</w:t>
      </w:r>
    </w:p>
    <w:p w:rsidR="00B77C08" w:rsidRDefault="00B77C08" w:rsidP="00B77C08">
      <w:r>
        <w:t>216.5783</w:t>
      </w:r>
      <w:r>
        <w:tab/>
        <w:t>3.038e0</w:t>
      </w:r>
    </w:p>
    <w:p w:rsidR="00B77C08" w:rsidRDefault="00B77C08" w:rsidP="00B77C08">
      <w:r>
        <w:t>216.6260</w:t>
      </w:r>
      <w:r>
        <w:tab/>
        <w:t>2.025e0</w:t>
      </w:r>
    </w:p>
    <w:p w:rsidR="00B77C08" w:rsidRDefault="00B77C08" w:rsidP="00B77C08">
      <w:r>
        <w:t>216.6486</w:t>
      </w:r>
      <w:r>
        <w:tab/>
        <w:t>1.013e0</w:t>
      </w:r>
    </w:p>
    <w:p w:rsidR="00B77C08" w:rsidRDefault="00B77C08" w:rsidP="00B77C08">
      <w:r>
        <w:t>216.6963</w:t>
      </w:r>
      <w:r>
        <w:tab/>
        <w:t>1.013e0</w:t>
      </w:r>
    </w:p>
    <w:p w:rsidR="00B77C08" w:rsidRDefault="00B77C08" w:rsidP="00B77C08">
      <w:r>
        <w:t>216.7899</w:t>
      </w:r>
      <w:r>
        <w:tab/>
        <w:t>1.013e0</w:t>
      </w:r>
    </w:p>
    <w:p w:rsidR="00B77C08" w:rsidRDefault="00B77C08" w:rsidP="00B77C08">
      <w:r>
        <w:t>216.8686</w:t>
      </w:r>
      <w:r>
        <w:tab/>
        <w:t>1.013e0</w:t>
      </w:r>
    </w:p>
    <w:p w:rsidR="00B77C08" w:rsidRDefault="00B77C08" w:rsidP="00B77C08">
      <w:r>
        <w:t>216.9102</w:t>
      </w:r>
      <w:r>
        <w:tab/>
        <w:t>1.013e0</w:t>
      </w:r>
    </w:p>
    <w:p w:rsidR="00B77C08" w:rsidRDefault="00B77C08" w:rsidP="00B77C08">
      <w:r>
        <w:lastRenderedPageBreak/>
        <w:t>216.9580</w:t>
      </w:r>
      <w:r>
        <w:tab/>
        <w:t>1.013e0</w:t>
      </w:r>
    </w:p>
    <w:p w:rsidR="00B77C08" w:rsidRDefault="00B77C08" w:rsidP="00B77C08">
      <w:r>
        <w:t>216.9812</w:t>
      </w:r>
      <w:r>
        <w:tab/>
        <w:t>1.013e0</w:t>
      </w:r>
    </w:p>
    <w:p w:rsidR="00B77C08" w:rsidRDefault="00B77C08" w:rsidP="00B77C08">
      <w:r>
        <w:t>216.9847</w:t>
      </w:r>
      <w:r>
        <w:tab/>
        <w:t>1.013e0</w:t>
      </w:r>
    </w:p>
    <w:p w:rsidR="00B77C08" w:rsidRDefault="00B77C08" w:rsidP="00B77C08">
      <w:r>
        <w:t>216.9884</w:t>
      </w:r>
      <w:r>
        <w:tab/>
        <w:t>1.013e0</w:t>
      </w:r>
    </w:p>
    <w:p w:rsidR="00B77C08" w:rsidRDefault="00B77C08" w:rsidP="00B77C08">
      <w:r>
        <w:t>217.0344</w:t>
      </w:r>
      <w:r>
        <w:tab/>
        <w:t>2.025e0</w:t>
      </w:r>
    </w:p>
    <w:p w:rsidR="00B77C08" w:rsidRDefault="00B77C08" w:rsidP="00B77C08">
      <w:r>
        <w:t>217.0383</w:t>
      </w:r>
      <w:r>
        <w:tab/>
        <w:t>2.025e0</w:t>
      </w:r>
    </w:p>
    <w:p w:rsidR="00B77C08" w:rsidRDefault="00B77C08" w:rsidP="00B77C08">
      <w:r>
        <w:t>217.0405</w:t>
      </w:r>
      <w:r>
        <w:tab/>
        <w:t>3.038e0</w:t>
      </w:r>
    </w:p>
    <w:p w:rsidR="00B77C08" w:rsidRDefault="00B77C08" w:rsidP="00B77C08">
      <w:r>
        <w:t>217.0555</w:t>
      </w:r>
      <w:r>
        <w:tab/>
        <w:t>1.013e0</w:t>
      </w:r>
    </w:p>
    <w:p w:rsidR="00B77C08" w:rsidRDefault="00B77C08" w:rsidP="00B77C08">
      <w:r>
        <w:t>217.0932</w:t>
      </w:r>
      <w:r>
        <w:tab/>
        <w:t>2.025e0</w:t>
      </w:r>
    </w:p>
    <w:p w:rsidR="00B77C08" w:rsidRDefault="00B77C08" w:rsidP="00B77C08">
      <w:r>
        <w:t>217.1014</w:t>
      </w:r>
      <w:r>
        <w:tab/>
        <w:t>3.038e0</w:t>
      </w:r>
    </w:p>
    <w:p w:rsidR="00B77C08" w:rsidRDefault="00B77C08" w:rsidP="00B77C08">
      <w:r>
        <w:t>217.1144</w:t>
      </w:r>
      <w:r>
        <w:tab/>
        <w:t>5.063e0</w:t>
      </w:r>
    </w:p>
    <w:p w:rsidR="00B77C08" w:rsidRDefault="00B77C08" w:rsidP="00B77C08">
      <w:r>
        <w:t>217.1394</w:t>
      </w:r>
      <w:r>
        <w:tab/>
        <w:t>2.025e0</w:t>
      </w:r>
    </w:p>
    <w:p w:rsidR="00B77C08" w:rsidRDefault="00B77C08" w:rsidP="00B77C08">
      <w:r>
        <w:t>217.1417</w:t>
      </w:r>
      <w:r>
        <w:tab/>
        <w:t>1.013e0</w:t>
      </w:r>
    </w:p>
    <w:p w:rsidR="00B77C08" w:rsidRDefault="00B77C08" w:rsidP="00B77C08">
      <w:r>
        <w:t>217.1741</w:t>
      </w:r>
      <w:r>
        <w:tab/>
        <w:t>1.013e0</w:t>
      </w:r>
    </w:p>
    <w:p w:rsidR="00B77C08" w:rsidRDefault="00B77C08" w:rsidP="00B77C08">
      <w:r>
        <w:t>217.2072</w:t>
      </w:r>
      <w:r>
        <w:tab/>
        <w:t>7.089e0</w:t>
      </w:r>
    </w:p>
    <w:p w:rsidR="00B77C08" w:rsidRDefault="00B77C08" w:rsidP="00B77C08">
      <w:r>
        <w:t>217.2142</w:t>
      </w:r>
      <w:r>
        <w:tab/>
        <w:t>3.038e0</w:t>
      </w:r>
    </w:p>
    <w:p w:rsidR="00B77C08" w:rsidRDefault="00B77C08" w:rsidP="00B77C08">
      <w:r>
        <w:t>217.2397</w:t>
      </w:r>
      <w:r>
        <w:tab/>
        <w:t>1.013e0</w:t>
      </w:r>
    </w:p>
    <w:p w:rsidR="00B77C08" w:rsidRDefault="00B77C08" w:rsidP="00B77C08">
      <w:r>
        <w:t>217.2641</w:t>
      </w:r>
      <w:r>
        <w:tab/>
        <w:t>2.025e0</w:t>
      </w:r>
    </w:p>
    <w:p w:rsidR="00B77C08" w:rsidRDefault="00B77C08" w:rsidP="00B77C08">
      <w:r>
        <w:t>217.3222</w:t>
      </w:r>
      <w:r>
        <w:tab/>
        <w:t>1.013e0</w:t>
      </w:r>
    </w:p>
    <w:p w:rsidR="00B77C08" w:rsidRDefault="00B77C08" w:rsidP="00B77C08">
      <w:r>
        <w:lastRenderedPageBreak/>
        <w:t>217.3463</w:t>
      </w:r>
      <w:r>
        <w:tab/>
        <w:t>1.013e0</w:t>
      </w:r>
    </w:p>
    <w:p w:rsidR="00B77C08" w:rsidRDefault="00B77C08" w:rsidP="00B77C08">
      <w:r>
        <w:t>217.3885</w:t>
      </w:r>
      <w:r>
        <w:tab/>
        <w:t>1.013e0</w:t>
      </w:r>
    </w:p>
    <w:p w:rsidR="00B77C08" w:rsidRDefault="00B77C08" w:rsidP="00B77C08">
      <w:r>
        <w:t>217.4005</w:t>
      </w:r>
      <w:r>
        <w:tab/>
        <w:t>1.013e0</w:t>
      </w:r>
    </w:p>
    <w:p w:rsidR="00B77C08" w:rsidRDefault="00B77C08" w:rsidP="00B77C08">
      <w:r>
        <w:t>217.4624</w:t>
      </w:r>
      <w:r>
        <w:tab/>
        <w:t>1.013e0</w:t>
      </w:r>
    </w:p>
    <w:p w:rsidR="00B77C08" w:rsidRDefault="00B77C08" w:rsidP="00B77C08">
      <w:r>
        <w:t>217.4669</w:t>
      </w:r>
      <w:r>
        <w:tab/>
        <w:t>1.013e0</w:t>
      </w:r>
    </w:p>
    <w:p w:rsidR="00B77C08" w:rsidRDefault="00B77C08" w:rsidP="00B77C08">
      <w:r>
        <w:t>217.4830</w:t>
      </w:r>
      <w:r>
        <w:tab/>
        <w:t>1.013e0</w:t>
      </w:r>
    </w:p>
    <w:p w:rsidR="00B77C08" w:rsidRDefault="00B77C08" w:rsidP="00B77C08">
      <w:r>
        <w:t>217.5027</w:t>
      </w:r>
      <w:r>
        <w:tab/>
        <w:t>1.013e0</w:t>
      </w:r>
    </w:p>
    <w:p w:rsidR="00B77C08" w:rsidRDefault="00B77C08" w:rsidP="00B77C08">
      <w:r>
        <w:t>217.5065</w:t>
      </w:r>
      <w:r>
        <w:tab/>
        <w:t>1.013e0</w:t>
      </w:r>
    </w:p>
    <w:p w:rsidR="00B77C08" w:rsidRDefault="00B77C08" w:rsidP="00B77C08">
      <w:r>
        <w:t>217.5494</w:t>
      </w:r>
      <w:r>
        <w:tab/>
        <w:t>1.013e0</w:t>
      </w:r>
    </w:p>
    <w:p w:rsidR="00B77C08" w:rsidRDefault="00B77C08" w:rsidP="00B77C08">
      <w:r>
        <w:t>217.6192</w:t>
      </w:r>
      <w:r>
        <w:tab/>
        <w:t>1.013e0</w:t>
      </w:r>
    </w:p>
    <w:p w:rsidR="00B77C08" w:rsidRDefault="00B77C08" w:rsidP="00B77C08">
      <w:r>
        <w:t>217.7570</w:t>
      </w:r>
      <w:r>
        <w:tab/>
        <w:t>1.013e0</w:t>
      </w:r>
    </w:p>
    <w:p w:rsidR="00B77C08" w:rsidRDefault="00B77C08" w:rsidP="00B77C08">
      <w:r>
        <w:t>217.8167</w:t>
      </w:r>
      <w:r>
        <w:tab/>
        <w:t>1.013e0</w:t>
      </w:r>
    </w:p>
    <w:p w:rsidR="00B77C08" w:rsidRDefault="00B77C08" w:rsidP="00B77C08">
      <w:r>
        <w:t>217.8587</w:t>
      </w:r>
      <w:r>
        <w:tab/>
        <w:t>1.013e0</w:t>
      </w:r>
    </w:p>
    <w:p w:rsidR="00B77C08" w:rsidRDefault="00B77C08" w:rsidP="00B77C08">
      <w:r>
        <w:t>217.8989</w:t>
      </w:r>
      <w:r>
        <w:tab/>
        <w:t>1.013e0</w:t>
      </w:r>
    </w:p>
    <w:p w:rsidR="00B77C08" w:rsidRDefault="00B77C08" w:rsidP="00B77C08">
      <w:r>
        <w:t>217.9062</w:t>
      </w:r>
      <w:r>
        <w:tab/>
        <w:t>1.013e0</w:t>
      </w:r>
    </w:p>
    <w:p w:rsidR="00B77C08" w:rsidRDefault="00B77C08" w:rsidP="00B77C08">
      <w:r>
        <w:t>217.9659</w:t>
      </w:r>
      <w:r>
        <w:tab/>
        <w:t>1.013e0</w:t>
      </w:r>
    </w:p>
    <w:p w:rsidR="00B77C08" w:rsidRDefault="00B77C08" w:rsidP="00B77C08">
      <w:r>
        <w:t>217.9770</w:t>
      </w:r>
      <w:r>
        <w:tab/>
        <w:t>1.013e0</w:t>
      </w:r>
    </w:p>
    <w:p w:rsidR="00B77C08" w:rsidRDefault="00B77C08" w:rsidP="00B77C08">
      <w:r>
        <w:t>218.0043</w:t>
      </w:r>
      <w:r>
        <w:tab/>
        <w:t>3.038e0</w:t>
      </w:r>
    </w:p>
    <w:p w:rsidR="00B77C08" w:rsidRDefault="00B77C08" w:rsidP="00B77C08">
      <w:r>
        <w:t>218.0323</w:t>
      </w:r>
      <w:r>
        <w:tab/>
        <w:t>1.013e0</w:t>
      </w:r>
    </w:p>
    <w:p w:rsidR="00B77C08" w:rsidRDefault="00B77C08" w:rsidP="00B77C08">
      <w:r>
        <w:lastRenderedPageBreak/>
        <w:t>218.0403</w:t>
      </w:r>
      <w:r>
        <w:tab/>
        <w:t>1.013e0</w:t>
      </w:r>
    </w:p>
    <w:p w:rsidR="00B77C08" w:rsidRDefault="00B77C08" w:rsidP="00B77C08">
      <w:r>
        <w:t>218.0650</w:t>
      </w:r>
      <w:r>
        <w:tab/>
        <w:t>2.025e0</w:t>
      </w:r>
    </w:p>
    <w:p w:rsidR="00B77C08" w:rsidRDefault="00B77C08" w:rsidP="00B77C08">
      <w:r>
        <w:t>218.0712</w:t>
      </w:r>
      <w:r>
        <w:tab/>
        <w:t>1.013e0</w:t>
      </w:r>
    </w:p>
    <w:p w:rsidR="00B77C08" w:rsidRDefault="00B77C08" w:rsidP="00B77C08">
      <w:r>
        <w:t>218.1027</w:t>
      </w:r>
      <w:r>
        <w:tab/>
        <w:t>5.063e0</w:t>
      </w:r>
    </w:p>
    <w:p w:rsidR="00B77C08" w:rsidRDefault="00B77C08" w:rsidP="00B77C08">
      <w:r>
        <w:t>218.1187</w:t>
      </w:r>
      <w:r>
        <w:tab/>
        <w:t>1.013e0</w:t>
      </w:r>
    </w:p>
    <w:p w:rsidR="00B77C08" w:rsidRDefault="00B77C08" w:rsidP="00B77C08">
      <w:r>
        <w:t>218.1895</w:t>
      </w:r>
      <w:r>
        <w:tab/>
        <w:t>1.013e0</w:t>
      </w:r>
    </w:p>
    <w:p w:rsidR="00B77C08" w:rsidRDefault="00B77C08" w:rsidP="00B77C08">
      <w:r>
        <w:t>218.1975</w:t>
      </w:r>
      <w:r>
        <w:tab/>
        <w:t>1.013e0</w:t>
      </w:r>
    </w:p>
    <w:p w:rsidR="00B77C08" w:rsidRDefault="00B77C08" w:rsidP="00B77C08">
      <w:r>
        <w:t>218.2239</w:t>
      </w:r>
      <w:r>
        <w:tab/>
        <w:t>1.013e0</w:t>
      </w:r>
    </w:p>
    <w:p w:rsidR="00B77C08" w:rsidRDefault="00B77C08" w:rsidP="00B77C08">
      <w:r>
        <w:t>218.2433</w:t>
      </w:r>
      <w:r>
        <w:tab/>
        <w:t>1.013e0</w:t>
      </w:r>
    </w:p>
    <w:p w:rsidR="00B77C08" w:rsidRDefault="00B77C08" w:rsidP="00B77C08">
      <w:r>
        <w:t>218.2832</w:t>
      </w:r>
      <w:r>
        <w:tab/>
        <w:t>1.013e0</w:t>
      </w:r>
    </w:p>
    <w:p w:rsidR="00B77C08" w:rsidRDefault="00B77C08" w:rsidP="00B77C08">
      <w:r>
        <w:t>218.3024</w:t>
      </w:r>
      <w:r>
        <w:tab/>
        <w:t>1.013e0</w:t>
      </w:r>
    </w:p>
    <w:p w:rsidR="00B77C08" w:rsidRDefault="00B77C08" w:rsidP="00B77C08">
      <w:r>
        <w:t>218.3465</w:t>
      </w:r>
      <w:r>
        <w:tab/>
        <w:t>1.013e0</w:t>
      </w:r>
    </w:p>
    <w:p w:rsidR="00B77C08" w:rsidRDefault="00B77C08" w:rsidP="00B77C08">
      <w:r>
        <w:t>218.3694</w:t>
      </w:r>
      <w:r>
        <w:tab/>
        <w:t>1.013e0</w:t>
      </w:r>
    </w:p>
    <w:p w:rsidR="00B77C08" w:rsidRDefault="00B77C08" w:rsidP="00B77C08">
      <w:r>
        <w:t>218.4709</w:t>
      </w:r>
      <w:r>
        <w:tab/>
        <w:t>1.013e0</w:t>
      </w:r>
    </w:p>
    <w:p w:rsidR="00B77C08" w:rsidRDefault="00B77C08" w:rsidP="00B77C08">
      <w:r>
        <w:t>218.5092</w:t>
      </w:r>
      <w:r>
        <w:tab/>
        <w:t>2.025e0</w:t>
      </w:r>
    </w:p>
    <w:p w:rsidR="00B77C08" w:rsidRDefault="00B77C08" w:rsidP="00B77C08">
      <w:r>
        <w:t>218.5341</w:t>
      </w:r>
      <w:r>
        <w:tab/>
        <w:t>1.013e0</w:t>
      </w:r>
    </w:p>
    <w:p w:rsidR="00B77C08" w:rsidRDefault="00B77C08" w:rsidP="00B77C08">
      <w:r>
        <w:t>218.5541</w:t>
      </w:r>
      <w:r>
        <w:tab/>
        <w:t>1.013e0</w:t>
      </w:r>
    </w:p>
    <w:p w:rsidR="00B77C08" w:rsidRDefault="00B77C08" w:rsidP="00B77C08">
      <w:r>
        <w:t>218.6242</w:t>
      </w:r>
      <w:r>
        <w:tab/>
        <w:t>1.013e0</w:t>
      </w:r>
    </w:p>
    <w:p w:rsidR="00B77C08" w:rsidRDefault="00B77C08" w:rsidP="00B77C08">
      <w:r>
        <w:t>218.6491</w:t>
      </w:r>
      <w:r>
        <w:tab/>
        <w:t>1.013e0</w:t>
      </w:r>
    </w:p>
    <w:p w:rsidR="00B77C08" w:rsidRDefault="00B77C08" w:rsidP="00B77C08">
      <w:r>
        <w:lastRenderedPageBreak/>
        <w:t>218.6739</w:t>
      </w:r>
      <w:r>
        <w:tab/>
        <w:t>2.025e0</w:t>
      </w:r>
    </w:p>
    <w:p w:rsidR="00B77C08" w:rsidRDefault="00B77C08" w:rsidP="00B77C08">
      <w:r>
        <w:t>218.6761</w:t>
      </w:r>
      <w:r>
        <w:tab/>
        <w:t>1.013e0</w:t>
      </w:r>
    </w:p>
    <w:p w:rsidR="00B77C08" w:rsidRDefault="00B77C08" w:rsidP="00B77C08">
      <w:r>
        <w:t>218.6951</w:t>
      </w:r>
      <w:r>
        <w:tab/>
        <w:t>1.013e0</w:t>
      </w:r>
    </w:p>
    <w:p w:rsidR="00B77C08" w:rsidRDefault="00B77C08" w:rsidP="00B77C08">
      <w:r>
        <w:t>218.7695</w:t>
      </w:r>
      <w:r>
        <w:tab/>
        <w:t>1.013e0</w:t>
      </w:r>
    </w:p>
    <w:p w:rsidR="00B77C08" w:rsidRDefault="00B77C08" w:rsidP="00B77C08">
      <w:r>
        <w:t>218.7939</w:t>
      </w:r>
      <w:r>
        <w:tab/>
        <w:t>2.025e0</w:t>
      </w:r>
    </w:p>
    <w:p w:rsidR="00B77C08" w:rsidRDefault="00B77C08" w:rsidP="00B77C08">
      <w:r>
        <w:t>218.9038</w:t>
      </w:r>
      <w:r>
        <w:tab/>
        <w:t>1.013e0</w:t>
      </w:r>
    </w:p>
    <w:p w:rsidR="00B77C08" w:rsidRDefault="00B77C08" w:rsidP="00B77C08">
      <w:r>
        <w:t>219.0141</w:t>
      </w:r>
      <w:r>
        <w:tab/>
        <w:t>3.038e0</w:t>
      </w:r>
    </w:p>
    <w:p w:rsidR="00B77C08" w:rsidRDefault="00B77C08" w:rsidP="00B77C08">
      <w:r>
        <w:t>219.0182</w:t>
      </w:r>
      <w:r>
        <w:tab/>
        <w:t>1.013e0</w:t>
      </w:r>
    </w:p>
    <w:p w:rsidR="00B77C08" w:rsidRDefault="00B77C08" w:rsidP="00B77C08">
      <w:r>
        <w:t>219.0344</w:t>
      </w:r>
      <w:r>
        <w:tab/>
        <w:t>1.013e0</w:t>
      </w:r>
    </w:p>
    <w:p w:rsidR="00B77C08" w:rsidRDefault="00B77C08" w:rsidP="00B77C08">
      <w:r>
        <w:t>219.0417</w:t>
      </w:r>
      <w:r>
        <w:tab/>
        <w:t>1.013e0</w:t>
      </w:r>
    </w:p>
    <w:p w:rsidR="00B77C08" w:rsidRDefault="00B77C08" w:rsidP="00B77C08">
      <w:r>
        <w:t>219.0455</w:t>
      </w:r>
      <w:r>
        <w:tab/>
        <w:t>2.025e0</w:t>
      </w:r>
    </w:p>
    <w:p w:rsidR="00B77C08" w:rsidRDefault="00B77C08" w:rsidP="00B77C08">
      <w:r>
        <w:t>219.0725</w:t>
      </w:r>
      <w:r>
        <w:tab/>
        <w:t>2.025e0</w:t>
      </w:r>
    </w:p>
    <w:p w:rsidR="00B77C08" w:rsidRDefault="00B77C08" w:rsidP="00B77C08">
      <w:r>
        <w:t>219.0971</w:t>
      </w:r>
      <w:r>
        <w:tab/>
        <w:t>1.013e0</w:t>
      </w:r>
    </w:p>
    <w:p w:rsidR="00B77C08" w:rsidRDefault="00B77C08" w:rsidP="00B77C08">
      <w:r>
        <w:t>219.1088</w:t>
      </w:r>
      <w:r>
        <w:tab/>
        <w:t>1.013e0</w:t>
      </w:r>
    </w:p>
    <w:p w:rsidR="00B77C08" w:rsidRDefault="00B77C08" w:rsidP="00B77C08">
      <w:r>
        <w:t>219.1511</w:t>
      </w:r>
      <w:r>
        <w:tab/>
        <w:t>1.013e0</w:t>
      </w:r>
    </w:p>
    <w:p w:rsidR="00B77C08" w:rsidRDefault="00B77C08" w:rsidP="00B77C08">
      <w:r>
        <w:t>219.1597</w:t>
      </w:r>
      <w:r>
        <w:tab/>
        <w:t>1.013e0</w:t>
      </w:r>
    </w:p>
    <w:p w:rsidR="00B77C08" w:rsidRDefault="00B77C08" w:rsidP="00B77C08">
      <w:r>
        <w:t>219.1760</w:t>
      </w:r>
      <w:r>
        <w:tab/>
        <w:t>1.013e0</w:t>
      </w:r>
    </w:p>
    <w:p w:rsidR="00B77C08" w:rsidRDefault="00B77C08" w:rsidP="00B77C08">
      <w:r>
        <w:t>219.1855</w:t>
      </w:r>
      <w:r>
        <w:tab/>
        <w:t>2.025e0</w:t>
      </w:r>
    </w:p>
    <w:p w:rsidR="00B77C08" w:rsidRDefault="00B77C08" w:rsidP="00B77C08">
      <w:r>
        <w:t>219.2300</w:t>
      </w:r>
      <w:r>
        <w:tab/>
        <w:t>1.013e0</w:t>
      </w:r>
    </w:p>
    <w:p w:rsidR="00B77C08" w:rsidRDefault="00B77C08" w:rsidP="00B77C08">
      <w:r>
        <w:lastRenderedPageBreak/>
        <w:t>219.2341</w:t>
      </w:r>
      <w:r>
        <w:tab/>
        <w:t>1.013e0</w:t>
      </w:r>
    </w:p>
    <w:p w:rsidR="00B77C08" w:rsidRDefault="00B77C08" w:rsidP="00B77C08">
      <w:r>
        <w:t>219.2928</w:t>
      </w:r>
      <w:r>
        <w:tab/>
        <w:t>1.013e0</w:t>
      </w:r>
    </w:p>
    <w:p w:rsidR="00B77C08" w:rsidRDefault="00B77C08" w:rsidP="00B77C08">
      <w:r>
        <w:t>219.3715</w:t>
      </w:r>
      <w:r>
        <w:tab/>
        <w:t>2.025e0</w:t>
      </w:r>
    </w:p>
    <w:p w:rsidR="00B77C08" w:rsidRDefault="00B77C08" w:rsidP="00B77C08">
      <w:r>
        <w:t>219.4865</w:t>
      </w:r>
      <w:r>
        <w:tab/>
        <w:t>1.013e0</w:t>
      </w:r>
    </w:p>
    <w:p w:rsidR="00B77C08" w:rsidRDefault="00B77C08" w:rsidP="00B77C08">
      <w:r>
        <w:t>219.5251</w:t>
      </w:r>
      <w:r>
        <w:tab/>
        <w:t>1.013e0</w:t>
      </w:r>
    </w:p>
    <w:p w:rsidR="00B77C08" w:rsidRDefault="00B77C08" w:rsidP="00B77C08">
      <w:r>
        <w:t>219.5575</w:t>
      </w:r>
      <w:r>
        <w:tab/>
        <w:t>1.013e0</w:t>
      </w:r>
    </w:p>
    <w:p w:rsidR="00B77C08" w:rsidRDefault="00B77C08" w:rsidP="00B77C08">
      <w:r>
        <w:t>219.6086</w:t>
      </w:r>
      <w:r>
        <w:tab/>
        <w:t>1.013e0</w:t>
      </w:r>
    </w:p>
    <w:p w:rsidR="00B77C08" w:rsidRDefault="00B77C08" w:rsidP="00B77C08">
      <w:r>
        <w:t>219.6553</w:t>
      </w:r>
      <w:r>
        <w:tab/>
        <w:t>2.025e0</w:t>
      </w:r>
    </w:p>
    <w:p w:rsidR="00B77C08" w:rsidRDefault="00B77C08" w:rsidP="00B77C08">
      <w:r>
        <w:t>219.7071</w:t>
      </w:r>
      <w:r>
        <w:tab/>
        <w:t>1.013e0</w:t>
      </w:r>
    </w:p>
    <w:p w:rsidR="00B77C08" w:rsidRDefault="00B77C08" w:rsidP="00B77C08">
      <w:r>
        <w:t>219.7415</w:t>
      </w:r>
      <w:r>
        <w:tab/>
        <w:t>1.013e0</w:t>
      </w:r>
    </w:p>
    <w:p w:rsidR="00B77C08" w:rsidRDefault="00B77C08" w:rsidP="00B77C08">
      <w:r>
        <w:t>219.7861</w:t>
      </w:r>
      <w:r>
        <w:tab/>
        <w:t>1.013e0</w:t>
      </w:r>
    </w:p>
    <w:p w:rsidR="00B77C08" w:rsidRDefault="00B77C08" w:rsidP="00B77C08">
      <w:r>
        <w:t>219.7973</w:t>
      </w:r>
      <w:r>
        <w:tab/>
        <w:t>1.013e0</w:t>
      </w:r>
    </w:p>
    <w:p w:rsidR="00B77C08" w:rsidRDefault="00B77C08" w:rsidP="00B77C08">
      <w:r>
        <w:t>219.8417</w:t>
      </w:r>
      <w:r>
        <w:tab/>
        <w:t>1.013e0</w:t>
      </w:r>
    </w:p>
    <w:p w:rsidR="00B77C08" w:rsidRDefault="00B77C08" w:rsidP="00B77C08">
      <w:r>
        <w:t>219.8877</w:t>
      </w:r>
      <w:r>
        <w:tab/>
        <w:t>1.013e0</w:t>
      </w:r>
    </w:p>
    <w:p w:rsidR="00B77C08" w:rsidRDefault="00B77C08" w:rsidP="00B77C08">
      <w:r>
        <w:t>219.9393</w:t>
      </w:r>
      <w:r>
        <w:tab/>
        <w:t>1.013e0</w:t>
      </w:r>
    </w:p>
    <w:p w:rsidR="00B77C08" w:rsidRDefault="00B77C08" w:rsidP="00B77C08">
      <w:r>
        <w:t>219.9791</w:t>
      </w:r>
      <w:r>
        <w:tab/>
        <w:t>1.013e0</w:t>
      </w:r>
    </w:p>
    <w:p w:rsidR="00B77C08" w:rsidRDefault="00B77C08" w:rsidP="00B77C08">
      <w:r>
        <w:t>220.0029</w:t>
      </w:r>
      <w:r>
        <w:tab/>
        <w:t>1.013e0</w:t>
      </w:r>
    </w:p>
    <w:p w:rsidR="00B77C08" w:rsidRDefault="00B77C08" w:rsidP="00B77C08">
      <w:r>
        <w:t>220.0400</w:t>
      </w:r>
      <w:r>
        <w:tab/>
        <w:t>6.076e0</w:t>
      </w:r>
    </w:p>
    <w:p w:rsidR="00B77C08" w:rsidRDefault="00B77C08" w:rsidP="00B77C08">
      <w:r>
        <w:t>220.0444</w:t>
      </w:r>
      <w:r>
        <w:tab/>
        <w:t>2.552e1</w:t>
      </w:r>
    </w:p>
    <w:p w:rsidR="00B77C08" w:rsidRDefault="00B77C08" w:rsidP="00B77C08">
      <w:r>
        <w:lastRenderedPageBreak/>
        <w:t>220.0661</w:t>
      </w:r>
      <w:r>
        <w:tab/>
        <w:t>2.025e0</w:t>
      </w:r>
    </w:p>
    <w:p w:rsidR="00B77C08" w:rsidRDefault="00B77C08" w:rsidP="00B77C08">
      <w:r>
        <w:t>220.0816</w:t>
      </w:r>
      <w:r>
        <w:tab/>
        <w:t>1.013e0</w:t>
      </w:r>
    </w:p>
    <w:p w:rsidR="00B77C08" w:rsidRDefault="00B77C08" w:rsidP="00B77C08">
      <w:r>
        <w:t>220.1004</w:t>
      </w:r>
      <w:r>
        <w:tab/>
        <w:t>2.025e0</w:t>
      </w:r>
    </w:p>
    <w:p w:rsidR="00B77C08" w:rsidRDefault="00B77C08" w:rsidP="00B77C08">
      <w:r>
        <w:t>220.1166</w:t>
      </w:r>
      <w:r>
        <w:tab/>
        <w:t>2.025e0</w:t>
      </w:r>
    </w:p>
    <w:p w:rsidR="00B77C08" w:rsidRDefault="00B77C08" w:rsidP="00B77C08">
      <w:r>
        <w:t>220.1208</w:t>
      </w:r>
      <w:r>
        <w:tab/>
        <w:t>1.013e0</w:t>
      </w:r>
    </w:p>
    <w:p w:rsidR="00B77C08" w:rsidRDefault="00B77C08" w:rsidP="00B77C08">
      <w:r>
        <w:t>220.1371</w:t>
      </w:r>
      <w:r>
        <w:tab/>
        <w:t>1.013e0</w:t>
      </w:r>
    </w:p>
    <w:p w:rsidR="00B77C08" w:rsidRDefault="00B77C08" w:rsidP="00B77C08">
      <w:r>
        <w:t>220.1898</w:t>
      </w:r>
      <w:r>
        <w:tab/>
        <w:t>2.025e0</w:t>
      </w:r>
    </w:p>
    <w:p w:rsidR="00B77C08" w:rsidRDefault="00B77C08" w:rsidP="00B77C08">
      <w:r>
        <w:t>220.2038</w:t>
      </w:r>
      <w:r>
        <w:tab/>
        <w:t>1.013e0</w:t>
      </w:r>
    </w:p>
    <w:p w:rsidR="00B77C08" w:rsidRDefault="00B77C08" w:rsidP="00B77C08">
      <w:r>
        <w:t>220.2706</w:t>
      </w:r>
      <w:r>
        <w:tab/>
        <w:t>1.013e0</w:t>
      </w:r>
    </w:p>
    <w:p w:rsidR="00B77C08" w:rsidRDefault="00B77C08" w:rsidP="00B77C08">
      <w:r>
        <w:t>220.2834</w:t>
      </w:r>
      <w:r>
        <w:tab/>
        <w:t>1.013e0</w:t>
      </w:r>
    </w:p>
    <w:p w:rsidR="00B77C08" w:rsidRDefault="00B77C08" w:rsidP="00B77C08">
      <w:r>
        <w:t>220.3098</w:t>
      </w:r>
      <w:r>
        <w:tab/>
        <w:t>1.013e0</w:t>
      </w:r>
    </w:p>
    <w:p w:rsidR="00B77C08" w:rsidRDefault="00B77C08" w:rsidP="00B77C08">
      <w:r>
        <w:t>220.3396</w:t>
      </w:r>
      <w:r>
        <w:tab/>
        <w:t>2.025e0</w:t>
      </w:r>
    </w:p>
    <w:p w:rsidR="00B77C08" w:rsidRDefault="00B77C08" w:rsidP="00B77C08">
      <w:r>
        <w:t>220.3512</w:t>
      </w:r>
      <w:r>
        <w:tab/>
        <w:t>2.025e0</w:t>
      </w:r>
    </w:p>
    <w:p w:rsidR="00B77C08" w:rsidRDefault="00B77C08" w:rsidP="00B77C08">
      <w:r>
        <w:t>220.3961</w:t>
      </w:r>
      <w:r>
        <w:tab/>
        <w:t>1.013e0</w:t>
      </w:r>
    </w:p>
    <w:p w:rsidR="00B77C08" w:rsidRDefault="00B77C08" w:rsidP="00B77C08">
      <w:r>
        <w:t>220.4519</w:t>
      </w:r>
      <w:r>
        <w:tab/>
        <w:t>2.025e0</w:t>
      </w:r>
    </w:p>
    <w:p w:rsidR="00B77C08" w:rsidRDefault="00B77C08" w:rsidP="00B77C08">
      <w:r>
        <w:t>220.4959</w:t>
      </w:r>
      <w:r>
        <w:tab/>
        <w:t>1.013e0</w:t>
      </w:r>
    </w:p>
    <w:p w:rsidR="00B77C08" w:rsidRDefault="00B77C08" w:rsidP="00B77C08">
      <w:r>
        <w:t>220.5118</w:t>
      </w:r>
      <w:r>
        <w:tab/>
        <w:t>2.025e0</w:t>
      </w:r>
    </w:p>
    <w:p w:rsidR="00B77C08" w:rsidRDefault="00B77C08" w:rsidP="00B77C08">
      <w:r>
        <w:t>220.5710</w:t>
      </w:r>
      <w:r>
        <w:tab/>
        <w:t>1.013e0</w:t>
      </w:r>
    </w:p>
    <w:p w:rsidR="00B77C08" w:rsidRDefault="00B77C08" w:rsidP="00B77C08">
      <w:r>
        <w:t>220.5787</w:t>
      </w:r>
      <w:r>
        <w:tab/>
        <w:t>1.013e0</w:t>
      </w:r>
    </w:p>
    <w:p w:rsidR="00B77C08" w:rsidRDefault="00B77C08" w:rsidP="00B77C08">
      <w:r>
        <w:lastRenderedPageBreak/>
        <w:t>220.6805</w:t>
      </w:r>
      <w:r>
        <w:tab/>
        <w:t>1.013e0</w:t>
      </w:r>
    </w:p>
    <w:p w:rsidR="00B77C08" w:rsidRDefault="00B77C08" w:rsidP="00B77C08">
      <w:r>
        <w:t>220.7803</w:t>
      </w:r>
      <w:r>
        <w:tab/>
        <w:t>1.013e0</w:t>
      </w:r>
    </w:p>
    <w:p w:rsidR="00B77C08" w:rsidRDefault="00B77C08" w:rsidP="00B77C08">
      <w:r>
        <w:t>220.8150</w:t>
      </w:r>
      <w:r>
        <w:tab/>
        <w:t>1.013e0</w:t>
      </w:r>
    </w:p>
    <w:p w:rsidR="00B77C08" w:rsidRDefault="00B77C08" w:rsidP="00B77C08">
      <w:r>
        <w:t>220.8468</w:t>
      </w:r>
      <w:r>
        <w:tab/>
        <w:t>1.013e0</w:t>
      </w:r>
    </w:p>
    <w:p w:rsidR="00B77C08" w:rsidRDefault="00B77C08" w:rsidP="00B77C08">
      <w:r>
        <w:t>220.9220</w:t>
      </w:r>
      <w:r>
        <w:tab/>
        <w:t>1.013e0</w:t>
      </w:r>
    </w:p>
    <w:p w:rsidR="00B77C08" w:rsidRDefault="00B77C08" w:rsidP="00B77C08">
      <w:r>
        <w:t>220.9456</w:t>
      </w:r>
      <w:r>
        <w:tab/>
        <w:t>1.013e0</w:t>
      </w:r>
    </w:p>
    <w:p w:rsidR="00B77C08" w:rsidRDefault="00B77C08" w:rsidP="00B77C08">
      <w:r>
        <w:t>220.9724</w:t>
      </w:r>
      <w:r>
        <w:tab/>
        <w:t>1.013e0</w:t>
      </w:r>
    </w:p>
    <w:p w:rsidR="00B77C08" w:rsidRDefault="00B77C08" w:rsidP="00B77C08">
      <w:r>
        <w:t>221.0057</w:t>
      </w:r>
      <w:r>
        <w:tab/>
        <w:t>2.025e0</w:t>
      </w:r>
    </w:p>
    <w:p w:rsidR="00B77C08" w:rsidRDefault="00B77C08" w:rsidP="00B77C08">
      <w:r>
        <w:t>221.0520</w:t>
      </w:r>
      <w:r>
        <w:tab/>
        <w:t>1.013e0</w:t>
      </w:r>
    </w:p>
    <w:p w:rsidR="00B77C08" w:rsidRDefault="00B77C08" w:rsidP="00B77C08">
      <w:r>
        <w:t>221.0540</w:t>
      </w:r>
      <w:r>
        <w:tab/>
        <w:t>2.025e0</w:t>
      </w:r>
    </w:p>
    <w:p w:rsidR="00B77C08" w:rsidRDefault="00B77C08" w:rsidP="00B77C08">
      <w:r>
        <w:t>221.1105</w:t>
      </w:r>
      <w:r>
        <w:tab/>
        <w:t>8.017e0</w:t>
      </w:r>
    </w:p>
    <w:p w:rsidR="00B77C08" w:rsidRDefault="00B77C08" w:rsidP="00B77C08">
      <w:r>
        <w:t>221.1671</w:t>
      </w:r>
      <w:r>
        <w:tab/>
        <w:t>1.013e0</w:t>
      </w:r>
    </w:p>
    <w:p w:rsidR="00B77C08" w:rsidRDefault="00B77C08" w:rsidP="00B77C08">
      <w:r>
        <w:t>221.1687</w:t>
      </w:r>
      <w:r>
        <w:tab/>
        <w:t>2.025e0</w:t>
      </w:r>
    </w:p>
    <w:p w:rsidR="00B77C08" w:rsidRDefault="00B77C08" w:rsidP="00B77C08">
      <w:r>
        <w:t>221.1745</w:t>
      </w:r>
      <w:r>
        <w:tab/>
        <w:t>2.025e0</w:t>
      </w:r>
    </w:p>
    <w:p w:rsidR="00B77C08" w:rsidRDefault="00B77C08" w:rsidP="00B77C08">
      <w:r>
        <w:t>221.2023</w:t>
      </w:r>
      <w:r>
        <w:tab/>
        <w:t>1.013e0</w:t>
      </w:r>
    </w:p>
    <w:p w:rsidR="00B77C08" w:rsidRDefault="00B77C08" w:rsidP="00B77C08">
      <w:r>
        <w:t>221.2229</w:t>
      </w:r>
      <w:r>
        <w:tab/>
        <w:t>1.013e0</w:t>
      </w:r>
    </w:p>
    <w:p w:rsidR="00B77C08" w:rsidRDefault="00B77C08" w:rsidP="00B77C08">
      <w:r>
        <w:t>221.2417</w:t>
      </w:r>
      <w:r>
        <w:tab/>
        <w:t>1.013e0</w:t>
      </w:r>
    </w:p>
    <w:p w:rsidR="00B77C08" w:rsidRDefault="00B77C08" w:rsidP="00B77C08">
      <w:r>
        <w:t>221.2610</w:t>
      </w:r>
      <w:r>
        <w:tab/>
        <w:t>1.013e0</w:t>
      </w:r>
    </w:p>
    <w:p w:rsidR="00B77C08" w:rsidRDefault="00B77C08" w:rsidP="00B77C08">
      <w:r>
        <w:t>221.3013</w:t>
      </w:r>
      <w:r>
        <w:tab/>
        <w:t>2.025e0</w:t>
      </w:r>
    </w:p>
    <w:p w:rsidR="00B77C08" w:rsidRDefault="00B77C08" w:rsidP="00B77C08">
      <w:r>
        <w:lastRenderedPageBreak/>
        <w:t>221.3171</w:t>
      </w:r>
      <w:r>
        <w:tab/>
        <w:t>1.013e0</w:t>
      </w:r>
    </w:p>
    <w:p w:rsidR="00B77C08" w:rsidRDefault="00B77C08" w:rsidP="00B77C08">
      <w:r>
        <w:t>221.4121</w:t>
      </w:r>
      <w:r>
        <w:tab/>
        <w:t>1.013e0</w:t>
      </w:r>
    </w:p>
    <w:p w:rsidR="00B77C08" w:rsidRDefault="00B77C08" w:rsidP="00B77C08">
      <w:r>
        <w:t>221.4322</w:t>
      </w:r>
      <w:r>
        <w:tab/>
        <w:t>1.013e0</w:t>
      </w:r>
    </w:p>
    <w:p w:rsidR="00B77C08" w:rsidRDefault="00B77C08" w:rsidP="00B77C08">
      <w:r>
        <w:t>221.4552</w:t>
      </w:r>
      <w:r>
        <w:tab/>
        <w:t>2.025e0</w:t>
      </w:r>
    </w:p>
    <w:p w:rsidR="00B77C08" w:rsidRDefault="00B77C08" w:rsidP="00B77C08">
      <w:r>
        <w:t>221.4670</w:t>
      </w:r>
      <w:r>
        <w:tab/>
        <w:t>1.013e0</w:t>
      </w:r>
    </w:p>
    <w:p w:rsidR="00B77C08" w:rsidRDefault="00B77C08" w:rsidP="00B77C08">
      <w:r>
        <w:t>221.5113</w:t>
      </w:r>
      <w:r>
        <w:tab/>
        <w:t>1.013e0</w:t>
      </w:r>
    </w:p>
    <w:p w:rsidR="00B77C08" w:rsidRDefault="00B77C08" w:rsidP="00B77C08">
      <w:r>
        <w:t>221.5458</w:t>
      </w:r>
      <w:r>
        <w:tab/>
        <w:t>2.025e0</w:t>
      </w:r>
    </w:p>
    <w:p w:rsidR="00B77C08" w:rsidRDefault="00B77C08" w:rsidP="00B77C08">
      <w:r>
        <w:t>221.5749</w:t>
      </w:r>
      <w:r>
        <w:tab/>
        <w:t>1.013e0</w:t>
      </w:r>
    </w:p>
    <w:p w:rsidR="00B77C08" w:rsidRDefault="00B77C08" w:rsidP="00B77C08">
      <w:r>
        <w:t>221.6129</w:t>
      </w:r>
      <w:r>
        <w:tab/>
        <w:t>1.013e0</w:t>
      </w:r>
    </w:p>
    <w:p w:rsidR="00B77C08" w:rsidRDefault="00B77C08" w:rsidP="00B77C08">
      <w:r>
        <w:t>221.6423</w:t>
      </w:r>
      <w:r>
        <w:tab/>
        <w:t>1.013e0</w:t>
      </w:r>
    </w:p>
    <w:p w:rsidR="00B77C08" w:rsidRDefault="00B77C08" w:rsidP="00B77C08">
      <w:r>
        <w:t>221.7684</w:t>
      </w:r>
      <w:r>
        <w:tab/>
        <w:t>1.013e0</w:t>
      </w:r>
    </w:p>
    <w:p w:rsidR="00B77C08" w:rsidRDefault="00B77C08" w:rsidP="00B77C08">
      <w:r>
        <w:t>221.8712</w:t>
      </w:r>
      <w:r>
        <w:tab/>
        <w:t>1.013e0</w:t>
      </w:r>
    </w:p>
    <w:p w:rsidR="00B77C08" w:rsidRDefault="00B77C08" w:rsidP="00B77C08">
      <w:r>
        <w:t>221.8940</w:t>
      </w:r>
      <w:r>
        <w:tab/>
        <w:t>1.013e0</w:t>
      </w:r>
    </w:p>
    <w:p w:rsidR="00B77C08" w:rsidRDefault="00B77C08" w:rsidP="00B77C08">
      <w:r>
        <w:t>221.9615</w:t>
      </w:r>
      <w:r>
        <w:tab/>
        <w:t>1.013e0</w:t>
      </w:r>
    </w:p>
    <w:p w:rsidR="00B77C08" w:rsidRDefault="00B77C08" w:rsidP="00B77C08">
      <w:r>
        <w:t>222.0179</w:t>
      </w:r>
      <w:r>
        <w:tab/>
        <w:t>3.683e1</w:t>
      </w:r>
    </w:p>
    <w:p w:rsidR="00B77C08" w:rsidRDefault="00B77C08" w:rsidP="00B77C08">
      <w:r>
        <w:t>222.0678</w:t>
      </w:r>
      <w:r>
        <w:tab/>
        <w:t>3.038e0</w:t>
      </w:r>
    </w:p>
    <w:p w:rsidR="00B77C08" w:rsidRDefault="00B77C08" w:rsidP="00B77C08">
      <w:r>
        <w:t>222.0691</w:t>
      </w:r>
      <w:r>
        <w:tab/>
        <w:t>1.013e0</w:t>
      </w:r>
    </w:p>
    <w:p w:rsidR="00B77C08" w:rsidRDefault="00B77C08" w:rsidP="00B77C08">
      <w:r>
        <w:t>222.0797</w:t>
      </w:r>
      <w:r>
        <w:tab/>
        <w:t>4.051e0</w:t>
      </w:r>
    </w:p>
    <w:p w:rsidR="00B77C08" w:rsidRDefault="00B77C08" w:rsidP="00B77C08">
      <w:r>
        <w:t>222.1004</w:t>
      </w:r>
      <w:r>
        <w:tab/>
        <w:t>2.025e0</w:t>
      </w:r>
    </w:p>
    <w:p w:rsidR="00B77C08" w:rsidRDefault="00B77C08" w:rsidP="00B77C08">
      <w:r>
        <w:lastRenderedPageBreak/>
        <w:t>222.1043</w:t>
      </w:r>
      <w:r>
        <w:tab/>
        <w:t>3.038e0</w:t>
      </w:r>
    </w:p>
    <w:p w:rsidR="00B77C08" w:rsidRDefault="00B77C08" w:rsidP="00B77C08">
      <w:r>
        <w:t>222.1144</w:t>
      </w:r>
      <w:r>
        <w:tab/>
        <w:t>2.025e0</w:t>
      </w:r>
    </w:p>
    <w:p w:rsidR="00B77C08" w:rsidRDefault="00B77C08" w:rsidP="00B77C08">
      <w:r>
        <w:t>222.1347</w:t>
      </w:r>
      <w:r>
        <w:tab/>
        <w:t>3.038e0</w:t>
      </w:r>
    </w:p>
    <w:p w:rsidR="00B77C08" w:rsidRDefault="00B77C08" w:rsidP="00B77C08">
      <w:r>
        <w:t>222.1708</w:t>
      </w:r>
      <w:r>
        <w:tab/>
        <w:t>5.063e0</w:t>
      </w:r>
    </w:p>
    <w:p w:rsidR="00B77C08" w:rsidRDefault="00B77C08" w:rsidP="00B77C08">
      <w:r>
        <w:t>222.1773</w:t>
      </w:r>
      <w:r>
        <w:tab/>
        <w:t>1.215e1</w:t>
      </w:r>
    </w:p>
    <w:p w:rsidR="00B77C08" w:rsidRDefault="00B77C08" w:rsidP="00B77C08">
      <w:r>
        <w:t>222.1805</w:t>
      </w:r>
      <w:r>
        <w:tab/>
        <w:t>2.025e0</w:t>
      </w:r>
    </w:p>
    <w:p w:rsidR="00B77C08" w:rsidRDefault="00B77C08" w:rsidP="00B77C08">
      <w:r>
        <w:t>222.2116</w:t>
      </w:r>
      <w:r>
        <w:tab/>
        <w:t>1.013e0</w:t>
      </w:r>
    </w:p>
    <w:p w:rsidR="00B77C08" w:rsidRDefault="00B77C08" w:rsidP="00B77C08">
      <w:r>
        <w:t>222.2373</w:t>
      </w:r>
      <w:r>
        <w:tab/>
        <w:t>2.025e0</w:t>
      </w:r>
    </w:p>
    <w:p w:rsidR="00B77C08" w:rsidRDefault="00B77C08" w:rsidP="00B77C08">
      <w:r>
        <w:t>222.2636</w:t>
      </w:r>
      <w:r>
        <w:tab/>
        <w:t>2.025e0</w:t>
      </w:r>
    </w:p>
    <w:p w:rsidR="00B77C08" w:rsidRDefault="00B77C08" w:rsidP="00B77C08">
      <w:r>
        <w:t>222.2755</w:t>
      </w:r>
      <w:r>
        <w:tab/>
        <w:t>1.013e0</w:t>
      </w:r>
    </w:p>
    <w:p w:rsidR="00B77C08" w:rsidRDefault="00B77C08" w:rsidP="00B77C08">
      <w:r>
        <w:t>222.4258</w:t>
      </w:r>
      <w:r>
        <w:tab/>
        <w:t>1.013e0</w:t>
      </w:r>
    </w:p>
    <w:p w:rsidR="00B77C08" w:rsidRDefault="00B77C08" w:rsidP="00B77C08">
      <w:r>
        <w:t>222.5009</w:t>
      </w:r>
      <w:r>
        <w:tab/>
        <w:t>3.038e0</w:t>
      </w:r>
    </w:p>
    <w:p w:rsidR="00B77C08" w:rsidRDefault="00B77C08" w:rsidP="00B77C08">
      <w:r>
        <w:t>222.5365</w:t>
      </w:r>
      <w:r>
        <w:tab/>
        <w:t>2.025e0</w:t>
      </w:r>
    </w:p>
    <w:p w:rsidR="00B77C08" w:rsidRDefault="00B77C08" w:rsidP="00B77C08">
      <w:r>
        <w:t>222.5836</w:t>
      </w:r>
      <w:r>
        <w:tab/>
        <w:t>2.025e0</w:t>
      </w:r>
    </w:p>
    <w:p w:rsidR="00B77C08" w:rsidRDefault="00B77C08" w:rsidP="00B77C08">
      <w:r>
        <w:t>222.6042</w:t>
      </w:r>
      <w:r>
        <w:tab/>
        <w:t>1.013e0</w:t>
      </w:r>
    </w:p>
    <w:p w:rsidR="00B77C08" w:rsidRDefault="00B77C08" w:rsidP="00B77C08">
      <w:r>
        <w:t>222.6162</w:t>
      </w:r>
      <w:r>
        <w:tab/>
        <w:t>1.013e0</w:t>
      </w:r>
    </w:p>
    <w:p w:rsidR="00B77C08" w:rsidRDefault="00B77C08" w:rsidP="00B77C08">
      <w:r>
        <w:t>222.6716</w:t>
      </w:r>
      <w:r>
        <w:tab/>
        <w:t>1.013e0</w:t>
      </w:r>
    </w:p>
    <w:p w:rsidR="00B77C08" w:rsidRDefault="00B77C08" w:rsidP="00B77C08">
      <w:r>
        <w:t>222.6802</w:t>
      </w:r>
      <w:r>
        <w:tab/>
        <w:t>2.025e0</w:t>
      </w:r>
    </w:p>
    <w:p w:rsidR="00B77C08" w:rsidRDefault="00B77C08" w:rsidP="00B77C08">
      <w:r>
        <w:t>222.7069</w:t>
      </w:r>
      <w:r>
        <w:tab/>
        <w:t>2.025e0</w:t>
      </w:r>
    </w:p>
    <w:p w:rsidR="00B77C08" w:rsidRDefault="00B77C08" w:rsidP="00B77C08">
      <w:r>
        <w:lastRenderedPageBreak/>
        <w:t>222.7221</w:t>
      </w:r>
      <w:r>
        <w:tab/>
        <w:t>1.013e0</w:t>
      </w:r>
    </w:p>
    <w:p w:rsidR="00B77C08" w:rsidRDefault="00B77C08" w:rsidP="00B77C08">
      <w:r>
        <w:t>222.7432</w:t>
      </w:r>
      <w:r>
        <w:tab/>
        <w:t>1.013e0</w:t>
      </w:r>
    </w:p>
    <w:p w:rsidR="00B77C08" w:rsidRDefault="00B77C08" w:rsidP="00B77C08">
      <w:r>
        <w:t>222.7668</w:t>
      </w:r>
      <w:r>
        <w:tab/>
        <w:t>1.013e0</w:t>
      </w:r>
    </w:p>
    <w:p w:rsidR="00B77C08" w:rsidRDefault="00B77C08" w:rsidP="00B77C08">
      <w:r>
        <w:t>222.7911</w:t>
      </w:r>
      <w:r>
        <w:tab/>
        <w:t>3.038e0</w:t>
      </w:r>
    </w:p>
    <w:p w:rsidR="00B77C08" w:rsidRDefault="00B77C08" w:rsidP="00B77C08">
      <w:r>
        <w:t>222.7937</w:t>
      </w:r>
      <w:r>
        <w:tab/>
        <w:t>1.013e0</w:t>
      </w:r>
    </w:p>
    <w:p w:rsidR="00B77C08" w:rsidRDefault="00B77C08" w:rsidP="00B77C08">
      <w:r>
        <w:t>222.8067</w:t>
      </w:r>
      <w:r>
        <w:tab/>
        <w:t>1.013e0</w:t>
      </w:r>
    </w:p>
    <w:p w:rsidR="00B77C08" w:rsidRDefault="00B77C08" w:rsidP="00B77C08">
      <w:r>
        <w:t>222.8304</w:t>
      </w:r>
      <w:r>
        <w:tab/>
        <w:t>1.013e0</w:t>
      </w:r>
    </w:p>
    <w:p w:rsidR="00B77C08" w:rsidRDefault="00B77C08" w:rsidP="00B77C08">
      <w:r>
        <w:t>222.9209</w:t>
      </w:r>
      <w:r>
        <w:tab/>
        <w:t>2.025e0</w:t>
      </w:r>
    </w:p>
    <w:p w:rsidR="00B77C08" w:rsidRDefault="00B77C08" w:rsidP="00B77C08">
      <w:r>
        <w:t>222.9653</w:t>
      </w:r>
      <w:r>
        <w:tab/>
        <w:t>1.013e0</w:t>
      </w:r>
    </w:p>
    <w:p w:rsidR="00B77C08" w:rsidRDefault="00B77C08" w:rsidP="00B77C08">
      <w:r>
        <w:t>223.0123</w:t>
      </w:r>
      <w:r>
        <w:tab/>
        <w:t>1.013e1</w:t>
      </w:r>
    </w:p>
    <w:p w:rsidR="00B77C08" w:rsidRDefault="00B77C08" w:rsidP="00B77C08">
      <w:r>
        <w:t>223.0154</w:t>
      </w:r>
      <w:r>
        <w:tab/>
        <w:t>1.013e1</w:t>
      </w:r>
    </w:p>
    <w:p w:rsidR="00B77C08" w:rsidRDefault="00B77C08" w:rsidP="00B77C08">
      <w:r>
        <w:t>223.0479</w:t>
      </w:r>
      <w:r>
        <w:tab/>
        <w:t>1.013e0</w:t>
      </w:r>
    </w:p>
    <w:p w:rsidR="00B77C08" w:rsidRDefault="00B77C08" w:rsidP="00B77C08">
      <w:r>
        <w:t>223.0617</w:t>
      </w:r>
      <w:r>
        <w:tab/>
        <w:t>3.986e0</w:t>
      </w:r>
    </w:p>
    <w:p w:rsidR="00B77C08" w:rsidRDefault="00B77C08" w:rsidP="00B77C08">
      <w:r>
        <w:t>223.0915</w:t>
      </w:r>
      <w:r>
        <w:tab/>
        <w:t>6.076e0</w:t>
      </w:r>
    </w:p>
    <w:p w:rsidR="00B77C08" w:rsidRDefault="00B77C08" w:rsidP="00B77C08">
      <w:r>
        <w:t>223.0935</w:t>
      </w:r>
      <w:r>
        <w:tab/>
        <w:t>1.823e1</w:t>
      </w:r>
    </w:p>
    <w:p w:rsidR="00B77C08" w:rsidRDefault="00B77C08" w:rsidP="00B77C08">
      <w:r>
        <w:t>223.1118</w:t>
      </w:r>
      <w:r>
        <w:tab/>
        <w:t>2.598e0</w:t>
      </w:r>
    </w:p>
    <w:p w:rsidR="00B77C08" w:rsidRDefault="00B77C08" w:rsidP="00B77C08">
      <w:r>
        <w:t>223.1597</w:t>
      </w:r>
      <w:r>
        <w:tab/>
        <w:t>3.038e0</w:t>
      </w:r>
    </w:p>
    <w:p w:rsidR="00B77C08" w:rsidRDefault="00B77C08" w:rsidP="00B77C08">
      <w:r>
        <w:t>223.1752</w:t>
      </w:r>
      <w:r>
        <w:tab/>
        <w:t>1.013e0</w:t>
      </w:r>
    </w:p>
    <w:p w:rsidR="00B77C08" w:rsidRDefault="00B77C08" w:rsidP="00B77C08">
      <w:r>
        <w:t>223.1987</w:t>
      </w:r>
      <w:r>
        <w:tab/>
        <w:t>1.013e0</w:t>
      </w:r>
    </w:p>
    <w:p w:rsidR="00B77C08" w:rsidRDefault="00B77C08" w:rsidP="00B77C08">
      <w:r>
        <w:lastRenderedPageBreak/>
        <w:t>223.2236</w:t>
      </w:r>
      <w:r>
        <w:tab/>
        <w:t>2.025e0</w:t>
      </w:r>
    </w:p>
    <w:p w:rsidR="00B77C08" w:rsidRDefault="00B77C08" w:rsidP="00B77C08">
      <w:r>
        <w:t>223.2662</w:t>
      </w:r>
      <w:r>
        <w:tab/>
        <w:t>1.013e0</w:t>
      </w:r>
    </w:p>
    <w:p w:rsidR="00B77C08" w:rsidRDefault="00B77C08" w:rsidP="00B77C08">
      <w:r>
        <w:t>223.2911</w:t>
      </w:r>
      <w:r>
        <w:tab/>
        <w:t>1.013e0</w:t>
      </w:r>
    </w:p>
    <w:p w:rsidR="00B77C08" w:rsidRDefault="00B77C08" w:rsidP="00B77C08">
      <w:r>
        <w:t>223.3220</w:t>
      </w:r>
      <w:r>
        <w:tab/>
        <w:t>3.038e0</w:t>
      </w:r>
    </w:p>
    <w:p w:rsidR="00B77C08" w:rsidRDefault="00B77C08" w:rsidP="00B77C08">
      <w:r>
        <w:t>223.3418</w:t>
      </w:r>
      <w:r>
        <w:tab/>
        <w:t>1.013e0</w:t>
      </w:r>
    </w:p>
    <w:p w:rsidR="00B77C08" w:rsidRDefault="00B77C08" w:rsidP="00B77C08">
      <w:r>
        <w:t>223.3624</w:t>
      </w:r>
      <w:r>
        <w:tab/>
        <w:t>1.013e0</w:t>
      </w:r>
    </w:p>
    <w:p w:rsidR="00B77C08" w:rsidRDefault="00B77C08" w:rsidP="00B77C08">
      <w:r>
        <w:t>223.3996</w:t>
      </w:r>
      <w:r>
        <w:tab/>
        <w:t>2.025e0</w:t>
      </w:r>
    </w:p>
    <w:p w:rsidR="00B77C08" w:rsidRDefault="00B77C08" w:rsidP="00B77C08">
      <w:r>
        <w:t>223.4340</w:t>
      </w:r>
      <w:r>
        <w:tab/>
        <w:t>1.013e0</w:t>
      </w:r>
    </w:p>
    <w:p w:rsidR="00B77C08" w:rsidRDefault="00B77C08" w:rsidP="00B77C08">
      <w:r>
        <w:t>223.4626</w:t>
      </w:r>
      <w:r>
        <w:tab/>
        <w:t>2.025e0</w:t>
      </w:r>
    </w:p>
    <w:p w:rsidR="00B77C08" w:rsidRDefault="00B77C08" w:rsidP="00B77C08">
      <w:r>
        <w:t>223.4644</w:t>
      </w:r>
      <w:r>
        <w:tab/>
        <w:t>1.013e0</w:t>
      </w:r>
    </w:p>
    <w:p w:rsidR="00B77C08" w:rsidRDefault="00B77C08" w:rsidP="00B77C08">
      <w:r>
        <w:t>223.4859</w:t>
      </w:r>
      <w:r>
        <w:tab/>
        <w:t>4.051e0</w:t>
      </w:r>
    </w:p>
    <w:p w:rsidR="00B77C08" w:rsidRDefault="00B77C08" w:rsidP="00B77C08">
      <w:r>
        <w:t>223.5089</w:t>
      </w:r>
      <w:r>
        <w:tab/>
        <w:t>1.013e0</w:t>
      </w:r>
    </w:p>
    <w:p w:rsidR="00B77C08" w:rsidRDefault="00B77C08" w:rsidP="00B77C08">
      <w:r>
        <w:t>223.5247</w:t>
      </w:r>
      <w:r>
        <w:tab/>
        <w:t>1.013e0</w:t>
      </w:r>
    </w:p>
    <w:p w:rsidR="00B77C08" w:rsidRDefault="00B77C08" w:rsidP="00B77C08">
      <w:r>
        <w:t>223.5360</w:t>
      </w:r>
      <w:r>
        <w:tab/>
        <w:t>1.013e0</w:t>
      </w:r>
    </w:p>
    <w:p w:rsidR="00B77C08" w:rsidRDefault="00B77C08" w:rsidP="00B77C08">
      <w:r>
        <w:t>223.5445</w:t>
      </w:r>
      <w:r>
        <w:tab/>
        <w:t>1.013e0</w:t>
      </w:r>
    </w:p>
    <w:p w:rsidR="00B77C08" w:rsidRDefault="00B77C08" w:rsidP="00B77C08">
      <w:r>
        <w:t>223.5726</w:t>
      </w:r>
      <w:r>
        <w:tab/>
        <w:t>2.025e0</w:t>
      </w:r>
    </w:p>
    <w:p w:rsidR="00B77C08" w:rsidRDefault="00B77C08" w:rsidP="00B77C08">
      <w:r>
        <w:t>223.5957</w:t>
      </w:r>
      <w:r>
        <w:tab/>
        <w:t>1.013e0</w:t>
      </w:r>
    </w:p>
    <w:p w:rsidR="00B77C08" w:rsidRDefault="00B77C08" w:rsidP="00B77C08">
      <w:r>
        <w:t>223.6424</w:t>
      </w:r>
      <w:r>
        <w:tab/>
        <w:t>2.025e0</w:t>
      </w:r>
    </w:p>
    <w:p w:rsidR="00B77C08" w:rsidRDefault="00B77C08" w:rsidP="00B77C08">
      <w:r>
        <w:t>223.6613</w:t>
      </w:r>
      <w:r>
        <w:tab/>
        <w:t>2.025e0</w:t>
      </w:r>
    </w:p>
    <w:p w:rsidR="00B77C08" w:rsidRDefault="00B77C08" w:rsidP="00B77C08">
      <w:r>
        <w:lastRenderedPageBreak/>
        <w:t>223.6843</w:t>
      </w:r>
      <w:r>
        <w:tab/>
        <w:t>1.013e0</w:t>
      </w:r>
    </w:p>
    <w:p w:rsidR="00B77C08" w:rsidRDefault="00B77C08" w:rsidP="00B77C08">
      <w:r>
        <w:t>223.6962</w:t>
      </w:r>
      <w:r>
        <w:tab/>
        <w:t>1.013e0</w:t>
      </w:r>
    </w:p>
    <w:p w:rsidR="00B77C08" w:rsidRDefault="00B77C08" w:rsidP="00B77C08">
      <w:r>
        <w:t>223.7235</w:t>
      </w:r>
      <w:r>
        <w:tab/>
        <w:t>1.013e0</w:t>
      </w:r>
    </w:p>
    <w:p w:rsidR="00B77C08" w:rsidRDefault="00B77C08" w:rsidP="00B77C08">
      <w:r>
        <w:t>223.7714</w:t>
      </w:r>
      <w:r>
        <w:tab/>
        <w:t>1.013e0</w:t>
      </w:r>
    </w:p>
    <w:p w:rsidR="00B77C08" w:rsidRDefault="00B77C08" w:rsidP="00B77C08">
      <w:r>
        <w:t>223.7791</w:t>
      </w:r>
      <w:r>
        <w:tab/>
        <w:t>1.013e0</w:t>
      </w:r>
    </w:p>
    <w:p w:rsidR="00B77C08" w:rsidRDefault="00B77C08" w:rsidP="00B77C08">
      <w:r>
        <w:t>223.7907</w:t>
      </w:r>
      <w:r>
        <w:tab/>
        <w:t>1.013e0</w:t>
      </w:r>
    </w:p>
    <w:p w:rsidR="00B77C08" w:rsidRDefault="00B77C08" w:rsidP="00B77C08">
      <w:r>
        <w:t>223.8275</w:t>
      </w:r>
      <w:r>
        <w:tab/>
        <w:t>2.025e0</w:t>
      </w:r>
    </w:p>
    <w:p w:rsidR="00B77C08" w:rsidRDefault="00B77C08" w:rsidP="00B77C08">
      <w:r>
        <w:t>223.8547</w:t>
      </w:r>
      <w:r>
        <w:tab/>
        <w:t>2.025e0</w:t>
      </w:r>
    </w:p>
    <w:p w:rsidR="00B77C08" w:rsidRDefault="00B77C08" w:rsidP="00B77C08">
      <w:r>
        <w:t>223.8582</w:t>
      </w:r>
      <w:r>
        <w:tab/>
        <w:t>1.013e0</w:t>
      </w:r>
    </w:p>
    <w:p w:rsidR="00B77C08" w:rsidRDefault="00B77C08" w:rsidP="00B77C08">
      <w:r>
        <w:t>223.8830</w:t>
      </w:r>
      <w:r>
        <w:tab/>
        <w:t>1.013e0</w:t>
      </w:r>
    </w:p>
    <w:p w:rsidR="00B77C08" w:rsidRDefault="00B77C08" w:rsidP="00B77C08">
      <w:r>
        <w:t>223.8988</w:t>
      </w:r>
      <w:r>
        <w:tab/>
        <w:t>1.013e0</w:t>
      </w:r>
    </w:p>
    <w:p w:rsidR="00B77C08" w:rsidRDefault="00B77C08" w:rsidP="00B77C08">
      <w:r>
        <w:t>223.9104</w:t>
      </w:r>
      <w:r>
        <w:tab/>
        <w:t>3.038e0</w:t>
      </w:r>
    </w:p>
    <w:p w:rsidR="00B77C08" w:rsidRDefault="00B77C08" w:rsidP="00B77C08">
      <w:r>
        <w:t>223.9213</w:t>
      </w:r>
      <w:r>
        <w:tab/>
        <w:t>3.038e0</w:t>
      </w:r>
    </w:p>
    <w:p w:rsidR="00B77C08" w:rsidRDefault="00B77C08" w:rsidP="00B77C08">
      <w:r>
        <w:t>223.9334</w:t>
      </w:r>
      <w:r>
        <w:tab/>
        <w:t>1.013e0</w:t>
      </w:r>
    </w:p>
    <w:p w:rsidR="00B77C08" w:rsidRDefault="00B77C08" w:rsidP="00B77C08">
      <w:r>
        <w:t>223.9541</w:t>
      </w:r>
      <w:r>
        <w:tab/>
        <w:t>2.025e0</w:t>
      </w:r>
    </w:p>
    <w:p w:rsidR="00B77C08" w:rsidRDefault="00B77C08" w:rsidP="00B77C08">
      <w:r>
        <w:t>224.0123</w:t>
      </w:r>
      <w:r>
        <w:tab/>
        <w:t>2.261e2</w:t>
      </w:r>
    </w:p>
    <w:p w:rsidR="00B77C08" w:rsidRDefault="00B77C08" w:rsidP="00B77C08">
      <w:r>
        <w:t>224.0137</w:t>
      </w:r>
      <w:r>
        <w:tab/>
        <w:t>4.628e2</w:t>
      </w:r>
    </w:p>
    <w:p w:rsidR="00B77C08" w:rsidRDefault="00B77C08" w:rsidP="00B77C08">
      <w:r>
        <w:t>224.0876</w:t>
      </w:r>
      <w:r>
        <w:tab/>
        <w:t>3.038e0</w:t>
      </w:r>
    </w:p>
    <w:p w:rsidR="00B77C08" w:rsidRDefault="00B77C08" w:rsidP="00B77C08">
      <w:r>
        <w:t>224.1012</w:t>
      </w:r>
      <w:r>
        <w:tab/>
        <w:t>1.186e1</w:t>
      </w:r>
    </w:p>
    <w:p w:rsidR="00B77C08" w:rsidRDefault="00B77C08" w:rsidP="00B77C08">
      <w:r>
        <w:lastRenderedPageBreak/>
        <w:t>224.1026</w:t>
      </w:r>
      <w:r>
        <w:tab/>
        <w:t>5.063e0</w:t>
      </w:r>
    </w:p>
    <w:p w:rsidR="00B77C08" w:rsidRDefault="00B77C08" w:rsidP="00B77C08">
      <w:r>
        <w:t>224.1219</w:t>
      </w:r>
      <w:r>
        <w:tab/>
        <w:t>8.101e0</w:t>
      </w:r>
    </w:p>
    <w:p w:rsidR="00B77C08" w:rsidRDefault="00B77C08" w:rsidP="00B77C08">
      <w:r>
        <w:t>224.1433</w:t>
      </w:r>
      <w:r>
        <w:tab/>
        <w:t>2.025e0</w:t>
      </w:r>
    </w:p>
    <w:p w:rsidR="00B77C08" w:rsidRDefault="00B77C08" w:rsidP="00B77C08">
      <w:r>
        <w:t>224.1584</w:t>
      </w:r>
      <w:r>
        <w:tab/>
        <w:t>4.051e0</w:t>
      </w:r>
    </w:p>
    <w:p w:rsidR="00B77C08" w:rsidRDefault="00B77C08" w:rsidP="00B77C08">
      <w:r>
        <w:t>224.1750</w:t>
      </w:r>
      <w:r>
        <w:tab/>
        <w:t>2.025e0</w:t>
      </w:r>
    </w:p>
    <w:p w:rsidR="00B77C08" w:rsidRDefault="00B77C08" w:rsidP="00B77C08">
      <w:r>
        <w:t>224.1939</w:t>
      </w:r>
      <w:r>
        <w:tab/>
        <w:t>3.038e0</w:t>
      </w:r>
    </w:p>
    <w:p w:rsidR="00B77C08" w:rsidRDefault="00B77C08" w:rsidP="00B77C08">
      <w:r>
        <w:t>224.1961</w:t>
      </w:r>
      <w:r>
        <w:tab/>
        <w:t>1.013e0</w:t>
      </w:r>
    </w:p>
    <w:p w:rsidR="00B77C08" w:rsidRDefault="00B77C08" w:rsidP="00B77C08">
      <w:r>
        <w:t>224.2169</w:t>
      </w:r>
      <w:r>
        <w:tab/>
        <w:t>1.013e0</w:t>
      </w:r>
    </w:p>
    <w:p w:rsidR="00B77C08" w:rsidRDefault="00B77C08" w:rsidP="00B77C08">
      <w:r>
        <w:t>224.2271</w:t>
      </w:r>
      <w:r>
        <w:tab/>
        <w:t>2.025e0</w:t>
      </w:r>
    </w:p>
    <w:p w:rsidR="00B77C08" w:rsidRDefault="00B77C08" w:rsidP="00B77C08">
      <w:r>
        <w:t>224.2332</w:t>
      </w:r>
      <w:r>
        <w:tab/>
        <w:t>1.013e0</w:t>
      </w:r>
    </w:p>
    <w:p w:rsidR="00B77C08" w:rsidRDefault="00B77C08" w:rsidP="00B77C08">
      <w:r>
        <w:t>224.2483</w:t>
      </w:r>
      <w:r>
        <w:tab/>
        <w:t>3.038e0</w:t>
      </w:r>
    </w:p>
    <w:p w:rsidR="00B77C08" w:rsidRDefault="00B77C08" w:rsidP="00B77C08">
      <w:r>
        <w:t>224.2695</w:t>
      </w:r>
      <w:r>
        <w:tab/>
        <w:t>3.038e0</w:t>
      </w:r>
    </w:p>
    <w:p w:rsidR="00B77C08" w:rsidRDefault="00B77C08" w:rsidP="00B77C08">
      <w:r>
        <w:t>224.2948</w:t>
      </w:r>
      <w:r>
        <w:tab/>
        <w:t>2.025e0</w:t>
      </w:r>
    </w:p>
    <w:p w:rsidR="00B77C08" w:rsidRDefault="00B77C08" w:rsidP="00B77C08">
      <w:r>
        <w:t>224.3086</w:t>
      </w:r>
      <w:r>
        <w:tab/>
        <w:t>1.013e0</w:t>
      </w:r>
    </w:p>
    <w:p w:rsidR="00B77C08" w:rsidRDefault="00B77C08" w:rsidP="00B77C08">
      <w:r>
        <w:t>224.3112</w:t>
      </w:r>
      <w:r>
        <w:tab/>
        <w:t>3.038e0</w:t>
      </w:r>
    </w:p>
    <w:p w:rsidR="00B77C08" w:rsidRDefault="00B77C08" w:rsidP="00B77C08">
      <w:r>
        <w:t>224.3275</w:t>
      </w:r>
      <w:r>
        <w:tab/>
        <w:t>2.025e0</w:t>
      </w:r>
    </w:p>
    <w:p w:rsidR="00B77C08" w:rsidRDefault="00B77C08" w:rsidP="00B77C08">
      <w:r>
        <w:t>224.3356</w:t>
      </w:r>
      <w:r>
        <w:tab/>
        <w:t>1.013e0</w:t>
      </w:r>
    </w:p>
    <w:p w:rsidR="00B77C08" w:rsidRDefault="00B77C08" w:rsidP="00B77C08">
      <w:r>
        <w:t>224.3613</w:t>
      </w:r>
      <w:r>
        <w:tab/>
        <w:t>3.038e0</w:t>
      </w:r>
    </w:p>
    <w:p w:rsidR="00B77C08" w:rsidRDefault="00B77C08" w:rsidP="00B77C08">
      <w:r>
        <w:t>224.3643</w:t>
      </w:r>
      <w:r>
        <w:tab/>
        <w:t>1.013e0</w:t>
      </w:r>
    </w:p>
    <w:p w:rsidR="00B77C08" w:rsidRDefault="00B77C08" w:rsidP="00B77C08">
      <w:r>
        <w:lastRenderedPageBreak/>
        <w:t>224.3685</w:t>
      </w:r>
      <w:r>
        <w:tab/>
        <w:t>2.025e0</w:t>
      </w:r>
    </w:p>
    <w:p w:rsidR="00B77C08" w:rsidRDefault="00B77C08" w:rsidP="00B77C08">
      <w:r>
        <w:t>224.4018</w:t>
      </w:r>
      <w:r>
        <w:tab/>
        <w:t>2.025e0</w:t>
      </w:r>
    </w:p>
    <w:p w:rsidR="00B77C08" w:rsidRDefault="00B77C08" w:rsidP="00B77C08">
      <w:r>
        <w:t>224.4285</w:t>
      </w:r>
      <w:r>
        <w:tab/>
        <w:t>2.025e0</w:t>
      </w:r>
    </w:p>
    <w:p w:rsidR="00B77C08" w:rsidRDefault="00B77C08" w:rsidP="00B77C08">
      <w:r>
        <w:t>224.4396</w:t>
      </w:r>
      <w:r>
        <w:tab/>
        <w:t>3.038e0</w:t>
      </w:r>
    </w:p>
    <w:p w:rsidR="00B77C08" w:rsidRDefault="00B77C08" w:rsidP="00B77C08">
      <w:r>
        <w:t>224.4551</w:t>
      </w:r>
      <w:r>
        <w:tab/>
        <w:t>2.025e0</w:t>
      </w:r>
    </w:p>
    <w:p w:rsidR="00B77C08" w:rsidRDefault="00B77C08" w:rsidP="00B77C08">
      <w:r>
        <w:t>224.4630</w:t>
      </w:r>
      <w:r>
        <w:tab/>
        <w:t>1.013e0</w:t>
      </w:r>
    </w:p>
    <w:p w:rsidR="00B77C08" w:rsidRDefault="00B77C08" w:rsidP="00B77C08">
      <w:r>
        <w:t>224.4884</w:t>
      </w:r>
      <w:r>
        <w:tab/>
        <w:t>1.013e0</w:t>
      </w:r>
    </w:p>
    <w:p w:rsidR="00B77C08" w:rsidRDefault="00B77C08" w:rsidP="00B77C08">
      <w:r>
        <w:t>224.5115</w:t>
      </w:r>
      <w:r>
        <w:tab/>
        <w:t>1.013e0</w:t>
      </w:r>
    </w:p>
    <w:p w:rsidR="00B77C08" w:rsidRDefault="00B77C08" w:rsidP="00B77C08">
      <w:r>
        <w:t>224.5150</w:t>
      </w:r>
      <w:r>
        <w:tab/>
        <w:t>2.025e0</w:t>
      </w:r>
    </w:p>
    <w:p w:rsidR="00B77C08" w:rsidRDefault="00B77C08" w:rsidP="00B77C08">
      <w:r>
        <w:t>224.5637</w:t>
      </w:r>
      <w:r>
        <w:tab/>
        <w:t>2.025e0</w:t>
      </w:r>
    </w:p>
    <w:p w:rsidR="00B77C08" w:rsidRDefault="00B77C08" w:rsidP="00B77C08">
      <w:r>
        <w:t>224.5700</w:t>
      </w:r>
      <w:r>
        <w:tab/>
        <w:t>4.051e0</w:t>
      </w:r>
    </w:p>
    <w:p w:rsidR="00B77C08" w:rsidRDefault="00B77C08" w:rsidP="00B77C08">
      <w:r>
        <w:t>224.5787</w:t>
      </w:r>
      <w:r>
        <w:tab/>
        <w:t>2.025e0</w:t>
      </w:r>
    </w:p>
    <w:p w:rsidR="00B77C08" w:rsidRDefault="00B77C08" w:rsidP="00B77C08">
      <w:r>
        <w:t>224.5928</w:t>
      </w:r>
      <w:r>
        <w:tab/>
        <w:t>2.025e0</w:t>
      </w:r>
    </w:p>
    <w:p w:rsidR="00B77C08" w:rsidRDefault="00B77C08" w:rsidP="00B77C08">
      <w:r>
        <w:t>224.6153</w:t>
      </w:r>
      <w:r>
        <w:tab/>
        <w:t>1.013e0</w:t>
      </w:r>
    </w:p>
    <w:p w:rsidR="00B77C08" w:rsidRDefault="00B77C08" w:rsidP="00B77C08">
      <w:r>
        <w:t>224.6274</w:t>
      </w:r>
      <w:r>
        <w:tab/>
        <w:t>1.013e0</w:t>
      </w:r>
    </w:p>
    <w:p w:rsidR="00B77C08" w:rsidRDefault="00B77C08" w:rsidP="00B77C08">
      <w:r>
        <w:t>224.6310</w:t>
      </w:r>
      <w:r>
        <w:tab/>
        <w:t>2.025e0</w:t>
      </w:r>
    </w:p>
    <w:p w:rsidR="00B77C08" w:rsidRDefault="00B77C08" w:rsidP="00B77C08">
      <w:r>
        <w:t>224.6620</w:t>
      </w:r>
      <w:r>
        <w:tab/>
        <w:t>2.025e0</w:t>
      </w:r>
    </w:p>
    <w:p w:rsidR="00B77C08" w:rsidRDefault="00B77C08" w:rsidP="00B77C08">
      <w:r>
        <w:t>224.6815</w:t>
      </w:r>
      <w:r>
        <w:tab/>
        <w:t>3.038e0</w:t>
      </w:r>
    </w:p>
    <w:p w:rsidR="00B77C08" w:rsidRDefault="00B77C08" w:rsidP="00B77C08">
      <w:r>
        <w:t>224.6912</w:t>
      </w:r>
      <w:r>
        <w:tab/>
        <w:t>1.013e0</w:t>
      </w:r>
    </w:p>
    <w:p w:rsidR="00B77C08" w:rsidRDefault="00B77C08" w:rsidP="00B77C08">
      <w:r>
        <w:lastRenderedPageBreak/>
        <w:t>224.7024</w:t>
      </w:r>
      <w:r>
        <w:tab/>
        <w:t>2.025e0</w:t>
      </w:r>
    </w:p>
    <w:p w:rsidR="00B77C08" w:rsidRDefault="00B77C08" w:rsidP="00B77C08">
      <w:r>
        <w:t>224.7180</w:t>
      </w:r>
      <w:r>
        <w:tab/>
        <w:t>2.025e0</w:t>
      </w:r>
    </w:p>
    <w:p w:rsidR="00B77C08" w:rsidRDefault="00B77C08" w:rsidP="00B77C08">
      <w:r>
        <w:t>224.7468</w:t>
      </w:r>
      <w:r>
        <w:tab/>
        <w:t>1.013e0</w:t>
      </w:r>
    </w:p>
    <w:p w:rsidR="00B77C08" w:rsidRDefault="00B77C08" w:rsidP="00B77C08">
      <w:r>
        <w:t>224.7627</w:t>
      </w:r>
      <w:r>
        <w:tab/>
        <w:t>2.025e0</w:t>
      </w:r>
    </w:p>
    <w:p w:rsidR="00B77C08" w:rsidRDefault="00B77C08" w:rsidP="00B77C08">
      <w:r>
        <w:t>224.7720</w:t>
      </w:r>
      <w:r>
        <w:tab/>
        <w:t>4.051e0</w:t>
      </w:r>
    </w:p>
    <w:p w:rsidR="00B77C08" w:rsidRDefault="00B77C08" w:rsidP="00B77C08">
      <w:r>
        <w:t>224.7935</w:t>
      </w:r>
      <w:r>
        <w:tab/>
        <w:t>1.013e0</w:t>
      </w:r>
    </w:p>
    <w:p w:rsidR="00B77C08" w:rsidRDefault="00B77C08" w:rsidP="00B77C08">
      <w:r>
        <w:t>224.8066</w:t>
      </w:r>
      <w:r>
        <w:tab/>
        <w:t>1.013e0</w:t>
      </w:r>
    </w:p>
    <w:p w:rsidR="00B77C08" w:rsidRDefault="00B77C08" w:rsidP="00B77C08">
      <w:r>
        <w:t>224.8455</w:t>
      </w:r>
      <w:r>
        <w:tab/>
        <w:t>1.013e0</w:t>
      </w:r>
    </w:p>
    <w:p w:rsidR="00B77C08" w:rsidRDefault="00B77C08" w:rsidP="00B77C08">
      <w:r>
        <w:t>224.8493</w:t>
      </w:r>
      <w:r>
        <w:tab/>
        <w:t>1.013e0</w:t>
      </w:r>
    </w:p>
    <w:p w:rsidR="00B77C08" w:rsidRDefault="00B77C08" w:rsidP="00B77C08">
      <w:r>
        <w:t>224.8722</w:t>
      </w:r>
      <w:r>
        <w:tab/>
        <w:t>2.025e0</w:t>
      </w:r>
    </w:p>
    <w:p w:rsidR="00B77C08" w:rsidRDefault="00B77C08" w:rsidP="00B77C08">
      <w:r>
        <w:t>224.8784</w:t>
      </w:r>
      <w:r>
        <w:tab/>
        <w:t>1.013e0</w:t>
      </w:r>
    </w:p>
    <w:p w:rsidR="00B77C08" w:rsidRDefault="00B77C08" w:rsidP="00B77C08">
      <w:r>
        <w:t>224.8919</w:t>
      </w:r>
      <w:r>
        <w:tab/>
        <w:t>2.025e0</w:t>
      </w:r>
    </w:p>
    <w:p w:rsidR="00B77C08" w:rsidRDefault="00B77C08" w:rsidP="00B77C08">
      <w:r>
        <w:t>224.8942</w:t>
      </w:r>
      <w:r>
        <w:tab/>
        <w:t>2.025e0</w:t>
      </w:r>
    </w:p>
    <w:p w:rsidR="00B77C08" w:rsidRDefault="00B77C08" w:rsidP="00B77C08">
      <w:r>
        <w:t>224.9054</w:t>
      </w:r>
      <w:r>
        <w:tab/>
        <w:t>1.013e0</w:t>
      </w:r>
    </w:p>
    <w:p w:rsidR="00B77C08" w:rsidRDefault="00B77C08" w:rsidP="00B77C08">
      <w:r>
        <w:t>224.9297</w:t>
      </w:r>
      <w:r>
        <w:tab/>
        <w:t>1.013e0</w:t>
      </w:r>
    </w:p>
    <w:p w:rsidR="00B77C08" w:rsidRDefault="00B77C08" w:rsidP="00B77C08">
      <w:r>
        <w:t>224.9692</w:t>
      </w:r>
      <w:r>
        <w:tab/>
        <w:t>2.025e0</w:t>
      </w:r>
    </w:p>
    <w:p w:rsidR="00B77C08" w:rsidRDefault="00B77C08" w:rsidP="00B77C08">
      <w:r>
        <w:t>224.9704</w:t>
      </w:r>
      <w:r>
        <w:tab/>
        <w:t>3.038e0</w:t>
      </w:r>
    </w:p>
    <w:p w:rsidR="00B77C08" w:rsidRDefault="00B77C08" w:rsidP="00B77C08">
      <w:r>
        <w:t>225.0144</w:t>
      </w:r>
      <w:r>
        <w:tab/>
        <w:t>4.364e1</w:t>
      </w:r>
    </w:p>
    <w:p w:rsidR="00B77C08" w:rsidRDefault="00B77C08" w:rsidP="00B77C08">
      <w:r>
        <w:t>225.0174</w:t>
      </w:r>
      <w:r>
        <w:tab/>
        <w:t>2.953e1</w:t>
      </w:r>
    </w:p>
    <w:p w:rsidR="00B77C08" w:rsidRDefault="00B77C08" w:rsidP="00B77C08">
      <w:r>
        <w:lastRenderedPageBreak/>
        <w:t>225.0863</w:t>
      </w:r>
      <w:r>
        <w:tab/>
        <w:t>5.826e1</w:t>
      </w:r>
    </w:p>
    <w:p w:rsidR="00B77C08" w:rsidRDefault="00B77C08" w:rsidP="00B77C08">
      <w:r>
        <w:t>225.0918</w:t>
      </w:r>
      <w:r>
        <w:tab/>
        <w:t>1.924e1</w:t>
      </w:r>
    </w:p>
    <w:p w:rsidR="00B77C08" w:rsidRDefault="00B77C08" w:rsidP="00B77C08">
      <w:r>
        <w:t>225.1371</w:t>
      </w:r>
      <w:r>
        <w:tab/>
        <w:t>2.025e0</w:t>
      </w:r>
    </w:p>
    <w:p w:rsidR="00B77C08" w:rsidRDefault="00B77C08" w:rsidP="00B77C08">
      <w:r>
        <w:t>225.1393</w:t>
      </w:r>
      <w:r>
        <w:tab/>
        <w:t>2.025e0</w:t>
      </w:r>
    </w:p>
    <w:p w:rsidR="00B77C08" w:rsidRDefault="00B77C08" w:rsidP="00B77C08">
      <w:r>
        <w:t>225.1607</w:t>
      </w:r>
      <w:r>
        <w:tab/>
        <w:t>2.025e0</w:t>
      </w:r>
    </w:p>
    <w:p w:rsidR="00B77C08" w:rsidRDefault="00B77C08" w:rsidP="00B77C08">
      <w:r>
        <w:t>225.1649</w:t>
      </w:r>
      <w:r>
        <w:tab/>
        <w:t>2.025e0</w:t>
      </w:r>
    </w:p>
    <w:p w:rsidR="00B77C08" w:rsidRDefault="00B77C08" w:rsidP="00B77C08">
      <w:r>
        <w:t>225.1843</w:t>
      </w:r>
      <w:r>
        <w:tab/>
        <w:t>1.013e0</w:t>
      </w:r>
    </w:p>
    <w:p w:rsidR="00B77C08" w:rsidRDefault="00B77C08" w:rsidP="00B77C08">
      <w:r>
        <w:t>225.2160</w:t>
      </w:r>
      <w:r>
        <w:tab/>
        <w:t>3.038e0</w:t>
      </w:r>
    </w:p>
    <w:p w:rsidR="00B77C08" w:rsidRDefault="00B77C08" w:rsidP="00B77C08">
      <w:r>
        <w:t>225.2210</w:t>
      </w:r>
      <w:r>
        <w:tab/>
        <w:t>1.013e0</w:t>
      </w:r>
    </w:p>
    <w:p w:rsidR="00B77C08" w:rsidRDefault="00B77C08" w:rsidP="00B77C08">
      <w:r>
        <w:t>225.2245</w:t>
      </w:r>
      <w:r>
        <w:tab/>
        <w:t>3.038e0</w:t>
      </w:r>
    </w:p>
    <w:p w:rsidR="00B77C08" w:rsidRDefault="00B77C08" w:rsidP="00B77C08">
      <w:r>
        <w:t>225.2612</w:t>
      </w:r>
      <w:r>
        <w:tab/>
        <w:t>1.013e0</w:t>
      </w:r>
    </w:p>
    <w:p w:rsidR="00B77C08" w:rsidRDefault="00B77C08" w:rsidP="00B77C08">
      <w:r>
        <w:t>225.2764</w:t>
      </w:r>
      <w:r>
        <w:tab/>
        <w:t>3.038e0</w:t>
      </w:r>
    </w:p>
    <w:p w:rsidR="00B77C08" w:rsidRDefault="00B77C08" w:rsidP="00B77C08">
      <w:r>
        <w:t>225.2884</w:t>
      </w:r>
      <w:r>
        <w:tab/>
        <w:t>1.013e0</w:t>
      </w:r>
    </w:p>
    <w:p w:rsidR="00B77C08" w:rsidRDefault="00B77C08" w:rsidP="00B77C08">
      <w:r>
        <w:t>225.3301</w:t>
      </w:r>
      <w:r>
        <w:tab/>
        <w:t>2.025e0</w:t>
      </w:r>
    </w:p>
    <w:p w:rsidR="00B77C08" w:rsidRDefault="00B77C08" w:rsidP="00B77C08">
      <w:r>
        <w:t>225.3599</w:t>
      </w:r>
      <w:r>
        <w:tab/>
        <w:t>2.025e0</w:t>
      </w:r>
    </w:p>
    <w:p w:rsidR="00B77C08" w:rsidRDefault="00B77C08" w:rsidP="00B77C08">
      <w:r>
        <w:t>225.3773</w:t>
      </w:r>
      <w:r>
        <w:tab/>
        <w:t>2.025e0</w:t>
      </w:r>
    </w:p>
    <w:p w:rsidR="00B77C08" w:rsidRDefault="00B77C08" w:rsidP="00B77C08">
      <w:r>
        <w:t>225.4087</w:t>
      </w:r>
      <w:r>
        <w:tab/>
        <w:t>2.025e0</w:t>
      </w:r>
    </w:p>
    <w:p w:rsidR="00B77C08" w:rsidRDefault="00B77C08" w:rsidP="00B77C08">
      <w:r>
        <w:t>225.4122</w:t>
      </w:r>
      <w:r>
        <w:tab/>
        <w:t>1.013e0</w:t>
      </w:r>
    </w:p>
    <w:p w:rsidR="00B77C08" w:rsidRDefault="00B77C08" w:rsidP="00B77C08">
      <w:r>
        <w:t>225.4353</w:t>
      </w:r>
      <w:r>
        <w:tab/>
        <w:t>1.013e0</w:t>
      </w:r>
    </w:p>
    <w:p w:rsidR="00B77C08" w:rsidRDefault="00B77C08" w:rsidP="00B77C08">
      <w:r>
        <w:lastRenderedPageBreak/>
        <w:t>225.4607</w:t>
      </w:r>
      <w:r>
        <w:tab/>
        <w:t>1.013e0</w:t>
      </w:r>
    </w:p>
    <w:p w:rsidR="00B77C08" w:rsidRDefault="00B77C08" w:rsidP="00B77C08">
      <w:r>
        <w:t>225.5033</w:t>
      </w:r>
      <w:r>
        <w:tab/>
        <w:t>1.013e0</w:t>
      </w:r>
    </w:p>
    <w:p w:rsidR="00B77C08" w:rsidRDefault="00B77C08" w:rsidP="00B77C08">
      <w:r>
        <w:t>225.5284</w:t>
      </w:r>
      <w:r>
        <w:tab/>
        <w:t>1.013e0</w:t>
      </w:r>
    </w:p>
    <w:p w:rsidR="00B77C08" w:rsidRDefault="00B77C08" w:rsidP="00B77C08">
      <w:r>
        <w:t>225.5499</w:t>
      </w:r>
      <w:r>
        <w:tab/>
        <w:t>2.025e0</w:t>
      </w:r>
    </w:p>
    <w:p w:rsidR="00B77C08" w:rsidRDefault="00B77C08" w:rsidP="00B77C08">
      <w:r>
        <w:t>225.5923</w:t>
      </w:r>
      <w:r>
        <w:tab/>
        <w:t>1.013e0</w:t>
      </w:r>
    </w:p>
    <w:p w:rsidR="00B77C08" w:rsidRDefault="00B77C08" w:rsidP="00B77C08">
      <w:r>
        <w:t>225.6051</w:t>
      </w:r>
      <w:r>
        <w:tab/>
        <w:t>3.038e0</w:t>
      </w:r>
    </w:p>
    <w:p w:rsidR="00B77C08" w:rsidRDefault="00B77C08" w:rsidP="00B77C08">
      <w:r>
        <w:t>225.6398</w:t>
      </w:r>
      <w:r>
        <w:tab/>
        <w:t>1.013e0</w:t>
      </w:r>
    </w:p>
    <w:p w:rsidR="00B77C08" w:rsidRDefault="00B77C08" w:rsidP="00B77C08">
      <w:r>
        <w:t>225.7055</w:t>
      </w:r>
      <w:r>
        <w:tab/>
        <w:t>2.025e0</w:t>
      </w:r>
    </w:p>
    <w:p w:rsidR="00B77C08" w:rsidRDefault="00B77C08" w:rsidP="00B77C08">
      <w:r>
        <w:t>225.7076</w:t>
      </w:r>
      <w:r>
        <w:tab/>
        <w:t>1.013e0</w:t>
      </w:r>
    </w:p>
    <w:p w:rsidR="00B77C08" w:rsidRDefault="00B77C08" w:rsidP="00B77C08">
      <w:r>
        <w:t>225.7354</w:t>
      </w:r>
      <w:r>
        <w:tab/>
        <w:t>1.013e0</w:t>
      </w:r>
    </w:p>
    <w:p w:rsidR="00B77C08" w:rsidRDefault="00B77C08" w:rsidP="00B77C08">
      <w:r>
        <w:t>225.7395</w:t>
      </w:r>
      <w:r>
        <w:tab/>
        <w:t>2.025e0</w:t>
      </w:r>
    </w:p>
    <w:p w:rsidR="00B77C08" w:rsidRDefault="00B77C08" w:rsidP="00B77C08">
      <w:r>
        <w:t>225.7672</w:t>
      </w:r>
      <w:r>
        <w:tab/>
        <w:t>1.013e0</w:t>
      </w:r>
    </w:p>
    <w:p w:rsidR="00B77C08" w:rsidRDefault="00B77C08" w:rsidP="00B77C08">
      <w:r>
        <w:t>225.7920</w:t>
      </w:r>
      <w:r>
        <w:tab/>
        <w:t>2.025e0</w:t>
      </w:r>
    </w:p>
    <w:p w:rsidR="00B77C08" w:rsidRDefault="00B77C08" w:rsidP="00B77C08">
      <w:r>
        <w:t>225.8032</w:t>
      </w:r>
      <w:r>
        <w:tab/>
        <w:t>1.013e0</w:t>
      </w:r>
    </w:p>
    <w:p w:rsidR="00B77C08" w:rsidRDefault="00B77C08" w:rsidP="00B77C08">
      <w:r>
        <w:t>225.8226</w:t>
      </w:r>
      <w:r>
        <w:tab/>
        <w:t>1.013e0</w:t>
      </w:r>
    </w:p>
    <w:p w:rsidR="00B77C08" w:rsidRDefault="00B77C08" w:rsidP="00B77C08">
      <w:r>
        <w:t>225.8260</w:t>
      </w:r>
      <w:r>
        <w:tab/>
        <w:t>2.025e0</w:t>
      </w:r>
    </w:p>
    <w:p w:rsidR="00B77C08" w:rsidRDefault="00B77C08" w:rsidP="00B77C08">
      <w:r>
        <w:t>225.8852</w:t>
      </w:r>
      <w:r>
        <w:tab/>
        <w:t>2.025e0</w:t>
      </w:r>
    </w:p>
    <w:p w:rsidR="00B77C08" w:rsidRDefault="00B77C08" w:rsidP="00B77C08">
      <w:r>
        <w:t>225.8934</w:t>
      </w:r>
      <w:r>
        <w:tab/>
        <w:t>2.025e0</w:t>
      </w:r>
    </w:p>
    <w:p w:rsidR="00B77C08" w:rsidRDefault="00B77C08" w:rsidP="00B77C08">
      <w:r>
        <w:t>225.8951</w:t>
      </w:r>
      <w:r>
        <w:tab/>
        <w:t>1.013e0</w:t>
      </w:r>
    </w:p>
    <w:p w:rsidR="00B77C08" w:rsidRDefault="00B77C08" w:rsidP="00B77C08">
      <w:r>
        <w:lastRenderedPageBreak/>
        <w:t>225.9236</w:t>
      </w:r>
      <w:r>
        <w:tab/>
        <w:t>1.013e0</w:t>
      </w:r>
    </w:p>
    <w:p w:rsidR="00B77C08" w:rsidRDefault="00B77C08" w:rsidP="00B77C08">
      <w:r>
        <w:t>225.9429</w:t>
      </w:r>
      <w:r>
        <w:tab/>
        <w:t>1.013e0</w:t>
      </w:r>
    </w:p>
    <w:p w:rsidR="00B77C08" w:rsidRDefault="00B77C08" w:rsidP="00B77C08">
      <w:r>
        <w:t>225.9865</w:t>
      </w:r>
      <w:r>
        <w:tab/>
        <w:t>8.734e0</w:t>
      </w:r>
    </w:p>
    <w:p w:rsidR="00B77C08" w:rsidRDefault="00B77C08" w:rsidP="00B77C08">
      <w:r>
        <w:t>225.9995</w:t>
      </w:r>
      <w:r>
        <w:tab/>
        <w:t>7.858e0</w:t>
      </w:r>
    </w:p>
    <w:p w:rsidR="00B77C08" w:rsidRDefault="00B77C08" w:rsidP="00B77C08">
      <w:r>
        <w:t>226.0116</w:t>
      </w:r>
      <w:r>
        <w:tab/>
        <w:t>2.143e1</w:t>
      </w:r>
    </w:p>
    <w:p w:rsidR="00B77C08" w:rsidRDefault="00B77C08" w:rsidP="00B77C08">
      <w:r>
        <w:t>226.0203</w:t>
      </w:r>
      <w:r>
        <w:tab/>
        <w:t>3.404e1</w:t>
      </w:r>
    </w:p>
    <w:p w:rsidR="00B77C08" w:rsidRDefault="00B77C08" w:rsidP="00B77C08">
      <w:r>
        <w:t>226.0457</w:t>
      </w:r>
      <w:r>
        <w:tab/>
        <w:t>1.182e1</w:t>
      </w:r>
    </w:p>
    <w:p w:rsidR="00B77C08" w:rsidRDefault="00B77C08" w:rsidP="00B77C08">
      <w:r>
        <w:t>226.0518</w:t>
      </w:r>
      <w:r>
        <w:tab/>
        <w:t>1.316e1</w:t>
      </w:r>
    </w:p>
    <w:p w:rsidR="00B77C08" w:rsidRDefault="00B77C08" w:rsidP="00B77C08">
      <w:r>
        <w:t>226.0715</w:t>
      </w:r>
      <w:r>
        <w:tab/>
        <w:t>5.063e0</w:t>
      </w:r>
    </w:p>
    <w:p w:rsidR="00B77C08" w:rsidRDefault="00B77C08" w:rsidP="00B77C08">
      <w:r>
        <w:t>226.1047</w:t>
      </w:r>
      <w:r>
        <w:tab/>
        <w:t>2.932e0</w:t>
      </w:r>
    </w:p>
    <w:p w:rsidR="00B77C08" w:rsidRDefault="00B77C08" w:rsidP="00B77C08">
      <w:r>
        <w:t>226.1108</w:t>
      </w:r>
      <w:r>
        <w:tab/>
        <w:t>6.659e0</w:t>
      </w:r>
    </w:p>
    <w:p w:rsidR="00B77C08" w:rsidRDefault="00B77C08" w:rsidP="00B77C08">
      <w:r>
        <w:t>226.1150</w:t>
      </w:r>
      <w:r>
        <w:tab/>
        <w:t>1.013e0</w:t>
      </w:r>
    </w:p>
    <w:p w:rsidR="00B77C08" w:rsidRDefault="00B77C08" w:rsidP="00B77C08">
      <w:r>
        <w:t>226.1285</w:t>
      </w:r>
      <w:r>
        <w:tab/>
        <w:t>2.025e0</w:t>
      </w:r>
    </w:p>
    <w:p w:rsidR="00B77C08" w:rsidRDefault="00B77C08" w:rsidP="00B77C08">
      <w:r>
        <w:t>226.1407</w:t>
      </w:r>
      <w:r>
        <w:tab/>
        <w:t>5.424e0</w:t>
      </w:r>
    </w:p>
    <w:p w:rsidR="00B77C08" w:rsidRDefault="00B77C08" w:rsidP="00B77C08">
      <w:r>
        <w:t>226.1424</w:t>
      </w:r>
      <w:r>
        <w:tab/>
        <w:t>1.013e0</w:t>
      </w:r>
    </w:p>
    <w:p w:rsidR="00B77C08" w:rsidRDefault="00B77C08" w:rsidP="00B77C08">
      <w:r>
        <w:t>226.1565</w:t>
      </w:r>
      <w:r>
        <w:tab/>
        <w:t>2.025e0</w:t>
      </w:r>
    </w:p>
    <w:p w:rsidR="00B77C08" w:rsidRDefault="00B77C08" w:rsidP="00B77C08">
      <w:r>
        <w:t>226.1751</w:t>
      </w:r>
      <w:r>
        <w:tab/>
        <w:t>4.051e0</w:t>
      </w:r>
    </w:p>
    <w:p w:rsidR="00B77C08" w:rsidRDefault="00B77C08" w:rsidP="00B77C08">
      <w:r>
        <w:t>226.1837</w:t>
      </w:r>
      <w:r>
        <w:tab/>
        <w:t>3.038e0</w:t>
      </w:r>
    </w:p>
    <w:p w:rsidR="00B77C08" w:rsidRDefault="00B77C08" w:rsidP="00B77C08">
      <w:r>
        <w:t>226.1912</w:t>
      </w:r>
      <w:r>
        <w:tab/>
        <w:t>5.063e0</w:t>
      </w:r>
    </w:p>
    <w:p w:rsidR="00B77C08" w:rsidRDefault="00B77C08" w:rsidP="00B77C08">
      <w:r>
        <w:lastRenderedPageBreak/>
        <w:t>226.2107</w:t>
      </w:r>
      <w:r>
        <w:tab/>
        <w:t>1.013e0</w:t>
      </w:r>
    </w:p>
    <w:p w:rsidR="00B77C08" w:rsidRDefault="00B77C08" w:rsidP="00B77C08">
      <w:r>
        <w:t>226.2158</w:t>
      </w:r>
      <w:r>
        <w:tab/>
        <w:t>3.038e0</w:t>
      </w:r>
    </w:p>
    <w:p w:rsidR="00B77C08" w:rsidRDefault="00B77C08" w:rsidP="00B77C08">
      <w:r>
        <w:t>226.2393</w:t>
      </w:r>
      <w:r>
        <w:tab/>
        <w:t>2.025e0</w:t>
      </w:r>
    </w:p>
    <w:p w:rsidR="00B77C08" w:rsidRDefault="00B77C08" w:rsidP="00B77C08">
      <w:r>
        <w:t>226.2545</w:t>
      </w:r>
      <w:r>
        <w:tab/>
        <w:t>1.013e0</w:t>
      </w:r>
    </w:p>
    <w:p w:rsidR="00B77C08" w:rsidRDefault="00B77C08" w:rsidP="00B77C08">
      <w:r>
        <w:t>226.2832</w:t>
      </w:r>
      <w:r>
        <w:tab/>
        <w:t>1.013e0</w:t>
      </w:r>
    </w:p>
    <w:p w:rsidR="00B77C08" w:rsidRDefault="00B77C08" w:rsidP="00B77C08">
      <w:r>
        <w:t>226.3109</w:t>
      </w:r>
      <w:r>
        <w:tab/>
        <w:t>2.025e0</w:t>
      </w:r>
    </w:p>
    <w:p w:rsidR="00B77C08" w:rsidRDefault="00B77C08" w:rsidP="00B77C08">
      <w:r>
        <w:t>226.3344</w:t>
      </w:r>
      <w:r>
        <w:tab/>
        <w:t>1.013e0</w:t>
      </w:r>
    </w:p>
    <w:p w:rsidR="00B77C08" w:rsidRDefault="00B77C08" w:rsidP="00B77C08">
      <w:r>
        <w:t>226.3555</w:t>
      </w:r>
      <w:r>
        <w:tab/>
        <w:t>2.025e0</w:t>
      </w:r>
    </w:p>
    <w:p w:rsidR="00B77C08" w:rsidRDefault="00B77C08" w:rsidP="00B77C08">
      <w:r>
        <w:t>226.3592</w:t>
      </w:r>
      <w:r>
        <w:tab/>
        <w:t>1.013e0</w:t>
      </w:r>
    </w:p>
    <w:p w:rsidR="00B77C08" w:rsidRDefault="00B77C08" w:rsidP="00B77C08">
      <w:r>
        <w:t>226.3804</w:t>
      </w:r>
      <w:r>
        <w:tab/>
        <w:t>2.025e0</w:t>
      </w:r>
    </w:p>
    <w:p w:rsidR="00B77C08" w:rsidRDefault="00B77C08" w:rsidP="00B77C08">
      <w:r>
        <w:t>226.4028</w:t>
      </w:r>
      <w:r>
        <w:tab/>
        <w:t>1.013e0</w:t>
      </w:r>
    </w:p>
    <w:p w:rsidR="00B77C08" w:rsidRDefault="00B77C08" w:rsidP="00B77C08">
      <w:r>
        <w:t>226.4117</w:t>
      </w:r>
      <w:r>
        <w:tab/>
        <w:t>1.013e0</w:t>
      </w:r>
    </w:p>
    <w:p w:rsidR="00B77C08" w:rsidRDefault="00B77C08" w:rsidP="00B77C08">
      <w:r>
        <w:t>226.4193</w:t>
      </w:r>
      <w:r>
        <w:tab/>
        <w:t>2.025e0</w:t>
      </w:r>
    </w:p>
    <w:p w:rsidR="00B77C08" w:rsidRDefault="00B77C08" w:rsidP="00B77C08">
      <w:r>
        <w:t>226.4386</w:t>
      </w:r>
      <w:r>
        <w:tab/>
        <w:t>2.025e0</w:t>
      </w:r>
    </w:p>
    <w:p w:rsidR="00B77C08" w:rsidRDefault="00B77C08" w:rsidP="00B77C08">
      <w:r>
        <w:t>226.4586</w:t>
      </w:r>
      <w:r>
        <w:tab/>
        <w:t>1.013e0</w:t>
      </w:r>
    </w:p>
    <w:p w:rsidR="00B77C08" w:rsidRDefault="00B77C08" w:rsidP="00B77C08">
      <w:r>
        <w:t>226.5181</w:t>
      </w:r>
      <w:r>
        <w:tab/>
        <w:t>1.013e0</w:t>
      </w:r>
    </w:p>
    <w:p w:rsidR="00B77C08" w:rsidRDefault="00B77C08" w:rsidP="00B77C08">
      <w:r>
        <w:t>226.5352</w:t>
      </w:r>
      <w:r>
        <w:tab/>
        <w:t>1.013e0</w:t>
      </w:r>
    </w:p>
    <w:p w:rsidR="00B77C08" w:rsidRDefault="00B77C08" w:rsidP="00B77C08">
      <w:r>
        <w:t>226.5437</w:t>
      </w:r>
      <w:r>
        <w:tab/>
        <w:t>1.013e0</w:t>
      </w:r>
    </w:p>
    <w:p w:rsidR="00B77C08" w:rsidRDefault="00B77C08" w:rsidP="00B77C08">
      <w:r>
        <w:t>226.5954</w:t>
      </w:r>
      <w:r>
        <w:tab/>
        <w:t>2.025e0</w:t>
      </w:r>
    </w:p>
    <w:p w:rsidR="00B77C08" w:rsidRDefault="00B77C08" w:rsidP="00B77C08">
      <w:r>
        <w:lastRenderedPageBreak/>
        <w:t>226.6192</w:t>
      </w:r>
      <w:r>
        <w:tab/>
        <w:t>1.013e0</w:t>
      </w:r>
    </w:p>
    <w:p w:rsidR="00B77C08" w:rsidRDefault="00B77C08" w:rsidP="00B77C08">
      <w:r>
        <w:t>226.6266</w:t>
      </w:r>
      <w:r>
        <w:tab/>
        <w:t>1.013e0</w:t>
      </w:r>
    </w:p>
    <w:p w:rsidR="00B77C08" w:rsidRDefault="00B77C08" w:rsidP="00B77C08">
      <w:r>
        <w:t>226.6463</w:t>
      </w:r>
      <w:r>
        <w:tab/>
        <w:t>1.013e0</w:t>
      </w:r>
    </w:p>
    <w:p w:rsidR="00B77C08" w:rsidRDefault="00B77C08" w:rsidP="00B77C08">
      <w:r>
        <w:t>226.6828</w:t>
      </w:r>
      <w:r>
        <w:tab/>
        <w:t>1.013e0</w:t>
      </w:r>
    </w:p>
    <w:p w:rsidR="00B77C08" w:rsidRDefault="00B77C08" w:rsidP="00B77C08">
      <w:r>
        <w:t>226.7232</w:t>
      </w:r>
      <w:r>
        <w:tab/>
        <w:t>1.013e0</w:t>
      </w:r>
    </w:p>
    <w:p w:rsidR="00B77C08" w:rsidRDefault="00B77C08" w:rsidP="00B77C08">
      <w:r>
        <w:t>226.7449</w:t>
      </w:r>
      <w:r>
        <w:tab/>
        <w:t>2.025e0</w:t>
      </w:r>
    </w:p>
    <w:p w:rsidR="00B77C08" w:rsidRDefault="00B77C08" w:rsidP="00B77C08">
      <w:r>
        <w:t>226.7749</w:t>
      </w:r>
      <w:r>
        <w:tab/>
        <w:t>1.013e0</w:t>
      </w:r>
    </w:p>
    <w:p w:rsidR="00B77C08" w:rsidRDefault="00B77C08" w:rsidP="00B77C08">
      <w:r>
        <w:t>226.7808</w:t>
      </w:r>
      <w:r>
        <w:tab/>
        <w:t>2.025e0</w:t>
      </w:r>
    </w:p>
    <w:p w:rsidR="00B77C08" w:rsidRDefault="00B77C08" w:rsidP="00B77C08">
      <w:r>
        <w:t>226.8189</w:t>
      </w:r>
      <w:r>
        <w:tab/>
        <w:t>1.013e0</w:t>
      </w:r>
    </w:p>
    <w:p w:rsidR="00B77C08" w:rsidRDefault="00B77C08" w:rsidP="00B77C08">
      <w:r>
        <w:t>226.8387</w:t>
      </w:r>
      <w:r>
        <w:tab/>
        <w:t>1.013e0</w:t>
      </w:r>
    </w:p>
    <w:p w:rsidR="00B77C08" w:rsidRDefault="00B77C08" w:rsidP="00B77C08">
      <w:r>
        <w:t>226.8674</w:t>
      </w:r>
      <w:r>
        <w:tab/>
        <w:t>1.013e0</w:t>
      </w:r>
    </w:p>
    <w:p w:rsidR="00B77C08" w:rsidRDefault="00B77C08" w:rsidP="00B77C08">
      <w:r>
        <w:t>226.8890</w:t>
      </w:r>
      <w:r>
        <w:tab/>
        <w:t>2.025e0</w:t>
      </w:r>
    </w:p>
    <w:p w:rsidR="00B77C08" w:rsidRDefault="00B77C08" w:rsidP="00B77C08">
      <w:r>
        <w:t>226.9272</w:t>
      </w:r>
      <w:r>
        <w:tab/>
        <w:t>2.025e0</w:t>
      </w:r>
    </w:p>
    <w:p w:rsidR="00B77C08" w:rsidRDefault="00B77C08" w:rsidP="00B77C08">
      <w:r>
        <w:t>226.9911</w:t>
      </w:r>
      <w:r>
        <w:tab/>
        <w:t>2.025e0</w:t>
      </w:r>
    </w:p>
    <w:p w:rsidR="00B77C08" w:rsidRDefault="00B77C08" w:rsidP="00B77C08">
      <w:r>
        <w:t>226.9954</w:t>
      </w:r>
      <w:r>
        <w:tab/>
        <w:t>2.025e0</w:t>
      </w:r>
    </w:p>
    <w:p w:rsidR="00B77C08" w:rsidRDefault="00B77C08" w:rsidP="00B77C08">
      <w:r>
        <w:t>227.0066</w:t>
      </w:r>
      <w:r>
        <w:tab/>
        <w:t>1.013e0</w:t>
      </w:r>
    </w:p>
    <w:p w:rsidR="00B77C08" w:rsidRDefault="00B77C08" w:rsidP="00B77C08">
      <w:r>
        <w:t>227.0436</w:t>
      </w:r>
      <w:r>
        <w:tab/>
        <w:t>1.013e0</w:t>
      </w:r>
    </w:p>
    <w:p w:rsidR="00B77C08" w:rsidRDefault="00B77C08" w:rsidP="00B77C08">
      <w:r>
        <w:t>227.0496</w:t>
      </w:r>
      <w:r>
        <w:tab/>
        <w:t>4.051e0</w:t>
      </w:r>
    </w:p>
    <w:p w:rsidR="00B77C08" w:rsidRDefault="00B77C08" w:rsidP="00B77C08">
      <w:r>
        <w:t>227.0648</w:t>
      </w:r>
      <w:r>
        <w:tab/>
        <w:t>2.025e0</w:t>
      </w:r>
    </w:p>
    <w:p w:rsidR="00B77C08" w:rsidRDefault="00B77C08" w:rsidP="00B77C08">
      <w:r>
        <w:lastRenderedPageBreak/>
        <w:t>227.0801</w:t>
      </w:r>
      <w:r>
        <w:tab/>
        <w:t>2.025e0</w:t>
      </w:r>
    </w:p>
    <w:p w:rsidR="00B77C08" w:rsidRDefault="00B77C08" w:rsidP="00B77C08">
      <w:r>
        <w:t>227.0955</w:t>
      </w:r>
      <w:r>
        <w:tab/>
        <w:t>2.025e0</w:t>
      </w:r>
    </w:p>
    <w:p w:rsidR="00B77C08" w:rsidRDefault="00B77C08" w:rsidP="00B77C08">
      <w:r>
        <w:t>227.1205</w:t>
      </w:r>
      <w:r>
        <w:tab/>
        <w:t>5.063e0</w:t>
      </w:r>
    </w:p>
    <w:p w:rsidR="00B77C08" w:rsidRDefault="00B77C08" w:rsidP="00B77C08">
      <w:r>
        <w:t>227.1275</w:t>
      </w:r>
      <w:r>
        <w:tab/>
        <w:t>5.063e0</w:t>
      </w:r>
    </w:p>
    <w:p w:rsidR="00B77C08" w:rsidRDefault="00B77C08" w:rsidP="00B77C08">
      <w:r>
        <w:t>227.1678</w:t>
      </w:r>
      <w:r>
        <w:tab/>
        <w:t>1.013e0</w:t>
      </w:r>
    </w:p>
    <w:p w:rsidR="00B77C08" w:rsidRDefault="00B77C08" w:rsidP="00B77C08">
      <w:r>
        <w:t>227.1726</w:t>
      </w:r>
      <w:r>
        <w:tab/>
        <w:t>3.038e0</w:t>
      </w:r>
    </w:p>
    <w:p w:rsidR="00B77C08" w:rsidRDefault="00B77C08" w:rsidP="00B77C08">
      <w:r>
        <w:t>227.2097</w:t>
      </w:r>
      <w:r>
        <w:tab/>
        <w:t>3.038e0</w:t>
      </w:r>
    </w:p>
    <w:p w:rsidR="00B77C08" w:rsidRDefault="00B77C08" w:rsidP="00B77C08">
      <w:r>
        <w:t>227.2243</w:t>
      </w:r>
      <w:r>
        <w:tab/>
        <w:t>1.013e0</w:t>
      </w:r>
    </w:p>
    <w:p w:rsidR="00B77C08" w:rsidRDefault="00B77C08" w:rsidP="00B77C08">
      <w:r>
        <w:t>227.2435</w:t>
      </w:r>
      <w:r>
        <w:tab/>
        <w:t>3.038e0</w:t>
      </w:r>
    </w:p>
    <w:p w:rsidR="00B77C08" w:rsidRDefault="00B77C08" w:rsidP="00B77C08">
      <w:r>
        <w:t>227.2800</w:t>
      </w:r>
      <w:r>
        <w:tab/>
        <w:t>1.013e0</w:t>
      </w:r>
    </w:p>
    <w:p w:rsidR="00B77C08" w:rsidRDefault="00B77C08" w:rsidP="00B77C08">
      <w:r>
        <w:t>227.2896</w:t>
      </w:r>
      <w:r>
        <w:tab/>
        <w:t>2.025e0</w:t>
      </w:r>
    </w:p>
    <w:p w:rsidR="00B77C08" w:rsidRDefault="00B77C08" w:rsidP="00B77C08">
      <w:r>
        <w:t>227.3598</w:t>
      </w:r>
      <w:r>
        <w:tab/>
        <w:t>1.013e0</w:t>
      </w:r>
    </w:p>
    <w:p w:rsidR="00B77C08" w:rsidRDefault="00B77C08" w:rsidP="00B77C08">
      <w:r>
        <w:t>227.3679</w:t>
      </w:r>
      <w:r>
        <w:tab/>
        <w:t>2.025e0</w:t>
      </w:r>
    </w:p>
    <w:p w:rsidR="00B77C08" w:rsidRDefault="00B77C08" w:rsidP="00B77C08">
      <w:r>
        <w:t>227.4086</w:t>
      </w:r>
      <w:r>
        <w:tab/>
        <w:t>1.013e0</w:t>
      </w:r>
    </w:p>
    <w:p w:rsidR="00B77C08" w:rsidRDefault="00B77C08" w:rsidP="00B77C08">
      <w:r>
        <w:t>227.5114</w:t>
      </w:r>
      <w:r>
        <w:tab/>
        <w:t>1.013e0</w:t>
      </w:r>
    </w:p>
    <w:p w:rsidR="00B77C08" w:rsidRDefault="00B77C08" w:rsidP="00B77C08">
      <w:r>
        <w:t>227.5240</w:t>
      </w:r>
      <w:r>
        <w:tab/>
        <w:t>1.013e0</w:t>
      </w:r>
    </w:p>
    <w:p w:rsidR="00B77C08" w:rsidRDefault="00B77C08" w:rsidP="00B77C08">
      <w:r>
        <w:t>227.5329</w:t>
      </w:r>
      <w:r>
        <w:tab/>
        <w:t>1.013e0</w:t>
      </w:r>
    </w:p>
    <w:p w:rsidR="00B77C08" w:rsidRDefault="00B77C08" w:rsidP="00B77C08">
      <w:r>
        <w:t>227.6123</w:t>
      </w:r>
      <w:r>
        <w:tab/>
        <w:t>2.025e0</w:t>
      </w:r>
    </w:p>
    <w:p w:rsidR="00B77C08" w:rsidRDefault="00B77C08" w:rsidP="00B77C08">
      <w:r>
        <w:t>227.6358</w:t>
      </w:r>
      <w:r>
        <w:tab/>
        <w:t>1.013e0</w:t>
      </w:r>
    </w:p>
    <w:p w:rsidR="00B77C08" w:rsidRDefault="00B77C08" w:rsidP="00B77C08">
      <w:r>
        <w:lastRenderedPageBreak/>
        <w:t>227.6441</w:t>
      </w:r>
      <w:r>
        <w:tab/>
        <w:t>1.013e0</w:t>
      </w:r>
    </w:p>
    <w:p w:rsidR="00B77C08" w:rsidRDefault="00B77C08" w:rsidP="00B77C08">
      <w:r>
        <w:t>227.6723</w:t>
      </w:r>
      <w:r>
        <w:tab/>
        <w:t>2.025e0</w:t>
      </w:r>
    </w:p>
    <w:p w:rsidR="00B77C08" w:rsidRDefault="00B77C08" w:rsidP="00B77C08">
      <w:r>
        <w:t>227.6839</w:t>
      </w:r>
      <w:r>
        <w:tab/>
        <w:t>2.025e0</w:t>
      </w:r>
    </w:p>
    <w:p w:rsidR="00B77C08" w:rsidRDefault="00B77C08" w:rsidP="00B77C08">
      <w:r>
        <w:t>227.7131</w:t>
      </w:r>
      <w:r>
        <w:tab/>
        <w:t>1.013e0</w:t>
      </w:r>
    </w:p>
    <w:p w:rsidR="00B77C08" w:rsidRDefault="00B77C08" w:rsidP="00B77C08">
      <w:r>
        <w:t>227.7518</w:t>
      </w:r>
      <w:r>
        <w:tab/>
        <w:t>1.013e0</w:t>
      </w:r>
    </w:p>
    <w:p w:rsidR="00B77C08" w:rsidRDefault="00B77C08" w:rsidP="00B77C08">
      <w:r>
        <w:t>227.7853</w:t>
      </w:r>
      <w:r>
        <w:tab/>
        <w:t>1.013e0</w:t>
      </w:r>
    </w:p>
    <w:p w:rsidR="00B77C08" w:rsidRDefault="00B77C08" w:rsidP="00B77C08">
      <w:r>
        <w:t>227.7966</w:t>
      </w:r>
      <w:r>
        <w:tab/>
        <w:t>2.025e0</w:t>
      </w:r>
    </w:p>
    <w:p w:rsidR="00B77C08" w:rsidRDefault="00B77C08" w:rsidP="00B77C08">
      <w:r>
        <w:t>227.8085</w:t>
      </w:r>
      <w:r>
        <w:tab/>
        <w:t>2.025e0</w:t>
      </w:r>
    </w:p>
    <w:p w:rsidR="00B77C08" w:rsidRDefault="00B77C08" w:rsidP="00B77C08">
      <w:r>
        <w:t>227.8348</w:t>
      </w:r>
      <w:r>
        <w:tab/>
        <w:t>2.025e0</w:t>
      </w:r>
    </w:p>
    <w:p w:rsidR="00B77C08" w:rsidRDefault="00B77C08" w:rsidP="00B77C08">
      <w:r>
        <w:t>227.8907</w:t>
      </w:r>
      <w:r>
        <w:tab/>
        <w:t>2.025e0</w:t>
      </w:r>
    </w:p>
    <w:p w:rsidR="00B77C08" w:rsidRDefault="00B77C08" w:rsidP="00B77C08">
      <w:r>
        <w:t>227.9209</w:t>
      </w:r>
      <w:r>
        <w:tab/>
        <w:t>1.013e0</w:t>
      </w:r>
    </w:p>
    <w:p w:rsidR="00B77C08" w:rsidRDefault="00B77C08" w:rsidP="00B77C08">
      <w:r>
        <w:t>227.9845</w:t>
      </w:r>
      <w:r>
        <w:tab/>
        <w:t>3.934e1</w:t>
      </w:r>
    </w:p>
    <w:p w:rsidR="00B77C08" w:rsidRDefault="00B77C08" w:rsidP="00B77C08">
      <w:r>
        <w:t>227.9859</w:t>
      </w:r>
      <w:r>
        <w:tab/>
        <w:t>5.799e1</w:t>
      </w:r>
    </w:p>
    <w:p w:rsidR="00B77C08" w:rsidRDefault="00B77C08" w:rsidP="00B77C08">
      <w:r>
        <w:t>227.9915</w:t>
      </w:r>
      <w:r>
        <w:tab/>
        <w:t>6.434e1</w:t>
      </w:r>
    </w:p>
    <w:p w:rsidR="00B77C08" w:rsidRDefault="00B77C08" w:rsidP="00B77C08">
      <w:r>
        <w:t>228.0533</w:t>
      </w:r>
      <w:r>
        <w:tab/>
        <w:t>1.013e0</w:t>
      </w:r>
    </w:p>
    <w:p w:rsidR="00B77C08" w:rsidRDefault="00B77C08" w:rsidP="00B77C08">
      <w:r>
        <w:t>228.0796</w:t>
      </w:r>
      <w:r>
        <w:tab/>
        <w:t>2.025e0</w:t>
      </w:r>
    </w:p>
    <w:p w:rsidR="00B77C08" w:rsidRDefault="00B77C08" w:rsidP="00B77C08">
      <w:r>
        <w:t>228.1000</w:t>
      </w:r>
      <w:r>
        <w:tab/>
        <w:t>2.025e0</w:t>
      </w:r>
    </w:p>
    <w:p w:rsidR="00B77C08" w:rsidRDefault="00B77C08" w:rsidP="00B77C08">
      <w:r>
        <w:t>228.1096</w:t>
      </w:r>
      <w:r>
        <w:tab/>
        <w:t>3.038e0</w:t>
      </w:r>
    </w:p>
    <w:p w:rsidR="00B77C08" w:rsidRDefault="00B77C08" w:rsidP="00B77C08">
      <w:r>
        <w:t>228.1169</w:t>
      </w:r>
      <w:r>
        <w:tab/>
        <w:t>2.025e0</w:t>
      </w:r>
    </w:p>
    <w:p w:rsidR="00B77C08" w:rsidRDefault="00B77C08" w:rsidP="00B77C08">
      <w:r>
        <w:lastRenderedPageBreak/>
        <w:t>228.1278</w:t>
      </w:r>
      <w:r>
        <w:tab/>
        <w:t>2.025e0</w:t>
      </w:r>
    </w:p>
    <w:p w:rsidR="00B77C08" w:rsidRDefault="00B77C08" w:rsidP="00B77C08">
      <w:r>
        <w:t>228.1464</w:t>
      </w:r>
      <w:r>
        <w:tab/>
        <w:t>1.013e0</w:t>
      </w:r>
    </w:p>
    <w:p w:rsidR="00B77C08" w:rsidRDefault="00B77C08" w:rsidP="00B77C08">
      <w:r>
        <w:t>228.1819</w:t>
      </w:r>
      <w:r>
        <w:tab/>
        <w:t>3.038e0</w:t>
      </w:r>
    </w:p>
    <w:p w:rsidR="00B77C08" w:rsidRDefault="00B77C08" w:rsidP="00B77C08">
      <w:r>
        <w:t>228.1850</w:t>
      </w:r>
      <w:r>
        <w:tab/>
        <w:t>3.038e0</w:t>
      </w:r>
    </w:p>
    <w:p w:rsidR="00B77C08" w:rsidRDefault="00B77C08" w:rsidP="00B77C08">
      <w:r>
        <w:t>228.2037</w:t>
      </w:r>
      <w:r>
        <w:tab/>
        <w:t>3.038e0</w:t>
      </w:r>
    </w:p>
    <w:p w:rsidR="00B77C08" w:rsidRDefault="00B77C08" w:rsidP="00B77C08">
      <w:r>
        <w:t>228.2073</w:t>
      </w:r>
      <w:r>
        <w:tab/>
        <w:t>3.038e0</w:t>
      </w:r>
    </w:p>
    <w:p w:rsidR="00B77C08" w:rsidRDefault="00B77C08" w:rsidP="00B77C08">
      <w:r>
        <w:t>228.2298</w:t>
      </w:r>
      <w:r>
        <w:tab/>
        <w:t>1.013e0</w:t>
      </w:r>
    </w:p>
    <w:p w:rsidR="00B77C08" w:rsidRDefault="00B77C08" w:rsidP="00B77C08">
      <w:r>
        <w:t>228.2744</w:t>
      </w:r>
      <w:r>
        <w:tab/>
        <w:t>1.013e0</w:t>
      </w:r>
    </w:p>
    <w:p w:rsidR="00B77C08" w:rsidRDefault="00B77C08" w:rsidP="00B77C08">
      <w:r>
        <w:t>228.2880</w:t>
      </w:r>
      <w:r>
        <w:tab/>
        <w:t>2.025e0</w:t>
      </w:r>
    </w:p>
    <w:p w:rsidR="00B77C08" w:rsidRDefault="00B77C08" w:rsidP="00B77C08">
      <w:r>
        <w:t>228.3060</w:t>
      </w:r>
      <w:r>
        <w:tab/>
        <w:t>1.013e0</w:t>
      </w:r>
    </w:p>
    <w:p w:rsidR="00B77C08" w:rsidRDefault="00B77C08" w:rsidP="00B77C08">
      <w:r>
        <w:t>228.3425</w:t>
      </w:r>
      <w:r>
        <w:tab/>
        <w:t>4.051e0</w:t>
      </w:r>
    </w:p>
    <w:p w:rsidR="00B77C08" w:rsidRDefault="00B77C08" w:rsidP="00B77C08">
      <w:r>
        <w:t>228.3444</w:t>
      </w:r>
      <w:r>
        <w:tab/>
        <w:t>2.025e0</w:t>
      </w:r>
    </w:p>
    <w:p w:rsidR="00B77C08" w:rsidRDefault="00B77C08" w:rsidP="00B77C08">
      <w:r>
        <w:t>228.3877</w:t>
      </w:r>
      <w:r>
        <w:tab/>
        <w:t>1.013e0</w:t>
      </w:r>
    </w:p>
    <w:p w:rsidR="00B77C08" w:rsidRDefault="00B77C08" w:rsidP="00B77C08">
      <w:r>
        <w:t>228.3950</w:t>
      </w:r>
      <w:r>
        <w:tab/>
        <w:t>2.025e0</w:t>
      </w:r>
    </w:p>
    <w:p w:rsidR="00B77C08" w:rsidRDefault="00B77C08" w:rsidP="00B77C08">
      <w:r>
        <w:t>228.4105</w:t>
      </w:r>
      <w:r>
        <w:tab/>
        <w:t>2.025e0</w:t>
      </w:r>
    </w:p>
    <w:p w:rsidR="00B77C08" w:rsidRDefault="00B77C08" w:rsidP="00B77C08">
      <w:r>
        <w:t>228.5195</w:t>
      </w:r>
      <w:r>
        <w:tab/>
        <w:t>2.025e0</w:t>
      </w:r>
    </w:p>
    <w:p w:rsidR="00B77C08" w:rsidRDefault="00B77C08" w:rsidP="00B77C08">
      <w:r>
        <w:t>228.5369</w:t>
      </w:r>
      <w:r>
        <w:tab/>
        <w:t>3.038e0</w:t>
      </w:r>
    </w:p>
    <w:p w:rsidR="00B77C08" w:rsidRDefault="00B77C08" w:rsidP="00B77C08">
      <w:r>
        <w:t>228.5509</w:t>
      </w:r>
      <w:r>
        <w:tab/>
        <w:t>1.013e0</w:t>
      </w:r>
    </w:p>
    <w:p w:rsidR="00B77C08" w:rsidRDefault="00B77C08" w:rsidP="00B77C08">
      <w:r>
        <w:t>228.5642</w:t>
      </w:r>
      <w:r>
        <w:tab/>
        <w:t>1.013e0</w:t>
      </w:r>
    </w:p>
    <w:p w:rsidR="00B77C08" w:rsidRDefault="00B77C08" w:rsidP="00B77C08">
      <w:r>
        <w:lastRenderedPageBreak/>
        <w:t>228.5667</w:t>
      </w:r>
      <w:r>
        <w:tab/>
        <w:t>2.007e0</w:t>
      </w:r>
    </w:p>
    <w:p w:rsidR="00B77C08" w:rsidRDefault="00B77C08" w:rsidP="00B77C08">
      <w:r>
        <w:t>228.5878</w:t>
      </w:r>
      <w:r>
        <w:tab/>
        <w:t>1.013e0</w:t>
      </w:r>
    </w:p>
    <w:p w:rsidR="00B77C08" w:rsidRDefault="00B77C08" w:rsidP="00B77C08">
      <w:r>
        <w:t>228.6715</w:t>
      </w:r>
      <w:r>
        <w:tab/>
        <w:t>1.013e0</w:t>
      </w:r>
    </w:p>
    <w:p w:rsidR="00B77C08" w:rsidRDefault="00B77C08" w:rsidP="00B77C08">
      <w:r>
        <w:t>228.7001</w:t>
      </w:r>
      <w:r>
        <w:tab/>
        <w:t>2.025e0</w:t>
      </w:r>
    </w:p>
    <w:p w:rsidR="00B77C08" w:rsidRDefault="00B77C08" w:rsidP="00B77C08">
      <w:r>
        <w:t>228.7044</w:t>
      </w:r>
      <w:r>
        <w:tab/>
        <w:t>2.025e0</w:t>
      </w:r>
    </w:p>
    <w:p w:rsidR="00B77C08" w:rsidRDefault="00B77C08" w:rsidP="00B77C08">
      <w:r>
        <w:t>228.7118</w:t>
      </w:r>
      <w:r>
        <w:tab/>
        <w:t>1.013e0</w:t>
      </w:r>
    </w:p>
    <w:p w:rsidR="00B77C08" w:rsidRDefault="00B77C08" w:rsidP="00B77C08">
      <w:r>
        <w:t>228.8130</w:t>
      </w:r>
      <w:r>
        <w:tab/>
        <w:t>1.013e0</w:t>
      </w:r>
    </w:p>
    <w:p w:rsidR="00B77C08" w:rsidRDefault="00B77C08" w:rsidP="00B77C08">
      <w:r>
        <w:t>228.8172</w:t>
      </w:r>
      <w:r>
        <w:tab/>
        <w:t>1.013e0</w:t>
      </w:r>
    </w:p>
    <w:p w:rsidR="00B77C08" w:rsidRDefault="00B77C08" w:rsidP="00B77C08">
      <w:r>
        <w:t>228.8567</w:t>
      </w:r>
      <w:r>
        <w:tab/>
        <w:t>1.013e0</w:t>
      </w:r>
    </w:p>
    <w:p w:rsidR="00B77C08" w:rsidRDefault="00B77C08" w:rsidP="00B77C08">
      <w:r>
        <w:t>228.9171</w:t>
      </w:r>
      <w:r>
        <w:tab/>
        <w:t>2.025e0</w:t>
      </w:r>
    </w:p>
    <w:p w:rsidR="00B77C08" w:rsidRDefault="00B77C08" w:rsidP="00B77C08">
      <w:r>
        <w:t>228.9491</w:t>
      </w:r>
      <w:r>
        <w:tab/>
        <w:t>1.013e0</w:t>
      </w:r>
    </w:p>
    <w:p w:rsidR="00B77C08" w:rsidRDefault="00B77C08" w:rsidP="00B77C08">
      <w:r>
        <w:t>228.9819</w:t>
      </w:r>
      <w:r>
        <w:tab/>
        <w:t>1.048e1</w:t>
      </w:r>
    </w:p>
    <w:p w:rsidR="00B77C08" w:rsidRDefault="00B77C08" w:rsidP="00B77C08">
      <w:r>
        <w:t>228.9944</w:t>
      </w:r>
      <w:r>
        <w:tab/>
        <w:t>1.013e1</w:t>
      </w:r>
    </w:p>
    <w:p w:rsidR="00B77C08" w:rsidRDefault="00B77C08" w:rsidP="00B77C08">
      <w:r>
        <w:t>229.0076</w:t>
      </w:r>
      <w:r>
        <w:tab/>
        <w:t>3.697e0</w:t>
      </w:r>
    </w:p>
    <w:p w:rsidR="00B77C08" w:rsidRDefault="00B77C08" w:rsidP="00B77C08">
      <w:r>
        <w:t>229.0121</w:t>
      </w:r>
      <w:r>
        <w:tab/>
        <w:t>4.051e0</w:t>
      </w:r>
    </w:p>
    <w:p w:rsidR="00B77C08" w:rsidRDefault="00B77C08" w:rsidP="00B77C08">
      <w:r>
        <w:t>229.0398</w:t>
      </w:r>
      <w:r>
        <w:tab/>
        <w:t>2.172e0</w:t>
      </w:r>
    </w:p>
    <w:p w:rsidR="00B77C08" w:rsidRDefault="00B77C08" w:rsidP="00B77C08">
      <w:r>
        <w:t>229.0507</w:t>
      </w:r>
      <w:r>
        <w:tab/>
        <w:t>1.013e0</w:t>
      </w:r>
    </w:p>
    <w:p w:rsidR="00B77C08" w:rsidRDefault="00B77C08" w:rsidP="00B77C08">
      <w:r>
        <w:t>229.0658</w:t>
      </w:r>
      <w:r>
        <w:tab/>
        <w:t>1.013e0</w:t>
      </w:r>
    </w:p>
    <w:p w:rsidR="00B77C08" w:rsidRDefault="00B77C08" w:rsidP="00B77C08">
      <w:r>
        <w:t>229.0774</w:t>
      </w:r>
      <w:r>
        <w:tab/>
        <w:t>1.013e0</w:t>
      </w:r>
    </w:p>
    <w:p w:rsidR="00B77C08" w:rsidRDefault="00B77C08" w:rsidP="00B77C08">
      <w:r>
        <w:lastRenderedPageBreak/>
        <w:t>229.0943</w:t>
      </w:r>
      <w:r>
        <w:tab/>
        <w:t>1.013e0</w:t>
      </w:r>
    </w:p>
    <w:p w:rsidR="00B77C08" w:rsidRDefault="00B77C08" w:rsidP="00B77C08">
      <w:r>
        <w:t>229.0982</w:t>
      </w:r>
      <w:r>
        <w:tab/>
        <w:t>1.013e0</w:t>
      </w:r>
    </w:p>
    <w:p w:rsidR="00B77C08" w:rsidRDefault="00B77C08" w:rsidP="00B77C08">
      <w:r>
        <w:t>229.1183</w:t>
      </w:r>
      <w:r>
        <w:tab/>
        <w:t>1.013e0</w:t>
      </w:r>
    </w:p>
    <w:p w:rsidR="00B77C08" w:rsidRDefault="00B77C08" w:rsidP="00B77C08">
      <w:r>
        <w:t>229.1419</w:t>
      </w:r>
      <w:r>
        <w:tab/>
        <w:t>1.013e0</w:t>
      </w:r>
    </w:p>
    <w:p w:rsidR="00B77C08" w:rsidRDefault="00B77C08" w:rsidP="00B77C08">
      <w:r>
        <w:t>229.1641</w:t>
      </w:r>
      <w:r>
        <w:tab/>
        <w:t>2.025e0</w:t>
      </w:r>
    </w:p>
    <w:p w:rsidR="00B77C08" w:rsidRDefault="00B77C08" w:rsidP="00B77C08">
      <w:r>
        <w:t>229.1752</w:t>
      </w:r>
      <w:r>
        <w:tab/>
        <w:t>1.013e0</w:t>
      </w:r>
    </w:p>
    <w:p w:rsidR="00B77C08" w:rsidRDefault="00B77C08" w:rsidP="00B77C08">
      <w:r>
        <w:t>229.1768</w:t>
      </w:r>
      <w:r>
        <w:tab/>
        <w:t>2.025e0</w:t>
      </w:r>
    </w:p>
    <w:p w:rsidR="00B77C08" w:rsidRDefault="00B77C08" w:rsidP="00B77C08">
      <w:r>
        <w:t>229.1865</w:t>
      </w:r>
      <w:r>
        <w:tab/>
        <w:t>1.013e0</w:t>
      </w:r>
    </w:p>
    <w:p w:rsidR="00B77C08" w:rsidRDefault="00B77C08" w:rsidP="00B77C08">
      <w:r>
        <w:t>229.2061</w:t>
      </w:r>
      <w:r>
        <w:tab/>
        <w:t>2.025e0</w:t>
      </w:r>
    </w:p>
    <w:p w:rsidR="00B77C08" w:rsidRDefault="00B77C08" w:rsidP="00B77C08">
      <w:r>
        <w:t>229.2151</w:t>
      </w:r>
      <w:r>
        <w:tab/>
        <w:t>1.013e0</w:t>
      </w:r>
    </w:p>
    <w:p w:rsidR="00B77C08" w:rsidRDefault="00B77C08" w:rsidP="00B77C08">
      <w:r>
        <w:t>229.2313</w:t>
      </w:r>
      <w:r>
        <w:tab/>
        <w:t>1.013e0</w:t>
      </w:r>
    </w:p>
    <w:p w:rsidR="00B77C08" w:rsidRDefault="00B77C08" w:rsidP="00B77C08">
      <w:r>
        <w:t>229.2458</w:t>
      </w:r>
      <w:r>
        <w:tab/>
        <w:t>3.038e0</w:t>
      </w:r>
    </w:p>
    <w:p w:rsidR="00B77C08" w:rsidRDefault="00B77C08" w:rsidP="00B77C08">
      <w:r>
        <w:t>229.2622</w:t>
      </w:r>
      <w:r>
        <w:tab/>
        <w:t>1.013e0</w:t>
      </w:r>
    </w:p>
    <w:p w:rsidR="00B77C08" w:rsidRDefault="00B77C08" w:rsidP="00B77C08">
      <w:r>
        <w:t>229.2786</w:t>
      </w:r>
      <w:r>
        <w:tab/>
        <w:t>3.038e0</w:t>
      </w:r>
    </w:p>
    <w:p w:rsidR="00B77C08" w:rsidRDefault="00B77C08" w:rsidP="00B77C08">
      <w:r>
        <w:t>229.3403</w:t>
      </w:r>
      <w:r>
        <w:tab/>
        <w:t>1.013e0</w:t>
      </w:r>
    </w:p>
    <w:p w:rsidR="00B77C08" w:rsidRDefault="00B77C08" w:rsidP="00B77C08">
      <w:r>
        <w:t>229.3697</w:t>
      </w:r>
      <w:r>
        <w:tab/>
        <w:t>2.025e0</w:t>
      </w:r>
    </w:p>
    <w:p w:rsidR="00B77C08" w:rsidRDefault="00B77C08" w:rsidP="00B77C08">
      <w:r>
        <w:t>229.4203</w:t>
      </w:r>
      <w:r>
        <w:tab/>
        <w:t>1.013e0</w:t>
      </w:r>
    </w:p>
    <w:p w:rsidR="00B77C08" w:rsidRDefault="00B77C08" w:rsidP="00B77C08">
      <w:r>
        <w:t>229.4482</w:t>
      </w:r>
      <w:r>
        <w:tab/>
        <w:t>1.013e0</w:t>
      </w:r>
    </w:p>
    <w:p w:rsidR="00B77C08" w:rsidRDefault="00B77C08" w:rsidP="00B77C08">
      <w:r>
        <w:t>229.5044</w:t>
      </w:r>
      <w:r>
        <w:tab/>
        <w:t>1.013e0</w:t>
      </w:r>
    </w:p>
    <w:p w:rsidR="00B77C08" w:rsidRDefault="00B77C08" w:rsidP="00B77C08">
      <w:r>
        <w:lastRenderedPageBreak/>
        <w:t>229.5868</w:t>
      </w:r>
      <w:r>
        <w:tab/>
        <w:t>3.038e0</w:t>
      </w:r>
    </w:p>
    <w:p w:rsidR="00B77C08" w:rsidRDefault="00B77C08" w:rsidP="00B77C08">
      <w:r>
        <w:t>229.6050</w:t>
      </w:r>
      <w:r>
        <w:tab/>
        <w:t>1.013e0</w:t>
      </w:r>
    </w:p>
    <w:p w:rsidR="00B77C08" w:rsidRDefault="00B77C08" w:rsidP="00B77C08">
      <w:r>
        <w:t>229.6093</w:t>
      </w:r>
      <w:r>
        <w:tab/>
        <w:t>3.038e0</w:t>
      </w:r>
    </w:p>
    <w:p w:rsidR="00B77C08" w:rsidRDefault="00B77C08" w:rsidP="00B77C08">
      <w:r>
        <w:t>229.6250</w:t>
      </w:r>
      <w:r>
        <w:tab/>
        <w:t>1.013e0</w:t>
      </w:r>
    </w:p>
    <w:p w:rsidR="00B77C08" w:rsidRDefault="00B77C08" w:rsidP="00B77C08">
      <w:r>
        <w:t>229.6730</w:t>
      </w:r>
      <w:r>
        <w:tab/>
        <w:t>1.013e0</w:t>
      </w:r>
    </w:p>
    <w:p w:rsidR="00B77C08" w:rsidRDefault="00B77C08" w:rsidP="00B77C08">
      <w:r>
        <w:t>229.6899</w:t>
      </w:r>
      <w:r>
        <w:tab/>
        <w:t>1.013e0</w:t>
      </w:r>
    </w:p>
    <w:p w:rsidR="00B77C08" w:rsidRDefault="00B77C08" w:rsidP="00B77C08">
      <w:r>
        <w:t>229.7218</w:t>
      </w:r>
      <w:r>
        <w:tab/>
        <w:t>1.013e0</w:t>
      </w:r>
    </w:p>
    <w:p w:rsidR="00B77C08" w:rsidRDefault="00B77C08" w:rsidP="00B77C08">
      <w:r>
        <w:t>229.7260</w:t>
      </w:r>
      <w:r>
        <w:tab/>
        <w:t>1.013e0</w:t>
      </w:r>
    </w:p>
    <w:p w:rsidR="00B77C08" w:rsidRDefault="00B77C08" w:rsidP="00B77C08">
      <w:r>
        <w:t>229.7418</w:t>
      </w:r>
      <w:r>
        <w:tab/>
        <w:t>1.013e0</w:t>
      </w:r>
    </w:p>
    <w:p w:rsidR="00B77C08" w:rsidRDefault="00B77C08" w:rsidP="00B77C08">
      <w:r>
        <w:t>229.7744</w:t>
      </w:r>
      <w:r>
        <w:tab/>
        <w:t>1.013e0</w:t>
      </w:r>
    </w:p>
    <w:p w:rsidR="00B77C08" w:rsidRDefault="00B77C08" w:rsidP="00B77C08">
      <w:r>
        <w:t>229.7898</w:t>
      </w:r>
      <w:r>
        <w:tab/>
        <w:t>1.013e0</w:t>
      </w:r>
    </w:p>
    <w:p w:rsidR="00B77C08" w:rsidRDefault="00B77C08" w:rsidP="00B77C08">
      <w:r>
        <w:t>229.8110</w:t>
      </w:r>
      <w:r>
        <w:tab/>
        <w:t>1.013e0</w:t>
      </w:r>
    </w:p>
    <w:p w:rsidR="00B77C08" w:rsidRDefault="00B77C08" w:rsidP="00B77C08">
      <w:r>
        <w:t>229.8197</w:t>
      </w:r>
      <w:r>
        <w:tab/>
        <w:t>1.013e0</w:t>
      </w:r>
    </w:p>
    <w:p w:rsidR="00B77C08" w:rsidRDefault="00B77C08" w:rsidP="00B77C08">
      <w:r>
        <w:t>229.8308</w:t>
      </w:r>
      <w:r>
        <w:tab/>
        <w:t>1.013e0</w:t>
      </w:r>
    </w:p>
    <w:p w:rsidR="00B77C08" w:rsidRDefault="00B77C08" w:rsidP="00B77C08">
      <w:r>
        <w:t>229.8629</w:t>
      </w:r>
      <w:r>
        <w:tab/>
        <w:t>1.013e0</w:t>
      </w:r>
    </w:p>
    <w:p w:rsidR="00B77C08" w:rsidRDefault="00B77C08" w:rsidP="00B77C08">
      <w:r>
        <w:t>229.8951</w:t>
      </w:r>
      <w:r>
        <w:tab/>
        <w:t>1.013e0</w:t>
      </w:r>
    </w:p>
    <w:p w:rsidR="00B77C08" w:rsidRDefault="00B77C08" w:rsidP="00B77C08">
      <w:r>
        <w:t>229.8990</w:t>
      </w:r>
      <w:r>
        <w:tab/>
        <w:t>1.013e0</w:t>
      </w:r>
    </w:p>
    <w:p w:rsidR="00B77C08" w:rsidRDefault="00B77C08" w:rsidP="00B77C08">
      <w:r>
        <w:t>229.9520</w:t>
      </w:r>
      <w:r>
        <w:tab/>
        <w:t>1.013e0</w:t>
      </w:r>
    </w:p>
    <w:p w:rsidR="00B77C08" w:rsidRDefault="00B77C08" w:rsidP="00B77C08">
      <w:r>
        <w:t>229.9844</w:t>
      </w:r>
      <w:r>
        <w:tab/>
        <w:t>1.013e0</w:t>
      </w:r>
    </w:p>
    <w:p w:rsidR="00B77C08" w:rsidRDefault="00B77C08" w:rsidP="00B77C08">
      <w:r>
        <w:lastRenderedPageBreak/>
        <w:t>229.9887</w:t>
      </w:r>
      <w:r>
        <w:tab/>
        <w:t>4.051e0</w:t>
      </w:r>
    </w:p>
    <w:p w:rsidR="00B77C08" w:rsidRDefault="00B77C08" w:rsidP="00B77C08">
      <w:r>
        <w:t>229.9922</w:t>
      </w:r>
      <w:r>
        <w:tab/>
        <w:t>2.025e0</w:t>
      </w:r>
    </w:p>
    <w:p w:rsidR="00B77C08" w:rsidRDefault="00B77C08" w:rsidP="00B77C08">
      <w:r>
        <w:t>230.0560</w:t>
      </w:r>
      <w:r>
        <w:tab/>
        <w:t>4.051e0</w:t>
      </w:r>
    </w:p>
    <w:p w:rsidR="00B77C08" w:rsidRDefault="00B77C08" w:rsidP="00B77C08">
      <w:r>
        <w:t>230.0588</w:t>
      </w:r>
      <w:r>
        <w:tab/>
        <w:t>6.076e0</w:t>
      </w:r>
    </w:p>
    <w:p w:rsidR="00B77C08" w:rsidRDefault="00B77C08" w:rsidP="00B77C08">
      <w:r>
        <w:t>230.0600</w:t>
      </w:r>
      <w:r>
        <w:tab/>
        <w:t>5.063e0</w:t>
      </w:r>
    </w:p>
    <w:p w:rsidR="00B77C08" w:rsidRDefault="00B77C08" w:rsidP="00B77C08">
      <w:r>
        <w:t>230.0820</w:t>
      </w:r>
      <w:r>
        <w:tab/>
        <w:t>2.025e0</w:t>
      </w:r>
    </w:p>
    <w:p w:rsidR="00B77C08" w:rsidRDefault="00B77C08" w:rsidP="00B77C08">
      <w:r>
        <w:t>230.0917</w:t>
      </w:r>
      <w:r>
        <w:tab/>
        <w:t>4.051e0</w:t>
      </w:r>
    </w:p>
    <w:p w:rsidR="00B77C08" w:rsidRDefault="00B77C08" w:rsidP="00B77C08">
      <w:r>
        <w:t>230.1481</w:t>
      </w:r>
      <w:r>
        <w:tab/>
        <w:t>5.063e0</w:t>
      </w:r>
    </w:p>
    <w:p w:rsidR="00B77C08" w:rsidRDefault="00B77C08" w:rsidP="00B77C08">
      <w:r>
        <w:t>230.1648</w:t>
      </w:r>
      <w:r>
        <w:tab/>
        <w:t>2.025e0</w:t>
      </w:r>
    </w:p>
    <w:p w:rsidR="00B77C08" w:rsidRDefault="00B77C08" w:rsidP="00B77C08">
      <w:r>
        <w:t>230.1676</w:t>
      </w:r>
      <w:r>
        <w:tab/>
        <w:t>4.051e0</w:t>
      </w:r>
    </w:p>
    <w:p w:rsidR="00B77C08" w:rsidRDefault="00B77C08" w:rsidP="00B77C08">
      <w:r>
        <w:t>230.1971</w:t>
      </w:r>
      <w:r>
        <w:tab/>
        <w:t>1.013e0</w:t>
      </w:r>
    </w:p>
    <w:p w:rsidR="00B77C08" w:rsidRDefault="00B77C08" w:rsidP="00B77C08">
      <w:r>
        <w:t>230.2139</w:t>
      </w:r>
      <w:r>
        <w:tab/>
        <w:t>1.013e0</w:t>
      </w:r>
    </w:p>
    <w:p w:rsidR="00B77C08" w:rsidRDefault="00B77C08" w:rsidP="00B77C08">
      <w:r>
        <w:t>230.2179</w:t>
      </w:r>
      <w:r>
        <w:tab/>
        <w:t>1.013e0</w:t>
      </w:r>
    </w:p>
    <w:p w:rsidR="00B77C08" w:rsidRDefault="00B77C08" w:rsidP="00B77C08">
      <w:r>
        <w:t>230.2478</w:t>
      </w:r>
      <w:r>
        <w:tab/>
        <w:t>2.025e0</w:t>
      </w:r>
    </w:p>
    <w:p w:rsidR="00B77C08" w:rsidRDefault="00B77C08" w:rsidP="00B77C08">
      <w:r>
        <w:t>230.2578</w:t>
      </w:r>
      <w:r>
        <w:tab/>
        <w:t>1.013e0</w:t>
      </w:r>
    </w:p>
    <w:p w:rsidR="00B77C08" w:rsidRDefault="00B77C08" w:rsidP="00B77C08">
      <w:r>
        <w:t>230.2742</w:t>
      </w:r>
      <w:r>
        <w:tab/>
        <w:t>1.013e0</w:t>
      </w:r>
    </w:p>
    <w:p w:rsidR="00B77C08" w:rsidRDefault="00B77C08" w:rsidP="00B77C08">
      <w:r>
        <w:t>230.3511</w:t>
      </w:r>
      <w:r>
        <w:tab/>
        <w:t>1.013e0</w:t>
      </w:r>
    </w:p>
    <w:p w:rsidR="00B77C08" w:rsidRDefault="00B77C08" w:rsidP="00B77C08">
      <w:r>
        <w:t>230.3671</w:t>
      </w:r>
      <w:r>
        <w:tab/>
        <w:t>1.013e0</w:t>
      </w:r>
    </w:p>
    <w:p w:rsidR="00B77C08" w:rsidRDefault="00B77C08" w:rsidP="00B77C08">
      <w:r>
        <w:t>230.3912</w:t>
      </w:r>
      <w:r>
        <w:tab/>
        <w:t>1.013e0</w:t>
      </w:r>
    </w:p>
    <w:p w:rsidR="00B77C08" w:rsidRDefault="00B77C08" w:rsidP="00B77C08">
      <w:r>
        <w:lastRenderedPageBreak/>
        <w:t>230.3971</w:t>
      </w:r>
      <w:r>
        <w:tab/>
        <w:t>2.025e0</w:t>
      </w:r>
    </w:p>
    <w:p w:rsidR="00B77C08" w:rsidRDefault="00B77C08" w:rsidP="00B77C08">
      <w:r>
        <w:t>230.4193</w:t>
      </w:r>
      <w:r>
        <w:tab/>
        <w:t>1.013e0</w:t>
      </w:r>
    </w:p>
    <w:p w:rsidR="00B77C08" w:rsidRDefault="00B77C08" w:rsidP="00B77C08">
      <w:r>
        <w:t>230.4626</w:t>
      </w:r>
      <w:r>
        <w:tab/>
        <w:t>2.025e0</w:t>
      </w:r>
    </w:p>
    <w:p w:rsidR="00B77C08" w:rsidRDefault="00B77C08" w:rsidP="00B77C08">
      <w:r>
        <w:t>230.4758</w:t>
      </w:r>
      <w:r>
        <w:tab/>
        <w:t>1.013e0</w:t>
      </w:r>
    </w:p>
    <w:p w:rsidR="00B77C08" w:rsidRDefault="00B77C08" w:rsidP="00B77C08">
      <w:r>
        <w:t>230.4953</w:t>
      </w:r>
      <w:r>
        <w:tab/>
        <w:t>1.013e0</w:t>
      </w:r>
    </w:p>
    <w:p w:rsidR="00B77C08" w:rsidRDefault="00B77C08" w:rsidP="00B77C08">
      <w:r>
        <w:t>230.5444</w:t>
      </w:r>
      <w:r>
        <w:tab/>
        <w:t>1.013e0</w:t>
      </w:r>
    </w:p>
    <w:p w:rsidR="00B77C08" w:rsidRDefault="00B77C08" w:rsidP="00B77C08">
      <w:r>
        <w:t>230.5647</w:t>
      </w:r>
      <w:r>
        <w:tab/>
        <w:t>2.025e0</w:t>
      </w:r>
    </w:p>
    <w:p w:rsidR="00B77C08" w:rsidRDefault="00B77C08" w:rsidP="00B77C08">
      <w:r>
        <w:t>230.5677</w:t>
      </w:r>
      <w:r>
        <w:tab/>
        <w:t>3.038e0</w:t>
      </w:r>
    </w:p>
    <w:p w:rsidR="00B77C08" w:rsidRDefault="00B77C08" w:rsidP="00B77C08">
      <w:r>
        <w:t>230.5690</w:t>
      </w:r>
      <w:r>
        <w:tab/>
        <w:t>1.013e0</w:t>
      </w:r>
    </w:p>
    <w:p w:rsidR="00B77C08" w:rsidRDefault="00B77C08" w:rsidP="00B77C08">
      <w:r>
        <w:t>230.6044</w:t>
      </w:r>
      <w:r>
        <w:tab/>
        <w:t>4.051e0</w:t>
      </w:r>
    </w:p>
    <w:p w:rsidR="00B77C08" w:rsidRDefault="00B77C08" w:rsidP="00B77C08">
      <w:r>
        <w:t>230.6246</w:t>
      </w:r>
      <w:r>
        <w:tab/>
        <w:t>2.025e0</w:t>
      </w:r>
    </w:p>
    <w:p w:rsidR="00B77C08" w:rsidRDefault="00B77C08" w:rsidP="00B77C08">
      <w:r>
        <w:t>230.6652</w:t>
      </w:r>
      <w:r>
        <w:tab/>
        <w:t>1.013e0</w:t>
      </w:r>
    </w:p>
    <w:p w:rsidR="00B77C08" w:rsidRDefault="00B77C08" w:rsidP="00B77C08">
      <w:r>
        <w:t>230.6775</w:t>
      </w:r>
      <w:r>
        <w:tab/>
        <w:t>1.013e0</w:t>
      </w:r>
    </w:p>
    <w:p w:rsidR="00B77C08" w:rsidRDefault="00B77C08" w:rsidP="00B77C08">
      <w:r>
        <w:t>230.6909</w:t>
      </w:r>
      <w:r>
        <w:tab/>
        <w:t>1.013e0</w:t>
      </w:r>
    </w:p>
    <w:p w:rsidR="00B77C08" w:rsidRDefault="00B77C08" w:rsidP="00B77C08">
      <w:r>
        <w:t>230.7099</w:t>
      </w:r>
      <w:r>
        <w:tab/>
        <w:t>1.013e0</w:t>
      </w:r>
    </w:p>
    <w:p w:rsidR="00B77C08" w:rsidRDefault="00B77C08" w:rsidP="00B77C08">
      <w:r>
        <w:t>230.7426</w:t>
      </w:r>
      <w:r>
        <w:tab/>
        <w:t>1.013e0</w:t>
      </w:r>
    </w:p>
    <w:p w:rsidR="00B77C08" w:rsidRDefault="00B77C08" w:rsidP="00B77C08">
      <w:r>
        <w:t>230.7648</w:t>
      </w:r>
      <w:r>
        <w:tab/>
        <w:t>2.025e0</w:t>
      </w:r>
    </w:p>
    <w:p w:rsidR="00B77C08" w:rsidRDefault="00B77C08" w:rsidP="00B77C08">
      <w:r>
        <w:t>230.8874</w:t>
      </w:r>
      <w:r>
        <w:tab/>
        <w:t>1.013e0</w:t>
      </w:r>
    </w:p>
    <w:p w:rsidR="00B77C08" w:rsidRDefault="00B77C08" w:rsidP="00B77C08">
      <w:r>
        <w:t>230.9684</w:t>
      </w:r>
      <w:r>
        <w:tab/>
        <w:t>1.013e0</w:t>
      </w:r>
    </w:p>
    <w:p w:rsidR="00B77C08" w:rsidRDefault="00B77C08" w:rsidP="00B77C08">
      <w:r>
        <w:lastRenderedPageBreak/>
        <w:t>230.9837</w:t>
      </w:r>
      <w:r>
        <w:tab/>
        <w:t>3.038e0</w:t>
      </w:r>
    </w:p>
    <w:p w:rsidR="00B77C08" w:rsidRDefault="00B77C08" w:rsidP="00B77C08">
      <w:r>
        <w:t>231.0044</w:t>
      </w:r>
      <w:r>
        <w:tab/>
        <w:t>1.013e0</w:t>
      </w:r>
    </w:p>
    <w:p w:rsidR="00B77C08" w:rsidRDefault="00B77C08" w:rsidP="00B77C08">
      <w:r>
        <w:t>231.0493</w:t>
      </w:r>
      <w:r>
        <w:tab/>
        <w:t>1.013e0</w:t>
      </w:r>
    </w:p>
    <w:p w:rsidR="00B77C08" w:rsidRDefault="00B77C08" w:rsidP="00B77C08">
      <w:r>
        <w:t>231.0555</w:t>
      </w:r>
      <w:r>
        <w:tab/>
        <w:t>2.025e0</w:t>
      </w:r>
    </w:p>
    <w:p w:rsidR="00B77C08" w:rsidRDefault="00B77C08" w:rsidP="00B77C08">
      <w:r>
        <w:t>231.0686</w:t>
      </w:r>
      <w:r>
        <w:tab/>
        <w:t>1.013e0</w:t>
      </w:r>
    </w:p>
    <w:p w:rsidR="00B77C08" w:rsidRDefault="00B77C08" w:rsidP="00B77C08">
      <w:r>
        <w:t>231.0737</w:t>
      </w:r>
      <w:r>
        <w:tab/>
        <w:t>3.038e0</w:t>
      </w:r>
    </w:p>
    <w:p w:rsidR="00B77C08" w:rsidRDefault="00B77C08" w:rsidP="00B77C08">
      <w:r>
        <w:t>231.0930</w:t>
      </w:r>
      <w:r>
        <w:tab/>
        <w:t>8.659e0</w:t>
      </w:r>
    </w:p>
    <w:p w:rsidR="00B77C08" w:rsidRDefault="00B77C08" w:rsidP="00B77C08">
      <w:r>
        <w:t>231.1029</w:t>
      </w:r>
      <w:r>
        <w:tab/>
        <w:t>8.101e0</w:t>
      </w:r>
    </w:p>
    <w:p w:rsidR="00B77C08" w:rsidRDefault="00B77C08" w:rsidP="00B77C08">
      <w:r>
        <w:t>231.1338</w:t>
      </w:r>
      <w:r>
        <w:tab/>
        <w:t>3.038e0</w:t>
      </w:r>
    </w:p>
    <w:p w:rsidR="00B77C08" w:rsidRDefault="00B77C08" w:rsidP="00B77C08">
      <w:r>
        <w:t>231.1708</w:t>
      </w:r>
      <w:r>
        <w:tab/>
        <w:t>4.051e0</w:t>
      </w:r>
    </w:p>
    <w:p w:rsidR="00B77C08" w:rsidRDefault="00B77C08" w:rsidP="00B77C08">
      <w:r>
        <w:t>231.1791</w:t>
      </w:r>
      <w:r>
        <w:tab/>
        <w:t>3.038e0</w:t>
      </w:r>
    </w:p>
    <w:p w:rsidR="00B77C08" w:rsidRDefault="00B77C08" w:rsidP="00B77C08">
      <w:r>
        <w:t>231.1819</w:t>
      </w:r>
      <w:r>
        <w:tab/>
        <w:t>1.013e0</w:t>
      </w:r>
    </w:p>
    <w:p w:rsidR="00B77C08" w:rsidRDefault="00B77C08" w:rsidP="00B77C08">
      <w:r>
        <w:t>231.2175</w:t>
      </w:r>
      <w:r>
        <w:tab/>
        <w:t>2.025e0</w:t>
      </w:r>
    </w:p>
    <w:p w:rsidR="00B77C08" w:rsidRDefault="00B77C08" w:rsidP="00B77C08">
      <w:r>
        <w:t>231.2385</w:t>
      </w:r>
      <w:r>
        <w:tab/>
        <w:t>1.013e0</w:t>
      </w:r>
    </w:p>
    <w:p w:rsidR="00B77C08" w:rsidRDefault="00B77C08" w:rsidP="00B77C08">
      <w:r>
        <w:t>231.2719</w:t>
      </w:r>
      <w:r>
        <w:tab/>
        <w:t>2.025e0</w:t>
      </w:r>
    </w:p>
    <w:p w:rsidR="00B77C08" w:rsidRDefault="00B77C08" w:rsidP="00B77C08">
      <w:r>
        <w:t>231.3727</w:t>
      </w:r>
      <w:r>
        <w:tab/>
        <w:t>1.013e0</w:t>
      </w:r>
    </w:p>
    <w:p w:rsidR="00B77C08" w:rsidRDefault="00B77C08" w:rsidP="00B77C08">
      <w:r>
        <w:t>231.4049</w:t>
      </w:r>
      <w:r>
        <w:tab/>
        <w:t>1.013e0</w:t>
      </w:r>
    </w:p>
    <w:p w:rsidR="00B77C08" w:rsidRDefault="00B77C08" w:rsidP="00B77C08">
      <w:r>
        <w:t>231.4533</w:t>
      </w:r>
      <w:r>
        <w:tab/>
        <w:t>2.025e0</w:t>
      </w:r>
    </w:p>
    <w:p w:rsidR="00B77C08" w:rsidRDefault="00B77C08" w:rsidP="00B77C08">
      <w:r>
        <w:t>231.5138</w:t>
      </w:r>
      <w:r>
        <w:tab/>
        <w:t>2.025e0</w:t>
      </w:r>
    </w:p>
    <w:p w:rsidR="00B77C08" w:rsidRDefault="00B77C08" w:rsidP="00B77C08">
      <w:r>
        <w:lastRenderedPageBreak/>
        <w:t>231.5587</w:t>
      </w:r>
      <w:r>
        <w:tab/>
        <w:t>1.013e0</w:t>
      </w:r>
    </w:p>
    <w:p w:rsidR="00B77C08" w:rsidRDefault="00B77C08" w:rsidP="00B77C08">
      <w:r>
        <w:t>231.5630</w:t>
      </w:r>
      <w:r>
        <w:tab/>
        <w:t>1.013e0</w:t>
      </w:r>
    </w:p>
    <w:p w:rsidR="00B77C08" w:rsidRDefault="00B77C08" w:rsidP="00B77C08">
      <w:r>
        <w:t>231.5994</w:t>
      </w:r>
      <w:r>
        <w:tab/>
        <w:t>1.013e0</w:t>
      </w:r>
    </w:p>
    <w:p w:rsidR="00B77C08" w:rsidRDefault="00B77C08" w:rsidP="00B77C08">
      <w:r>
        <w:t>231.6116</w:t>
      </w:r>
      <w:r>
        <w:tab/>
        <w:t>2.025e0</w:t>
      </w:r>
    </w:p>
    <w:p w:rsidR="00B77C08" w:rsidRDefault="00B77C08" w:rsidP="00B77C08">
      <w:r>
        <w:t>231.6216</w:t>
      </w:r>
      <w:r>
        <w:tab/>
        <w:t>2.025e0</w:t>
      </w:r>
    </w:p>
    <w:p w:rsidR="00B77C08" w:rsidRDefault="00B77C08" w:rsidP="00B77C08">
      <w:r>
        <w:t>231.6686</w:t>
      </w:r>
      <w:r>
        <w:tab/>
        <w:t>1.013e0</w:t>
      </w:r>
    </w:p>
    <w:p w:rsidR="00B77C08" w:rsidRDefault="00B77C08" w:rsidP="00B77C08">
      <w:r>
        <w:t>231.7443</w:t>
      </w:r>
      <w:r>
        <w:tab/>
        <w:t>1.013e0</w:t>
      </w:r>
    </w:p>
    <w:p w:rsidR="00B77C08" w:rsidRDefault="00B77C08" w:rsidP="00B77C08">
      <w:r>
        <w:t>231.7737</w:t>
      </w:r>
      <w:r>
        <w:tab/>
        <w:t>1.013e0</w:t>
      </w:r>
    </w:p>
    <w:p w:rsidR="00B77C08" w:rsidRDefault="00B77C08" w:rsidP="00B77C08">
      <w:r>
        <w:t>231.8125</w:t>
      </w:r>
      <w:r>
        <w:tab/>
        <w:t>1.013e0</w:t>
      </w:r>
    </w:p>
    <w:p w:rsidR="00B77C08" w:rsidRDefault="00B77C08" w:rsidP="00B77C08">
      <w:r>
        <w:t>231.8656</w:t>
      </w:r>
      <w:r>
        <w:tab/>
        <w:t>1.013e0</w:t>
      </w:r>
    </w:p>
    <w:p w:rsidR="00B77C08" w:rsidRDefault="00B77C08" w:rsidP="00B77C08">
      <w:r>
        <w:t>231.8779</w:t>
      </w:r>
      <w:r>
        <w:tab/>
        <w:t>1.013e0</w:t>
      </w:r>
    </w:p>
    <w:p w:rsidR="00B77C08" w:rsidRDefault="00B77C08" w:rsidP="00B77C08">
      <w:r>
        <w:t>231.8822</w:t>
      </w:r>
      <w:r>
        <w:tab/>
        <w:t>1.013e0</w:t>
      </w:r>
    </w:p>
    <w:p w:rsidR="00B77C08" w:rsidRDefault="00B77C08" w:rsidP="00B77C08">
      <w:r>
        <w:t>231.9349</w:t>
      </w:r>
      <w:r>
        <w:tab/>
        <w:t>1.013e0</w:t>
      </w:r>
    </w:p>
    <w:p w:rsidR="00B77C08" w:rsidRDefault="00B77C08" w:rsidP="00B77C08">
      <w:r>
        <w:t>231.9654</w:t>
      </w:r>
      <w:r>
        <w:tab/>
        <w:t>2.025e0</w:t>
      </w:r>
    </w:p>
    <w:p w:rsidR="00B77C08" w:rsidRDefault="00B77C08" w:rsidP="00B77C08">
      <w:r>
        <w:t>231.9727</w:t>
      </w:r>
      <w:r>
        <w:tab/>
        <w:t>2.025e0</w:t>
      </w:r>
    </w:p>
    <w:p w:rsidR="00B77C08" w:rsidRDefault="00B77C08" w:rsidP="00B77C08">
      <w:r>
        <w:t>232.0123</w:t>
      </w:r>
      <w:r>
        <w:tab/>
        <w:t>7.089e0</w:t>
      </w:r>
    </w:p>
    <w:p w:rsidR="00B77C08" w:rsidRDefault="00B77C08" w:rsidP="00B77C08">
      <w:r>
        <w:t>232.0236</w:t>
      </w:r>
      <w:r>
        <w:tab/>
        <w:t>3.038e0</w:t>
      </w:r>
    </w:p>
    <w:p w:rsidR="00B77C08" w:rsidRDefault="00B77C08" w:rsidP="00B77C08">
      <w:r>
        <w:t>232.0567</w:t>
      </w:r>
      <w:r>
        <w:tab/>
        <w:t>1.013e0</w:t>
      </w:r>
    </w:p>
    <w:p w:rsidR="00B77C08" w:rsidRDefault="00B77C08" w:rsidP="00B77C08">
      <w:r>
        <w:t>232.0822</w:t>
      </w:r>
      <w:r>
        <w:tab/>
        <w:t>2.025e0</w:t>
      </w:r>
    </w:p>
    <w:p w:rsidR="00B77C08" w:rsidRDefault="00B77C08" w:rsidP="00B77C08">
      <w:r>
        <w:lastRenderedPageBreak/>
        <w:t>232.1090</w:t>
      </w:r>
      <w:r>
        <w:tab/>
        <w:t>1.013e0</w:t>
      </w:r>
    </w:p>
    <w:p w:rsidR="00B77C08" w:rsidRDefault="00B77C08" w:rsidP="00B77C08">
      <w:r>
        <w:t>232.1123</w:t>
      </w:r>
      <w:r>
        <w:tab/>
        <w:t>2.025e0</w:t>
      </w:r>
    </w:p>
    <w:p w:rsidR="00B77C08" w:rsidRDefault="00B77C08" w:rsidP="00B77C08">
      <w:r>
        <w:t>232.1191</w:t>
      </w:r>
      <w:r>
        <w:tab/>
        <w:t>3.038e0</w:t>
      </w:r>
    </w:p>
    <w:p w:rsidR="00B77C08" w:rsidRDefault="00B77C08" w:rsidP="00B77C08">
      <w:r>
        <w:t>232.1700</w:t>
      </w:r>
      <w:r>
        <w:tab/>
        <w:t>2.025e0</w:t>
      </w:r>
    </w:p>
    <w:p w:rsidR="00B77C08" w:rsidRDefault="00B77C08" w:rsidP="00B77C08">
      <w:r>
        <w:t>232.1901</w:t>
      </w:r>
      <w:r>
        <w:tab/>
        <w:t>1.013e0</w:t>
      </w:r>
    </w:p>
    <w:p w:rsidR="00B77C08" w:rsidRDefault="00B77C08" w:rsidP="00B77C08">
      <w:r>
        <w:t>232.1937</w:t>
      </w:r>
      <w:r>
        <w:tab/>
        <w:t>1.013e0</w:t>
      </w:r>
    </w:p>
    <w:p w:rsidR="00B77C08" w:rsidRDefault="00B77C08" w:rsidP="00B77C08">
      <w:r>
        <w:t>232.2464</w:t>
      </w:r>
      <w:r>
        <w:tab/>
        <w:t>1.013e0</w:t>
      </w:r>
    </w:p>
    <w:p w:rsidR="00B77C08" w:rsidRDefault="00B77C08" w:rsidP="00B77C08">
      <w:r>
        <w:t>232.3401</w:t>
      </w:r>
      <w:r>
        <w:tab/>
        <w:t>3.127e0</w:t>
      </w:r>
    </w:p>
    <w:p w:rsidR="00B77C08" w:rsidRDefault="00B77C08" w:rsidP="00B77C08">
      <w:r>
        <w:t>232.3520</w:t>
      </w:r>
      <w:r>
        <w:tab/>
        <w:t>1.013e0</w:t>
      </w:r>
    </w:p>
    <w:p w:rsidR="00B77C08" w:rsidRDefault="00B77C08" w:rsidP="00B77C08">
      <w:r>
        <w:t>232.3801</w:t>
      </w:r>
      <w:r>
        <w:tab/>
        <w:t>2.025e0</w:t>
      </w:r>
    </w:p>
    <w:p w:rsidR="00B77C08" w:rsidRDefault="00B77C08" w:rsidP="00B77C08">
      <w:r>
        <w:t>232.4165</w:t>
      </w:r>
      <w:r>
        <w:tab/>
        <w:t>1.013e0</w:t>
      </w:r>
    </w:p>
    <w:p w:rsidR="00B77C08" w:rsidRDefault="00B77C08" w:rsidP="00B77C08">
      <w:r>
        <w:t>232.4411</w:t>
      </w:r>
      <w:r>
        <w:tab/>
        <w:t>2.025e0</w:t>
      </w:r>
    </w:p>
    <w:p w:rsidR="00B77C08" w:rsidRDefault="00B77C08" w:rsidP="00B77C08">
      <w:r>
        <w:t>232.4771</w:t>
      </w:r>
      <w:r>
        <w:tab/>
        <w:t>1.013e0</w:t>
      </w:r>
    </w:p>
    <w:p w:rsidR="00B77C08" w:rsidRDefault="00B77C08" w:rsidP="00B77C08">
      <w:r>
        <w:t>232.5109</w:t>
      </w:r>
      <w:r>
        <w:tab/>
        <w:t>1.013e0</w:t>
      </w:r>
    </w:p>
    <w:p w:rsidR="00B77C08" w:rsidRDefault="00B77C08" w:rsidP="00B77C08">
      <w:r>
        <w:t>232.5414</w:t>
      </w:r>
      <w:r>
        <w:tab/>
        <w:t>1.013e0</w:t>
      </w:r>
    </w:p>
    <w:p w:rsidR="00B77C08" w:rsidRDefault="00B77C08" w:rsidP="00B77C08">
      <w:r>
        <w:t>232.5631</w:t>
      </w:r>
      <w:r>
        <w:tab/>
        <w:t>1.013e0</w:t>
      </w:r>
    </w:p>
    <w:p w:rsidR="00B77C08" w:rsidRDefault="00B77C08" w:rsidP="00B77C08">
      <w:r>
        <w:t>232.5749</w:t>
      </w:r>
      <w:r>
        <w:tab/>
        <w:t>1.013e0</w:t>
      </w:r>
    </w:p>
    <w:p w:rsidR="00B77C08" w:rsidRDefault="00B77C08" w:rsidP="00B77C08">
      <w:r>
        <w:t>232.5905</w:t>
      </w:r>
      <w:r>
        <w:tab/>
        <w:t>1.013e0</w:t>
      </w:r>
    </w:p>
    <w:p w:rsidR="00B77C08" w:rsidRDefault="00B77C08" w:rsidP="00B77C08">
      <w:r>
        <w:t>232.6806</w:t>
      </w:r>
      <w:r>
        <w:tab/>
        <w:t>1.013e0</w:t>
      </w:r>
    </w:p>
    <w:p w:rsidR="00B77C08" w:rsidRDefault="00B77C08" w:rsidP="00B77C08">
      <w:r>
        <w:lastRenderedPageBreak/>
        <w:t>232.7296</w:t>
      </w:r>
      <w:r>
        <w:tab/>
        <w:t>1.013e0</w:t>
      </w:r>
    </w:p>
    <w:p w:rsidR="00B77C08" w:rsidRDefault="00B77C08" w:rsidP="00B77C08">
      <w:r>
        <w:t>232.7606</w:t>
      </w:r>
      <w:r>
        <w:tab/>
        <w:t>1.013e0</w:t>
      </w:r>
    </w:p>
    <w:p w:rsidR="00B77C08" w:rsidRDefault="00B77C08" w:rsidP="00B77C08">
      <w:r>
        <w:t>232.7777</w:t>
      </w:r>
      <w:r>
        <w:tab/>
        <w:t>1.013e0</w:t>
      </w:r>
    </w:p>
    <w:p w:rsidR="00B77C08" w:rsidRDefault="00B77C08" w:rsidP="00B77C08">
      <w:r>
        <w:t>232.8215</w:t>
      </w:r>
      <w:r>
        <w:tab/>
        <w:t>1.013e0</w:t>
      </w:r>
    </w:p>
    <w:p w:rsidR="00B77C08" w:rsidRDefault="00B77C08" w:rsidP="00B77C08">
      <w:r>
        <w:t>232.8507</w:t>
      </w:r>
      <w:r>
        <w:tab/>
        <w:t>1.013e0</w:t>
      </w:r>
    </w:p>
    <w:p w:rsidR="00B77C08" w:rsidRDefault="00B77C08" w:rsidP="00B77C08">
      <w:r>
        <w:t>232.8780</w:t>
      </w:r>
      <w:r>
        <w:tab/>
        <w:t>1.013e0</w:t>
      </w:r>
    </w:p>
    <w:p w:rsidR="00B77C08" w:rsidRDefault="00B77C08" w:rsidP="00B77C08">
      <w:r>
        <w:t>232.8824</w:t>
      </w:r>
      <w:r>
        <w:tab/>
        <w:t>1.013e0</w:t>
      </w:r>
    </w:p>
    <w:p w:rsidR="00B77C08" w:rsidRDefault="00B77C08" w:rsidP="00B77C08">
      <w:r>
        <w:t>232.9311</w:t>
      </w:r>
      <w:r>
        <w:tab/>
        <w:t>1.013e0</w:t>
      </w:r>
    </w:p>
    <w:p w:rsidR="00B77C08" w:rsidRDefault="00B77C08" w:rsidP="00B77C08">
      <w:r>
        <w:t>232.9392</w:t>
      </w:r>
      <w:r>
        <w:tab/>
        <w:t>1.013e0</w:t>
      </w:r>
    </w:p>
    <w:p w:rsidR="00B77C08" w:rsidRDefault="00B77C08" w:rsidP="00B77C08">
      <w:r>
        <w:t>232.9527</w:t>
      </w:r>
      <w:r>
        <w:tab/>
        <w:t>1.013e0</w:t>
      </w:r>
    </w:p>
    <w:p w:rsidR="00B77C08" w:rsidRDefault="00B77C08" w:rsidP="00B77C08">
      <w:r>
        <w:t>232.9720</w:t>
      </w:r>
      <w:r>
        <w:tab/>
        <w:t>1.013e0</w:t>
      </w:r>
    </w:p>
    <w:p w:rsidR="00B77C08" w:rsidRDefault="00B77C08" w:rsidP="00B77C08">
      <w:r>
        <w:t>232.9961</w:t>
      </w:r>
      <w:r>
        <w:tab/>
        <w:t>1.013e0</w:t>
      </w:r>
    </w:p>
    <w:p w:rsidR="00B77C08" w:rsidRDefault="00B77C08" w:rsidP="00B77C08">
      <w:r>
        <w:t>233.0132</w:t>
      </w:r>
      <w:r>
        <w:tab/>
        <w:t>1.013e0</w:t>
      </w:r>
    </w:p>
    <w:p w:rsidR="00B77C08" w:rsidRDefault="00B77C08" w:rsidP="00B77C08">
      <w:r>
        <w:t>233.0307</w:t>
      </w:r>
      <w:r>
        <w:tab/>
        <w:t>2.025e0</w:t>
      </w:r>
    </w:p>
    <w:p w:rsidR="00B77C08" w:rsidRDefault="00B77C08" w:rsidP="00B77C08">
      <w:r>
        <w:t>233.0877</w:t>
      </w:r>
      <w:r>
        <w:tab/>
        <w:t>2.025e0</w:t>
      </w:r>
    </w:p>
    <w:p w:rsidR="00B77C08" w:rsidRDefault="00B77C08" w:rsidP="00B77C08">
      <w:r>
        <w:t>233.0894</w:t>
      </w:r>
      <w:r>
        <w:tab/>
        <w:t>2.025e0</w:t>
      </w:r>
    </w:p>
    <w:p w:rsidR="00B77C08" w:rsidRDefault="00B77C08" w:rsidP="00B77C08">
      <w:r>
        <w:t>233.0937</w:t>
      </w:r>
      <w:r>
        <w:tab/>
        <w:t>2.025e0</w:t>
      </w:r>
    </w:p>
    <w:p w:rsidR="00B77C08" w:rsidRDefault="00B77C08" w:rsidP="00B77C08">
      <w:r>
        <w:t>233.1228</w:t>
      </w:r>
      <w:r>
        <w:tab/>
        <w:t>1.013e0</w:t>
      </w:r>
    </w:p>
    <w:p w:rsidR="00B77C08" w:rsidRDefault="00B77C08" w:rsidP="00B77C08">
      <w:r>
        <w:t>233.1270</w:t>
      </w:r>
      <w:r>
        <w:tab/>
        <w:t>1.013e0</w:t>
      </w:r>
    </w:p>
    <w:p w:rsidR="00B77C08" w:rsidRDefault="00B77C08" w:rsidP="00B77C08">
      <w:r>
        <w:lastRenderedPageBreak/>
        <w:t>233.1465</w:t>
      </w:r>
      <w:r>
        <w:tab/>
        <w:t>1.013e0</w:t>
      </w:r>
    </w:p>
    <w:p w:rsidR="00B77C08" w:rsidRDefault="00B77C08" w:rsidP="00B77C08">
      <w:r>
        <w:t>233.1499</w:t>
      </w:r>
      <w:r>
        <w:tab/>
        <w:t>1.013e0</w:t>
      </w:r>
    </w:p>
    <w:p w:rsidR="00B77C08" w:rsidRDefault="00B77C08" w:rsidP="00B77C08">
      <w:r>
        <w:t>233.1611</w:t>
      </w:r>
      <w:r>
        <w:tab/>
        <w:t>2.025e0</w:t>
      </w:r>
    </w:p>
    <w:p w:rsidR="00B77C08" w:rsidRDefault="00B77C08" w:rsidP="00B77C08">
      <w:r>
        <w:t>233.1716</w:t>
      </w:r>
      <w:r>
        <w:tab/>
        <w:t>1.013e0</w:t>
      </w:r>
    </w:p>
    <w:p w:rsidR="00B77C08" w:rsidRDefault="00B77C08" w:rsidP="00B77C08">
      <w:r>
        <w:t>233.1969</w:t>
      </w:r>
      <w:r>
        <w:tab/>
        <w:t>3.038e0</w:t>
      </w:r>
    </w:p>
    <w:p w:rsidR="00B77C08" w:rsidRDefault="00B77C08" w:rsidP="00B77C08">
      <w:r>
        <w:t>233.2032</w:t>
      </w:r>
      <w:r>
        <w:tab/>
        <w:t>1.013e0</w:t>
      </w:r>
    </w:p>
    <w:p w:rsidR="00B77C08" w:rsidRDefault="00B77C08" w:rsidP="00B77C08">
      <w:r>
        <w:t>233.3086</w:t>
      </w:r>
      <w:r>
        <w:tab/>
        <w:t>1.013e0</w:t>
      </w:r>
    </w:p>
    <w:p w:rsidR="00B77C08" w:rsidRDefault="00B77C08" w:rsidP="00B77C08">
      <w:r>
        <w:t>233.3864</w:t>
      </w:r>
      <w:r>
        <w:tab/>
        <w:t>1.013e0</w:t>
      </w:r>
    </w:p>
    <w:p w:rsidR="00B77C08" w:rsidRDefault="00B77C08" w:rsidP="00B77C08">
      <w:r>
        <w:t>233.4182</w:t>
      </w:r>
      <w:r>
        <w:tab/>
        <w:t>1.013e0</w:t>
      </w:r>
    </w:p>
    <w:p w:rsidR="00B77C08" w:rsidRDefault="00B77C08" w:rsidP="00B77C08">
      <w:r>
        <w:t>233.4608</w:t>
      </w:r>
      <w:r>
        <w:tab/>
        <w:t>3.038e0</w:t>
      </w:r>
    </w:p>
    <w:p w:rsidR="00B77C08" w:rsidRDefault="00B77C08" w:rsidP="00B77C08">
      <w:r>
        <w:t>233.4750</w:t>
      </w:r>
      <w:r>
        <w:tab/>
        <w:t>1.013e0</w:t>
      </w:r>
    </w:p>
    <w:p w:rsidR="00B77C08" w:rsidRDefault="00B77C08" w:rsidP="00B77C08">
      <w:r>
        <w:t>233.4916</w:t>
      </w:r>
      <w:r>
        <w:tab/>
        <w:t>1.013e0</w:t>
      </w:r>
    </w:p>
    <w:p w:rsidR="00B77C08" w:rsidRDefault="00B77C08" w:rsidP="00B77C08">
      <w:r>
        <w:t>233.5044</w:t>
      </w:r>
      <w:r>
        <w:tab/>
        <w:t>1.013e0</w:t>
      </w:r>
    </w:p>
    <w:p w:rsidR="00B77C08" w:rsidRDefault="00B77C08" w:rsidP="00B77C08">
      <w:r>
        <w:t>233.5259</w:t>
      </w:r>
      <w:r>
        <w:tab/>
        <w:t>2.025e0</w:t>
      </w:r>
    </w:p>
    <w:p w:rsidR="00B77C08" w:rsidRDefault="00B77C08" w:rsidP="00B77C08">
      <w:r>
        <w:t>233.5322</w:t>
      </w:r>
      <w:r>
        <w:tab/>
        <w:t>1.013e0</w:t>
      </w:r>
    </w:p>
    <w:p w:rsidR="00B77C08" w:rsidRDefault="00B77C08" w:rsidP="00B77C08">
      <w:r>
        <w:t>233.6457</w:t>
      </w:r>
      <w:r>
        <w:tab/>
        <w:t>1.013e0</w:t>
      </w:r>
    </w:p>
    <w:p w:rsidR="00B77C08" w:rsidRDefault="00B77C08" w:rsidP="00B77C08">
      <w:r>
        <w:t>233.7020</w:t>
      </w:r>
      <w:r>
        <w:tab/>
        <w:t>2.025e0</w:t>
      </w:r>
    </w:p>
    <w:p w:rsidR="00B77C08" w:rsidRDefault="00B77C08" w:rsidP="00B77C08">
      <w:r>
        <w:t>233.7280</w:t>
      </w:r>
      <w:r>
        <w:tab/>
        <w:t>2.025e0</w:t>
      </w:r>
    </w:p>
    <w:p w:rsidR="00B77C08" w:rsidRDefault="00B77C08" w:rsidP="00B77C08">
      <w:r>
        <w:t>233.7473</w:t>
      </w:r>
      <w:r>
        <w:tab/>
        <w:t>1.013e0</w:t>
      </w:r>
    </w:p>
    <w:p w:rsidR="00B77C08" w:rsidRDefault="00B77C08" w:rsidP="00B77C08">
      <w:r>
        <w:lastRenderedPageBreak/>
        <w:t>233.7849</w:t>
      </w:r>
      <w:r>
        <w:tab/>
        <w:t>1.013e0</w:t>
      </w:r>
    </w:p>
    <w:p w:rsidR="00B77C08" w:rsidRDefault="00B77C08" w:rsidP="00B77C08">
      <w:r>
        <w:t>233.8002</w:t>
      </w:r>
      <w:r>
        <w:tab/>
        <w:t>1.013e0</w:t>
      </w:r>
    </w:p>
    <w:p w:rsidR="00B77C08" w:rsidRDefault="00B77C08" w:rsidP="00B77C08">
      <w:r>
        <w:t>233.8612</w:t>
      </w:r>
      <w:r>
        <w:tab/>
        <w:t>1.013e0</w:t>
      </w:r>
    </w:p>
    <w:p w:rsidR="00B77C08" w:rsidRDefault="00B77C08" w:rsidP="00B77C08">
      <w:r>
        <w:t>233.8774</w:t>
      </w:r>
      <w:r>
        <w:tab/>
        <w:t>1.013e0</w:t>
      </w:r>
    </w:p>
    <w:p w:rsidR="00B77C08" w:rsidRDefault="00B77C08" w:rsidP="00B77C08">
      <w:r>
        <w:t>233.9040</w:t>
      </w:r>
      <w:r>
        <w:tab/>
        <w:t>2.025e0</w:t>
      </w:r>
    </w:p>
    <w:p w:rsidR="00B77C08" w:rsidRDefault="00B77C08" w:rsidP="00B77C08">
      <w:r>
        <w:t>233.9392</w:t>
      </w:r>
      <w:r>
        <w:tab/>
        <w:t>1.013e0</w:t>
      </w:r>
    </w:p>
    <w:p w:rsidR="00B77C08" w:rsidRDefault="00B77C08" w:rsidP="00B77C08">
      <w:r>
        <w:t>233.9472</w:t>
      </w:r>
      <w:r>
        <w:tab/>
        <w:t>1.013e0</w:t>
      </w:r>
    </w:p>
    <w:p w:rsidR="00B77C08" w:rsidRDefault="00B77C08" w:rsidP="00B77C08">
      <w:r>
        <w:t>233.9957</w:t>
      </w:r>
      <w:r>
        <w:tab/>
        <w:t>4.051e0</w:t>
      </w:r>
    </w:p>
    <w:p w:rsidR="00B77C08" w:rsidRDefault="00B77C08" w:rsidP="00B77C08">
      <w:r>
        <w:t>234.0040</w:t>
      </w:r>
      <w:r>
        <w:tab/>
        <w:t>1.013e0</w:t>
      </w:r>
    </w:p>
    <w:p w:rsidR="00B77C08" w:rsidRDefault="00B77C08" w:rsidP="00B77C08">
      <w:r>
        <w:t>234.0359</w:t>
      </w:r>
      <w:r>
        <w:tab/>
        <w:t>1.013e0</w:t>
      </w:r>
    </w:p>
    <w:p w:rsidR="00B77C08" w:rsidRDefault="00B77C08" w:rsidP="00B77C08">
      <w:r>
        <w:t>234.0647</w:t>
      </w:r>
      <w:r>
        <w:tab/>
        <w:t>3.038e0</w:t>
      </w:r>
    </w:p>
    <w:p w:rsidR="00B77C08" w:rsidRDefault="00B77C08" w:rsidP="00B77C08">
      <w:r>
        <w:t>234.0969</w:t>
      </w:r>
      <w:r>
        <w:tab/>
        <w:t>3.848e1</w:t>
      </w:r>
    </w:p>
    <w:p w:rsidR="00B77C08" w:rsidRDefault="00B77C08" w:rsidP="00B77C08">
      <w:r>
        <w:t>234.0990</w:t>
      </w:r>
      <w:r>
        <w:tab/>
        <w:t>5.433e1</w:t>
      </w:r>
    </w:p>
    <w:p w:rsidR="00B77C08" w:rsidRDefault="00B77C08" w:rsidP="00B77C08">
      <w:r>
        <w:t>234.1024</w:t>
      </w:r>
      <w:r>
        <w:tab/>
        <w:t>4.557e1</w:t>
      </w:r>
    </w:p>
    <w:p w:rsidR="00B77C08" w:rsidRDefault="00B77C08" w:rsidP="00B77C08">
      <w:r>
        <w:t>234.1454</w:t>
      </w:r>
      <w:r>
        <w:tab/>
        <w:t>1.013e0</w:t>
      </w:r>
    </w:p>
    <w:p w:rsidR="00B77C08" w:rsidRDefault="00B77C08" w:rsidP="00B77C08">
      <w:r>
        <w:t>234.1863</w:t>
      </w:r>
      <w:r>
        <w:tab/>
        <w:t>3.038e0</w:t>
      </w:r>
    </w:p>
    <w:p w:rsidR="00B77C08" w:rsidRDefault="00B77C08" w:rsidP="00B77C08">
      <w:r>
        <w:t>234.2117</w:t>
      </w:r>
      <w:r>
        <w:tab/>
        <w:t>1.013e0</w:t>
      </w:r>
    </w:p>
    <w:p w:rsidR="00B77C08" w:rsidRDefault="00B77C08" w:rsidP="00B77C08">
      <w:r>
        <w:t>234.2214</w:t>
      </w:r>
      <w:r>
        <w:tab/>
        <w:t>3.038e0</w:t>
      </w:r>
    </w:p>
    <w:p w:rsidR="00B77C08" w:rsidRDefault="00B77C08" w:rsidP="00B77C08">
      <w:r>
        <w:t>234.3256</w:t>
      </w:r>
      <w:r>
        <w:tab/>
        <w:t>1.013e0</w:t>
      </w:r>
    </w:p>
    <w:p w:rsidR="00B77C08" w:rsidRDefault="00B77C08" w:rsidP="00B77C08">
      <w:r>
        <w:lastRenderedPageBreak/>
        <w:t>234.3371</w:t>
      </w:r>
      <w:r>
        <w:tab/>
        <w:t>1.013e0</w:t>
      </w:r>
    </w:p>
    <w:p w:rsidR="00B77C08" w:rsidRDefault="00B77C08" w:rsidP="00B77C08">
      <w:r>
        <w:t>234.3492</w:t>
      </w:r>
      <w:r>
        <w:tab/>
        <w:t>1.013e0</w:t>
      </w:r>
    </w:p>
    <w:p w:rsidR="00B77C08" w:rsidRDefault="00B77C08" w:rsidP="00B77C08">
      <w:r>
        <w:t>234.3756</w:t>
      </w:r>
      <w:r>
        <w:tab/>
        <w:t>2.025e0</w:t>
      </w:r>
    </w:p>
    <w:p w:rsidR="00B77C08" w:rsidRDefault="00B77C08" w:rsidP="00B77C08">
      <w:r>
        <w:t>234.4065</w:t>
      </w:r>
      <w:r>
        <w:tab/>
        <w:t>2.025e0</w:t>
      </w:r>
    </w:p>
    <w:p w:rsidR="00B77C08" w:rsidRDefault="00B77C08" w:rsidP="00B77C08">
      <w:r>
        <w:t>234.4403</w:t>
      </w:r>
      <w:r>
        <w:tab/>
        <w:t>3.038e0</w:t>
      </w:r>
    </w:p>
    <w:p w:rsidR="00B77C08" w:rsidRDefault="00B77C08" w:rsidP="00B77C08">
      <w:r>
        <w:t>234.4512</w:t>
      </w:r>
      <w:r>
        <w:tab/>
        <w:t>3.038e0</w:t>
      </w:r>
    </w:p>
    <w:p w:rsidR="00B77C08" w:rsidRDefault="00B77C08" w:rsidP="00B77C08">
      <w:r>
        <w:t>234.4586</w:t>
      </w:r>
      <w:r>
        <w:tab/>
        <w:t>1.013e0</w:t>
      </w:r>
    </w:p>
    <w:p w:rsidR="00B77C08" w:rsidRDefault="00B77C08" w:rsidP="00B77C08">
      <w:r>
        <w:t>234.5684</w:t>
      </w:r>
      <w:r>
        <w:tab/>
        <w:t>1.013e0</w:t>
      </w:r>
    </w:p>
    <w:p w:rsidR="00B77C08" w:rsidRDefault="00B77C08" w:rsidP="00B77C08">
      <w:r>
        <w:t>234.5765</w:t>
      </w:r>
      <w:r>
        <w:tab/>
        <w:t>1.013e0</w:t>
      </w:r>
    </w:p>
    <w:p w:rsidR="00B77C08" w:rsidRDefault="00B77C08" w:rsidP="00B77C08">
      <w:r>
        <w:t>234.6004</w:t>
      </w:r>
      <w:r>
        <w:tab/>
        <w:t>2.025e0</w:t>
      </w:r>
    </w:p>
    <w:p w:rsidR="00B77C08" w:rsidRDefault="00B77C08" w:rsidP="00B77C08">
      <w:r>
        <w:t>234.6023</w:t>
      </w:r>
      <w:r>
        <w:tab/>
        <w:t>7.089e0</w:t>
      </w:r>
    </w:p>
    <w:p w:rsidR="00B77C08" w:rsidRDefault="00B77C08" w:rsidP="00B77C08">
      <w:r>
        <w:t>234.6297</w:t>
      </w:r>
      <w:r>
        <w:tab/>
        <w:t>1.013e0</w:t>
      </w:r>
    </w:p>
    <w:p w:rsidR="00B77C08" w:rsidRDefault="00B77C08" w:rsidP="00B77C08">
      <w:r>
        <w:t>234.6338</w:t>
      </w:r>
      <w:r>
        <w:tab/>
        <w:t>1.013e0</w:t>
      </w:r>
    </w:p>
    <w:p w:rsidR="00B77C08" w:rsidRDefault="00B77C08" w:rsidP="00B77C08">
      <w:r>
        <w:t>234.6630</w:t>
      </w:r>
      <w:r>
        <w:tab/>
        <w:t>1.013e0</w:t>
      </w:r>
    </w:p>
    <w:p w:rsidR="00B77C08" w:rsidRDefault="00B77C08" w:rsidP="00B77C08">
      <w:r>
        <w:t>234.7121</w:t>
      </w:r>
      <w:r>
        <w:tab/>
        <w:t>1.013e0</w:t>
      </w:r>
    </w:p>
    <w:p w:rsidR="00B77C08" w:rsidRDefault="00B77C08" w:rsidP="00B77C08">
      <w:r>
        <w:t>234.7156</w:t>
      </w:r>
      <w:r>
        <w:tab/>
        <w:t>1.013e0</w:t>
      </w:r>
    </w:p>
    <w:p w:rsidR="00B77C08" w:rsidRDefault="00B77C08" w:rsidP="00B77C08">
      <w:r>
        <w:t>234.7443</w:t>
      </w:r>
      <w:r>
        <w:tab/>
        <w:t>1.013e0</w:t>
      </w:r>
    </w:p>
    <w:p w:rsidR="00B77C08" w:rsidRDefault="00B77C08" w:rsidP="00B77C08">
      <w:r>
        <w:t>234.7527</w:t>
      </w:r>
      <w:r>
        <w:tab/>
        <w:t>1.013e0</w:t>
      </w:r>
    </w:p>
    <w:p w:rsidR="00B77C08" w:rsidRDefault="00B77C08" w:rsidP="00B77C08">
      <w:r>
        <w:t>234.7990</w:t>
      </w:r>
      <w:r>
        <w:tab/>
        <w:t>2.025e0</w:t>
      </w:r>
    </w:p>
    <w:p w:rsidR="00B77C08" w:rsidRDefault="00B77C08" w:rsidP="00B77C08">
      <w:r>
        <w:lastRenderedPageBreak/>
        <w:t>234.8452</w:t>
      </w:r>
      <w:r>
        <w:tab/>
        <w:t>2.025e0</w:t>
      </w:r>
    </w:p>
    <w:p w:rsidR="00B77C08" w:rsidRDefault="00B77C08" w:rsidP="00B77C08">
      <w:r>
        <w:t>234.8668</w:t>
      </w:r>
      <w:r>
        <w:tab/>
        <w:t>1.013e0</w:t>
      </w:r>
    </w:p>
    <w:p w:rsidR="00B77C08" w:rsidRDefault="00B77C08" w:rsidP="00B77C08">
      <w:r>
        <w:t>234.8688</w:t>
      </w:r>
      <w:r>
        <w:tab/>
        <w:t>2.025e0</w:t>
      </w:r>
    </w:p>
    <w:p w:rsidR="00B77C08" w:rsidRDefault="00B77C08" w:rsidP="00B77C08">
      <w:r>
        <w:t>234.9922</w:t>
      </w:r>
      <w:r>
        <w:tab/>
        <w:t>2.025e0</w:t>
      </w:r>
    </w:p>
    <w:p w:rsidR="00B77C08" w:rsidRDefault="00B77C08" w:rsidP="00B77C08">
      <w:r>
        <w:t>234.9962</w:t>
      </w:r>
      <w:r>
        <w:tab/>
        <w:t>1.013e0</w:t>
      </w:r>
    </w:p>
    <w:p w:rsidR="00B77C08" w:rsidRDefault="00B77C08" w:rsidP="00B77C08">
      <w:r>
        <w:t>235.0013</w:t>
      </w:r>
      <w:r>
        <w:tab/>
        <w:t>5.063e0</w:t>
      </w:r>
    </w:p>
    <w:p w:rsidR="00B77C08" w:rsidRDefault="00B77C08" w:rsidP="00B77C08">
      <w:r>
        <w:t>235.0172</w:t>
      </w:r>
      <w:r>
        <w:tab/>
        <w:t>1.013e0</w:t>
      </w:r>
    </w:p>
    <w:p w:rsidR="00B77C08" w:rsidRDefault="00B77C08" w:rsidP="00B77C08">
      <w:r>
        <w:t>235.0234</w:t>
      </w:r>
      <w:r>
        <w:tab/>
        <w:t>2.025e0</w:t>
      </w:r>
    </w:p>
    <w:p w:rsidR="00B77C08" w:rsidRDefault="00B77C08" w:rsidP="00B77C08">
      <w:r>
        <w:t>235.0454</w:t>
      </w:r>
      <w:r>
        <w:tab/>
        <w:t>3.038e0</w:t>
      </w:r>
    </w:p>
    <w:p w:rsidR="00B77C08" w:rsidRDefault="00B77C08" w:rsidP="00B77C08">
      <w:r>
        <w:t>235.0679</w:t>
      </w:r>
      <w:r>
        <w:tab/>
        <w:t>2.025e0</w:t>
      </w:r>
    </w:p>
    <w:p w:rsidR="00B77C08" w:rsidRDefault="00B77C08" w:rsidP="00B77C08">
      <w:r>
        <w:t>235.0997</w:t>
      </w:r>
      <w:r>
        <w:tab/>
        <w:t>8.101e0</w:t>
      </w:r>
    </w:p>
    <w:p w:rsidR="00B77C08" w:rsidRDefault="00B77C08" w:rsidP="00B77C08">
      <w:r>
        <w:t>235.1009</w:t>
      </w:r>
      <w:r>
        <w:tab/>
        <w:t>9.115e0</w:t>
      </w:r>
    </w:p>
    <w:p w:rsidR="00B77C08" w:rsidRDefault="00B77C08" w:rsidP="00B77C08">
      <w:r>
        <w:t>235.1041</w:t>
      </w:r>
      <w:r>
        <w:tab/>
        <w:t>1.013e1</w:t>
      </w:r>
    </w:p>
    <w:p w:rsidR="00B77C08" w:rsidRDefault="00B77C08" w:rsidP="00B77C08">
      <w:r>
        <w:t>235.1477</w:t>
      </w:r>
      <w:r>
        <w:tab/>
        <w:t>1.013e0</w:t>
      </w:r>
    </w:p>
    <w:p w:rsidR="00B77C08" w:rsidRDefault="00B77C08" w:rsidP="00B77C08">
      <w:r>
        <w:t>235.1604</w:t>
      </w:r>
      <w:r>
        <w:tab/>
        <w:t>3.548e0</w:t>
      </w:r>
    </w:p>
    <w:p w:rsidR="00B77C08" w:rsidRDefault="00B77C08" w:rsidP="00B77C08">
      <w:r>
        <w:t>235.1665</w:t>
      </w:r>
      <w:r>
        <w:tab/>
        <w:t>5.063e0</w:t>
      </w:r>
    </w:p>
    <w:p w:rsidR="00B77C08" w:rsidRDefault="00B77C08" w:rsidP="00B77C08">
      <w:r>
        <w:t>235.1905</w:t>
      </w:r>
      <w:r>
        <w:tab/>
        <w:t>3.038e0</w:t>
      </w:r>
    </w:p>
    <w:p w:rsidR="00B77C08" w:rsidRDefault="00B77C08" w:rsidP="00B77C08">
      <w:r>
        <w:t>235.1929</w:t>
      </w:r>
      <w:r>
        <w:tab/>
        <w:t>1.013e0</w:t>
      </w:r>
    </w:p>
    <w:p w:rsidR="00B77C08" w:rsidRDefault="00B77C08" w:rsidP="00B77C08">
      <w:r>
        <w:t>235.2572</w:t>
      </w:r>
      <w:r>
        <w:tab/>
        <w:t>1.013e0</w:t>
      </w:r>
    </w:p>
    <w:p w:rsidR="00B77C08" w:rsidRDefault="00B77C08" w:rsidP="00B77C08">
      <w:r>
        <w:lastRenderedPageBreak/>
        <w:t>235.2778</w:t>
      </w:r>
      <w:r>
        <w:tab/>
        <w:t>2.025e0</w:t>
      </w:r>
    </w:p>
    <w:p w:rsidR="00B77C08" w:rsidRDefault="00B77C08" w:rsidP="00B77C08">
      <w:r>
        <w:t>235.3349</w:t>
      </w:r>
      <w:r>
        <w:tab/>
        <w:t>1.013e0</w:t>
      </w:r>
    </w:p>
    <w:p w:rsidR="00B77C08" w:rsidRDefault="00B77C08" w:rsidP="00B77C08">
      <w:r>
        <w:t>235.3633</w:t>
      </w:r>
      <w:r>
        <w:tab/>
        <w:t>1.013e0</w:t>
      </w:r>
    </w:p>
    <w:p w:rsidR="00B77C08" w:rsidRDefault="00B77C08" w:rsidP="00B77C08">
      <w:r>
        <w:t>235.4084</w:t>
      </w:r>
      <w:r>
        <w:tab/>
        <w:t>1.013e0</w:t>
      </w:r>
    </w:p>
    <w:p w:rsidR="00B77C08" w:rsidRDefault="00B77C08" w:rsidP="00B77C08">
      <w:r>
        <w:t>235.4412</w:t>
      </w:r>
      <w:r>
        <w:tab/>
        <w:t>1.013e0</w:t>
      </w:r>
    </w:p>
    <w:p w:rsidR="00B77C08" w:rsidRDefault="00B77C08" w:rsidP="00B77C08">
      <w:r>
        <w:t>235.4775</w:t>
      </w:r>
      <w:r>
        <w:tab/>
        <w:t>1.013e0</w:t>
      </w:r>
    </w:p>
    <w:p w:rsidR="00B77C08" w:rsidRDefault="00B77C08" w:rsidP="00B77C08">
      <w:r>
        <w:t>235.4939</w:t>
      </w:r>
      <w:r>
        <w:tab/>
        <w:t>2.025e0</w:t>
      </w:r>
    </w:p>
    <w:p w:rsidR="00B77C08" w:rsidRDefault="00B77C08" w:rsidP="00B77C08">
      <w:r>
        <w:t>235.5110</w:t>
      </w:r>
      <w:r>
        <w:tab/>
        <w:t>1.013e0</w:t>
      </w:r>
    </w:p>
    <w:p w:rsidR="00B77C08" w:rsidRDefault="00B77C08" w:rsidP="00B77C08">
      <w:r>
        <w:t>235.5301</w:t>
      </w:r>
      <w:r>
        <w:tab/>
        <w:t>1.013e0</w:t>
      </w:r>
    </w:p>
    <w:p w:rsidR="00B77C08" w:rsidRDefault="00B77C08" w:rsidP="00B77C08">
      <w:r>
        <w:t>235.5765</w:t>
      </w:r>
      <w:r>
        <w:tab/>
        <w:t>3.038e0</w:t>
      </w:r>
    </w:p>
    <w:p w:rsidR="00B77C08" w:rsidRDefault="00B77C08" w:rsidP="00B77C08">
      <w:r>
        <w:t>235.5793</w:t>
      </w:r>
      <w:r>
        <w:tab/>
        <w:t>4.051e0</w:t>
      </w:r>
    </w:p>
    <w:p w:rsidR="00B77C08" w:rsidRDefault="00B77C08" w:rsidP="00B77C08">
      <w:r>
        <w:t>235.6145</w:t>
      </w:r>
      <w:r>
        <w:tab/>
        <w:t>2.025e0</w:t>
      </w:r>
    </w:p>
    <w:p w:rsidR="00B77C08" w:rsidRDefault="00B77C08" w:rsidP="00B77C08">
      <w:r>
        <w:t>235.6323</w:t>
      </w:r>
      <w:r>
        <w:tab/>
        <w:t>1.013e0</w:t>
      </w:r>
    </w:p>
    <w:p w:rsidR="00B77C08" w:rsidRDefault="00B77C08" w:rsidP="00B77C08">
      <w:r>
        <w:t>235.6366</w:t>
      </w:r>
      <w:r>
        <w:tab/>
        <w:t>1.013e0</w:t>
      </w:r>
    </w:p>
    <w:p w:rsidR="00B77C08" w:rsidRDefault="00B77C08" w:rsidP="00B77C08">
      <w:r>
        <w:t>235.6775</w:t>
      </w:r>
      <w:r>
        <w:tab/>
        <w:t>1.013e0</w:t>
      </w:r>
    </w:p>
    <w:p w:rsidR="00B77C08" w:rsidRDefault="00B77C08" w:rsidP="00B77C08">
      <w:r>
        <w:t>235.7914</w:t>
      </w:r>
      <w:r>
        <w:tab/>
        <w:t>1.013e0</w:t>
      </w:r>
    </w:p>
    <w:p w:rsidR="00B77C08" w:rsidRDefault="00B77C08" w:rsidP="00B77C08">
      <w:r>
        <w:t>235.8327</w:t>
      </w:r>
      <w:r>
        <w:tab/>
        <w:t>2.025e0</w:t>
      </w:r>
    </w:p>
    <w:p w:rsidR="00B77C08" w:rsidRDefault="00B77C08" w:rsidP="00B77C08">
      <w:r>
        <w:t>235.8409</w:t>
      </w:r>
      <w:r>
        <w:tab/>
        <w:t>1.013e0</w:t>
      </w:r>
    </w:p>
    <w:p w:rsidR="00B77C08" w:rsidRDefault="00B77C08" w:rsidP="00B77C08">
      <w:r>
        <w:t>235.8656</w:t>
      </w:r>
      <w:r>
        <w:tab/>
        <w:t>1.013e0</w:t>
      </w:r>
    </w:p>
    <w:p w:rsidR="00B77C08" w:rsidRDefault="00B77C08" w:rsidP="00B77C08">
      <w:r>
        <w:lastRenderedPageBreak/>
        <w:t>235.8975</w:t>
      </w:r>
      <w:r>
        <w:tab/>
        <w:t>1.013e0</w:t>
      </w:r>
    </w:p>
    <w:p w:rsidR="00B77C08" w:rsidRDefault="00B77C08" w:rsidP="00B77C08">
      <w:r>
        <w:t>235.9014</w:t>
      </w:r>
      <w:r>
        <w:tab/>
        <w:t>1.013e0</w:t>
      </w:r>
    </w:p>
    <w:p w:rsidR="00B77C08" w:rsidRDefault="00B77C08" w:rsidP="00B77C08">
      <w:r>
        <w:t>235.9802</w:t>
      </w:r>
      <w:r>
        <w:tab/>
        <w:t>1.013e0</w:t>
      </w:r>
    </w:p>
    <w:p w:rsidR="00B77C08" w:rsidRDefault="00B77C08" w:rsidP="00B77C08">
      <w:r>
        <w:t>235.9872</w:t>
      </w:r>
      <w:r>
        <w:tab/>
        <w:t>4.051e0</w:t>
      </w:r>
    </w:p>
    <w:p w:rsidR="00B77C08" w:rsidRDefault="00B77C08" w:rsidP="00B77C08">
      <w:r>
        <w:t>236.0075</w:t>
      </w:r>
      <w:r>
        <w:tab/>
        <w:t>1.013e0</w:t>
      </w:r>
    </w:p>
    <w:p w:rsidR="00B77C08" w:rsidRDefault="00B77C08" w:rsidP="00B77C08">
      <w:r>
        <w:t>236.0204</w:t>
      </w:r>
      <w:r>
        <w:tab/>
        <w:t>1.013e0</w:t>
      </w:r>
    </w:p>
    <w:p w:rsidR="00B77C08" w:rsidRDefault="00B77C08" w:rsidP="00B77C08">
      <w:r>
        <w:t>236.0410</w:t>
      </w:r>
      <w:r>
        <w:tab/>
        <w:t>1.013e0</w:t>
      </w:r>
    </w:p>
    <w:p w:rsidR="00B77C08" w:rsidRDefault="00B77C08" w:rsidP="00B77C08">
      <w:r>
        <w:t>236.0473</w:t>
      </w:r>
      <w:r>
        <w:tab/>
        <w:t>2.025e0</w:t>
      </w:r>
    </w:p>
    <w:p w:rsidR="00B77C08" w:rsidRDefault="00B77C08" w:rsidP="00B77C08">
      <w:r>
        <w:t>236.0831</w:t>
      </w:r>
      <w:r>
        <w:tab/>
        <w:t>3.038e0</w:t>
      </w:r>
    </w:p>
    <w:p w:rsidR="00B77C08" w:rsidRDefault="00B77C08" w:rsidP="00B77C08">
      <w:r>
        <w:t>236.0941</w:t>
      </w:r>
      <w:r>
        <w:tab/>
        <w:t>2.025e0</w:t>
      </w:r>
    </w:p>
    <w:p w:rsidR="00B77C08" w:rsidRDefault="00B77C08" w:rsidP="00B77C08">
      <w:r>
        <w:t>236.1221</w:t>
      </w:r>
      <w:r>
        <w:tab/>
        <w:t>2.025e0</w:t>
      </w:r>
    </w:p>
    <w:p w:rsidR="00B77C08" w:rsidRDefault="00B77C08" w:rsidP="00B77C08">
      <w:r>
        <w:t>236.1305</w:t>
      </w:r>
      <w:r>
        <w:tab/>
        <w:t>2.025e0</w:t>
      </w:r>
    </w:p>
    <w:p w:rsidR="00B77C08" w:rsidRDefault="00B77C08" w:rsidP="00B77C08">
      <w:r>
        <w:t>236.1530</w:t>
      </w:r>
      <w:r>
        <w:tab/>
        <w:t>2.025e0</w:t>
      </w:r>
    </w:p>
    <w:p w:rsidR="00B77C08" w:rsidRDefault="00B77C08" w:rsidP="00B77C08">
      <w:r>
        <w:t>236.1593</w:t>
      </w:r>
      <w:r>
        <w:tab/>
        <w:t>1.013e0</w:t>
      </w:r>
    </w:p>
    <w:p w:rsidR="00B77C08" w:rsidRDefault="00B77C08" w:rsidP="00B77C08">
      <w:r>
        <w:t>236.1628</w:t>
      </w:r>
      <w:r>
        <w:tab/>
        <w:t>1.013e0</w:t>
      </w:r>
    </w:p>
    <w:p w:rsidR="00B77C08" w:rsidRDefault="00B77C08" w:rsidP="00B77C08">
      <w:r>
        <w:t>236.2201</w:t>
      </w:r>
      <w:r>
        <w:tab/>
        <w:t>1.013e0</w:t>
      </w:r>
    </w:p>
    <w:p w:rsidR="00B77C08" w:rsidRDefault="00B77C08" w:rsidP="00B77C08">
      <w:r>
        <w:t>236.2693</w:t>
      </w:r>
      <w:r>
        <w:tab/>
        <w:t>1.013e0</w:t>
      </w:r>
    </w:p>
    <w:p w:rsidR="00B77C08" w:rsidRDefault="00B77C08" w:rsidP="00B77C08">
      <w:r>
        <w:t>236.3067</w:t>
      </w:r>
      <w:r>
        <w:tab/>
        <w:t>1.013e0</w:t>
      </w:r>
    </w:p>
    <w:p w:rsidR="00B77C08" w:rsidRDefault="00B77C08" w:rsidP="00B77C08">
      <w:r>
        <w:t>236.3634</w:t>
      </w:r>
      <w:r>
        <w:tab/>
        <w:t>1.013e0</w:t>
      </w:r>
    </w:p>
    <w:p w:rsidR="00B77C08" w:rsidRDefault="00B77C08" w:rsidP="00B77C08">
      <w:r>
        <w:lastRenderedPageBreak/>
        <w:t>236.4010</w:t>
      </w:r>
      <w:r>
        <w:tab/>
        <w:t>1.013e0</w:t>
      </w:r>
    </w:p>
    <w:p w:rsidR="00B77C08" w:rsidRDefault="00B77C08" w:rsidP="00B77C08">
      <w:r>
        <w:t>236.4204</w:t>
      </w:r>
      <w:r>
        <w:tab/>
        <w:t>2.025e0</w:t>
      </w:r>
    </w:p>
    <w:p w:rsidR="00B77C08" w:rsidRDefault="00B77C08" w:rsidP="00B77C08">
      <w:r>
        <w:t>236.4247</w:t>
      </w:r>
      <w:r>
        <w:tab/>
        <w:t>1.013e0</w:t>
      </w:r>
    </w:p>
    <w:p w:rsidR="00B77C08" w:rsidRDefault="00B77C08" w:rsidP="00B77C08">
      <w:r>
        <w:t>236.4409</w:t>
      </w:r>
      <w:r>
        <w:tab/>
        <w:t>1.013e0</w:t>
      </w:r>
    </w:p>
    <w:p w:rsidR="00B77C08" w:rsidRDefault="00B77C08" w:rsidP="00B77C08">
      <w:r>
        <w:t>236.5228</w:t>
      </w:r>
      <w:r>
        <w:tab/>
        <w:t>3.038e0</w:t>
      </w:r>
    </w:p>
    <w:p w:rsidR="00B77C08" w:rsidRDefault="00B77C08" w:rsidP="00B77C08">
      <w:r>
        <w:t>236.5266</w:t>
      </w:r>
      <w:r>
        <w:tab/>
        <w:t>1.013e0</w:t>
      </w:r>
    </w:p>
    <w:p w:rsidR="00B77C08" w:rsidRDefault="00B77C08" w:rsidP="00B77C08">
      <w:r>
        <w:t>236.5565</w:t>
      </w:r>
      <w:r>
        <w:tab/>
        <w:t>1.013e0</w:t>
      </w:r>
    </w:p>
    <w:p w:rsidR="00B77C08" w:rsidRDefault="00B77C08" w:rsidP="00B77C08">
      <w:r>
        <w:t>236.5718</w:t>
      </w:r>
      <w:r>
        <w:tab/>
        <w:t>1.013e0</w:t>
      </w:r>
    </w:p>
    <w:p w:rsidR="00B77C08" w:rsidRDefault="00B77C08" w:rsidP="00B77C08">
      <w:r>
        <w:t>236.5797</w:t>
      </w:r>
      <w:r>
        <w:tab/>
        <w:t>1.013e0</w:t>
      </w:r>
    </w:p>
    <w:p w:rsidR="00B77C08" w:rsidRDefault="00B77C08" w:rsidP="00B77C08">
      <w:r>
        <w:t>236.6441</w:t>
      </w:r>
      <w:r>
        <w:tab/>
        <w:t>2.025e0</w:t>
      </w:r>
    </w:p>
    <w:p w:rsidR="00B77C08" w:rsidRDefault="00B77C08" w:rsidP="00B77C08">
      <w:r>
        <w:t>236.6800</w:t>
      </w:r>
      <w:r>
        <w:tab/>
        <w:t>2.025e0</w:t>
      </w:r>
    </w:p>
    <w:p w:rsidR="00B77C08" w:rsidRDefault="00B77C08" w:rsidP="00B77C08">
      <w:r>
        <w:t>236.7233</w:t>
      </w:r>
      <w:r>
        <w:tab/>
        <w:t>1.013e0</w:t>
      </w:r>
    </w:p>
    <w:p w:rsidR="00B77C08" w:rsidRDefault="00B77C08" w:rsidP="00B77C08">
      <w:r>
        <w:t>236.7393</w:t>
      </w:r>
      <w:r>
        <w:tab/>
        <w:t>1.013e0</w:t>
      </w:r>
    </w:p>
    <w:p w:rsidR="00B77C08" w:rsidRDefault="00B77C08" w:rsidP="00B77C08">
      <w:r>
        <w:t>236.8870</w:t>
      </w:r>
      <w:r>
        <w:tab/>
        <w:t>1.013e0</w:t>
      </w:r>
    </w:p>
    <w:p w:rsidR="00B77C08" w:rsidRDefault="00B77C08" w:rsidP="00B77C08">
      <w:r>
        <w:t>236.8905</w:t>
      </w:r>
      <w:r>
        <w:tab/>
        <w:t>1.013e0</w:t>
      </w:r>
    </w:p>
    <w:p w:rsidR="00B77C08" w:rsidRDefault="00B77C08" w:rsidP="00B77C08">
      <w:r>
        <w:t>236.9067</w:t>
      </w:r>
      <w:r>
        <w:tab/>
        <w:t>1.013e0</w:t>
      </w:r>
    </w:p>
    <w:p w:rsidR="00B77C08" w:rsidRDefault="00B77C08" w:rsidP="00B77C08">
      <w:r>
        <w:t>236.9909</w:t>
      </w:r>
      <w:r>
        <w:tab/>
        <w:t>2.025e0</w:t>
      </w:r>
    </w:p>
    <w:p w:rsidR="00B77C08" w:rsidRDefault="00B77C08" w:rsidP="00B77C08">
      <w:r>
        <w:t>237.0196</w:t>
      </w:r>
      <w:r>
        <w:tab/>
        <w:t>3.038e0</w:t>
      </w:r>
    </w:p>
    <w:p w:rsidR="00B77C08" w:rsidRDefault="00B77C08" w:rsidP="00B77C08">
      <w:r>
        <w:t>237.0284</w:t>
      </w:r>
      <w:r>
        <w:tab/>
        <w:t>1.519e1</w:t>
      </w:r>
    </w:p>
    <w:p w:rsidR="00B77C08" w:rsidRDefault="00B77C08" w:rsidP="00B77C08">
      <w:r>
        <w:lastRenderedPageBreak/>
        <w:t>237.0303</w:t>
      </w:r>
      <w:r>
        <w:tab/>
        <w:t>1.013e0</w:t>
      </w:r>
    </w:p>
    <w:p w:rsidR="00B77C08" w:rsidRDefault="00B77C08" w:rsidP="00B77C08">
      <w:r>
        <w:t>237.0537</w:t>
      </w:r>
      <w:r>
        <w:tab/>
        <w:t>1.013e0</w:t>
      </w:r>
    </w:p>
    <w:p w:rsidR="00B77C08" w:rsidRDefault="00B77C08" w:rsidP="00B77C08">
      <w:r>
        <w:t>237.0873</w:t>
      </w:r>
      <w:r>
        <w:tab/>
        <w:t>2.025e0</w:t>
      </w:r>
    </w:p>
    <w:p w:rsidR="00B77C08" w:rsidRDefault="00B77C08" w:rsidP="00B77C08">
      <w:r>
        <w:t>237.1162</w:t>
      </w:r>
      <w:r>
        <w:tab/>
        <w:t>5.063e0</w:t>
      </w:r>
    </w:p>
    <w:p w:rsidR="00B77C08" w:rsidRDefault="00B77C08" w:rsidP="00B77C08">
      <w:r>
        <w:t>237.1178</w:t>
      </w:r>
      <w:r>
        <w:tab/>
        <w:t>2.025e0</w:t>
      </w:r>
    </w:p>
    <w:p w:rsidR="00B77C08" w:rsidRDefault="00B77C08" w:rsidP="00B77C08">
      <w:r>
        <w:t>237.1239</w:t>
      </w:r>
      <w:r>
        <w:tab/>
        <w:t>4.051e0</w:t>
      </w:r>
    </w:p>
    <w:p w:rsidR="00B77C08" w:rsidRDefault="00B77C08" w:rsidP="00B77C08">
      <w:r>
        <w:t>237.1409</w:t>
      </w:r>
      <w:r>
        <w:tab/>
        <w:t>2.025e0</w:t>
      </w:r>
    </w:p>
    <w:p w:rsidR="00B77C08" w:rsidRDefault="00B77C08" w:rsidP="00B77C08">
      <w:r>
        <w:t>237.1820</w:t>
      </w:r>
      <w:r>
        <w:tab/>
        <w:t>2.025e0</w:t>
      </w:r>
    </w:p>
    <w:p w:rsidR="00B77C08" w:rsidRDefault="00B77C08" w:rsidP="00B77C08">
      <w:r>
        <w:t>237.2054</w:t>
      </w:r>
      <w:r>
        <w:tab/>
        <w:t>1.013e0</w:t>
      </w:r>
    </w:p>
    <w:p w:rsidR="00B77C08" w:rsidRDefault="00B77C08" w:rsidP="00B77C08">
      <w:r>
        <w:t>237.2270</w:t>
      </w:r>
      <w:r>
        <w:tab/>
        <w:t>1.013e0</w:t>
      </w:r>
    </w:p>
    <w:p w:rsidR="00B77C08" w:rsidRDefault="00B77C08" w:rsidP="00B77C08">
      <w:r>
        <w:t>237.2667</w:t>
      </w:r>
      <w:r>
        <w:tab/>
        <w:t>1.013e0</w:t>
      </w:r>
    </w:p>
    <w:p w:rsidR="00B77C08" w:rsidRDefault="00B77C08" w:rsidP="00B77C08">
      <w:r>
        <w:t>237.2921</w:t>
      </w:r>
      <w:r>
        <w:tab/>
        <w:t>1.013e0</w:t>
      </w:r>
    </w:p>
    <w:p w:rsidR="00B77C08" w:rsidRDefault="00B77C08" w:rsidP="00B77C08">
      <w:r>
        <w:t>237.4223</w:t>
      </w:r>
      <w:r>
        <w:tab/>
        <w:t>1.013e0</w:t>
      </w:r>
    </w:p>
    <w:p w:rsidR="00B77C08" w:rsidRDefault="00B77C08" w:rsidP="00B77C08">
      <w:r>
        <w:t>237.4438</w:t>
      </w:r>
      <w:r>
        <w:tab/>
        <w:t>1.013e0</w:t>
      </w:r>
    </w:p>
    <w:p w:rsidR="00B77C08" w:rsidRDefault="00B77C08" w:rsidP="00B77C08">
      <w:r>
        <w:t>237.4555</w:t>
      </w:r>
      <w:r>
        <w:tab/>
        <w:t>1.013e0</w:t>
      </w:r>
    </w:p>
    <w:p w:rsidR="00B77C08" w:rsidRDefault="00B77C08" w:rsidP="00B77C08">
      <w:r>
        <w:t>237.4802</w:t>
      </w:r>
      <w:r>
        <w:tab/>
        <w:t>1.013e0</w:t>
      </w:r>
    </w:p>
    <w:p w:rsidR="00B77C08" w:rsidRDefault="00B77C08" w:rsidP="00B77C08">
      <w:r>
        <w:t>237.5247</w:t>
      </w:r>
      <w:r>
        <w:tab/>
        <w:t>1.013e0</w:t>
      </w:r>
    </w:p>
    <w:p w:rsidR="00B77C08" w:rsidRDefault="00B77C08" w:rsidP="00B77C08">
      <w:r>
        <w:t>237.5700</w:t>
      </w:r>
      <w:r>
        <w:tab/>
        <w:t>1.013e0</w:t>
      </w:r>
    </w:p>
    <w:p w:rsidR="00B77C08" w:rsidRDefault="00B77C08" w:rsidP="00B77C08">
      <w:r>
        <w:t>237.5914</w:t>
      </w:r>
      <w:r>
        <w:tab/>
        <w:t>1.013e0</w:t>
      </w:r>
    </w:p>
    <w:p w:rsidR="00B77C08" w:rsidRDefault="00B77C08" w:rsidP="00B77C08">
      <w:r>
        <w:lastRenderedPageBreak/>
        <w:t>237.6075</w:t>
      </w:r>
      <w:r>
        <w:tab/>
        <w:t>1.013e0</w:t>
      </w:r>
    </w:p>
    <w:p w:rsidR="00B77C08" w:rsidRDefault="00B77C08" w:rsidP="00B77C08">
      <w:r>
        <w:t>237.6415</w:t>
      </w:r>
      <w:r>
        <w:tab/>
        <w:t>2.025e0</w:t>
      </w:r>
    </w:p>
    <w:p w:rsidR="00B77C08" w:rsidRDefault="00B77C08" w:rsidP="00B77C08">
      <w:r>
        <w:t>237.6643</w:t>
      </w:r>
      <w:r>
        <w:tab/>
        <w:t>1.013e0</w:t>
      </w:r>
    </w:p>
    <w:p w:rsidR="00B77C08" w:rsidRDefault="00B77C08" w:rsidP="00B77C08">
      <w:r>
        <w:t>237.7175</w:t>
      </w:r>
      <w:r>
        <w:tab/>
        <w:t>1.013e0</w:t>
      </w:r>
    </w:p>
    <w:p w:rsidR="00B77C08" w:rsidRDefault="00B77C08" w:rsidP="00B77C08">
      <w:r>
        <w:t>237.7339</w:t>
      </w:r>
      <w:r>
        <w:tab/>
        <w:t>1.013e0</w:t>
      </w:r>
    </w:p>
    <w:p w:rsidR="00B77C08" w:rsidRDefault="00B77C08" w:rsidP="00B77C08">
      <w:r>
        <w:t>237.7384</w:t>
      </w:r>
      <w:r>
        <w:tab/>
        <w:t>1.013e0</w:t>
      </w:r>
    </w:p>
    <w:p w:rsidR="00B77C08" w:rsidRDefault="00B77C08" w:rsidP="00B77C08">
      <w:r>
        <w:t>237.7667</w:t>
      </w:r>
      <w:r>
        <w:tab/>
        <w:t>1.013e0</w:t>
      </w:r>
    </w:p>
    <w:p w:rsidR="00B77C08" w:rsidRDefault="00B77C08" w:rsidP="00B77C08">
      <w:r>
        <w:t>237.8731</w:t>
      </w:r>
      <w:r>
        <w:tab/>
        <w:t>1.013e0</w:t>
      </w:r>
    </w:p>
    <w:p w:rsidR="00B77C08" w:rsidRDefault="00B77C08" w:rsidP="00B77C08">
      <w:r>
        <w:t>237.9717</w:t>
      </w:r>
      <w:r>
        <w:tab/>
        <w:t>1.013e0</w:t>
      </w:r>
    </w:p>
    <w:p w:rsidR="00B77C08" w:rsidRDefault="00B77C08" w:rsidP="00B77C08">
      <w:r>
        <w:t>238.0119</w:t>
      </w:r>
      <w:r>
        <w:tab/>
        <w:t>3.038e0</w:t>
      </w:r>
    </w:p>
    <w:p w:rsidR="00B77C08" w:rsidRDefault="00B77C08" w:rsidP="00B77C08">
      <w:r>
        <w:t>238.0170</w:t>
      </w:r>
      <w:r>
        <w:tab/>
        <w:t>1.013e0</w:t>
      </w:r>
    </w:p>
    <w:p w:rsidR="00B77C08" w:rsidRDefault="00B77C08" w:rsidP="00B77C08">
      <w:r>
        <w:t>238.0242</w:t>
      </w:r>
      <w:r>
        <w:tab/>
        <w:t>3.038e0</w:t>
      </w:r>
    </w:p>
    <w:p w:rsidR="00B77C08" w:rsidRDefault="00B77C08" w:rsidP="00B77C08">
      <w:r>
        <w:t>238.0459</w:t>
      </w:r>
      <w:r>
        <w:tab/>
        <w:t>1.013e0</w:t>
      </w:r>
    </w:p>
    <w:p w:rsidR="00B77C08" w:rsidRDefault="00B77C08" w:rsidP="00B77C08">
      <w:r>
        <w:t>238.0647</w:t>
      </w:r>
      <w:r>
        <w:tab/>
        <w:t>2.025e0</w:t>
      </w:r>
    </w:p>
    <w:p w:rsidR="00B77C08" w:rsidRDefault="00B77C08" w:rsidP="00B77C08">
      <w:r>
        <w:t>238.0702</w:t>
      </w:r>
      <w:r>
        <w:tab/>
        <w:t>2.025e0</w:t>
      </w:r>
    </w:p>
    <w:p w:rsidR="00B77C08" w:rsidRDefault="00B77C08" w:rsidP="00B77C08">
      <w:r>
        <w:t>238.1296</w:t>
      </w:r>
      <w:r>
        <w:tab/>
        <w:t>2.025e0</w:t>
      </w:r>
    </w:p>
    <w:p w:rsidR="00B77C08" w:rsidRDefault="00B77C08" w:rsidP="00B77C08">
      <w:r>
        <w:t>238.1328</w:t>
      </w:r>
      <w:r>
        <w:tab/>
        <w:t>3.038e0</w:t>
      </w:r>
    </w:p>
    <w:p w:rsidR="00B77C08" w:rsidRDefault="00B77C08" w:rsidP="00B77C08">
      <w:r>
        <w:t>238.1892</w:t>
      </w:r>
      <w:r>
        <w:tab/>
        <w:t>2.025e0</w:t>
      </w:r>
    </w:p>
    <w:p w:rsidR="00B77C08" w:rsidRDefault="00B77C08" w:rsidP="00B77C08">
      <w:r>
        <w:t>238.2166</w:t>
      </w:r>
      <w:r>
        <w:tab/>
        <w:t>2.025e0</w:t>
      </w:r>
    </w:p>
    <w:p w:rsidR="00B77C08" w:rsidRDefault="00B77C08" w:rsidP="00B77C08">
      <w:r>
        <w:lastRenderedPageBreak/>
        <w:t>238.2180</w:t>
      </w:r>
      <w:r>
        <w:tab/>
        <w:t>1.013e0</w:t>
      </w:r>
    </w:p>
    <w:p w:rsidR="00B77C08" w:rsidRDefault="00B77C08" w:rsidP="00B77C08">
      <w:r>
        <w:t>238.2425</w:t>
      </w:r>
      <w:r>
        <w:tab/>
        <w:t>1.013e0</w:t>
      </w:r>
    </w:p>
    <w:p w:rsidR="00B77C08" w:rsidRDefault="00B77C08" w:rsidP="00B77C08">
      <w:r>
        <w:t>238.3249</w:t>
      </w:r>
      <w:r>
        <w:tab/>
        <w:t>1.013e0</w:t>
      </w:r>
    </w:p>
    <w:p w:rsidR="00B77C08" w:rsidRDefault="00B77C08" w:rsidP="00B77C08">
      <w:r>
        <w:t>238.3606</w:t>
      </w:r>
      <w:r>
        <w:tab/>
        <w:t>3.038e0</w:t>
      </w:r>
    </w:p>
    <w:p w:rsidR="00B77C08" w:rsidRDefault="00B77C08" w:rsidP="00B77C08">
      <w:r>
        <w:t>238.3738</w:t>
      </w:r>
      <w:r>
        <w:tab/>
        <w:t>1.013e0</w:t>
      </w:r>
    </w:p>
    <w:p w:rsidR="00B77C08" w:rsidRDefault="00B77C08" w:rsidP="00B77C08">
      <w:r>
        <w:t>238.4475</w:t>
      </w:r>
      <w:r>
        <w:tab/>
        <w:t>1.013e0</w:t>
      </w:r>
    </w:p>
    <w:p w:rsidR="00B77C08" w:rsidRDefault="00B77C08" w:rsidP="00B77C08">
      <w:r>
        <w:t>238.4568</w:t>
      </w:r>
      <w:r>
        <w:tab/>
        <w:t>1.013e0</w:t>
      </w:r>
    </w:p>
    <w:p w:rsidR="00B77C08" w:rsidRDefault="00B77C08" w:rsidP="00B77C08">
      <w:r>
        <w:t>238.5551</w:t>
      </w:r>
      <w:r>
        <w:tab/>
        <w:t>1.013e0</w:t>
      </w:r>
    </w:p>
    <w:p w:rsidR="00B77C08" w:rsidRDefault="00B77C08" w:rsidP="00B77C08">
      <w:r>
        <w:t>238.6084</w:t>
      </w:r>
      <w:r>
        <w:tab/>
        <w:t>1.215e1</w:t>
      </w:r>
    </w:p>
    <w:p w:rsidR="00B77C08" w:rsidRDefault="00B77C08" w:rsidP="00B77C08">
      <w:r>
        <w:t>238.6131</w:t>
      </w:r>
      <w:r>
        <w:tab/>
        <w:t>4.051e0</w:t>
      </w:r>
    </w:p>
    <w:p w:rsidR="00B77C08" w:rsidRDefault="00B77C08" w:rsidP="00B77C08">
      <w:r>
        <w:t>238.6165</w:t>
      </w:r>
      <w:r>
        <w:tab/>
        <w:t>2.025e0</w:t>
      </w:r>
    </w:p>
    <w:p w:rsidR="00B77C08" w:rsidRDefault="00B77C08" w:rsidP="00B77C08">
      <w:r>
        <w:t>238.6992</w:t>
      </w:r>
      <w:r>
        <w:tab/>
        <w:t>2.025e0</w:t>
      </w:r>
    </w:p>
    <w:p w:rsidR="00B77C08" w:rsidRDefault="00B77C08" w:rsidP="00B77C08">
      <w:r>
        <w:t>238.7269</w:t>
      </w:r>
      <w:r>
        <w:tab/>
        <w:t>1.013e0</w:t>
      </w:r>
    </w:p>
    <w:p w:rsidR="00B77C08" w:rsidRDefault="00B77C08" w:rsidP="00B77C08">
      <w:r>
        <w:t>238.7885</w:t>
      </w:r>
      <w:r>
        <w:tab/>
        <w:t>2.025e0</w:t>
      </w:r>
    </w:p>
    <w:p w:rsidR="00B77C08" w:rsidRDefault="00B77C08" w:rsidP="00B77C08">
      <w:r>
        <w:t>238.7922</w:t>
      </w:r>
      <w:r>
        <w:tab/>
        <w:t>1.013e0</w:t>
      </w:r>
    </w:p>
    <w:p w:rsidR="00B77C08" w:rsidRDefault="00B77C08" w:rsidP="00B77C08">
      <w:r>
        <w:t>238.8299</w:t>
      </w:r>
      <w:r>
        <w:tab/>
        <w:t>1.013e0</w:t>
      </w:r>
    </w:p>
    <w:p w:rsidR="00B77C08" w:rsidRDefault="00B77C08" w:rsidP="00B77C08">
      <w:r>
        <w:t>238.8452</w:t>
      </w:r>
      <w:r>
        <w:tab/>
        <w:t>1.013e0</w:t>
      </w:r>
    </w:p>
    <w:p w:rsidR="00B77C08" w:rsidRDefault="00B77C08" w:rsidP="00B77C08">
      <w:r>
        <w:t>238.8501</w:t>
      </w:r>
      <w:r>
        <w:tab/>
        <w:t>1.013e0</w:t>
      </w:r>
    </w:p>
    <w:p w:rsidR="00B77C08" w:rsidRDefault="00B77C08" w:rsidP="00B77C08">
      <w:r>
        <w:t>238.8974</w:t>
      </w:r>
      <w:r>
        <w:tab/>
        <w:t>2.025e0</w:t>
      </w:r>
    </w:p>
    <w:p w:rsidR="00B77C08" w:rsidRDefault="00B77C08" w:rsidP="00B77C08">
      <w:r>
        <w:lastRenderedPageBreak/>
        <w:t>238.9243</w:t>
      </w:r>
      <w:r>
        <w:tab/>
        <w:t>2.025e0</w:t>
      </w:r>
    </w:p>
    <w:p w:rsidR="00B77C08" w:rsidRDefault="00B77C08" w:rsidP="00B77C08">
      <w:r>
        <w:t>238.9441</w:t>
      </w:r>
      <w:r>
        <w:tab/>
        <w:t>1.013e0</w:t>
      </w:r>
    </w:p>
    <w:p w:rsidR="00B77C08" w:rsidRDefault="00B77C08" w:rsidP="00B77C08">
      <w:r>
        <w:t>238.9973</w:t>
      </w:r>
      <w:r>
        <w:tab/>
        <w:t>1.013e0</w:t>
      </w:r>
    </w:p>
    <w:p w:rsidR="00B77C08" w:rsidRDefault="00B77C08" w:rsidP="00B77C08">
      <w:r>
        <w:t>239.0022</w:t>
      </w:r>
      <w:r>
        <w:tab/>
        <w:t>1.013e0</w:t>
      </w:r>
    </w:p>
    <w:p w:rsidR="00B77C08" w:rsidRDefault="00B77C08" w:rsidP="00B77C08">
      <w:r>
        <w:t>239.0347</w:t>
      </w:r>
      <w:r>
        <w:tab/>
        <w:t>1.013e0</w:t>
      </w:r>
    </w:p>
    <w:p w:rsidR="00B77C08" w:rsidRDefault="00B77C08" w:rsidP="00B77C08">
      <w:r>
        <w:t>239.0425</w:t>
      </w:r>
      <w:r>
        <w:tab/>
        <w:t>1.013e0</w:t>
      </w:r>
    </w:p>
    <w:p w:rsidR="00B77C08" w:rsidRDefault="00B77C08" w:rsidP="00B77C08">
      <w:r>
        <w:t>239.0651</w:t>
      </w:r>
      <w:r>
        <w:tab/>
        <w:t>4.051e0</w:t>
      </w:r>
    </w:p>
    <w:p w:rsidR="00B77C08" w:rsidRDefault="00B77C08" w:rsidP="00B77C08">
      <w:r>
        <w:t>239.0867</w:t>
      </w:r>
      <w:r>
        <w:tab/>
        <w:t>4.051e0</w:t>
      </w:r>
    </w:p>
    <w:p w:rsidR="00B77C08" w:rsidRDefault="00B77C08" w:rsidP="00B77C08">
      <w:r>
        <w:t>239.1160</w:t>
      </w:r>
      <w:r>
        <w:tab/>
        <w:t>8.343e0</w:t>
      </w:r>
    </w:p>
    <w:p w:rsidR="00B77C08" w:rsidRDefault="00B77C08" w:rsidP="00B77C08">
      <w:r>
        <w:t>239.1217</w:t>
      </w:r>
      <w:r>
        <w:tab/>
        <w:t>2.025e0</w:t>
      </w:r>
    </w:p>
    <w:p w:rsidR="00B77C08" w:rsidRDefault="00B77C08" w:rsidP="00B77C08">
      <w:r>
        <w:t>239.1634</w:t>
      </w:r>
      <w:r>
        <w:tab/>
        <w:t>6.076e0</w:t>
      </w:r>
    </w:p>
    <w:p w:rsidR="00B77C08" w:rsidRDefault="00B77C08" w:rsidP="00B77C08">
      <w:r>
        <w:t>239.1730</w:t>
      </w:r>
      <w:r>
        <w:tab/>
        <w:t>2.025e0</w:t>
      </w:r>
    </w:p>
    <w:p w:rsidR="00B77C08" w:rsidRDefault="00B77C08" w:rsidP="00B77C08">
      <w:r>
        <w:t>239.2166</w:t>
      </w:r>
      <w:r>
        <w:tab/>
        <w:t>2.025e0</w:t>
      </w:r>
    </w:p>
    <w:p w:rsidR="00B77C08" w:rsidRDefault="00B77C08" w:rsidP="00B77C08">
      <w:r>
        <w:t>239.2204</w:t>
      </w:r>
      <w:r>
        <w:tab/>
        <w:t>1.013e0</w:t>
      </w:r>
    </w:p>
    <w:p w:rsidR="00B77C08" w:rsidRDefault="00B77C08" w:rsidP="00B77C08">
      <w:r>
        <w:t>239.2400</w:t>
      </w:r>
      <w:r>
        <w:tab/>
        <w:t>1.013e0</w:t>
      </w:r>
    </w:p>
    <w:p w:rsidR="00B77C08" w:rsidRDefault="00B77C08" w:rsidP="00B77C08">
      <w:r>
        <w:t>239.2657</w:t>
      </w:r>
      <w:r>
        <w:tab/>
        <w:t>2.025e0</w:t>
      </w:r>
    </w:p>
    <w:p w:rsidR="00B77C08" w:rsidRDefault="00B77C08" w:rsidP="00B77C08">
      <w:r>
        <w:t>239.2736</w:t>
      </w:r>
      <w:r>
        <w:tab/>
        <w:t>2.025e0</w:t>
      </w:r>
    </w:p>
    <w:p w:rsidR="00B77C08" w:rsidRDefault="00B77C08" w:rsidP="00B77C08">
      <w:r>
        <w:t>239.3130</w:t>
      </w:r>
      <w:r>
        <w:tab/>
        <w:t>2.025e0</w:t>
      </w:r>
    </w:p>
    <w:p w:rsidR="00B77C08" w:rsidRDefault="00B77C08" w:rsidP="00B77C08">
      <w:r>
        <w:t>239.3230</w:t>
      </w:r>
      <w:r>
        <w:tab/>
        <w:t>1.013e0</w:t>
      </w:r>
    </w:p>
    <w:p w:rsidR="00B77C08" w:rsidRDefault="00B77C08" w:rsidP="00B77C08">
      <w:r>
        <w:lastRenderedPageBreak/>
        <w:t>239.3689</w:t>
      </w:r>
      <w:r>
        <w:tab/>
        <w:t>1.013e0</w:t>
      </w:r>
    </w:p>
    <w:p w:rsidR="00B77C08" w:rsidRDefault="00B77C08" w:rsidP="00B77C08">
      <w:r>
        <w:t>239.3842</w:t>
      </w:r>
      <w:r>
        <w:tab/>
        <w:t>2.025e0</w:t>
      </w:r>
    </w:p>
    <w:p w:rsidR="00B77C08" w:rsidRDefault="00B77C08" w:rsidP="00B77C08">
      <w:r>
        <w:t>239.4413</w:t>
      </w:r>
      <w:r>
        <w:tab/>
        <w:t>1.013e0</w:t>
      </w:r>
    </w:p>
    <w:p w:rsidR="00B77C08" w:rsidRDefault="00B77C08" w:rsidP="00B77C08">
      <w:r>
        <w:t>239.4500</w:t>
      </w:r>
      <w:r>
        <w:tab/>
        <w:t>1.013e0</w:t>
      </w:r>
    </w:p>
    <w:p w:rsidR="00B77C08" w:rsidRDefault="00B77C08" w:rsidP="00B77C08">
      <w:r>
        <w:t>239.5082</w:t>
      </w:r>
      <w:r>
        <w:tab/>
        <w:t>1.013e0</w:t>
      </w:r>
    </w:p>
    <w:p w:rsidR="00B77C08" w:rsidRDefault="00B77C08" w:rsidP="00B77C08">
      <w:r>
        <w:t>239.5226</w:t>
      </w:r>
      <w:r>
        <w:tab/>
        <w:t>2.025e0</w:t>
      </w:r>
    </w:p>
    <w:p w:rsidR="00B77C08" w:rsidRDefault="00B77C08" w:rsidP="00B77C08">
      <w:r>
        <w:t>239.5405</w:t>
      </w:r>
      <w:r>
        <w:tab/>
        <w:t>1.013e0</w:t>
      </w:r>
    </w:p>
    <w:p w:rsidR="00B77C08" w:rsidRDefault="00B77C08" w:rsidP="00B77C08">
      <w:r>
        <w:t>239.5665</w:t>
      </w:r>
      <w:r>
        <w:tab/>
        <w:t>1.013e0</w:t>
      </w:r>
    </w:p>
    <w:p w:rsidR="00B77C08" w:rsidRDefault="00B77C08" w:rsidP="00B77C08">
      <w:r>
        <w:t>239.5738</w:t>
      </w:r>
      <w:r>
        <w:tab/>
        <w:t>1.013e0</w:t>
      </w:r>
    </w:p>
    <w:p w:rsidR="00B77C08" w:rsidRDefault="00B77C08" w:rsidP="00B77C08">
      <w:r>
        <w:t>239.5860</w:t>
      </w:r>
      <w:r>
        <w:tab/>
        <w:t>1.013e0</w:t>
      </w:r>
    </w:p>
    <w:p w:rsidR="00B77C08" w:rsidRDefault="00B77C08" w:rsidP="00B77C08">
      <w:r>
        <w:t>239.6114</w:t>
      </w:r>
      <w:r>
        <w:tab/>
        <w:t>1.013e0</w:t>
      </w:r>
    </w:p>
    <w:p w:rsidR="00B77C08" w:rsidRDefault="00B77C08" w:rsidP="00B77C08">
      <w:r>
        <w:t>239.6271</w:t>
      </w:r>
      <w:r>
        <w:tab/>
        <w:t>1.013e0</w:t>
      </w:r>
    </w:p>
    <w:p w:rsidR="00B77C08" w:rsidRDefault="00B77C08" w:rsidP="00B77C08">
      <w:r>
        <w:t>239.6558</w:t>
      </w:r>
      <w:r>
        <w:tab/>
        <w:t>1.013e0</w:t>
      </w:r>
    </w:p>
    <w:p w:rsidR="00B77C08" w:rsidRDefault="00B77C08" w:rsidP="00B77C08">
      <w:r>
        <w:t>239.7145</w:t>
      </w:r>
      <w:r>
        <w:tab/>
        <w:t>1.013e0</w:t>
      </w:r>
    </w:p>
    <w:p w:rsidR="00B77C08" w:rsidRDefault="00B77C08" w:rsidP="00B77C08">
      <w:r>
        <w:t>239.7415</w:t>
      </w:r>
      <w:r>
        <w:tab/>
        <w:t>1.013e0</w:t>
      </w:r>
    </w:p>
    <w:p w:rsidR="00B77C08" w:rsidRDefault="00B77C08" w:rsidP="00B77C08">
      <w:r>
        <w:t>239.9071</w:t>
      </w:r>
      <w:r>
        <w:tab/>
        <w:t>1.013e0</w:t>
      </w:r>
    </w:p>
    <w:p w:rsidR="00B77C08" w:rsidRDefault="00B77C08" w:rsidP="00B77C08">
      <w:r>
        <w:t>239.9357</w:t>
      </w:r>
      <w:r>
        <w:tab/>
        <w:t>1.013e0</w:t>
      </w:r>
    </w:p>
    <w:p w:rsidR="00B77C08" w:rsidRDefault="00B77C08" w:rsidP="00B77C08">
      <w:r>
        <w:t>239.9690</w:t>
      </w:r>
      <w:r>
        <w:tab/>
        <w:t>1.013e0</w:t>
      </w:r>
    </w:p>
    <w:p w:rsidR="00B77C08" w:rsidRDefault="00B77C08" w:rsidP="00B77C08">
      <w:r>
        <w:t>239.9847</w:t>
      </w:r>
      <w:r>
        <w:tab/>
        <w:t>1.013e0</w:t>
      </w:r>
    </w:p>
    <w:p w:rsidR="00B77C08" w:rsidRDefault="00B77C08" w:rsidP="00B77C08">
      <w:r>
        <w:lastRenderedPageBreak/>
        <w:t>239.9969</w:t>
      </w:r>
      <w:r>
        <w:tab/>
        <w:t>1.013e0</w:t>
      </w:r>
    </w:p>
    <w:p w:rsidR="00B77C08" w:rsidRDefault="00B77C08" w:rsidP="00B77C08">
      <w:r>
        <w:t>240.0325</w:t>
      </w:r>
      <w:r>
        <w:tab/>
        <w:t>2.025e0</w:t>
      </w:r>
    </w:p>
    <w:p w:rsidR="00B77C08" w:rsidRDefault="00B77C08" w:rsidP="00B77C08">
      <w:r>
        <w:t>240.0656</w:t>
      </w:r>
      <w:r>
        <w:tab/>
        <w:t>6.644e0</w:t>
      </w:r>
    </w:p>
    <w:p w:rsidR="00B77C08" w:rsidRDefault="00B77C08" w:rsidP="00B77C08">
      <w:r>
        <w:t>240.0977</w:t>
      </w:r>
      <w:r>
        <w:tab/>
        <w:t>3.038e0</w:t>
      </w:r>
    </w:p>
    <w:p w:rsidR="00B77C08" w:rsidRDefault="00B77C08" w:rsidP="00B77C08">
      <w:r>
        <w:t>240.1002</w:t>
      </w:r>
      <w:r>
        <w:tab/>
        <w:t>1.013e0</w:t>
      </w:r>
    </w:p>
    <w:p w:rsidR="00B77C08" w:rsidRDefault="00B77C08" w:rsidP="00B77C08">
      <w:r>
        <w:t>240.1212</w:t>
      </w:r>
      <w:r>
        <w:tab/>
        <w:t>1.013e0</w:t>
      </w:r>
    </w:p>
    <w:p w:rsidR="00B77C08" w:rsidRDefault="00B77C08" w:rsidP="00B77C08">
      <w:r>
        <w:t>240.1255</w:t>
      </w:r>
      <w:r>
        <w:tab/>
        <w:t>2.025e0</w:t>
      </w:r>
    </w:p>
    <w:p w:rsidR="00B77C08" w:rsidRDefault="00B77C08" w:rsidP="00B77C08">
      <w:r>
        <w:t>240.1804</w:t>
      </w:r>
      <w:r>
        <w:tab/>
        <w:t>2.025e0</w:t>
      </w:r>
    </w:p>
    <w:p w:rsidR="00B77C08" w:rsidRDefault="00B77C08" w:rsidP="00B77C08">
      <w:r>
        <w:t>240.1968</w:t>
      </w:r>
      <w:r>
        <w:tab/>
        <w:t>3.038e0</w:t>
      </w:r>
    </w:p>
    <w:p w:rsidR="00B77C08" w:rsidRDefault="00B77C08" w:rsidP="00B77C08">
      <w:r>
        <w:t>240.1991</w:t>
      </w:r>
      <w:r>
        <w:tab/>
        <w:t>1.013e0</w:t>
      </w:r>
    </w:p>
    <w:p w:rsidR="00B77C08" w:rsidRDefault="00B77C08" w:rsidP="00B77C08">
      <w:r>
        <w:t>240.2036</w:t>
      </w:r>
      <w:r>
        <w:tab/>
        <w:t>1.013e0</w:t>
      </w:r>
    </w:p>
    <w:p w:rsidR="00B77C08" w:rsidRDefault="00B77C08" w:rsidP="00B77C08">
      <w:r>
        <w:t>240.2279</w:t>
      </w:r>
      <w:r>
        <w:tab/>
        <w:t>1.013e0</w:t>
      </w:r>
    </w:p>
    <w:p w:rsidR="00B77C08" w:rsidRDefault="00B77C08" w:rsidP="00B77C08">
      <w:r>
        <w:t>240.2357</w:t>
      </w:r>
      <w:r>
        <w:tab/>
        <w:t>1.013e0</w:t>
      </w:r>
    </w:p>
    <w:p w:rsidR="00B77C08" w:rsidRDefault="00B77C08" w:rsidP="00B77C08">
      <w:r>
        <w:t>240.3844</w:t>
      </w:r>
      <w:r>
        <w:tab/>
        <w:t>1.013e0</w:t>
      </w:r>
    </w:p>
    <w:p w:rsidR="00B77C08" w:rsidRDefault="00B77C08" w:rsidP="00B77C08">
      <w:r>
        <w:t>240.4334</w:t>
      </w:r>
      <w:r>
        <w:tab/>
        <w:t>1.013e0</w:t>
      </w:r>
    </w:p>
    <w:p w:rsidR="00B77C08" w:rsidRDefault="00B77C08" w:rsidP="00B77C08">
      <w:r>
        <w:t>240.4377</w:t>
      </w:r>
      <w:r>
        <w:tab/>
        <w:t>2.025e0</w:t>
      </w:r>
    </w:p>
    <w:p w:rsidR="00B77C08" w:rsidRDefault="00B77C08" w:rsidP="00B77C08">
      <w:r>
        <w:t>240.4872</w:t>
      </w:r>
      <w:r>
        <w:tab/>
        <w:t>1.013e0</w:t>
      </w:r>
    </w:p>
    <w:p w:rsidR="00B77C08" w:rsidRDefault="00B77C08" w:rsidP="00B77C08">
      <w:r>
        <w:t>240.6353</w:t>
      </w:r>
      <w:r>
        <w:tab/>
        <w:t>1.013e0</w:t>
      </w:r>
    </w:p>
    <w:p w:rsidR="00B77C08" w:rsidRDefault="00B77C08" w:rsidP="00B77C08">
      <w:r>
        <w:t>240.6443</w:t>
      </w:r>
      <w:r>
        <w:tab/>
        <w:t>1.013e0</w:t>
      </w:r>
    </w:p>
    <w:p w:rsidR="00B77C08" w:rsidRDefault="00B77C08" w:rsidP="00B77C08">
      <w:r>
        <w:lastRenderedPageBreak/>
        <w:t>240.6729</w:t>
      </w:r>
      <w:r>
        <w:tab/>
        <w:t>1.013e0</w:t>
      </w:r>
    </w:p>
    <w:p w:rsidR="00B77C08" w:rsidRDefault="00B77C08" w:rsidP="00B77C08">
      <w:r>
        <w:t>240.7066</w:t>
      </w:r>
      <w:r>
        <w:tab/>
        <w:t>1.013e0</w:t>
      </w:r>
    </w:p>
    <w:p w:rsidR="00B77C08" w:rsidRDefault="00B77C08" w:rsidP="00B77C08">
      <w:r>
        <w:t>240.7262</w:t>
      </w:r>
      <w:r>
        <w:tab/>
        <w:t>1.013e0</w:t>
      </w:r>
    </w:p>
    <w:p w:rsidR="00B77C08" w:rsidRDefault="00B77C08" w:rsidP="00B77C08">
      <w:r>
        <w:t>240.8017</w:t>
      </w:r>
      <w:r>
        <w:tab/>
        <w:t>1.013e0</w:t>
      </w:r>
    </w:p>
    <w:p w:rsidR="00B77C08" w:rsidRDefault="00B77C08" w:rsidP="00B77C08">
      <w:r>
        <w:t>240.9284</w:t>
      </w:r>
      <w:r>
        <w:tab/>
        <w:t>1.013e0</w:t>
      </w:r>
    </w:p>
    <w:p w:rsidR="00B77C08" w:rsidRDefault="00B77C08" w:rsidP="00B77C08">
      <w:r>
        <w:t>240.9478</w:t>
      </w:r>
      <w:r>
        <w:tab/>
        <w:t>2.025e0</w:t>
      </w:r>
    </w:p>
    <w:p w:rsidR="00B77C08" w:rsidRDefault="00B77C08" w:rsidP="00B77C08">
      <w:r>
        <w:t>240.9505</w:t>
      </w:r>
      <w:r>
        <w:tab/>
        <w:t>1.013e0</w:t>
      </w:r>
    </w:p>
    <w:p w:rsidR="00B77C08" w:rsidRDefault="00B77C08" w:rsidP="00B77C08">
      <w:r>
        <w:t>241.0038</w:t>
      </w:r>
      <w:r>
        <w:tab/>
        <w:t>3.038e0</w:t>
      </w:r>
    </w:p>
    <w:p w:rsidR="00B77C08" w:rsidRDefault="00B77C08" w:rsidP="00B77C08">
      <w:r>
        <w:t>241.0072</w:t>
      </w:r>
      <w:r>
        <w:tab/>
        <w:t>3.038e0</w:t>
      </w:r>
    </w:p>
    <w:p w:rsidR="00B77C08" w:rsidRDefault="00B77C08" w:rsidP="00B77C08">
      <w:r>
        <w:t>241.0282</w:t>
      </w:r>
      <w:r>
        <w:tab/>
        <w:t>2.025e0</w:t>
      </w:r>
    </w:p>
    <w:p w:rsidR="00B77C08" w:rsidRDefault="00B77C08" w:rsidP="00B77C08">
      <w:r>
        <w:t>241.0407</w:t>
      </w:r>
      <w:r>
        <w:tab/>
        <w:t>1.013e0</w:t>
      </w:r>
    </w:p>
    <w:p w:rsidR="00B77C08" w:rsidRDefault="00B77C08" w:rsidP="00B77C08">
      <w:r>
        <w:t>241.0608</w:t>
      </w:r>
      <w:r>
        <w:tab/>
        <w:t>1.013e0</w:t>
      </w:r>
    </w:p>
    <w:p w:rsidR="00B77C08" w:rsidRDefault="00B77C08" w:rsidP="00B77C08">
      <w:r>
        <w:t>241.0686</w:t>
      </w:r>
      <w:r>
        <w:tab/>
        <w:t>1.013e0</w:t>
      </w:r>
    </w:p>
    <w:p w:rsidR="00B77C08" w:rsidRDefault="00B77C08" w:rsidP="00B77C08">
      <w:r>
        <w:t>241.1401</w:t>
      </w:r>
      <w:r>
        <w:tab/>
        <w:t>2.025e0</w:t>
      </w:r>
    </w:p>
    <w:p w:rsidR="00B77C08" w:rsidRDefault="00B77C08" w:rsidP="00B77C08">
      <w:r>
        <w:t>241.1479</w:t>
      </w:r>
      <w:r>
        <w:tab/>
        <w:t>1.013e0</w:t>
      </w:r>
    </w:p>
    <w:p w:rsidR="00B77C08" w:rsidRDefault="00B77C08" w:rsidP="00B77C08">
      <w:r>
        <w:t>241.1679</w:t>
      </w:r>
      <w:r>
        <w:tab/>
        <w:t>1.013e0</w:t>
      </w:r>
    </w:p>
    <w:p w:rsidR="00B77C08" w:rsidRDefault="00B77C08" w:rsidP="00B77C08">
      <w:r>
        <w:t>241.1787</w:t>
      </w:r>
      <w:r>
        <w:tab/>
        <w:t>2.025e0</w:t>
      </w:r>
    </w:p>
    <w:p w:rsidR="00B77C08" w:rsidRDefault="00B77C08" w:rsidP="00B77C08">
      <w:r>
        <w:t>241.1862</w:t>
      </w:r>
      <w:r>
        <w:tab/>
        <w:t>2.025e0</w:t>
      </w:r>
    </w:p>
    <w:p w:rsidR="00B77C08" w:rsidRDefault="00B77C08" w:rsidP="00B77C08">
      <w:r>
        <w:t>241.2256</w:t>
      </w:r>
      <w:r>
        <w:tab/>
        <w:t>1.013e0</w:t>
      </w:r>
    </w:p>
    <w:p w:rsidR="00B77C08" w:rsidRDefault="00B77C08" w:rsidP="00B77C08">
      <w:r>
        <w:lastRenderedPageBreak/>
        <w:t>241.2301</w:t>
      </w:r>
      <w:r>
        <w:tab/>
        <w:t>1.013e0</w:t>
      </w:r>
    </w:p>
    <w:p w:rsidR="00B77C08" w:rsidRDefault="00B77C08" w:rsidP="00B77C08">
      <w:r>
        <w:t>241.2325</w:t>
      </w:r>
      <w:r>
        <w:tab/>
        <w:t>3.038e0</w:t>
      </w:r>
    </w:p>
    <w:p w:rsidR="00B77C08" w:rsidRDefault="00B77C08" w:rsidP="00B77C08">
      <w:r>
        <w:t>241.2707</w:t>
      </w:r>
      <w:r>
        <w:tab/>
        <w:t>2.025e0</w:t>
      </w:r>
    </w:p>
    <w:p w:rsidR="00B77C08" w:rsidRDefault="00B77C08" w:rsidP="00B77C08">
      <w:r>
        <w:t>241.3153</w:t>
      </w:r>
      <w:r>
        <w:tab/>
        <w:t>3.038e0</w:t>
      </w:r>
    </w:p>
    <w:p w:rsidR="00B77C08" w:rsidRDefault="00B77C08" w:rsidP="00B77C08">
      <w:r>
        <w:t>241.3498</w:t>
      </w:r>
      <w:r>
        <w:tab/>
        <w:t>1.013e0</w:t>
      </w:r>
    </w:p>
    <w:p w:rsidR="00B77C08" w:rsidRDefault="00B77C08" w:rsidP="00B77C08">
      <w:r>
        <w:t>241.4434</w:t>
      </w:r>
      <w:r>
        <w:tab/>
        <w:t>2.025e0</w:t>
      </w:r>
    </w:p>
    <w:p w:rsidR="00B77C08" w:rsidRDefault="00B77C08" w:rsidP="00B77C08">
      <w:r>
        <w:t>241.4987</w:t>
      </w:r>
      <w:r>
        <w:tab/>
        <w:t>1.013e0</w:t>
      </w:r>
    </w:p>
    <w:p w:rsidR="00B77C08" w:rsidRDefault="00B77C08" w:rsidP="00B77C08">
      <w:r>
        <w:t>241.5144</w:t>
      </w:r>
      <w:r>
        <w:tab/>
        <w:t>1.013e0</w:t>
      </w:r>
    </w:p>
    <w:p w:rsidR="00B77C08" w:rsidRDefault="00B77C08" w:rsidP="00B77C08">
      <w:r>
        <w:t>241.5399</w:t>
      </w:r>
      <w:r>
        <w:tab/>
        <w:t>1.013e0</w:t>
      </w:r>
    </w:p>
    <w:p w:rsidR="00B77C08" w:rsidRDefault="00B77C08" w:rsidP="00B77C08">
      <w:r>
        <w:t>241.5595</w:t>
      </w:r>
      <w:r>
        <w:tab/>
        <w:t>1.013e0</w:t>
      </w:r>
    </w:p>
    <w:p w:rsidR="00B77C08" w:rsidRDefault="00B77C08" w:rsidP="00B77C08">
      <w:r>
        <w:t>241.5617</w:t>
      </w:r>
      <w:r>
        <w:tab/>
        <w:t>2.025e0</w:t>
      </w:r>
    </w:p>
    <w:p w:rsidR="00B77C08" w:rsidRDefault="00B77C08" w:rsidP="00B77C08">
      <w:r>
        <w:t>241.6546</w:t>
      </w:r>
      <w:r>
        <w:tab/>
        <w:t>1.013e0</w:t>
      </w:r>
    </w:p>
    <w:p w:rsidR="00B77C08" w:rsidRDefault="00B77C08" w:rsidP="00B77C08">
      <w:r>
        <w:t>241.7222</w:t>
      </w:r>
      <w:r>
        <w:tab/>
        <w:t>1.013e0</w:t>
      </w:r>
    </w:p>
    <w:p w:rsidR="00B77C08" w:rsidRDefault="00B77C08" w:rsidP="00B77C08">
      <w:r>
        <w:t>241.7306</w:t>
      </w:r>
      <w:r>
        <w:tab/>
        <w:t>1.013e0</w:t>
      </w:r>
    </w:p>
    <w:p w:rsidR="00B77C08" w:rsidRDefault="00B77C08" w:rsidP="00B77C08">
      <w:r>
        <w:t>241.7632</w:t>
      </w:r>
      <w:r>
        <w:tab/>
        <w:t>2.025e0</w:t>
      </w:r>
    </w:p>
    <w:p w:rsidR="00B77C08" w:rsidRDefault="00B77C08" w:rsidP="00B77C08">
      <w:r>
        <w:t>241.7836</w:t>
      </w:r>
      <w:r>
        <w:tab/>
        <w:t>1.013e0</w:t>
      </w:r>
    </w:p>
    <w:p w:rsidR="00B77C08" w:rsidRDefault="00B77C08" w:rsidP="00B77C08">
      <w:r>
        <w:t>241.7876</w:t>
      </w:r>
      <w:r>
        <w:tab/>
        <w:t>1.013e0</w:t>
      </w:r>
    </w:p>
    <w:p w:rsidR="00B77C08" w:rsidRDefault="00B77C08" w:rsidP="00B77C08">
      <w:r>
        <w:t>241.8414</w:t>
      </w:r>
      <w:r>
        <w:tab/>
        <w:t>1.013e0</w:t>
      </w:r>
    </w:p>
    <w:p w:rsidR="00B77C08" w:rsidRDefault="00B77C08" w:rsidP="00B77C08">
      <w:r>
        <w:t>241.8907</w:t>
      </w:r>
      <w:r>
        <w:tab/>
        <w:t>3.038e0</w:t>
      </w:r>
    </w:p>
    <w:p w:rsidR="00B77C08" w:rsidRDefault="00B77C08" w:rsidP="00B77C08">
      <w:r>
        <w:lastRenderedPageBreak/>
        <w:t>241.9362</w:t>
      </w:r>
      <w:r>
        <w:tab/>
        <w:t>1.013e0</w:t>
      </w:r>
    </w:p>
    <w:p w:rsidR="00B77C08" w:rsidRDefault="00B77C08" w:rsidP="00B77C08">
      <w:r>
        <w:t>241.9443</w:t>
      </w:r>
      <w:r>
        <w:tab/>
        <w:t>1.013e0</w:t>
      </w:r>
    </w:p>
    <w:p w:rsidR="00B77C08" w:rsidRDefault="00B77C08" w:rsidP="00B77C08">
      <w:r>
        <w:t>241.9662</w:t>
      </w:r>
      <w:r>
        <w:tab/>
        <w:t>1.013e0</w:t>
      </w:r>
    </w:p>
    <w:p w:rsidR="00B77C08" w:rsidRDefault="00B77C08" w:rsidP="00B77C08">
      <w:r>
        <w:t>241.9835</w:t>
      </w:r>
      <w:r>
        <w:tab/>
        <w:t>3.884e0</w:t>
      </w:r>
    </w:p>
    <w:p w:rsidR="00B77C08" w:rsidRDefault="00B77C08" w:rsidP="00B77C08">
      <w:r>
        <w:t>242.0224</w:t>
      </w:r>
      <w:r>
        <w:tab/>
        <w:t>4.753e1</w:t>
      </w:r>
    </w:p>
    <w:p w:rsidR="00B77C08" w:rsidRDefault="00B77C08" w:rsidP="00B77C08">
      <w:r>
        <w:t>242.0272</w:t>
      </w:r>
      <w:r>
        <w:tab/>
        <w:t>2.329e1</w:t>
      </w:r>
    </w:p>
    <w:p w:rsidR="00B77C08" w:rsidRDefault="00B77C08" w:rsidP="00B77C08">
      <w:r>
        <w:t>242.0458</w:t>
      </w:r>
      <w:r>
        <w:tab/>
        <w:t>9.436e0</w:t>
      </w:r>
    </w:p>
    <w:p w:rsidR="00B77C08" w:rsidRDefault="00B77C08" w:rsidP="00B77C08">
      <w:r>
        <w:t>242.0789</w:t>
      </w:r>
      <w:r>
        <w:tab/>
        <w:t>2.025e0</w:t>
      </w:r>
    </w:p>
    <w:p w:rsidR="00B77C08" w:rsidRDefault="00B77C08" w:rsidP="00B77C08">
      <w:r>
        <w:t>242.0933</w:t>
      </w:r>
      <w:r>
        <w:tab/>
        <w:t>1.013e0</w:t>
      </w:r>
    </w:p>
    <w:p w:rsidR="00B77C08" w:rsidRDefault="00B77C08" w:rsidP="00B77C08">
      <w:r>
        <w:t>242.1104</w:t>
      </w:r>
      <w:r>
        <w:tab/>
        <w:t>2.025e0</w:t>
      </w:r>
    </w:p>
    <w:p w:rsidR="00B77C08" w:rsidRDefault="00B77C08" w:rsidP="00B77C08">
      <w:r>
        <w:t>242.1249</w:t>
      </w:r>
      <w:r>
        <w:tab/>
        <w:t>2.025e0</w:t>
      </w:r>
    </w:p>
    <w:p w:rsidR="00B77C08" w:rsidRDefault="00B77C08" w:rsidP="00B77C08">
      <w:r>
        <w:t>242.1455</w:t>
      </w:r>
      <w:r>
        <w:tab/>
        <w:t>2.025e0</w:t>
      </w:r>
    </w:p>
    <w:p w:rsidR="00B77C08" w:rsidRDefault="00B77C08" w:rsidP="00B77C08">
      <w:r>
        <w:t>242.1472</w:t>
      </w:r>
      <w:r>
        <w:tab/>
        <w:t>1.013e0</w:t>
      </w:r>
    </w:p>
    <w:p w:rsidR="00B77C08" w:rsidRDefault="00B77C08" w:rsidP="00B77C08">
      <w:r>
        <w:t>242.1505</w:t>
      </w:r>
      <w:r>
        <w:tab/>
        <w:t>2.348e0</w:t>
      </w:r>
    </w:p>
    <w:p w:rsidR="00B77C08" w:rsidRDefault="00B77C08" w:rsidP="00B77C08">
      <w:r>
        <w:t>242.1724</w:t>
      </w:r>
      <w:r>
        <w:tab/>
        <w:t>4.051e0</w:t>
      </w:r>
    </w:p>
    <w:p w:rsidR="00B77C08" w:rsidRDefault="00B77C08" w:rsidP="00B77C08">
      <w:r>
        <w:t>242.1740</w:t>
      </w:r>
      <w:r>
        <w:tab/>
        <w:t>2.025e0</w:t>
      </w:r>
    </w:p>
    <w:p w:rsidR="00B77C08" w:rsidRDefault="00B77C08" w:rsidP="00B77C08">
      <w:r>
        <w:t>242.2220</w:t>
      </w:r>
      <w:r>
        <w:tab/>
        <w:t>1.013e0</w:t>
      </w:r>
    </w:p>
    <w:p w:rsidR="00B77C08" w:rsidRDefault="00B77C08" w:rsidP="00B77C08">
      <w:r>
        <w:t>242.2836</w:t>
      </w:r>
      <w:r>
        <w:tab/>
        <w:t>1.857e1</w:t>
      </w:r>
    </w:p>
    <w:p w:rsidR="00B77C08" w:rsidRDefault="00B77C08" w:rsidP="00B77C08">
      <w:r>
        <w:t>242.2850</w:t>
      </w:r>
      <w:r>
        <w:tab/>
        <w:t>1.013e1</w:t>
      </w:r>
    </w:p>
    <w:p w:rsidR="00B77C08" w:rsidRDefault="00B77C08" w:rsidP="00B77C08">
      <w:r>
        <w:lastRenderedPageBreak/>
        <w:t>242.2861</w:t>
      </w:r>
      <w:r>
        <w:tab/>
        <w:t>1.722e1</w:t>
      </w:r>
    </w:p>
    <w:p w:rsidR="00B77C08" w:rsidRDefault="00B77C08" w:rsidP="00B77C08">
      <w:r>
        <w:t>242.3172</w:t>
      </w:r>
      <w:r>
        <w:tab/>
        <w:t>1.013e0</w:t>
      </w:r>
    </w:p>
    <w:p w:rsidR="00B77C08" w:rsidRDefault="00B77C08" w:rsidP="00B77C08">
      <w:r>
        <w:t>242.3585</w:t>
      </w:r>
      <w:r>
        <w:tab/>
        <w:t>1.013e0</w:t>
      </w:r>
    </w:p>
    <w:p w:rsidR="00B77C08" w:rsidRDefault="00B77C08" w:rsidP="00B77C08">
      <w:r>
        <w:t>242.3746</w:t>
      </w:r>
      <w:r>
        <w:tab/>
        <w:t>1.013e0</w:t>
      </w:r>
    </w:p>
    <w:p w:rsidR="00B77C08" w:rsidRDefault="00B77C08" w:rsidP="00B77C08">
      <w:r>
        <w:t>242.4045</w:t>
      </w:r>
      <w:r>
        <w:tab/>
        <w:t>1.013e0</w:t>
      </w:r>
    </w:p>
    <w:p w:rsidR="00B77C08" w:rsidRDefault="00B77C08" w:rsidP="00B77C08">
      <w:r>
        <w:t>242.4328</w:t>
      </w:r>
      <w:r>
        <w:tab/>
        <w:t>3.038e0</w:t>
      </w:r>
    </w:p>
    <w:p w:rsidR="00B77C08" w:rsidRDefault="00B77C08" w:rsidP="00B77C08">
      <w:r>
        <w:t>242.4385</w:t>
      </w:r>
      <w:r>
        <w:tab/>
        <w:t>2.025e0</w:t>
      </w:r>
    </w:p>
    <w:p w:rsidR="00B77C08" w:rsidRDefault="00B77C08" w:rsidP="00B77C08">
      <w:r>
        <w:t>242.4620</w:t>
      </w:r>
      <w:r>
        <w:tab/>
        <w:t>1.013e0</w:t>
      </w:r>
    </w:p>
    <w:p w:rsidR="00B77C08" w:rsidRDefault="00B77C08" w:rsidP="00B77C08">
      <w:r>
        <w:t>242.4778</w:t>
      </w:r>
      <w:r>
        <w:tab/>
        <w:t>1.013e0</w:t>
      </w:r>
    </w:p>
    <w:p w:rsidR="00B77C08" w:rsidRDefault="00B77C08" w:rsidP="00B77C08">
      <w:r>
        <w:t>242.4959</w:t>
      </w:r>
      <w:r>
        <w:tab/>
        <w:t>1.013e0</w:t>
      </w:r>
    </w:p>
    <w:p w:rsidR="00B77C08" w:rsidRDefault="00B77C08" w:rsidP="00B77C08">
      <w:r>
        <w:t>242.5155</w:t>
      </w:r>
      <w:r>
        <w:tab/>
        <w:t>1.013e0</w:t>
      </w:r>
    </w:p>
    <w:p w:rsidR="00B77C08" w:rsidRDefault="00B77C08" w:rsidP="00B77C08">
      <w:r>
        <w:t>242.6004</w:t>
      </w:r>
      <w:r>
        <w:tab/>
        <w:t>2.025e0</w:t>
      </w:r>
    </w:p>
    <w:p w:rsidR="00B77C08" w:rsidRDefault="00B77C08" w:rsidP="00B77C08">
      <w:r>
        <w:t>242.6064</w:t>
      </w:r>
      <w:r>
        <w:tab/>
        <w:t>1.013e0</w:t>
      </w:r>
    </w:p>
    <w:p w:rsidR="00B77C08" w:rsidRDefault="00B77C08" w:rsidP="00B77C08">
      <w:r>
        <w:t>242.6598</w:t>
      </w:r>
      <w:r>
        <w:tab/>
        <w:t>1.013e0</w:t>
      </w:r>
    </w:p>
    <w:p w:rsidR="00B77C08" w:rsidRDefault="00B77C08" w:rsidP="00B77C08">
      <w:r>
        <w:t>242.7121</w:t>
      </w:r>
      <w:r>
        <w:tab/>
        <w:t>2.025e0</w:t>
      </w:r>
    </w:p>
    <w:p w:rsidR="00B77C08" w:rsidRDefault="00B77C08" w:rsidP="00B77C08">
      <w:r>
        <w:t>242.7271</w:t>
      </w:r>
      <w:r>
        <w:tab/>
        <w:t>1.013e0</w:t>
      </w:r>
    </w:p>
    <w:p w:rsidR="00B77C08" w:rsidRDefault="00B77C08" w:rsidP="00B77C08">
      <w:r>
        <w:t>242.7433</w:t>
      </w:r>
      <w:r>
        <w:tab/>
        <w:t>1.013e0</w:t>
      </w:r>
    </w:p>
    <w:p w:rsidR="00B77C08" w:rsidRDefault="00B77C08" w:rsidP="00B77C08">
      <w:r>
        <w:t>242.8087</w:t>
      </w:r>
      <w:r>
        <w:tab/>
        <w:t>1.013e0</w:t>
      </w:r>
    </w:p>
    <w:p w:rsidR="00B77C08" w:rsidRDefault="00B77C08" w:rsidP="00B77C08">
      <w:r>
        <w:t>242.8199</w:t>
      </w:r>
      <w:r>
        <w:tab/>
        <w:t>2.025e0</w:t>
      </w:r>
    </w:p>
    <w:p w:rsidR="00B77C08" w:rsidRDefault="00B77C08" w:rsidP="00B77C08">
      <w:r>
        <w:lastRenderedPageBreak/>
        <w:t>242.8632</w:t>
      </w:r>
      <w:r>
        <w:tab/>
        <w:t>1.013e0</w:t>
      </w:r>
    </w:p>
    <w:p w:rsidR="00B77C08" w:rsidRDefault="00B77C08" w:rsidP="00B77C08">
      <w:r>
        <w:t>242.8802</w:t>
      </w:r>
      <w:r>
        <w:tab/>
        <w:t>1.013e0</w:t>
      </w:r>
    </w:p>
    <w:p w:rsidR="00B77C08" w:rsidRDefault="00B77C08" w:rsidP="00B77C08">
      <w:r>
        <w:t>242.9040</w:t>
      </w:r>
      <w:r>
        <w:tab/>
        <w:t>1.013e0</w:t>
      </w:r>
    </w:p>
    <w:p w:rsidR="00B77C08" w:rsidRDefault="00B77C08" w:rsidP="00B77C08">
      <w:r>
        <w:t>242.9494</w:t>
      </w:r>
      <w:r>
        <w:tab/>
        <w:t>1.013e0</w:t>
      </w:r>
    </w:p>
    <w:p w:rsidR="00B77C08" w:rsidRDefault="00B77C08" w:rsidP="00B77C08">
      <w:r>
        <w:t>242.9818</w:t>
      </w:r>
      <w:r>
        <w:tab/>
        <w:t>2.025e0</w:t>
      </w:r>
    </w:p>
    <w:p w:rsidR="00B77C08" w:rsidRDefault="00B77C08" w:rsidP="00B77C08">
      <w:r>
        <w:t>243.0120</w:t>
      </w:r>
      <w:r>
        <w:tab/>
        <w:t>4.051e0</w:t>
      </w:r>
    </w:p>
    <w:p w:rsidR="00B77C08" w:rsidRDefault="00B77C08" w:rsidP="00B77C08">
      <w:r>
        <w:t>243.0275</w:t>
      </w:r>
      <w:r>
        <w:tab/>
        <w:t>8.101e0</w:t>
      </w:r>
    </w:p>
    <w:p w:rsidR="00B77C08" w:rsidRDefault="00B77C08" w:rsidP="00B77C08">
      <w:r>
        <w:t>243.0315</w:t>
      </w:r>
      <w:r>
        <w:tab/>
        <w:t>6.076e0</w:t>
      </w:r>
    </w:p>
    <w:p w:rsidR="00B77C08" w:rsidRDefault="00B77C08" w:rsidP="00B77C08">
      <w:r>
        <w:t>243.1194</w:t>
      </w:r>
      <w:r>
        <w:tab/>
        <w:t>3.038e0</w:t>
      </w:r>
    </w:p>
    <w:p w:rsidR="00B77C08" w:rsidRDefault="00B77C08" w:rsidP="00B77C08">
      <w:r>
        <w:t>243.1470</w:t>
      </w:r>
      <w:r>
        <w:tab/>
        <w:t>2.025e0</w:t>
      </w:r>
    </w:p>
    <w:p w:rsidR="00B77C08" w:rsidRDefault="00B77C08" w:rsidP="00B77C08">
      <w:r>
        <w:t>243.1586</w:t>
      </w:r>
      <w:r>
        <w:tab/>
        <w:t>1.013e0</w:t>
      </w:r>
    </w:p>
    <w:p w:rsidR="00B77C08" w:rsidRDefault="00B77C08" w:rsidP="00B77C08">
      <w:r>
        <w:t>243.1606</w:t>
      </w:r>
      <w:r>
        <w:tab/>
        <w:t>3.038e0</w:t>
      </w:r>
    </w:p>
    <w:p w:rsidR="00B77C08" w:rsidRDefault="00B77C08" w:rsidP="00B77C08">
      <w:r>
        <w:t>243.2010</w:t>
      </w:r>
      <w:r>
        <w:tab/>
        <w:t>3.038e0</w:t>
      </w:r>
    </w:p>
    <w:p w:rsidR="00B77C08" w:rsidRDefault="00B77C08" w:rsidP="00B77C08">
      <w:r>
        <w:t>243.2156</w:t>
      </w:r>
      <w:r>
        <w:tab/>
        <w:t>4.051e0</w:t>
      </w:r>
    </w:p>
    <w:p w:rsidR="00B77C08" w:rsidRDefault="00B77C08" w:rsidP="00B77C08">
      <w:r>
        <w:t>243.2400</w:t>
      </w:r>
      <w:r>
        <w:tab/>
        <w:t>1.013e0</w:t>
      </w:r>
    </w:p>
    <w:p w:rsidR="00B77C08" w:rsidRDefault="00B77C08" w:rsidP="00B77C08">
      <w:r>
        <w:t>243.2613</w:t>
      </w:r>
      <w:r>
        <w:tab/>
        <w:t>1.013e0</w:t>
      </w:r>
    </w:p>
    <w:p w:rsidR="00B77C08" w:rsidRDefault="00B77C08" w:rsidP="00B77C08">
      <w:r>
        <w:t>243.2693</w:t>
      </w:r>
      <w:r>
        <w:tab/>
        <w:t>1.013e0</w:t>
      </w:r>
    </w:p>
    <w:p w:rsidR="00B77C08" w:rsidRDefault="00B77C08" w:rsidP="00B77C08">
      <w:r>
        <w:t>243.2858</w:t>
      </w:r>
      <w:r>
        <w:tab/>
        <w:t>1.013e0</w:t>
      </w:r>
    </w:p>
    <w:p w:rsidR="00B77C08" w:rsidRDefault="00B77C08" w:rsidP="00B77C08">
      <w:r>
        <w:t>243.2945</w:t>
      </w:r>
      <w:r>
        <w:tab/>
        <w:t>1.013e0</w:t>
      </w:r>
    </w:p>
    <w:p w:rsidR="00B77C08" w:rsidRDefault="00B77C08" w:rsidP="00B77C08">
      <w:r>
        <w:lastRenderedPageBreak/>
        <w:t>243.2970</w:t>
      </w:r>
      <w:r>
        <w:tab/>
        <w:t>3.038e0</w:t>
      </w:r>
    </w:p>
    <w:p w:rsidR="00B77C08" w:rsidRDefault="00B77C08" w:rsidP="00B77C08">
      <w:r>
        <w:t>243.3358</w:t>
      </w:r>
      <w:r>
        <w:tab/>
        <w:t>1.013e0</w:t>
      </w:r>
    </w:p>
    <w:p w:rsidR="00B77C08" w:rsidRDefault="00B77C08" w:rsidP="00B77C08">
      <w:r>
        <w:t>243.3615</w:t>
      </w:r>
      <w:r>
        <w:tab/>
        <w:t>3.038e0</w:t>
      </w:r>
    </w:p>
    <w:p w:rsidR="00B77C08" w:rsidRDefault="00B77C08" w:rsidP="00B77C08">
      <w:r>
        <w:t>243.3854</w:t>
      </w:r>
      <w:r>
        <w:tab/>
        <w:t>2.025e0</w:t>
      </w:r>
    </w:p>
    <w:p w:rsidR="00B77C08" w:rsidRDefault="00B77C08" w:rsidP="00B77C08">
      <w:r>
        <w:t>243.4523</w:t>
      </w:r>
      <w:r>
        <w:tab/>
        <w:t>1.013e0</w:t>
      </w:r>
    </w:p>
    <w:p w:rsidR="00B77C08" w:rsidRDefault="00B77C08" w:rsidP="00B77C08">
      <w:r>
        <w:t>243.5175</w:t>
      </w:r>
      <w:r>
        <w:tab/>
        <w:t>2.025e0</w:t>
      </w:r>
    </w:p>
    <w:p w:rsidR="00B77C08" w:rsidRDefault="00B77C08" w:rsidP="00B77C08">
      <w:r>
        <w:t>243.5218</w:t>
      </w:r>
      <w:r>
        <w:tab/>
        <w:t>1.013e0</w:t>
      </w:r>
    </w:p>
    <w:p w:rsidR="00B77C08" w:rsidRDefault="00B77C08" w:rsidP="00B77C08">
      <w:r>
        <w:t>243.5552</w:t>
      </w:r>
      <w:r>
        <w:tab/>
        <w:t>1.013e0</w:t>
      </w:r>
    </w:p>
    <w:p w:rsidR="00B77C08" w:rsidRDefault="00B77C08" w:rsidP="00B77C08">
      <w:r>
        <w:t>243.6548</w:t>
      </w:r>
      <w:r>
        <w:tab/>
        <w:t>1.013e0</w:t>
      </w:r>
    </w:p>
    <w:p w:rsidR="00B77C08" w:rsidRDefault="00B77C08" w:rsidP="00B77C08">
      <w:r>
        <w:t>243.6963</w:t>
      </w:r>
      <w:r>
        <w:tab/>
        <w:t>1.013e0</w:t>
      </w:r>
    </w:p>
    <w:p w:rsidR="00B77C08" w:rsidRDefault="00B77C08" w:rsidP="00B77C08">
      <w:r>
        <w:t>243.7584</w:t>
      </w:r>
      <w:r>
        <w:tab/>
        <w:t>1.013e0</w:t>
      </w:r>
    </w:p>
    <w:p w:rsidR="00B77C08" w:rsidRDefault="00B77C08" w:rsidP="00B77C08">
      <w:r>
        <w:t>243.7955</w:t>
      </w:r>
      <w:r>
        <w:tab/>
        <w:t>1.013e0</w:t>
      </w:r>
    </w:p>
    <w:p w:rsidR="00B77C08" w:rsidRDefault="00B77C08" w:rsidP="00B77C08">
      <w:r>
        <w:t>243.8216</w:t>
      </w:r>
      <w:r>
        <w:tab/>
        <w:t>1.013e0</w:t>
      </w:r>
    </w:p>
    <w:p w:rsidR="00B77C08" w:rsidRDefault="00B77C08" w:rsidP="00B77C08">
      <w:r>
        <w:t>243.8674</w:t>
      </w:r>
      <w:r>
        <w:tab/>
        <w:t>1.013e0</w:t>
      </w:r>
    </w:p>
    <w:p w:rsidR="00B77C08" w:rsidRDefault="00B77C08" w:rsidP="00B77C08">
      <w:r>
        <w:t>243.9288</w:t>
      </w:r>
      <w:r>
        <w:tab/>
        <w:t>1.013e0</w:t>
      </w:r>
    </w:p>
    <w:p w:rsidR="00B77C08" w:rsidRDefault="00B77C08" w:rsidP="00B77C08">
      <w:r>
        <w:t>243.9542</w:t>
      </w:r>
      <w:r>
        <w:tab/>
        <w:t>1.013e0</w:t>
      </w:r>
    </w:p>
    <w:p w:rsidR="00B77C08" w:rsidRDefault="00B77C08" w:rsidP="00B77C08">
      <w:r>
        <w:t>244.0039</w:t>
      </w:r>
      <w:r>
        <w:tab/>
        <w:t>4.051e0</w:t>
      </w:r>
    </w:p>
    <w:p w:rsidR="00B77C08" w:rsidRDefault="00B77C08" w:rsidP="00B77C08">
      <w:r>
        <w:t>244.0284</w:t>
      </w:r>
      <w:r>
        <w:tab/>
        <w:t>3.038e0</w:t>
      </w:r>
    </w:p>
    <w:p w:rsidR="00B77C08" w:rsidRDefault="00B77C08" w:rsidP="00B77C08">
      <w:r>
        <w:t>244.0324</w:t>
      </w:r>
      <w:r>
        <w:tab/>
        <w:t>5.063e0</w:t>
      </w:r>
    </w:p>
    <w:p w:rsidR="00B77C08" w:rsidRDefault="00B77C08" w:rsidP="00B77C08">
      <w:r>
        <w:lastRenderedPageBreak/>
        <w:t>244.0339</w:t>
      </w:r>
      <w:r>
        <w:tab/>
        <w:t>2.025e0</w:t>
      </w:r>
    </w:p>
    <w:p w:rsidR="00B77C08" w:rsidRDefault="00B77C08" w:rsidP="00B77C08">
      <w:r>
        <w:t>244.0638</w:t>
      </w:r>
      <w:r>
        <w:tab/>
        <w:t>2.848e0</w:t>
      </w:r>
    </w:p>
    <w:p w:rsidR="00B77C08" w:rsidRDefault="00B77C08" w:rsidP="00B77C08">
      <w:r>
        <w:t>244.0821</w:t>
      </w:r>
      <w:r>
        <w:tab/>
        <w:t>1.013e0</w:t>
      </w:r>
    </w:p>
    <w:p w:rsidR="00B77C08" w:rsidRDefault="00B77C08" w:rsidP="00B77C08">
      <w:r>
        <w:t>244.1000</w:t>
      </w:r>
      <w:r>
        <w:tab/>
        <w:t>1.013e0</w:t>
      </w:r>
    </w:p>
    <w:p w:rsidR="00B77C08" w:rsidRDefault="00B77C08" w:rsidP="00B77C08">
      <w:r>
        <w:t>244.1386</w:t>
      </w:r>
      <w:r>
        <w:tab/>
        <w:t>2.025e0</w:t>
      </w:r>
    </w:p>
    <w:p w:rsidR="00B77C08" w:rsidRDefault="00B77C08" w:rsidP="00B77C08">
      <w:r>
        <w:t>244.1657</w:t>
      </w:r>
      <w:r>
        <w:tab/>
        <w:t>1.013e0</w:t>
      </w:r>
    </w:p>
    <w:p w:rsidR="00B77C08" w:rsidRDefault="00B77C08" w:rsidP="00B77C08">
      <w:r>
        <w:t>244.1690</w:t>
      </w:r>
      <w:r>
        <w:tab/>
        <w:t>1.843e0</w:t>
      </w:r>
    </w:p>
    <w:p w:rsidR="00B77C08" w:rsidRDefault="00B77C08" w:rsidP="00B77C08">
      <w:r>
        <w:t>244.1934</w:t>
      </w:r>
      <w:r>
        <w:tab/>
        <w:t>4.051e0</w:t>
      </w:r>
    </w:p>
    <w:p w:rsidR="00B77C08" w:rsidRDefault="00B77C08" w:rsidP="00B77C08">
      <w:r>
        <w:t>244.1973</w:t>
      </w:r>
      <w:r>
        <w:tab/>
        <w:t>5.063e0</w:t>
      </w:r>
    </w:p>
    <w:p w:rsidR="00B77C08" w:rsidRDefault="00B77C08" w:rsidP="00B77C08">
      <w:r>
        <w:t>244.2732</w:t>
      </w:r>
      <w:r>
        <w:tab/>
        <w:t>1.013e0</w:t>
      </w:r>
    </w:p>
    <w:p w:rsidR="00B77C08" w:rsidRDefault="00B77C08" w:rsidP="00B77C08">
      <w:r>
        <w:t>244.2911</w:t>
      </w:r>
      <w:r>
        <w:tab/>
        <w:t>1.013e0</w:t>
      </w:r>
    </w:p>
    <w:p w:rsidR="00B77C08" w:rsidRDefault="00B77C08" w:rsidP="00B77C08">
      <w:r>
        <w:t>244.4061</w:t>
      </w:r>
      <w:r>
        <w:tab/>
        <w:t>1.013e0</w:t>
      </w:r>
    </w:p>
    <w:p w:rsidR="00B77C08" w:rsidRDefault="00B77C08" w:rsidP="00B77C08">
      <w:r>
        <w:t>244.4938</w:t>
      </w:r>
      <w:r>
        <w:tab/>
        <w:t>1.013e0</w:t>
      </w:r>
    </w:p>
    <w:p w:rsidR="00B77C08" w:rsidRDefault="00B77C08" w:rsidP="00B77C08">
      <w:r>
        <w:t>244.5104</w:t>
      </w:r>
      <w:r>
        <w:tab/>
        <w:t>1.013e0</w:t>
      </w:r>
    </w:p>
    <w:p w:rsidR="00B77C08" w:rsidRDefault="00B77C08" w:rsidP="00B77C08">
      <w:r>
        <w:t>244.5199</w:t>
      </w:r>
      <w:r>
        <w:tab/>
        <w:t>1.013e0</w:t>
      </w:r>
    </w:p>
    <w:p w:rsidR="00B77C08" w:rsidRDefault="00B77C08" w:rsidP="00B77C08">
      <w:r>
        <w:t>244.5430</w:t>
      </w:r>
      <w:r>
        <w:tab/>
        <w:t>1.013e0</w:t>
      </w:r>
    </w:p>
    <w:p w:rsidR="00B77C08" w:rsidRDefault="00B77C08" w:rsidP="00B77C08">
      <w:r>
        <w:t>244.5608</w:t>
      </w:r>
      <w:r>
        <w:tab/>
        <w:t>2.025e0</w:t>
      </w:r>
    </w:p>
    <w:p w:rsidR="00B77C08" w:rsidRDefault="00B77C08" w:rsidP="00B77C08">
      <w:r>
        <w:t>244.5730</w:t>
      </w:r>
      <w:r>
        <w:tab/>
        <w:t>1.013e0</w:t>
      </w:r>
    </w:p>
    <w:p w:rsidR="00B77C08" w:rsidRDefault="00B77C08" w:rsidP="00B77C08">
      <w:r>
        <w:t>244.5930</w:t>
      </w:r>
      <w:r>
        <w:tab/>
        <w:t>1.013e0</w:t>
      </w:r>
    </w:p>
    <w:p w:rsidR="00B77C08" w:rsidRDefault="00B77C08" w:rsidP="00B77C08">
      <w:r>
        <w:lastRenderedPageBreak/>
        <w:t>244.5971</w:t>
      </w:r>
      <w:r>
        <w:tab/>
        <w:t>1.013e0</w:t>
      </w:r>
    </w:p>
    <w:p w:rsidR="00B77C08" w:rsidRDefault="00B77C08" w:rsidP="00B77C08">
      <w:r>
        <w:t>244.6430</w:t>
      </w:r>
      <w:r>
        <w:tab/>
        <w:t>2.025e0</w:t>
      </w:r>
    </w:p>
    <w:p w:rsidR="00B77C08" w:rsidRDefault="00B77C08" w:rsidP="00B77C08">
      <w:r>
        <w:t>244.6933</w:t>
      </w:r>
      <w:r>
        <w:tab/>
        <w:t>3.038e0</w:t>
      </w:r>
    </w:p>
    <w:p w:rsidR="00B77C08" w:rsidRDefault="00B77C08" w:rsidP="00B77C08">
      <w:r>
        <w:t>244.7757</w:t>
      </w:r>
      <w:r>
        <w:tab/>
        <w:t>1.013e0</w:t>
      </w:r>
    </w:p>
    <w:p w:rsidR="00B77C08" w:rsidRDefault="00B77C08" w:rsidP="00B77C08">
      <w:r>
        <w:t>244.8137</w:t>
      </w:r>
      <w:r>
        <w:tab/>
        <w:t>3.038e0</w:t>
      </w:r>
    </w:p>
    <w:p w:rsidR="00B77C08" w:rsidRDefault="00B77C08" w:rsidP="00B77C08">
      <w:r>
        <w:t>244.8215</w:t>
      </w:r>
      <w:r>
        <w:tab/>
        <w:t>1.013e0</w:t>
      </w:r>
    </w:p>
    <w:p w:rsidR="00B77C08" w:rsidRDefault="00B77C08" w:rsidP="00B77C08">
      <w:r>
        <w:t>244.8259</w:t>
      </w:r>
      <w:r>
        <w:tab/>
        <w:t>1.013e0</w:t>
      </w:r>
    </w:p>
    <w:p w:rsidR="00B77C08" w:rsidRDefault="00B77C08" w:rsidP="00B77C08">
      <w:r>
        <w:t>244.8938</w:t>
      </w:r>
      <w:r>
        <w:tab/>
        <w:t>1.013e0</w:t>
      </w:r>
    </w:p>
    <w:p w:rsidR="00B77C08" w:rsidRDefault="00B77C08" w:rsidP="00B77C08">
      <w:r>
        <w:t>244.9092</w:t>
      </w:r>
      <w:r>
        <w:tab/>
        <w:t>1.013e0</w:t>
      </w:r>
    </w:p>
    <w:p w:rsidR="00B77C08" w:rsidRDefault="00B77C08" w:rsidP="00B77C08">
      <w:r>
        <w:t>244.9893</w:t>
      </w:r>
      <w:r>
        <w:tab/>
        <w:t>1.013e0</w:t>
      </w:r>
    </w:p>
    <w:p w:rsidR="00B77C08" w:rsidRDefault="00B77C08" w:rsidP="00B77C08">
      <w:r>
        <w:t>245.0290</w:t>
      </w:r>
      <w:r>
        <w:tab/>
        <w:t>4.051e0</w:t>
      </w:r>
    </w:p>
    <w:p w:rsidR="00B77C08" w:rsidRDefault="00B77C08" w:rsidP="00B77C08">
      <w:r>
        <w:t>245.0308</w:t>
      </w:r>
      <w:r>
        <w:tab/>
        <w:t>1.013e0</w:t>
      </w:r>
    </w:p>
    <w:p w:rsidR="00B77C08" w:rsidRDefault="00B77C08" w:rsidP="00B77C08">
      <w:r>
        <w:t>245.0338</w:t>
      </w:r>
      <w:r>
        <w:tab/>
        <w:t>5.063e0</w:t>
      </w:r>
    </w:p>
    <w:p w:rsidR="00B77C08" w:rsidRDefault="00B77C08" w:rsidP="00B77C08">
      <w:r>
        <w:t>245.0677</w:t>
      </w:r>
      <w:r>
        <w:tab/>
        <w:t>1.013e0</w:t>
      </w:r>
    </w:p>
    <w:p w:rsidR="00B77C08" w:rsidRDefault="00B77C08" w:rsidP="00B77C08">
      <w:r>
        <w:t>245.0727</w:t>
      </w:r>
      <w:r>
        <w:tab/>
        <w:t>1.013e0</w:t>
      </w:r>
    </w:p>
    <w:p w:rsidR="00B77C08" w:rsidRDefault="00B77C08" w:rsidP="00B77C08">
      <w:r>
        <w:t>245.0962</w:t>
      </w:r>
      <w:r>
        <w:tab/>
        <w:t>2.025e0</w:t>
      </w:r>
    </w:p>
    <w:p w:rsidR="00B77C08" w:rsidRDefault="00B77C08" w:rsidP="00B77C08">
      <w:r>
        <w:t>245.1080</w:t>
      </w:r>
      <w:r>
        <w:tab/>
        <w:t>2.025e0</w:t>
      </w:r>
    </w:p>
    <w:p w:rsidR="00B77C08" w:rsidRDefault="00B77C08" w:rsidP="00B77C08">
      <w:r>
        <w:t>245.1263</w:t>
      </w:r>
      <w:r>
        <w:tab/>
        <w:t>2.025e0</w:t>
      </w:r>
    </w:p>
    <w:p w:rsidR="00B77C08" w:rsidRDefault="00B77C08" w:rsidP="00B77C08">
      <w:r>
        <w:t>245.1490</w:t>
      </w:r>
      <w:r>
        <w:tab/>
        <w:t>2.025e0</w:t>
      </w:r>
    </w:p>
    <w:p w:rsidR="00B77C08" w:rsidRDefault="00B77C08" w:rsidP="00B77C08">
      <w:r>
        <w:lastRenderedPageBreak/>
        <w:t>245.1596</w:t>
      </w:r>
      <w:r>
        <w:tab/>
        <w:t>1.013e0</w:t>
      </w:r>
    </w:p>
    <w:p w:rsidR="00B77C08" w:rsidRDefault="00B77C08" w:rsidP="00B77C08">
      <w:r>
        <w:t>245.1760</w:t>
      </w:r>
      <w:r>
        <w:tab/>
        <w:t>2.025e0</w:t>
      </w:r>
    </w:p>
    <w:p w:rsidR="00B77C08" w:rsidRDefault="00B77C08" w:rsidP="00B77C08">
      <w:r>
        <w:t>245.2027</w:t>
      </w:r>
      <w:r>
        <w:tab/>
        <w:t>5.063e0</w:t>
      </w:r>
    </w:p>
    <w:p w:rsidR="00B77C08" w:rsidRDefault="00B77C08" w:rsidP="00B77C08">
      <w:r>
        <w:t>245.2126</w:t>
      </w:r>
      <w:r>
        <w:tab/>
        <w:t>3.038e0</w:t>
      </w:r>
    </w:p>
    <w:p w:rsidR="00B77C08" w:rsidRDefault="00B77C08" w:rsidP="00B77C08">
      <w:r>
        <w:t>245.2320</w:t>
      </w:r>
      <w:r>
        <w:tab/>
        <w:t>2.025e0</w:t>
      </w:r>
    </w:p>
    <w:p w:rsidR="00B77C08" w:rsidRDefault="00B77C08" w:rsidP="00B77C08">
      <w:r>
        <w:t>245.2833</w:t>
      </w:r>
      <w:r>
        <w:tab/>
        <w:t>1.013e0</w:t>
      </w:r>
    </w:p>
    <w:p w:rsidR="00B77C08" w:rsidRDefault="00B77C08" w:rsidP="00B77C08">
      <w:r>
        <w:t>245.2923</w:t>
      </w:r>
      <w:r>
        <w:tab/>
        <w:t>1.013e0</w:t>
      </w:r>
    </w:p>
    <w:p w:rsidR="00B77C08" w:rsidRDefault="00B77C08" w:rsidP="00B77C08">
      <w:r>
        <w:t>245.4342</w:t>
      </w:r>
      <w:r>
        <w:tab/>
        <w:t>1.013e0</w:t>
      </w:r>
    </w:p>
    <w:p w:rsidR="00B77C08" w:rsidRDefault="00B77C08" w:rsidP="00B77C08">
      <w:r>
        <w:t>245.4927</w:t>
      </w:r>
      <w:r>
        <w:tab/>
        <w:t>1.013e0</w:t>
      </w:r>
    </w:p>
    <w:p w:rsidR="00B77C08" w:rsidRDefault="00B77C08" w:rsidP="00B77C08">
      <w:r>
        <w:t>245.5254</w:t>
      </w:r>
      <w:r>
        <w:tab/>
        <w:t>1.013e0</w:t>
      </w:r>
    </w:p>
    <w:p w:rsidR="00B77C08" w:rsidRDefault="00B77C08" w:rsidP="00B77C08">
      <w:r>
        <w:t>245.6149</w:t>
      </w:r>
      <w:r>
        <w:tab/>
        <w:t>2.025e0</w:t>
      </w:r>
    </w:p>
    <w:p w:rsidR="00B77C08" w:rsidRDefault="00B77C08" w:rsidP="00B77C08">
      <w:r>
        <w:t>245.6420</w:t>
      </w:r>
      <w:r>
        <w:tab/>
        <w:t>1.013e0</w:t>
      </w:r>
    </w:p>
    <w:p w:rsidR="00B77C08" w:rsidRDefault="00B77C08" w:rsidP="00B77C08">
      <w:r>
        <w:t>245.6512</w:t>
      </w:r>
      <w:r>
        <w:tab/>
        <w:t>2.025e0</w:t>
      </w:r>
    </w:p>
    <w:p w:rsidR="00B77C08" w:rsidRDefault="00B77C08" w:rsidP="00B77C08">
      <w:r>
        <w:t>245.7218</w:t>
      </w:r>
      <w:r>
        <w:tab/>
        <w:t>1.013e0</w:t>
      </w:r>
    </w:p>
    <w:p w:rsidR="00B77C08" w:rsidRDefault="00B77C08" w:rsidP="00B77C08">
      <w:r>
        <w:t>245.7798</w:t>
      </w:r>
      <w:r>
        <w:tab/>
        <w:t>1.013e0</w:t>
      </w:r>
    </w:p>
    <w:p w:rsidR="00B77C08" w:rsidRDefault="00B77C08" w:rsidP="00B77C08">
      <w:r>
        <w:t>245.7834</w:t>
      </w:r>
      <w:r>
        <w:tab/>
        <w:t>1.013e0</w:t>
      </w:r>
    </w:p>
    <w:p w:rsidR="00B77C08" w:rsidRDefault="00B77C08" w:rsidP="00B77C08">
      <w:r>
        <w:t>245.8331</w:t>
      </w:r>
      <w:r>
        <w:tab/>
        <w:t>1.013e0</w:t>
      </w:r>
    </w:p>
    <w:p w:rsidR="00B77C08" w:rsidRDefault="00B77C08" w:rsidP="00B77C08">
      <w:r>
        <w:t>245.9149</w:t>
      </w:r>
      <w:r>
        <w:tab/>
        <w:t>2.025e0</w:t>
      </w:r>
    </w:p>
    <w:p w:rsidR="00B77C08" w:rsidRDefault="00B77C08" w:rsidP="00B77C08">
      <w:r>
        <w:t>245.9592</w:t>
      </w:r>
      <w:r>
        <w:tab/>
        <w:t>1.013e0</w:t>
      </w:r>
    </w:p>
    <w:p w:rsidR="00B77C08" w:rsidRDefault="00B77C08" w:rsidP="00B77C08">
      <w:r>
        <w:lastRenderedPageBreak/>
        <w:t>245.9867</w:t>
      </w:r>
      <w:r>
        <w:tab/>
        <w:t>7.458e0</w:t>
      </w:r>
    </w:p>
    <w:p w:rsidR="00B77C08" w:rsidRDefault="00B77C08" w:rsidP="00B77C08">
      <w:r>
        <w:t>245.9996</w:t>
      </w:r>
      <w:r>
        <w:tab/>
        <w:t>9.114e0</w:t>
      </w:r>
    </w:p>
    <w:p w:rsidR="00B77C08" w:rsidRDefault="00B77C08" w:rsidP="00B77C08">
      <w:r>
        <w:t>246.0021</w:t>
      </w:r>
      <w:r>
        <w:tab/>
        <w:t>8.101e0</w:t>
      </w:r>
    </w:p>
    <w:p w:rsidR="00B77C08" w:rsidRDefault="00B77C08" w:rsidP="00B77C08">
      <w:r>
        <w:t>246.0148</w:t>
      </w:r>
      <w:r>
        <w:tab/>
        <w:t>4.051e0</w:t>
      </w:r>
    </w:p>
    <w:p w:rsidR="00B77C08" w:rsidRDefault="00B77C08" w:rsidP="00B77C08">
      <w:r>
        <w:t>246.0587</w:t>
      </w:r>
      <w:r>
        <w:tab/>
        <w:t>2.025e0</w:t>
      </w:r>
    </w:p>
    <w:p w:rsidR="00B77C08" w:rsidRDefault="00B77C08" w:rsidP="00B77C08">
      <w:r>
        <w:t>246.0709</w:t>
      </w:r>
      <w:r>
        <w:tab/>
        <w:t>1.013e0</w:t>
      </w:r>
    </w:p>
    <w:p w:rsidR="00B77C08" w:rsidRDefault="00B77C08" w:rsidP="00B77C08">
      <w:r>
        <w:t>246.1260</w:t>
      </w:r>
      <w:r>
        <w:tab/>
        <w:t>1.013e0</w:t>
      </w:r>
    </w:p>
    <w:p w:rsidR="00B77C08" w:rsidRDefault="00B77C08" w:rsidP="00B77C08">
      <w:r>
        <w:t>246.1651</w:t>
      </w:r>
      <w:r>
        <w:tab/>
        <w:t>2.025e0</w:t>
      </w:r>
    </w:p>
    <w:p w:rsidR="00B77C08" w:rsidRDefault="00B77C08" w:rsidP="00B77C08">
      <w:r>
        <w:t>246.1762</w:t>
      </w:r>
      <w:r>
        <w:tab/>
        <w:t>2.025e0</w:t>
      </w:r>
    </w:p>
    <w:p w:rsidR="00B77C08" w:rsidRDefault="00B77C08" w:rsidP="00B77C08">
      <w:r>
        <w:t>246.2225</w:t>
      </w:r>
      <w:r>
        <w:tab/>
        <w:t>1.013e0</w:t>
      </w:r>
    </w:p>
    <w:p w:rsidR="00B77C08" w:rsidRDefault="00B77C08" w:rsidP="00B77C08">
      <w:r>
        <w:t>246.2260</w:t>
      </w:r>
      <w:r>
        <w:tab/>
        <w:t>1.013e0</w:t>
      </w:r>
    </w:p>
    <w:p w:rsidR="00B77C08" w:rsidRDefault="00B77C08" w:rsidP="00B77C08">
      <w:r>
        <w:t>246.2918</w:t>
      </w:r>
      <w:r>
        <w:tab/>
        <w:t>1.013e0</w:t>
      </w:r>
    </w:p>
    <w:p w:rsidR="00B77C08" w:rsidRDefault="00B77C08" w:rsidP="00B77C08">
      <w:r>
        <w:t>246.2959</w:t>
      </w:r>
      <w:r>
        <w:tab/>
        <w:t>1.013e0</w:t>
      </w:r>
    </w:p>
    <w:p w:rsidR="00B77C08" w:rsidRDefault="00B77C08" w:rsidP="00B77C08">
      <w:r>
        <w:t>246.3372</w:t>
      </w:r>
      <w:r>
        <w:tab/>
        <w:t>1.013e0</w:t>
      </w:r>
    </w:p>
    <w:p w:rsidR="00B77C08" w:rsidRDefault="00B77C08" w:rsidP="00B77C08">
      <w:r>
        <w:t>246.3514</w:t>
      </w:r>
      <w:r>
        <w:tab/>
        <w:t>1.013e0</w:t>
      </w:r>
    </w:p>
    <w:p w:rsidR="00B77C08" w:rsidRDefault="00B77C08" w:rsidP="00B77C08">
      <w:r>
        <w:t>246.3714</w:t>
      </w:r>
      <w:r>
        <w:tab/>
        <w:t>1.013e0</w:t>
      </w:r>
    </w:p>
    <w:p w:rsidR="00B77C08" w:rsidRDefault="00B77C08" w:rsidP="00B77C08">
      <w:r>
        <w:t>246.3879</w:t>
      </w:r>
      <w:r>
        <w:tab/>
        <w:t>3.038e0</w:t>
      </w:r>
    </w:p>
    <w:p w:rsidR="00B77C08" w:rsidRDefault="00B77C08" w:rsidP="00B77C08">
      <w:r>
        <w:t>246.5130</w:t>
      </w:r>
      <w:r>
        <w:tab/>
        <w:t>1.013e0</w:t>
      </w:r>
    </w:p>
    <w:p w:rsidR="00B77C08" w:rsidRDefault="00B77C08" w:rsidP="00B77C08">
      <w:r>
        <w:t>246.5762</w:t>
      </w:r>
      <w:r>
        <w:tab/>
        <w:t>1.013e0</w:t>
      </w:r>
    </w:p>
    <w:p w:rsidR="00B77C08" w:rsidRDefault="00B77C08" w:rsidP="00B77C08">
      <w:r>
        <w:lastRenderedPageBreak/>
        <w:t>246.5893</w:t>
      </w:r>
      <w:r>
        <w:tab/>
        <w:t>1.013e0</w:t>
      </w:r>
    </w:p>
    <w:p w:rsidR="00B77C08" w:rsidRDefault="00B77C08" w:rsidP="00B77C08">
      <w:r>
        <w:t>246.6196</w:t>
      </w:r>
      <w:r>
        <w:tab/>
        <w:t>2.317e0</w:t>
      </w:r>
    </w:p>
    <w:p w:rsidR="00B77C08" w:rsidRDefault="00B77C08" w:rsidP="00B77C08">
      <w:r>
        <w:t>246.6544</w:t>
      </w:r>
      <w:r>
        <w:tab/>
        <w:t>1.013e0</w:t>
      </w:r>
    </w:p>
    <w:p w:rsidR="00B77C08" w:rsidRDefault="00B77C08" w:rsidP="00B77C08">
      <w:r>
        <w:t>246.7095</w:t>
      </w:r>
      <w:r>
        <w:tab/>
        <w:t>1.013e0</w:t>
      </w:r>
    </w:p>
    <w:p w:rsidR="00B77C08" w:rsidRDefault="00B77C08" w:rsidP="00B77C08">
      <w:r>
        <w:t>246.8844</w:t>
      </w:r>
      <w:r>
        <w:tab/>
        <w:t>1.013e0</w:t>
      </w:r>
    </w:p>
    <w:p w:rsidR="00B77C08" w:rsidRDefault="00B77C08" w:rsidP="00B77C08">
      <w:r>
        <w:t>246.9184</w:t>
      </w:r>
      <w:r>
        <w:tab/>
        <w:t>1.013e0</w:t>
      </w:r>
    </w:p>
    <w:p w:rsidR="00B77C08" w:rsidRDefault="00B77C08" w:rsidP="00B77C08">
      <w:r>
        <w:t>246.9442</w:t>
      </w:r>
      <w:r>
        <w:tab/>
        <w:t>2.025e0</w:t>
      </w:r>
    </w:p>
    <w:p w:rsidR="00B77C08" w:rsidRDefault="00B77C08" w:rsidP="00B77C08">
      <w:r>
        <w:t>246.9940</w:t>
      </w:r>
      <w:r>
        <w:tab/>
        <w:t>1.013e0</w:t>
      </w:r>
    </w:p>
    <w:p w:rsidR="00B77C08" w:rsidRDefault="00B77C08" w:rsidP="00B77C08">
      <w:r>
        <w:t>247.0178</w:t>
      </w:r>
      <w:r>
        <w:tab/>
        <w:t>1.013e0</w:t>
      </w:r>
    </w:p>
    <w:p w:rsidR="00B77C08" w:rsidRDefault="00B77C08" w:rsidP="00B77C08">
      <w:r>
        <w:t>247.0347</w:t>
      </w:r>
      <w:r>
        <w:tab/>
        <w:t>6.076e0</w:t>
      </w:r>
    </w:p>
    <w:p w:rsidR="00B77C08" w:rsidRDefault="00B77C08" w:rsidP="00B77C08">
      <w:r>
        <w:t>247.0376</w:t>
      </w:r>
      <w:r>
        <w:tab/>
        <w:t>4.051e0</w:t>
      </w:r>
    </w:p>
    <w:p w:rsidR="00B77C08" w:rsidRDefault="00B77C08" w:rsidP="00B77C08">
      <w:r>
        <w:t>247.0497</w:t>
      </w:r>
      <w:r>
        <w:tab/>
        <w:t>2.025e0</w:t>
      </w:r>
    </w:p>
    <w:p w:rsidR="00B77C08" w:rsidRDefault="00B77C08" w:rsidP="00B77C08">
      <w:r>
        <w:t>247.1145</w:t>
      </w:r>
      <w:r>
        <w:tab/>
        <w:t>1.013e0</w:t>
      </w:r>
    </w:p>
    <w:p w:rsidR="00B77C08" w:rsidRDefault="00B77C08" w:rsidP="00B77C08">
      <w:r>
        <w:t>247.1437</w:t>
      </w:r>
      <w:r>
        <w:tab/>
        <w:t>2.025e0</w:t>
      </w:r>
    </w:p>
    <w:p w:rsidR="00B77C08" w:rsidRDefault="00B77C08" w:rsidP="00B77C08">
      <w:r>
        <w:t>247.1737</w:t>
      </w:r>
      <w:r>
        <w:tab/>
        <w:t>2.025e0</w:t>
      </w:r>
    </w:p>
    <w:p w:rsidR="00B77C08" w:rsidRDefault="00B77C08" w:rsidP="00B77C08">
      <w:r>
        <w:t>247.2157</w:t>
      </w:r>
      <w:r>
        <w:tab/>
        <w:t>1.013e0</w:t>
      </w:r>
    </w:p>
    <w:p w:rsidR="00B77C08" w:rsidRDefault="00B77C08" w:rsidP="00B77C08">
      <w:r>
        <w:t>247.2574</w:t>
      </w:r>
      <w:r>
        <w:tab/>
        <w:t>1.013e0</w:t>
      </w:r>
    </w:p>
    <w:p w:rsidR="00B77C08" w:rsidRDefault="00B77C08" w:rsidP="00B77C08">
      <w:r>
        <w:t>247.3197</w:t>
      </w:r>
      <w:r>
        <w:tab/>
        <w:t>1.013e0</w:t>
      </w:r>
    </w:p>
    <w:p w:rsidR="00B77C08" w:rsidRDefault="00B77C08" w:rsidP="00B77C08">
      <w:r>
        <w:t>247.4451</w:t>
      </w:r>
      <w:r>
        <w:tab/>
        <w:t>1.013e0</w:t>
      </w:r>
    </w:p>
    <w:p w:rsidR="00B77C08" w:rsidRDefault="00B77C08" w:rsidP="00B77C08">
      <w:r>
        <w:lastRenderedPageBreak/>
        <w:t>247.4872</w:t>
      </w:r>
      <w:r>
        <w:tab/>
        <w:t>1.013e0</w:t>
      </w:r>
    </w:p>
    <w:p w:rsidR="00B77C08" w:rsidRDefault="00B77C08" w:rsidP="00B77C08">
      <w:r>
        <w:t>247.5869</w:t>
      </w:r>
      <w:r>
        <w:tab/>
        <w:t>1.013e0</w:t>
      </w:r>
    </w:p>
    <w:p w:rsidR="00B77C08" w:rsidRDefault="00B77C08" w:rsidP="00B77C08">
      <w:r>
        <w:t>247.6058</w:t>
      </w:r>
      <w:r>
        <w:tab/>
        <w:t>3.038e0</w:t>
      </w:r>
    </w:p>
    <w:p w:rsidR="00B77C08" w:rsidRDefault="00B77C08" w:rsidP="00B77C08">
      <w:r>
        <w:t>247.6332</w:t>
      </w:r>
      <w:r>
        <w:tab/>
        <w:t>1.013e0</w:t>
      </w:r>
    </w:p>
    <w:p w:rsidR="00B77C08" w:rsidRDefault="00B77C08" w:rsidP="00B77C08">
      <w:r>
        <w:t>247.6631</w:t>
      </w:r>
      <w:r>
        <w:tab/>
        <w:t>1.013e0</w:t>
      </w:r>
    </w:p>
    <w:p w:rsidR="00B77C08" w:rsidRDefault="00B77C08" w:rsidP="00B77C08">
      <w:r>
        <w:t>247.6855</w:t>
      </w:r>
      <w:r>
        <w:tab/>
        <w:t>2.025e0</w:t>
      </w:r>
    </w:p>
    <w:p w:rsidR="00B77C08" w:rsidRDefault="00B77C08" w:rsidP="00B77C08">
      <w:r>
        <w:t>247.7207</w:t>
      </w:r>
      <w:r>
        <w:tab/>
        <w:t>1.013e0</w:t>
      </w:r>
    </w:p>
    <w:p w:rsidR="00B77C08" w:rsidRDefault="00B77C08" w:rsidP="00B77C08">
      <w:r>
        <w:t>247.7324</w:t>
      </w:r>
      <w:r>
        <w:tab/>
        <w:t>1.013e0</w:t>
      </w:r>
    </w:p>
    <w:p w:rsidR="00B77C08" w:rsidRDefault="00B77C08" w:rsidP="00B77C08">
      <w:r>
        <w:t>247.7832</w:t>
      </w:r>
      <w:r>
        <w:tab/>
        <w:t>1.013e0</w:t>
      </w:r>
    </w:p>
    <w:p w:rsidR="00B77C08" w:rsidRDefault="00B77C08" w:rsidP="00B77C08">
      <w:r>
        <w:t>247.7878</w:t>
      </w:r>
      <w:r>
        <w:tab/>
        <w:t>1.013e0</w:t>
      </w:r>
    </w:p>
    <w:p w:rsidR="00B77C08" w:rsidRDefault="00B77C08" w:rsidP="00B77C08">
      <w:r>
        <w:t>247.8126</w:t>
      </w:r>
      <w:r>
        <w:tab/>
        <w:t>1.013e0</w:t>
      </w:r>
    </w:p>
    <w:p w:rsidR="00B77C08" w:rsidRDefault="00B77C08" w:rsidP="00B77C08">
      <w:r>
        <w:t>247.8294</w:t>
      </w:r>
      <w:r>
        <w:tab/>
        <w:t>1.013e0</w:t>
      </w:r>
    </w:p>
    <w:p w:rsidR="00B77C08" w:rsidRDefault="00B77C08" w:rsidP="00B77C08">
      <w:r>
        <w:t>247.8755</w:t>
      </w:r>
      <w:r>
        <w:tab/>
        <w:t>1.013e0</w:t>
      </w:r>
    </w:p>
    <w:p w:rsidR="00B77C08" w:rsidRDefault="00B77C08" w:rsidP="00B77C08">
      <w:r>
        <w:t>247.9683</w:t>
      </w:r>
      <w:r>
        <w:tab/>
        <w:t>1.013e0</w:t>
      </w:r>
    </w:p>
    <w:p w:rsidR="00B77C08" w:rsidRDefault="00B77C08" w:rsidP="00B77C08">
      <w:r>
        <w:t>248.0077</w:t>
      </w:r>
      <w:r>
        <w:tab/>
        <w:t>2.025e0</w:t>
      </w:r>
    </w:p>
    <w:p w:rsidR="00B77C08" w:rsidRDefault="00B77C08" w:rsidP="00B77C08">
      <w:r>
        <w:t>248.0141</w:t>
      </w:r>
      <w:r>
        <w:tab/>
        <w:t>1.013e0</w:t>
      </w:r>
    </w:p>
    <w:p w:rsidR="00B77C08" w:rsidRDefault="00B77C08" w:rsidP="00B77C08">
      <w:r>
        <w:t>248.0471</w:t>
      </w:r>
      <w:r>
        <w:tab/>
        <w:t>3.038e0</w:t>
      </w:r>
    </w:p>
    <w:p w:rsidR="00B77C08" w:rsidRDefault="00B77C08" w:rsidP="00B77C08">
      <w:r>
        <w:t>248.0804</w:t>
      </w:r>
      <w:r>
        <w:tab/>
        <w:t>1.013e0</w:t>
      </w:r>
    </w:p>
    <w:p w:rsidR="00B77C08" w:rsidRDefault="00B77C08" w:rsidP="00B77C08">
      <w:r>
        <w:t>248.1106</w:t>
      </w:r>
      <w:r>
        <w:tab/>
        <w:t>5.063e0</w:t>
      </w:r>
    </w:p>
    <w:p w:rsidR="00B77C08" w:rsidRDefault="00B77C08" w:rsidP="00B77C08">
      <w:r>
        <w:lastRenderedPageBreak/>
        <w:t>248.1687</w:t>
      </w:r>
      <w:r>
        <w:tab/>
        <w:t>2.025e0</w:t>
      </w:r>
    </w:p>
    <w:p w:rsidR="00B77C08" w:rsidRDefault="00B77C08" w:rsidP="00B77C08">
      <w:r>
        <w:t>248.1897</w:t>
      </w:r>
      <w:r>
        <w:tab/>
        <w:t>1.013e0</w:t>
      </w:r>
    </w:p>
    <w:p w:rsidR="00B77C08" w:rsidRDefault="00B77C08" w:rsidP="00B77C08">
      <w:r>
        <w:t>248.2267</w:t>
      </w:r>
      <w:r>
        <w:tab/>
        <w:t>1.013e0</w:t>
      </w:r>
    </w:p>
    <w:p w:rsidR="00B77C08" w:rsidRDefault="00B77C08" w:rsidP="00B77C08">
      <w:r>
        <w:t>248.2364</w:t>
      </w:r>
      <w:r>
        <w:tab/>
        <w:t>1.013e0</w:t>
      </w:r>
    </w:p>
    <w:p w:rsidR="00B77C08" w:rsidRDefault="00B77C08" w:rsidP="00B77C08">
      <w:r>
        <w:t>248.2684</w:t>
      </w:r>
      <w:r>
        <w:tab/>
        <w:t>1.013e0</w:t>
      </w:r>
    </w:p>
    <w:p w:rsidR="00B77C08" w:rsidRDefault="00B77C08" w:rsidP="00B77C08">
      <w:r>
        <w:t>248.3023</w:t>
      </w:r>
      <w:r>
        <w:tab/>
        <w:t>1.013e0</w:t>
      </w:r>
    </w:p>
    <w:p w:rsidR="00B77C08" w:rsidRDefault="00B77C08" w:rsidP="00B77C08">
      <w:r>
        <w:t>248.3805</w:t>
      </w:r>
      <w:r>
        <w:tab/>
        <w:t>2.025e0</w:t>
      </w:r>
    </w:p>
    <w:p w:rsidR="00B77C08" w:rsidRDefault="00B77C08" w:rsidP="00B77C08">
      <w:r>
        <w:t>248.3946</w:t>
      </w:r>
      <w:r>
        <w:tab/>
        <w:t>1.013e0</w:t>
      </w:r>
    </w:p>
    <w:p w:rsidR="00B77C08" w:rsidRDefault="00B77C08" w:rsidP="00B77C08">
      <w:r>
        <w:t>248.4363</w:t>
      </w:r>
      <w:r>
        <w:tab/>
        <w:t>1.013e0</w:t>
      </w:r>
    </w:p>
    <w:p w:rsidR="00B77C08" w:rsidRDefault="00B77C08" w:rsidP="00B77C08">
      <w:r>
        <w:t>248.4703</w:t>
      </w:r>
      <w:r>
        <w:tab/>
        <w:t>1.013e0</w:t>
      </w:r>
    </w:p>
    <w:p w:rsidR="00B77C08" w:rsidRDefault="00B77C08" w:rsidP="00B77C08">
      <w:r>
        <w:t>248.5261</w:t>
      </w:r>
      <w:r>
        <w:tab/>
        <w:t>2.025e0</w:t>
      </w:r>
    </w:p>
    <w:p w:rsidR="00B77C08" w:rsidRDefault="00B77C08" w:rsidP="00B77C08">
      <w:r>
        <w:t>248.5321</w:t>
      </w:r>
      <w:r>
        <w:tab/>
        <w:t>1.013e0</w:t>
      </w:r>
    </w:p>
    <w:p w:rsidR="00B77C08" w:rsidRDefault="00B77C08" w:rsidP="00B77C08">
      <w:r>
        <w:t>248.5488</w:t>
      </w:r>
      <w:r>
        <w:tab/>
        <w:t>3.038e0</w:t>
      </w:r>
    </w:p>
    <w:p w:rsidR="00B77C08" w:rsidRDefault="00B77C08" w:rsidP="00B77C08">
      <w:r>
        <w:t>248.5784</w:t>
      </w:r>
      <w:r>
        <w:tab/>
        <w:t>1.013e0</w:t>
      </w:r>
    </w:p>
    <w:p w:rsidR="00B77C08" w:rsidRDefault="00B77C08" w:rsidP="00B77C08">
      <w:r>
        <w:t>248.5876</w:t>
      </w:r>
      <w:r>
        <w:tab/>
        <w:t>1.013e0</w:t>
      </w:r>
    </w:p>
    <w:p w:rsidR="00B77C08" w:rsidRDefault="00B77C08" w:rsidP="00B77C08">
      <w:r>
        <w:t>248.6343</w:t>
      </w:r>
      <w:r>
        <w:tab/>
        <w:t>1.013e0</w:t>
      </w:r>
    </w:p>
    <w:p w:rsidR="00B77C08" w:rsidRDefault="00B77C08" w:rsidP="00B77C08">
      <w:r>
        <w:t>248.6710</w:t>
      </w:r>
      <w:r>
        <w:tab/>
        <w:t>1.013e0</w:t>
      </w:r>
    </w:p>
    <w:p w:rsidR="00B77C08" w:rsidRDefault="00B77C08" w:rsidP="00B77C08">
      <w:r>
        <w:t>248.8497</w:t>
      </w:r>
      <w:r>
        <w:tab/>
        <w:t>2.025e0</w:t>
      </w:r>
    </w:p>
    <w:p w:rsidR="00B77C08" w:rsidRDefault="00B77C08" w:rsidP="00B77C08">
      <w:r>
        <w:t>248.9351</w:t>
      </w:r>
      <w:r>
        <w:tab/>
        <w:t>1.013e0</w:t>
      </w:r>
    </w:p>
    <w:p w:rsidR="00B77C08" w:rsidRDefault="00B77C08" w:rsidP="00B77C08">
      <w:r>
        <w:lastRenderedPageBreak/>
        <w:t>249.0278</w:t>
      </w:r>
      <w:r>
        <w:tab/>
        <w:t>1.013e0</w:t>
      </w:r>
    </w:p>
    <w:p w:rsidR="00B77C08" w:rsidRDefault="00B77C08" w:rsidP="00B77C08">
      <w:r>
        <w:t>249.0597</w:t>
      </w:r>
      <w:r>
        <w:tab/>
        <w:t>7.089e0</w:t>
      </w:r>
    </w:p>
    <w:p w:rsidR="00B77C08" w:rsidRDefault="00B77C08" w:rsidP="00B77C08">
      <w:r>
        <w:t>249.0736</w:t>
      </w:r>
      <w:r>
        <w:tab/>
        <w:t>4.051e0</w:t>
      </w:r>
    </w:p>
    <w:p w:rsidR="00B77C08" w:rsidRDefault="00B77C08" w:rsidP="00B77C08">
      <w:r>
        <w:t>249.0822</w:t>
      </w:r>
      <w:r>
        <w:tab/>
        <w:t>5.919e0</w:t>
      </w:r>
    </w:p>
    <w:p w:rsidR="00B77C08" w:rsidRDefault="00B77C08" w:rsidP="00B77C08">
      <w:r>
        <w:t>249.1205</w:t>
      </w:r>
      <w:r>
        <w:tab/>
        <w:t>2.025e0</w:t>
      </w:r>
    </w:p>
    <w:p w:rsidR="00B77C08" w:rsidRDefault="00B77C08" w:rsidP="00B77C08">
      <w:r>
        <w:t>249.1402</w:t>
      </w:r>
      <w:r>
        <w:tab/>
        <w:t>5.063e0</w:t>
      </w:r>
    </w:p>
    <w:p w:rsidR="00B77C08" w:rsidRDefault="00B77C08" w:rsidP="00B77C08">
      <w:r>
        <w:t>249.1530</w:t>
      </w:r>
      <w:r>
        <w:tab/>
        <w:t>1.013e0</w:t>
      </w:r>
    </w:p>
    <w:p w:rsidR="00B77C08" w:rsidRDefault="00B77C08" w:rsidP="00B77C08">
      <w:r>
        <w:t>249.1577</w:t>
      </w:r>
      <w:r>
        <w:tab/>
        <w:t>1.013e0</w:t>
      </w:r>
    </w:p>
    <w:p w:rsidR="00B77C08" w:rsidRDefault="00B77C08" w:rsidP="00B77C08">
      <w:r>
        <w:t>249.2000</w:t>
      </w:r>
      <w:r>
        <w:tab/>
        <w:t>2.025e0</w:t>
      </w:r>
    </w:p>
    <w:p w:rsidR="00B77C08" w:rsidRDefault="00B77C08" w:rsidP="00B77C08">
      <w:r>
        <w:t>249.2017</w:t>
      </w:r>
      <w:r>
        <w:tab/>
        <w:t>4.051e0</w:t>
      </w:r>
    </w:p>
    <w:p w:rsidR="00B77C08" w:rsidRDefault="00B77C08" w:rsidP="00B77C08">
      <w:r>
        <w:t>249.2087</w:t>
      </w:r>
      <w:r>
        <w:tab/>
        <w:t>1.013e0</w:t>
      </w:r>
    </w:p>
    <w:p w:rsidR="00B77C08" w:rsidRDefault="00B77C08" w:rsidP="00B77C08">
      <w:r>
        <w:t>249.2326</w:t>
      </w:r>
      <w:r>
        <w:tab/>
        <w:t>2.025e0</w:t>
      </w:r>
    </w:p>
    <w:p w:rsidR="00B77C08" w:rsidRDefault="00B77C08" w:rsidP="00B77C08">
      <w:r>
        <w:t>249.3469</w:t>
      </w:r>
      <w:r>
        <w:tab/>
        <w:t>1.013e0</w:t>
      </w:r>
    </w:p>
    <w:p w:rsidR="00B77C08" w:rsidRDefault="00B77C08" w:rsidP="00B77C08">
      <w:r>
        <w:t>249.3592</w:t>
      </w:r>
      <w:r>
        <w:tab/>
        <w:t>1.013e0</w:t>
      </w:r>
    </w:p>
    <w:p w:rsidR="00B77C08" w:rsidRDefault="00B77C08" w:rsidP="00B77C08">
      <w:r>
        <w:t>249.3894</w:t>
      </w:r>
      <w:r>
        <w:tab/>
        <w:t>1.013e0</w:t>
      </w:r>
    </w:p>
    <w:p w:rsidR="00B77C08" w:rsidRDefault="00B77C08" w:rsidP="00B77C08">
      <w:r>
        <w:t>249.4508</w:t>
      </w:r>
      <w:r>
        <w:tab/>
        <w:t>1.013e0</w:t>
      </w:r>
    </w:p>
    <w:p w:rsidR="00B77C08" w:rsidRDefault="00B77C08" w:rsidP="00B77C08">
      <w:r>
        <w:t>249.4803</w:t>
      </w:r>
      <w:r>
        <w:tab/>
        <w:t>4.051e0</w:t>
      </w:r>
    </w:p>
    <w:p w:rsidR="00B77C08" w:rsidRDefault="00B77C08" w:rsidP="00B77C08">
      <w:r>
        <w:t>249.5235</w:t>
      </w:r>
      <w:r>
        <w:tab/>
        <w:t>2.025e0</w:t>
      </w:r>
    </w:p>
    <w:p w:rsidR="00B77C08" w:rsidRDefault="00B77C08" w:rsidP="00B77C08">
      <w:r>
        <w:t>249.5388</w:t>
      </w:r>
      <w:r>
        <w:tab/>
        <w:t>1.013e0</w:t>
      </w:r>
    </w:p>
    <w:p w:rsidR="00B77C08" w:rsidRDefault="00B77C08" w:rsidP="00B77C08">
      <w:r>
        <w:lastRenderedPageBreak/>
        <w:t>249.5789</w:t>
      </w:r>
      <w:r>
        <w:tab/>
        <w:t>2.025e0</w:t>
      </w:r>
    </w:p>
    <w:p w:rsidR="00B77C08" w:rsidRDefault="00B77C08" w:rsidP="00B77C08">
      <w:r>
        <w:t>249.5940</w:t>
      </w:r>
      <w:r>
        <w:tab/>
        <w:t>1.013e0</w:t>
      </w:r>
    </w:p>
    <w:p w:rsidR="00B77C08" w:rsidRDefault="00B77C08" w:rsidP="00B77C08">
      <w:r>
        <w:t>249.6827</w:t>
      </w:r>
      <w:r>
        <w:tab/>
        <w:t>1.013e0</w:t>
      </w:r>
    </w:p>
    <w:p w:rsidR="00B77C08" w:rsidRDefault="00B77C08" w:rsidP="00B77C08">
      <w:r>
        <w:t>249.9221</w:t>
      </w:r>
      <w:r>
        <w:tab/>
        <w:t>1.013e0</w:t>
      </w:r>
    </w:p>
    <w:p w:rsidR="00B77C08" w:rsidRDefault="00B77C08" w:rsidP="00B77C08">
      <w:r>
        <w:t>249.9642</w:t>
      </w:r>
      <w:r>
        <w:tab/>
        <w:t>1.013e0</w:t>
      </w:r>
    </w:p>
    <w:p w:rsidR="00B77C08" w:rsidRDefault="00B77C08" w:rsidP="00B77C08">
      <w:r>
        <w:t>250.0264</w:t>
      </w:r>
      <w:r>
        <w:tab/>
        <w:t>1.013e0</w:t>
      </w:r>
    </w:p>
    <w:p w:rsidR="00B77C08" w:rsidRDefault="00B77C08" w:rsidP="00B77C08">
      <w:r>
        <w:t>250.0311</w:t>
      </w:r>
      <w:r>
        <w:tab/>
        <w:t>1.013e0</w:t>
      </w:r>
    </w:p>
    <w:p w:rsidR="00B77C08" w:rsidRDefault="00B77C08" w:rsidP="00B77C08">
      <w:r>
        <w:t>250.0591</w:t>
      </w:r>
      <w:r>
        <w:tab/>
        <w:t>6.076e0</w:t>
      </w:r>
    </w:p>
    <w:p w:rsidR="00B77C08" w:rsidRDefault="00B77C08" w:rsidP="00B77C08">
      <w:r>
        <w:t>250.0668</w:t>
      </w:r>
      <w:r>
        <w:tab/>
        <w:t>3.038e0</w:t>
      </w:r>
    </w:p>
    <w:p w:rsidR="00B77C08" w:rsidRDefault="00B77C08" w:rsidP="00B77C08">
      <w:r>
        <w:t>250.0708</w:t>
      </w:r>
      <w:r>
        <w:tab/>
        <w:t>2.025e0</w:t>
      </w:r>
    </w:p>
    <w:p w:rsidR="00B77C08" w:rsidRDefault="00B77C08" w:rsidP="00B77C08">
      <w:r>
        <w:t>250.1102</w:t>
      </w:r>
      <w:r>
        <w:tab/>
        <w:t>1.013e0</w:t>
      </w:r>
    </w:p>
    <w:p w:rsidR="00B77C08" w:rsidRDefault="00B77C08" w:rsidP="00B77C08">
      <w:r>
        <w:t>250.1170</w:t>
      </w:r>
      <w:r>
        <w:tab/>
        <w:t>2.025e0</w:t>
      </w:r>
    </w:p>
    <w:p w:rsidR="00B77C08" w:rsidRDefault="00B77C08" w:rsidP="00B77C08">
      <w:r>
        <w:t>250.1199</w:t>
      </w:r>
      <w:r>
        <w:tab/>
        <w:t>1.013e0</w:t>
      </w:r>
    </w:p>
    <w:p w:rsidR="00B77C08" w:rsidRDefault="00B77C08" w:rsidP="00B77C08">
      <w:r>
        <w:t>250.1342</w:t>
      </w:r>
      <w:r>
        <w:tab/>
        <w:t>2.025e0</w:t>
      </w:r>
    </w:p>
    <w:p w:rsidR="00B77C08" w:rsidRDefault="00B77C08" w:rsidP="00B77C08">
      <w:r>
        <w:t>250.1479</w:t>
      </w:r>
      <w:r>
        <w:tab/>
        <w:t>1.013e0</w:t>
      </w:r>
    </w:p>
    <w:p w:rsidR="00B77C08" w:rsidRDefault="00B77C08" w:rsidP="00B77C08">
      <w:r>
        <w:t>250.1823</w:t>
      </w:r>
      <w:r>
        <w:tab/>
        <w:t>4.051e0</w:t>
      </w:r>
    </w:p>
    <w:p w:rsidR="00B77C08" w:rsidRDefault="00B77C08" w:rsidP="00B77C08">
      <w:r>
        <w:t>250.2000</w:t>
      </w:r>
      <w:r>
        <w:tab/>
        <w:t>5.063e0</w:t>
      </w:r>
    </w:p>
    <w:p w:rsidR="00B77C08" w:rsidRDefault="00B77C08" w:rsidP="00B77C08">
      <w:r>
        <w:t>250.2126</w:t>
      </w:r>
      <w:r>
        <w:tab/>
        <w:t>1.013e0</w:t>
      </w:r>
    </w:p>
    <w:p w:rsidR="00B77C08" w:rsidRDefault="00B77C08" w:rsidP="00B77C08">
      <w:r>
        <w:t>250.2406</w:t>
      </w:r>
      <w:r>
        <w:tab/>
        <w:t>1.013e0</w:t>
      </w:r>
    </w:p>
    <w:p w:rsidR="00B77C08" w:rsidRDefault="00B77C08" w:rsidP="00B77C08">
      <w:r>
        <w:lastRenderedPageBreak/>
        <w:t>250.2452</w:t>
      </w:r>
      <w:r>
        <w:tab/>
        <w:t>1.013e0</w:t>
      </w:r>
    </w:p>
    <w:p w:rsidR="00B77C08" w:rsidRDefault="00B77C08" w:rsidP="00B77C08">
      <w:r>
        <w:t>250.2748</w:t>
      </w:r>
      <w:r>
        <w:tab/>
        <w:t>1.013e0</w:t>
      </w:r>
    </w:p>
    <w:p w:rsidR="00B77C08" w:rsidRDefault="00B77C08" w:rsidP="00B77C08">
      <w:r>
        <w:t>250.2825</w:t>
      </w:r>
      <w:r>
        <w:tab/>
        <w:t>1.013e0</w:t>
      </w:r>
    </w:p>
    <w:p w:rsidR="00B77C08" w:rsidRDefault="00B77C08" w:rsidP="00B77C08">
      <w:r>
        <w:t>250.3378</w:t>
      </w:r>
      <w:r>
        <w:tab/>
        <w:t>2.025e0</w:t>
      </w:r>
    </w:p>
    <w:p w:rsidR="00B77C08" w:rsidRDefault="00B77C08" w:rsidP="00B77C08">
      <w:r>
        <w:t>250.4133</w:t>
      </w:r>
      <w:r>
        <w:tab/>
        <w:t>1.013e0</w:t>
      </w:r>
    </w:p>
    <w:p w:rsidR="00B77C08" w:rsidRDefault="00B77C08" w:rsidP="00B77C08">
      <w:r>
        <w:t>250.4552</w:t>
      </w:r>
      <w:r>
        <w:tab/>
        <w:t>1.013e0</w:t>
      </w:r>
    </w:p>
    <w:p w:rsidR="00B77C08" w:rsidRDefault="00B77C08" w:rsidP="00B77C08">
      <w:r>
        <w:t>250.5235</w:t>
      </w:r>
      <w:r>
        <w:tab/>
        <w:t>1.013e0</w:t>
      </w:r>
    </w:p>
    <w:p w:rsidR="00B77C08" w:rsidRDefault="00B77C08" w:rsidP="00B77C08">
      <w:r>
        <w:t>250.5485</w:t>
      </w:r>
      <w:r>
        <w:tab/>
        <w:t>1.013e0</w:t>
      </w:r>
    </w:p>
    <w:p w:rsidR="00B77C08" w:rsidRDefault="00B77C08" w:rsidP="00B77C08">
      <w:r>
        <w:t>250.5527</w:t>
      </w:r>
      <w:r>
        <w:tab/>
        <w:t>2.025e0</w:t>
      </w:r>
    </w:p>
    <w:p w:rsidR="00B77C08" w:rsidRDefault="00B77C08" w:rsidP="00B77C08">
      <w:r>
        <w:t>250.5858</w:t>
      </w:r>
      <w:r>
        <w:tab/>
        <w:t>1.013e0</w:t>
      </w:r>
    </w:p>
    <w:p w:rsidR="00B77C08" w:rsidRDefault="00B77C08" w:rsidP="00B77C08">
      <w:r>
        <w:t>250.6153</w:t>
      </w:r>
      <w:r>
        <w:tab/>
        <w:t>1.013e0</w:t>
      </w:r>
    </w:p>
    <w:p w:rsidR="00B77C08" w:rsidRDefault="00B77C08" w:rsidP="00B77C08">
      <w:r>
        <w:t>250.6535</w:t>
      </w:r>
      <w:r>
        <w:tab/>
        <w:t>1.013e0</w:t>
      </w:r>
    </w:p>
    <w:p w:rsidR="00B77C08" w:rsidRDefault="00B77C08" w:rsidP="00B77C08">
      <w:r>
        <w:t>250.7417</w:t>
      </w:r>
      <w:r>
        <w:tab/>
        <w:t>1.013e0</w:t>
      </w:r>
    </w:p>
    <w:p w:rsidR="00B77C08" w:rsidRDefault="00B77C08" w:rsidP="00B77C08">
      <w:r>
        <w:t>250.7880</w:t>
      </w:r>
      <w:r>
        <w:tab/>
        <w:t>3.038e0</w:t>
      </w:r>
    </w:p>
    <w:p w:rsidR="00B77C08" w:rsidRDefault="00B77C08" w:rsidP="00B77C08">
      <w:r>
        <w:t>250.8839</w:t>
      </w:r>
      <w:r>
        <w:tab/>
        <w:t>1.013e0</w:t>
      </w:r>
    </w:p>
    <w:p w:rsidR="00B77C08" w:rsidRDefault="00B77C08" w:rsidP="00B77C08">
      <w:r>
        <w:t>250.9315</w:t>
      </w:r>
      <w:r>
        <w:tab/>
        <w:t>2.025e0</w:t>
      </w:r>
    </w:p>
    <w:p w:rsidR="00B77C08" w:rsidRDefault="00B77C08" w:rsidP="00B77C08">
      <w:r>
        <w:t>250.9677</w:t>
      </w:r>
      <w:r>
        <w:tab/>
        <w:t>4.051e0</w:t>
      </w:r>
    </w:p>
    <w:p w:rsidR="00B77C08" w:rsidRDefault="00B77C08" w:rsidP="00B77C08">
      <w:r>
        <w:t>250.9772</w:t>
      </w:r>
      <w:r>
        <w:tab/>
        <w:t>1.013e0</w:t>
      </w:r>
    </w:p>
    <w:p w:rsidR="00B77C08" w:rsidRDefault="00B77C08" w:rsidP="00B77C08">
      <w:r>
        <w:t>250.9810</w:t>
      </w:r>
      <w:r>
        <w:tab/>
        <w:t>9.114e0</w:t>
      </w:r>
    </w:p>
    <w:p w:rsidR="00B77C08" w:rsidRDefault="00B77C08" w:rsidP="00B77C08">
      <w:r>
        <w:lastRenderedPageBreak/>
        <w:t>251.0065</w:t>
      </w:r>
      <w:r>
        <w:tab/>
        <w:t>1.013e0</w:t>
      </w:r>
    </w:p>
    <w:p w:rsidR="00B77C08" w:rsidRDefault="00B77C08" w:rsidP="00B77C08">
      <w:r>
        <w:t>251.0333</w:t>
      </w:r>
      <w:r>
        <w:tab/>
        <w:t>1.013e0</w:t>
      </w:r>
    </w:p>
    <w:p w:rsidR="00B77C08" w:rsidRDefault="00B77C08" w:rsidP="00B77C08">
      <w:r>
        <w:t>251.0367</w:t>
      </w:r>
      <w:r>
        <w:tab/>
        <w:t>1.013e0</w:t>
      </w:r>
    </w:p>
    <w:p w:rsidR="00B77C08" w:rsidRDefault="00B77C08" w:rsidP="00B77C08">
      <w:r>
        <w:t>251.0659</w:t>
      </w:r>
      <w:r>
        <w:tab/>
        <w:t>1.013e0</w:t>
      </w:r>
    </w:p>
    <w:p w:rsidR="00B77C08" w:rsidRDefault="00B77C08" w:rsidP="00B77C08">
      <w:r>
        <w:t>251.0872</w:t>
      </w:r>
      <w:r>
        <w:tab/>
        <w:t>2.025e0</w:t>
      </w:r>
    </w:p>
    <w:p w:rsidR="00B77C08" w:rsidRDefault="00B77C08" w:rsidP="00B77C08">
      <w:r>
        <w:t>251.1069</w:t>
      </w:r>
      <w:r>
        <w:tab/>
        <w:t>3.038e0</w:t>
      </w:r>
    </w:p>
    <w:p w:rsidR="00B77C08" w:rsidRDefault="00B77C08" w:rsidP="00B77C08">
      <w:r>
        <w:t>251.1090</w:t>
      </w:r>
      <w:r>
        <w:tab/>
        <w:t>3.038e0</w:t>
      </w:r>
    </w:p>
    <w:p w:rsidR="00B77C08" w:rsidRDefault="00B77C08" w:rsidP="00B77C08">
      <w:r>
        <w:t>251.1149</w:t>
      </w:r>
      <w:r>
        <w:tab/>
        <w:t>2.025e0</w:t>
      </w:r>
    </w:p>
    <w:p w:rsidR="00B77C08" w:rsidRDefault="00B77C08" w:rsidP="00B77C08">
      <w:r>
        <w:t>251.1542</w:t>
      </w:r>
      <w:r>
        <w:tab/>
        <w:t>2.025e0</w:t>
      </w:r>
    </w:p>
    <w:p w:rsidR="00B77C08" w:rsidRDefault="00B77C08" w:rsidP="00B77C08">
      <w:r>
        <w:t>251.1562</w:t>
      </w:r>
      <w:r>
        <w:tab/>
        <w:t>2.025e0</w:t>
      </w:r>
    </w:p>
    <w:p w:rsidR="00B77C08" w:rsidRDefault="00B77C08" w:rsidP="00B77C08">
      <w:r>
        <w:t>251.1630</w:t>
      </w:r>
      <w:r>
        <w:tab/>
        <w:t>3.038e0</w:t>
      </w:r>
    </w:p>
    <w:p w:rsidR="00B77C08" w:rsidRDefault="00B77C08" w:rsidP="00B77C08">
      <w:r>
        <w:t>251.2153</w:t>
      </w:r>
      <w:r>
        <w:tab/>
        <w:t>2.025e0</w:t>
      </w:r>
    </w:p>
    <w:p w:rsidR="00B77C08" w:rsidRDefault="00B77C08" w:rsidP="00B77C08">
      <w:r>
        <w:t>251.2392</w:t>
      </w:r>
      <w:r>
        <w:tab/>
        <w:t>1.013e0</w:t>
      </w:r>
    </w:p>
    <w:p w:rsidR="00B77C08" w:rsidRDefault="00B77C08" w:rsidP="00B77C08">
      <w:r>
        <w:t>251.2476</w:t>
      </w:r>
      <w:r>
        <w:tab/>
        <w:t>1.013e0</w:t>
      </w:r>
    </w:p>
    <w:p w:rsidR="00B77C08" w:rsidRDefault="00B77C08" w:rsidP="00B77C08">
      <w:r>
        <w:t>251.2762</w:t>
      </w:r>
      <w:r>
        <w:tab/>
        <w:t>2.025e0</w:t>
      </w:r>
    </w:p>
    <w:p w:rsidR="00B77C08" w:rsidRDefault="00B77C08" w:rsidP="00B77C08">
      <w:r>
        <w:t>251.3233</w:t>
      </w:r>
      <w:r>
        <w:tab/>
        <w:t>1.013e0</w:t>
      </w:r>
    </w:p>
    <w:p w:rsidR="00B77C08" w:rsidRDefault="00B77C08" w:rsidP="00B77C08">
      <w:r>
        <w:t>251.4028</w:t>
      </w:r>
      <w:r>
        <w:tab/>
        <w:t>1.013e0</w:t>
      </w:r>
    </w:p>
    <w:p w:rsidR="00B77C08" w:rsidRDefault="00B77C08" w:rsidP="00B77C08">
      <w:r>
        <w:t>251.5333</w:t>
      </w:r>
      <w:r>
        <w:tab/>
        <w:t>1.013e0</w:t>
      </w:r>
    </w:p>
    <w:p w:rsidR="00B77C08" w:rsidRDefault="00B77C08" w:rsidP="00B77C08">
      <w:r>
        <w:t>251.5431</w:t>
      </w:r>
      <w:r>
        <w:tab/>
        <w:t>1.013e0</w:t>
      </w:r>
    </w:p>
    <w:p w:rsidR="00B77C08" w:rsidRDefault="00B77C08" w:rsidP="00B77C08">
      <w:r>
        <w:lastRenderedPageBreak/>
        <w:t>251.5468</w:t>
      </w:r>
      <w:r>
        <w:tab/>
        <w:t>1.013e0</w:t>
      </w:r>
    </w:p>
    <w:p w:rsidR="00B77C08" w:rsidRDefault="00B77C08" w:rsidP="00B77C08">
      <w:r>
        <w:t>251.5667</w:t>
      </w:r>
      <w:r>
        <w:tab/>
        <w:t>2.025e0</w:t>
      </w:r>
    </w:p>
    <w:p w:rsidR="00B77C08" w:rsidRDefault="00B77C08" w:rsidP="00B77C08">
      <w:r>
        <w:t>251.6643</w:t>
      </w:r>
      <w:r>
        <w:tab/>
        <w:t>1.013e0</w:t>
      </w:r>
    </w:p>
    <w:p w:rsidR="00B77C08" w:rsidRDefault="00B77C08" w:rsidP="00B77C08">
      <w:r>
        <w:t>251.6772</w:t>
      </w:r>
      <w:r>
        <w:tab/>
        <w:t>1.013e0</w:t>
      </w:r>
    </w:p>
    <w:p w:rsidR="00B77C08" w:rsidRDefault="00B77C08" w:rsidP="00B77C08">
      <w:r>
        <w:t>251.6931</w:t>
      </w:r>
      <w:r>
        <w:tab/>
        <w:t>1.013e0</w:t>
      </w:r>
    </w:p>
    <w:p w:rsidR="00B77C08" w:rsidRDefault="00B77C08" w:rsidP="00B77C08">
      <w:r>
        <w:t>251.7021</w:t>
      </w:r>
      <w:r>
        <w:tab/>
        <w:t>1.013e0</w:t>
      </w:r>
    </w:p>
    <w:p w:rsidR="00B77C08" w:rsidRDefault="00B77C08" w:rsidP="00B77C08">
      <w:r>
        <w:t>251.7507</w:t>
      </w:r>
      <w:r>
        <w:tab/>
        <w:t>2.025e0</w:t>
      </w:r>
    </w:p>
    <w:p w:rsidR="00B77C08" w:rsidRDefault="00B77C08" w:rsidP="00B77C08">
      <w:r>
        <w:t>251.7536</w:t>
      </w:r>
      <w:r>
        <w:tab/>
        <w:t>1.013e0</w:t>
      </w:r>
    </w:p>
    <w:p w:rsidR="00B77C08" w:rsidRDefault="00B77C08" w:rsidP="00B77C08">
      <w:r>
        <w:t>251.8375</w:t>
      </w:r>
      <w:r>
        <w:tab/>
        <w:t>1.013e0</w:t>
      </w:r>
    </w:p>
    <w:p w:rsidR="00B77C08" w:rsidRDefault="00B77C08" w:rsidP="00B77C08">
      <w:r>
        <w:t>251.8583</w:t>
      </w:r>
      <w:r>
        <w:tab/>
        <w:t>2.025e0</w:t>
      </w:r>
    </w:p>
    <w:p w:rsidR="00B77C08" w:rsidRDefault="00B77C08" w:rsidP="00B77C08">
      <w:r>
        <w:t>251.8750</w:t>
      </w:r>
      <w:r>
        <w:tab/>
        <w:t>1.013e0</w:t>
      </w:r>
    </w:p>
    <w:p w:rsidR="00B77C08" w:rsidRDefault="00B77C08" w:rsidP="00B77C08">
      <w:r>
        <w:t>251.9217</w:t>
      </w:r>
      <w:r>
        <w:tab/>
        <w:t>2.025e0</w:t>
      </w:r>
    </w:p>
    <w:p w:rsidR="00B77C08" w:rsidRDefault="00B77C08" w:rsidP="00B77C08">
      <w:r>
        <w:t>251.9265</w:t>
      </w:r>
      <w:r>
        <w:tab/>
        <w:t>1.013e0</w:t>
      </w:r>
    </w:p>
    <w:p w:rsidR="00B77C08" w:rsidRDefault="00B77C08" w:rsidP="00B77C08">
      <w:r>
        <w:t>251.9463</w:t>
      </w:r>
      <w:r>
        <w:tab/>
        <w:t>1.013e0</w:t>
      </w:r>
    </w:p>
    <w:p w:rsidR="00B77C08" w:rsidRDefault="00B77C08" w:rsidP="00B77C08">
      <w:r>
        <w:t>251.9786</w:t>
      </w:r>
      <w:r>
        <w:tab/>
        <w:t>2.025e0</w:t>
      </w:r>
    </w:p>
    <w:p w:rsidR="00B77C08" w:rsidRDefault="00B77C08" w:rsidP="00B77C08">
      <w:r>
        <w:t>251.9885</w:t>
      </w:r>
      <w:r>
        <w:tab/>
        <w:t>1.013e0</w:t>
      </w:r>
    </w:p>
    <w:p w:rsidR="00B77C08" w:rsidRDefault="00B77C08" w:rsidP="00B77C08">
      <w:r>
        <w:t>252.0415</w:t>
      </w:r>
      <w:r>
        <w:tab/>
        <w:t>2.025e0</w:t>
      </w:r>
    </w:p>
    <w:p w:rsidR="00B77C08" w:rsidRDefault="00B77C08" w:rsidP="00B77C08">
      <w:r>
        <w:t>252.0729</w:t>
      </w:r>
      <w:r>
        <w:tab/>
        <w:t>1.013e0</w:t>
      </w:r>
    </w:p>
    <w:p w:rsidR="00B77C08" w:rsidRDefault="00B77C08" w:rsidP="00B77C08">
      <w:r>
        <w:t>252.0811</w:t>
      </w:r>
      <w:r>
        <w:tab/>
        <w:t>1.013e0</w:t>
      </w:r>
    </w:p>
    <w:p w:rsidR="00B77C08" w:rsidRDefault="00B77C08" w:rsidP="00B77C08">
      <w:r>
        <w:lastRenderedPageBreak/>
        <w:t>252.1151</w:t>
      </w:r>
      <w:r>
        <w:tab/>
        <w:t>1.013e0</w:t>
      </w:r>
    </w:p>
    <w:p w:rsidR="00B77C08" w:rsidRDefault="00B77C08" w:rsidP="00B77C08">
      <w:r>
        <w:t>252.1218</w:t>
      </w:r>
      <w:r>
        <w:tab/>
        <w:t>2.025e0</w:t>
      </w:r>
    </w:p>
    <w:p w:rsidR="00B77C08" w:rsidRDefault="00B77C08" w:rsidP="00B77C08">
      <w:r>
        <w:t>252.1269</w:t>
      </w:r>
      <w:r>
        <w:tab/>
        <w:t>3.038e0</w:t>
      </w:r>
    </w:p>
    <w:p w:rsidR="00B77C08" w:rsidRDefault="00B77C08" w:rsidP="00B77C08">
      <w:r>
        <w:t>252.1497</w:t>
      </w:r>
      <w:r>
        <w:tab/>
        <w:t>1.013e0</w:t>
      </w:r>
    </w:p>
    <w:p w:rsidR="00B77C08" w:rsidRDefault="00B77C08" w:rsidP="00B77C08">
      <w:r>
        <w:t>252.1936</w:t>
      </w:r>
      <w:r>
        <w:tab/>
        <w:t>2.025e0</w:t>
      </w:r>
    </w:p>
    <w:p w:rsidR="00B77C08" w:rsidRDefault="00B77C08" w:rsidP="00B77C08">
      <w:r>
        <w:t>252.1995</w:t>
      </w:r>
      <w:r>
        <w:tab/>
        <w:t>1.013e0</w:t>
      </w:r>
    </w:p>
    <w:p w:rsidR="00B77C08" w:rsidRDefault="00B77C08" w:rsidP="00B77C08">
      <w:r>
        <w:t>252.2119</w:t>
      </w:r>
      <w:r>
        <w:tab/>
        <w:t>3.038e0</w:t>
      </w:r>
    </w:p>
    <w:p w:rsidR="00B77C08" w:rsidRDefault="00B77C08" w:rsidP="00B77C08">
      <w:r>
        <w:t>252.2260</w:t>
      </w:r>
      <w:r>
        <w:tab/>
        <w:t>1.013e0</w:t>
      </w:r>
    </w:p>
    <w:p w:rsidR="00B77C08" w:rsidRDefault="00B77C08" w:rsidP="00B77C08">
      <w:r>
        <w:t>252.2549</w:t>
      </w:r>
      <w:r>
        <w:tab/>
        <w:t>1.013e0</w:t>
      </w:r>
    </w:p>
    <w:p w:rsidR="00B77C08" w:rsidRDefault="00B77C08" w:rsidP="00B77C08">
      <w:r>
        <w:t>252.2720</w:t>
      </w:r>
      <w:r>
        <w:tab/>
        <w:t>1.013e0</w:t>
      </w:r>
    </w:p>
    <w:p w:rsidR="00B77C08" w:rsidRDefault="00B77C08" w:rsidP="00B77C08">
      <w:r>
        <w:t>252.3305</w:t>
      </w:r>
      <w:r>
        <w:tab/>
        <w:t>1.013e0</w:t>
      </w:r>
    </w:p>
    <w:p w:rsidR="00B77C08" w:rsidRDefault="00B77C08" w:rsidP="00B77C08">
      <w:r>
        <w:t>252.5031</w:t>
      </w:r>
      <w:r>
        <w:tab/>
        <w:t>1.013e0</w:t>
      </w:r>
    </w:p>
    <w:p w:rsidR="00B77C08" w:rsidRDefault="00B77C08" w:rsidP="00B77C08">
      <w:r>
        <w:t>252.5129</w:t>
      </w:r>
      <w:r>
        <w:tab/>
        <w:t>1.013e0</w:t>
      </w:r>
    </w:p>
    <w:p w:rsidR="00B77C08" w:rsidRDefault="00B77C08" w:rsidP="00B77C08">
      <w:r>
        <w:t>252.5454</w:t>
      </w:r>
      <w:r>
        <w:tab/>
        <w:t>1.013e0</w:t>
      </w:r>
    </w:p>
    <w:p w:rsidR="00B77C08" w:rsidRDefault="00B77C08" w:rsidP="00B77C08">
      <w:r>
        <w:t>252.5501</w:t>
      </w:r>
      <w:r>
        <w:tab/>
        <w:t>1.013e0</w:t>
      </w:r>
    </w:p>
    <w:p w:rsidR="00B77C08" w:rsidRDefault="00B77C08" w:rsidP="00B77C08">
      <w:r>
        <w:t>252.5799</w:t>
      </w:r>
      <w:r>
        <w:tab/>
        <w:t>1.013e0</w:t>
      </w:r>
    </w:p>
    <w:p w:rsidR="00B77C08" w:rsidRDefault="00B77C08" w:rsidP="00B77C08">
      <w:r>
        <w:t>252.6079</w:t>
      </w:r>
      <w:r>
        <w:tab/>
        <w:t>2.025e0</w:t>
      </w:r>
    </w:p>
    <w:p w:rsidR="00B77C08" w:rsidRDefault="00B77C08" w:rsidP="00B77C08">
      <w:r>
        <w:t>252.7788</w:t>
      </w:r>
      <w:r>
        <w:tab/>
        <w:t>1.013e0</w:t>
      </w:r>
    </w:p>
    <w:p w:rsidR="00B77C08" w:rsidRDefault="00B77C08" w:rsidP="00B77C08">
      <w:r>
        <w:t>252.7827</w:t>
      </w:r>
      <w:r>
        <w:tab/>
        <w:t>1.013e0</w:t>
      </w:r>
    </w:p>
    <w:p w:rsidR="00B77C08" w:rsidRDefault="00B77C08" w:rsidP="00B77C08">
      <w:r>
        <w:lastRenderedPageBreak/>
        <w:t>252.8463</w:t>
      </w:r>
      <w:r>
        <w:tab/>
        <w:t>1.013e0</w:t>
      </w:r>
    </w:p>
    <w:p w:rsidR="00B77C08" w:rsidRDefault="00B77C08" w:rsidP="00B77C08">
      <w:r>
        <w:t>252.8612</w:t>
      </w:r>
      <w:r>
        <w:tab/>
        <w:t>2.025e0</w:t>
      </w:r>
    </w:p>
    <w:p w:rsidR="00B77C08" w:rsidRDefault="00B77C08" w:rsidP="00B77C08">
      <w:r>
        <w:t>252.9352</w:t>
      </w:r>
      <w:r>
        <w:tab/>
        <w:t>1.013e0</w:t>
      </w:r>
    </w:p>
    <w:p w:rsidR="00B77C08" w:rsidRDefault="00B77C08" w:rsidP="00B77C08">
      <w:r>
        <w:t>252.9691</w:t>
      </w:r>
      <w:r>
        <w:tab/>
        <w:t>4.051e0</w:t>
      </w:r>
    </w:p>
    <w:p w:rsidR="00B77C08" w:rsidRDefault="00B77C08" w:rsidP="00B77C08">
      <w:r>
        <w:t>252.9822</w:t>
      </w:r>
      <w:r>
        <w:tab/>
        <w:t>1.013e0</w:t>
      </w:r>
    </w:p>
    <w:p w:rsidR="00B77C08" w:rsidRDefault="00B77C08" w:rsidP="00B77C08">
      <w:r>
        <w:t>253.0226</w:t>
      </w:r>
      <w:r>
        <w:tab/>
        <w:t>2.025e0</w:t>
      </w:r>
    </w:p>
    <w:p w:rsidR="00B77C08" w:rsidRDefault="00B77C08" w:rsidP="00B77C08">
      <w:r>
        <w:t>253.0532</w:t>
      </w:r>
      <w:r>
        <w:tab/>
        <w:t>1.013e0</w:t>
      </w:r>
    </w:p>
    <w:p w:rsidR="00B77C08" w:rsidRDefault="00B77C08" w:rsidP="00B77C08">
      <w:r>
        <w:t>253.0668</w:t>
      </w:r>
      <w:r>
        <w:tab/>
        <w:t>1.013e0</w:t>
      </w:r>
    </w:p>
    <w:p w:rsidR="00B77C08" w:rsidRDefault="00B77C08" w:rsidP="00B77C08">
      <w:r>
        <w:t>253.0789</w:t>
      </w:r>
      <w:r>
        <w:tab/>
        <w:t>1.013e0</w:t>
      </w:r>
    </w:p>
    <w:p w:rsidR="00B77C08" w:rsidRDefault="00B77C08" w:rsidP="00B77C08">
      <w:r>
        <w:t>253.0806</w:t>
      </w:r>
      <w:r>
        <w:tab/>
        <w:t>3.038e0</w:t>
      </w:r>
    </w:p>
    <w:p w:rsidR="00B77C08" w:rsidRDefault="00B77C08" w:rsidP="00B77C08">
      <w:r>
        <w:t>253.1051</w:t>
      </w:r>
      <w:r>
        <w:tab/>
        <w:t>4.051e0</w:t>
      </w:r>
    </w:p>
    <w:p w:rsidR="00B77C08" w:rsidRDefault="00B77C08" w:rsidP="00B77C08">
      <w:r>
        <w:t>253.1212</w:t>
      </w:r>
      <w:r>
        <w:tab/>
        <w:t>1.013e0</w:t>
      </w:r>
    </w:p>
    <w:p w:rsidR="00B77C08" w:rsidRDefault="00B77C08" w:rsidP="00B77C08">
      <w:r>
        <w:t>253.1425</w:t>
      </w:r>
      <w:r>
        <w:tab/>
        <w:t>4.051e0</w:t>
      </w:r>
    </w:p>
    <w:p w:rsidR="00B77C08" w:rsidRDefault="00B77C08" w:rsidP="00B77C08">
      <w:r>
        <w:t>253.1681</w:t>
      </w:r>
      <w:r>
        <w:tab/>
        <w:t>4.051e0</w:t>
      </w:r>
    </w:p>
    <w:p w:rsidR="00B77C08" w:rsidRDefault="00B77C08" w:rsidP="00B77C08">
      <w:r>
        <w:t>253.1950</w:t>
      </w:r>
      <w:r>
        <w:tab/>
        <w:t>5.063e0</w:t>
      </w:r>
    </w:p>
    <w:p w:rsidR="00B77C08" w:rsidRDefault="00B77C08" w:rsidP="00B77C08">
      <w:r>
        <w:t>253.2132</w:t>
      </w:r>
      <w:r>
        <w:tab/>
        <w:t>1.013e0</w:t>
      </w:r>
    </w:p>
    <w:p w:rsidR="00B77C08" w:rsidRDefault="00B77C08" w:rsidP="00B77C08">
      <w:r>
        <w:t>253.2315</w:t>
      </w:r>
      <w:r>
        <w:tab/>
        <w:t>2.025e0</w:t>
      </w:r>
    </w:p>
    <w:p w:rsidR="00B77C08" w:rsidRDefault="00B77C08" w:rsidP="00B77C08">
      <w:r>
        <w:t>253.2691</w:t>
      </w:r>
      <w:r>
        <w:tab/>
        <w:t>1.013e0</w:t>
      </w:r>
    </w:p>
    <w:p w:rsidR="00B77C08" w:rsidRDefault="00B77C08" w:rsidP="00B77C08">
      <w:r>
        <w:t>253.2780</w:t>
      </w:r>
      <w:r>
        <w:tab/>
        <w:t>1.013e0</w:t>
      </w:r>
    </w:p>
    <w:p w:rsidR="00B77C08" w:rsidRDefault="00B77C08" w:rsidP="00B77C08">
      <w:r>
        <w:lastRenderedPageBreak/>
        <w:t>253.2823</w:t>
      </w:r>
      <w:r>
        <w:tab/>
        <w:t>1.013e0</w:t>
      </w:r>
    </w:p>
    <w:p w:rsidR="00B77C08" w:rsidRDefault="00B77C08" w:rsidP="00B77C08">
      <w:r>
        <w:t>253.3783</w:t>
      </w:r>
      <w:r>
        <w:tab/>
        <w:t>1.013e0</w:t>
      </w:r>
    </w:p>
    <w:p w:rsidR="00B77C08" w:rsidRDefault="00B77C08" w:rsidP="00B77C08">
      <w:r>
        <w:t>253.3919</w:t>
      </w:r>
      <w:r>
        <w:tab/>
        <w:t>2.025e0</w:t>
      </w:r>
    </w:p>
    <w:p w:rsidR="00B77C08" w:rsidRDefault="00B77C08" w:rsidP="00B77C08">
      <w:r>
        <w:t>253.4171</w:t>
      </w:r>
      <w:r>
        <w:tab/>
        <w:t>1.013e0</w:t>
      </w:r>
    </w:p>
    <w:p w:rsidR="00B77C08" w:rsidRDefault="00B77C08" w:rsidP="00B77C08">
      <w:r>
        <w:t>253.4206</w:t>
      </w:r>
      <w:r>
        <w:tab/>
        <w:t>1.013e0</w:t>
      </w:r>
    </w:p>
    <w:p w:rsidR="00B77C08" w:rsidRDefault="00B77C08" w:rsidP="00B77C08">
      <w:r>
        <w:t>253.4589</w:t>
      </w:r>
      <w:r>
        <w:tab/>
        <w:t>1.013e0</w:t>
      </w:r>
    </w:p>
    <w:p w:rsidR="00B77C08" w:rsidRDefault="00B77C08" w:rsidP="00B77C08">
      <w:r>
        <w:t>253.4814</w:t>
      </w:r>
      <w:r>
        <w:tab/>
        <w:t>1.013e0</w:t>
      </w:r>
    </w:p>
    <w:p w:rsidR="00B77C08" w:rsidRDefault="00B77C08" w:rsidP="00B77C08">
      <w:r>
        <w:t>253.4854</w:t>
      </w:r>
      <w:r>
        <w:tab/>
        <w:t>1.013e0</w:t>
      </w:r>
    </w:p>
    <w:p w:rsidR="00B77C08" w:rsidRDefault="00B77C08" w:rsidP="00B77C08">
      <w:r>
        <w:t>253.5315</w:t>
      </w:r>
      <w:r>
        <w:tab/>
        <w:t>1.013e0</w:t>
      </w:r>
    </w:p>
    <w:p w:rsidR="00B77C08" w:rsidRDefault="00B77C08" w:rsidP="00B77C08">
      <w:r>
        <w:t>253.5837</w:t>
      </w:r>
      <w:r>
        <w:tab/>
        <w:t>2.025e0</w:t>
      </w:r>
    </w:p>
    <w:p w:rsidR="00B77C08" w:rsidRDefault="00B77C08" w:rsidP="00B77C08">
      <w:r>
        <w:t>253.6205</w:t>
      </w:r>
      <w:r>
        <w:tab/>
        <w:t>1.013e0</w:t>
      </w:r>
    </w:p>
    <w:p w:rsidR="00B77C08" w:rsidRDefault="00B77C08" w:rsidP="00B77C08">
      <w:r>
        <w:t>253.6584</w:t>
      </w:r>
      <w:r>
        <w:tab/>
        <w:t>1.013e0</w:t>
      </w:r>
    </w:p>
    <w:p w:rsidR="00B77C08" w:rsidRDefault="00B77C08" w:rsidP="00B77C08">
      <w:r>
        <w:t>253.6630</w:t>
      </w:r>
      <w:r>
        <w:tab/>
        <w:t>3.038e0</w:t>
      </w:r>
    </w:p>
    <w:p w:rsidR="00B77C08" w:rsidRDefault="00B77C08" w:rsidP="00B77C08">
      <w:r>
        <w:t>253.7087</w:t>
      </w:r>
      <w:r>
        <w:tab/>
        <w:t>1.013e0</w:t>
      </w:r>
    </w:p>
    <w:p w:rsidR="00B77C08" w:rsidRDefault="00B77C08" w:rsidP="00B77C08">
      <w:r>
        <w:t>253.7310</w:t>
      </w:r>
      <w:r>
        <w:tab/>
        <w:t>1.013e0</w:t>
      </w:r>
    </w:p>
    <w:p w:rsidR="00B77C08" w:rsidRDefault="00B77C08" w:rsidP="00B77C08">
      <w:r>
        <w:t>253.7683</w:t>
      </w:r>
      <w:r>
        <w:tab/>
        <w:t>1.013e0</w:t>
      </w:r>
    </w:p>
    <w:p w:rsidR="00B77C08" w:rsidRDefault="00B77C08" w:rsidP="00B77C08">
      <w:r>
        <w:t>253.8155</w:t>
      </w:r>
      <w:r>
        <w:tab/>
        <w:t>1.013e0</w:t>
      </w:r>
    </w:p>
    <w:p w:rsidR="00B77C08" w:rsidRDefault="00B77C08" w:rsidP="00B77C08">
      <w:r>
        <w:t>253.8438</w:t>
      </w:r>
      <w:r>
        <w:tab/>
        <w:t>1.013e0</w:t>
      </w:r>
    </w:p>
    <w:p w:rsidR="00B77C08" w:rsidRDefault="00B77C08" w:rsidP="00B77C08">
      <w:r>
        <w:t>253.9509</w:t>
      </w:r>
      <w:r>
        <w:tab/>
        <w:t>1.013e0</w:t>
      </w:r>
    </w:p>
    <w:p w:rsidR="00B77C08" w:rsidRDefault="00B77C08" w:rsidP="00B77C08">
      <w:r>
        <w:lastRenderedPageBreak/>
        <w:t>253.9805</w:t>
      </w:r>
      <w:r>
        <w:tab/>
        <w:t>1.013e0</w:t>
      </w:r>
    </w:p>
    <w:p w:rsidR="00B77C08" w:rsidRDefault="00B77C08" w:rsidP="00B77C08">
      <w:r>
        <w:t>253.9919</w:t>
      </w:r>
      <w:r>
        <w:tab/>
        <w:t>3.038e0</w:t>
      </w:r>
    </w:p>
    <w:p w:rsidR="00B77C08" w:rsidRDefault="00B77C08" w:rsidP="00B77C08">
      <w:r>
        <w:t>253.9972</w:t>
      </w:r>
      <w:r>
        <w:tab/>
        <w:t>1.013e0</w:t>
      </w:r>
    </w:p>
    <w:p w:rsidR="00B77C08" w:rsidRDefault="00B77C08" w:rsidP="00B77C08">
      <w:r>
        <w:t>254.0441</w:t>
      </w:r>
      <w:r>
        <w:tab/>
        <w:t>1.013e1</w:t>
      </w:r>
    </w:p>
    <w:p w:rsidR="00B77C08" w:rsidRDefault="00B77C08" w:rsidP="00B77C08">
      <w:r>
        <w:t>254.0490</w:t>
      </w:r>
      <w:r>
        <w:tab/>
        <w:t>1.093e1</w:t>
      </w:r>
    </w:p>
    <w:p w:rsidR="00B77C08" w:rsidRDefault="00B77C08" w:rsidP="00B77C08">
      <w:r>
        <w:t>254.1129</w:t>
      </w:r>
      <w:r>
        <w:tab/>
        <w:t>4.051e0</w:t>
      </w:r>
    </w:p>
    <w:p w:rsidR="00B77C08" w:rsidRDefault="00B77C08" w:rsidP="00B77C08">
      <w:r>
        <w:t>254.1237</w:t>
      </w:r>
      <w:r>
        <w:tab/>
        <w:t>2.025e0</w:t>
      </w:r>
    </w:p>
    <w:p w:rsidR="00B77C08" w:rsidRDefault="00B77C08" w:rsidP="00B77C08">
      <w:r>
        <w:t>254.1289</w:t>
      </w:r>
      <w:r>
        <w:tab/>
        <w:t>2.025e0</w:t>
      </w:r>
    </w:p>
    <w:p w:rsidR="00B77C08" w:rsidRDefault="00B77C08" w:rsidP="00B77C08">
      <w:r>
        <w:t>254.1502</w:t>
      </w:r>
      <w:r>
        <w:tab/>
        <w:t>1.013e0</w:t>
      </w:r>
    </w:p>
    <w:p w:rsidR="00B77C08" w:rsidRDefault="00B77C08" w:rsidP="00B77C08">
      <w:r>
        <w:t>254.1541</w:t>
      </w:r>
      <w:r>
        <w:tab/>
        <w:t>1.055e0</w:t>
      </w:r>
    </w:p>
    <w:p w:rsidR="00B77C08" w:rsidRDefault="00B77C08" w:rsidP="00B77C08">
      <w:r>
        <w:t>254.1624</w:t>
      </w:r>
      <w:r>
        <w:tab/>
        <w:t>2.025e0</w:t>
      </w:r>
    </w:p>
    <w:p w:rsidR="00B77C08" w:rsidRDefault="00B77C08" w:rsidP="00B77C08">
      <w:r>
        <w:t>254.1921</w:t>
      </w:r>
      <w:r>
        <w:tab/>
        <w:t>2.025e0</w:t>
      </w:r>
    </w:p>
    <w:p w:rsidR="00B77C08" w:rsidRDefault="00B77C08" w:rsidP="00B77C08">
      <w:r>
        <w:t>254.2126</w:t>
      </w:r>
      <w:r>
        <w:tab/>
        <w:t>1.013e0</w:t>
      </w:r>
    </w:p>
    <w:p w:rsidR="00B77C08" w:rsidRDefault="00B77C08" w:rsidP="00B77C08">
      <w:r>
        <w:t>254.2212</w:t>
      </w:r>
      <w:r>
        <w:tab/>
        <w:t>1.013e0</w:t>
      </w:r>
    </w:p>
    <w:p w:rsidR="00B77C08" w:rsidRDefault="00B77C08" w:rsidP="00B77C08">
      <w:r>
        <w:t>254.2571</w:t>
      </w:r>
      <w:r>
        <w:tab/>
        <w:t>2.025e0</w:t>
      </w:r>
    </w:p>
    <w:p w:rsidR="00B77C08" w:rsidRDefault="00B77C08" w:rsidP="00B77C08">
      <w:r>
        <w:t>254.2594</w:t>
      </w:r>
      <w:r>
        <w:tab/>
        <w:t>1.013e0</w:t>
      </w:r>
    </w:p>
    <w:p w:rsidR="00B77C08" w:rsidRDefault="00B77C08" w:rsidP="00B77C08">
      <w:r>
        <w:t>254.3313</w:t>
      </w:r>
      <w:r>
        <w:tab/>
        <w:t>2.025e0</w:t>
      </w:r>
    </w:p>
    <w:p w:rsidR="00B77C08" w:rsidRDefault="00B77C08" w:rsidP="00B77C08">
      <w:r>
        <w:t>254.3582</w:t>
      </w:r>
      <w:r>
        <w:tab/>
        <w:t>2.025e0</w:t>
      </w:r>
    </w:p>
    <w:p w:rsidR="00B77C08" w:rsidRDefault="00B77C08" w:rsidP="00B77C08">
      <w:r>
        <w:t>254.3736</w:t>
      </w:r>
      <w:r>
        <w:tab/>
        <w:t>1.013e0</w:t>
      </w:r>
    </w:p>
    <w:p w:rsidR="00B77C08" w:rsidRDefault="00B77C08" w:rsidP="00B77C08">
      <w:r>
        <w:lastRenderedPageBreak/>
        <w:t>254.4185</w:t>
      </w:r>
      <w:r>
        <w:tab/>
        <w:t>2.025e0</w:t>
      </w:r>
    </w:p>
    <w:p w:rsidR="00B77C08" w:rsidRDefault="00B77C08" w:rsidP="00B77C08">
      <w:r>
        <w:t>254.4463</w:t>
      </w:r>
      <w:r>
        <w:tab/>
        <w:t>1.013e0</w:t>
      </w:r>
    </w:p>
    <w:p w:rsidR="00B77C08" w:rsidRDefault="00B77C08" w:rsidP="00B77C08">
      <w:r>
        <w:t>254.5046</w:t>
      </w:r>
      <w:r>
        <w:tab/>
        <w:t>2.025e0</w:t>
      </w:r>
    </w:p>
    <w:p w:rsidR="00B77C08" w:rsidRDefault="00B77C08" w:rsidP="00B77C08">
      <w:r>
        <w:t>254.5693</w:t>
      </w:r>
      <w:r>
        <w:tab/>
        <w:t>1.013e0</w:t>
      </w:r>
    </w:p>
    <w:p w:rsidR="00B77C08" w:rsidRDefault="00B77C08" w:rsidP="00B77C08">
      <w:r>
        <w:t>254.6200</w:t>
      </w:r>
      <w:r>
        <w:tab/>
        <w:t>1.013e0</w:t>
      </w:r>
    </w:p>
    <w:p w:rsidR="00B77C08" w:rsidRDefault="00B77C08" w:rsidP="00B77C08">
      <w:r>
        <w:t>254.6462</w:t>
      </w:r>
      <w:r>
        <w:tab/>
        <w:t>1.013e0</w:t>
      </w:r>
    </w:p>
    <w:p w:rsidR="00B77C08" w:rsidRDefault="00B77C08" w:rsidP="00B77C08">
      <w:r>
        <w:t>254.6620</w:t>
      </w:r>
      <w:r>
        <w:tab/>
        <w:t>1.013e0</w:t>
      </w:r>
    </w:p>
    <w:p w:rsidR="00B77C08" w:rsidRDefault="00B77C08" w:rsidP="00B77C08">
      <w:r>
        <w:t>254.6963</w:t>
      </w:r>
      <w:r>
        <w:tab/>
        <w:t>1.013e0</w:t>
      </w:r>
    </w:p>
    <w:p w:rsidR="00B77C08" w:rsidRDefault="00B77C08" w:rsidP="00B77C08">
      <w:r>
        <w:t>254.7177</w:t>
      </w:r>
      <w:r>
        <w:tab/>
        <w:t>1.013e0</w:t>
      </w:r>
    </w:p>
    <w:p w:rsidR="00B77C08" w:rsidRDefault="00B77C08" w:rsidP="00B77C08">
      <w:r>
        <w:t>254.7220</w:t>
      </w:r>
      <w:r>
        <w:tab/>
        <w:t>1.013e0</w:t>
      </w:r>
    </w:p>
    <w:p w:rsidR="00B77C08" w:rsidRDefault="00B77C08" w:rsidP="00B77C08">
      <w:r>
        <w:t>254.7646</w:t>
      </w:r>
      <w:r>
        <w:tab/>
        <w:t>1.013e0</w:t>
      </w:r>
    </w:p>
    <w:p w:rsidR="00B77C08" w:rsidRDefault="00B77C08" w:rsidP="00B77C08">
      <w:r>
        <w:t>254.8577</w:t>
      </w:r>
      <w:r>
        <w:tab/>
        <w:t>1.013e0</w:t>
      </w:r>
    </w:p>
    <w:p w:rsidR="00B77C08" w:rsidRDefault="00B77C08" w:rsidP="00B77C08">
      <w:r>
        <w:t>254.9005</w:t>
      </w:r>
      <w:r>
        <w:tab/>
        <w:t>1.013e0</w:t>
      </w:r>
    </w:p>
    <w:p w:rsidR="00B77C08" w:rsidRDefault="00B77C08" w:rsidP="00B77C08">
      <w:r>
        <w:t>254.9252</w:t>
      </w:r>
      <w:r>
        <w:tab/>
        <w:t>2.025e0</w:t>
      </w:r>
    </w:p>
    <w:p w:rsidR="00B77C08" w:rsidRDefault="00B77C08" w:rsidP="00B77C08">
      <w:r>
        <w:t>254.9346</w:t>
      </w:r>
      <w:r>
        <w:tab/>
        <w:t>1.013e0</w:t>
      </w:r>
    </w:p>
    <w:p w:rsidR="00B77C08" w:rsidRDefault="00B77C08" w:rsidP="00B77C08">
      <w:r>
        <w:t>254.9633</w:t>
      </w:r>
      <w:r>
        <w:tab/>
        <w:t>1.013e0</w:t>
      </w:r>
    </w:p>
    <w:p w:rsidR="00B77C08" w:rsidRDefault="00B77C08" w:rsidP="00B77C08">
      <w:r>
        <w:t>255.0354</w:t>
      </w:r>
      <w:r>
        <w:tab/>
        <w:t>1.013e0</w:t>
      </w:r>
    </w:p>
    <w:p w:rsidR="00B77C08" w:rsidRDefault="00B77C08" w:rsidP="00B77C08">
      <w:r>
        <w:t>255.0432</w:t>
      </w:r>
      <w:r>
        <w:tab/>
        <w:t>3.038e0</w:t>
      </w:r>
    </w:p>
    <w:p w:rsidR="00B77C08" w:rsidRDefault="00B77C08" w:rsidP="00B77C08">
      <w:r>
        <w:t>255.0685</w:t>
      </w:r>
      <w:r>
        <w:tab/>
        <w:t>3.038e0</w:t>
      </w:r>
    </w:p>
    <w:p w:rsidR="00B77C08" w:rsidRDefault="00B77C08" w:rsidP="00B77C08">
      <w:r>
        <w:lastRenderedPageBreak/>
        <w:t>255.0726</w:t>
      </w:r>
      <w:r>
        <w:tab/>
        <w:t>6.076e0</w:t>
      </w:r>
    </w:p>
    <w:p w:rsidR="00B77C08" w:rsidRDefault="00B77C08" w:rsidP="00B77C08">
      <w:r>
        <w:t>255.1071</w:t>
      </w:r>
      <w:r>
        <w:tab/>
        <w:t>3.038e0</w:t>
      </w:r>
    </w:p>
    <w:p w:rsidR="00B77C08" w:rsidRDefault="00B77C08" w:rsidP="00B77C08">
      <w:r>
        <w:t>255.1224</w:t>
      </w:r>
      <w:r>
        <w:tab/>
        <w:t>2.025e0</w:t>
      </w:r>
    </w:p>
    <w:p w:rsidR="00B77C08" w:rsidRDefault="00B77C08" w:rsidP="00B77C08">
      <w:r>
        <w:t>255.1314</w:t>
      </w:r>
      <w:r>
        <w:tab/>
        <w:t>4.051e0</w:t>
      </w:r>
    </w:p>
    <w:p w:rsidR="00B77C08" w:rsidRDefault="00B77C08" w:rsidP="00B77C08">
      <w:r>
        <w:t>255.1518</w:t>
      </w:r>
      <w:r>
        <w:tab/>
        <w:t>3.038e0</w:t>
      </w:r>
    </w:p>
    <w:p w:rsidR="00B77C08" w:rsidRDefault="00B77C08" w:rsidP="00B77C08">
      <w:r>
        <w:t>255.1759</w:t>
      </w:r>
      <w:r>
        <w:tab/>
        <w:t>4.051e0</w:t>
      </w:r>
    </w:p>
    <w:p w:rsidR="00B77C08" w:rsidRDefault="00B77C08" w:rsidP="00B77C08">
      <w:r>
        <w:t>255.1966</w:t>
      </w:r>
      <w:r>
        <w:tab/>
        <w:t>1.013e0</w:t>
      </w:r>
    </w:p>
    <w:p w:rsidR="00B77C08" w:rsidRDefault="00B77C08" w:rsidP="00B77C08">
      <w:r>
        <w:t>255.2270</w:t>
      </w:r>
      <w:r>
        <w:tab/>
        <w:t>1.013e0</w:t>
      </w:r>
    </w:p>
    <w:p w:rsidR="00B77C08" w:rsidRDefault="00B77C08" w:rsidP="00B77C08">
      <w:r>
        <w:t>255.2539</w:t>
      </w:r>
      <w:r>
        <w:tab/>
        <w:t>2.025e0</w:t>
      </w:r>
    </w:p>
    <w:p w:rsidR="00B77C08" w:rsidRDefault="00B77C08" w:rsidP="00B77C08">
      <w:r>
        <w:t>255.3117</w:t>
      </w:r>
      <w:r>
        <w:tab/>
        <w:t>2.025e0</w:t>
      </w:r>
    </w:p>
    <w:p w:rsidR="00B77C08" w:rsidRDefault="00B77C08" w:rsidP="00B77C08">
      <w:r>
        <w:t>255.4043</w:t>
      </w:r>
      <w:r>
        <w:tab/>
        <w:t>1.013e0</w:t>
      </w:r>
    </w:p>
    <w:p w:rsidR="00B77C08" w:rsidRDefault="00B77C08" w:rsidP="00B77C08">
      <w:r>
        <w:t>255.4654</w:t>
      </w:r>
      <w:r>
        <w:tab/>
        <w:t>1.013e0</w:t>
      </w:r>
    </w:p>
    <w:p w:rsidR="00B77C08" w:rsidRDefault="00B77C08" w:rsidP="00B77C08">
      <w:r>
        <w:t>255.4732</w:t>
      </w:r>
      <w:r>
        <w:tab/>
        <w:t>1.013e0</w:t>
      </w:r>
    </w:p>
    <w:p w:rsidR="00B77C08" w:rsidRDefault="00B77C08" w:rsidP="00B77C08">
      <w:r>
        <w:t>255.5160</w:t>
      </w:r>
      <w:r>
        <w:tab/>
        <w:t>1.013e0</w:t>
      </w:r>
    </w:p>
    <w:p w:rsidR="00B77C08" w:rsidRDefault="00B77C08" w:rsidP="00B77C08">
      <w:r>
        <w:t>255.5698</w:t>
      </w:r>
      <w:r>
        <w:tab/>
        <w:t>1.013e0</w:t>
      </w:r>
    </w:p>
    <w:p w:rsidR="00B77C08" w:rsidRDefault="00B77C08" w:rsidP="00B77C08">
      <w:r>
        <w:t>255.5854</w:t>
      </w:r>
      <w:r>
        <w:tab/>
        <w:t>2.025e0</w:t>
      </w:r>
    </w:p>
    <w:p w:rsidR="00B77C08" w:rsidRDefault="00B77C08" w:rsidP="00B77C08">
      <w:r>
        <w:t>255.6223</w:t>
      </w:r>
      <w:r>
        <w:tab/>
        <w:t>1.013e0</w:t>
      </w:r>
    </w:p>
    <w:p w:rsidR="00B77C08" w:rsidRDefault="00B77C08" w:rsidP="00B77C08">
      <w:r>
        <w:t>255.6467</w:t>
      </w:r>
      <w:r>
        <w:tab/>
        <w:t>1.013e0</w:t>
      </w:r>
    </w:p>
    <w:p w:rsidR="00B77C08" w:rsidRDefault="00B77C08" w:rsidP="00B77C08">
      <w:r>
        <w:t>255.7236</w:t>
      </w:r>
      <w:r>
        <w:tab/>
        <w:t>1.013e0</w:t>
      </w:r>
    </w:p>
    <w:p w:rsidR="00B77C08" w:rsidRDefault="00B77C08" w:rsidP="00B77C08">
      <w:r>
        <w:lastRenderedPageBreak/>
        <w:t>255.7699</w:t>
      </w:r>
      <w:r>
        <w:tab/>
        <w:t>2.025e0</w:t>
      </w:r>
    </w:p>
    <w:p w:rsidR="00B77C08" w:rsidRDefault="00B77C08" w:rsidP="00B77C08">
      <w:r>
        <w:t>255.8427</w:t>
      </w:r>
      <w:r>
        <w:tab/>
        <w:t>1.013e0</w:t>
      </w:r>
    </w:p>
    <w:p w:rsidR="00B77C08" w:rsidRDefault="00B77C08" w:rsidP="00B77C08">
      <w:r>
        <w:t>255.8622</w:t>
      </w:r>
      <w:r>
        <w:tab/>
        <w:t>2.025e0</w:t>
      </w:r>
    </w:p>
    <w:p w:rsidR="00B77C08" w:rsidRDefault="00B77C08" w:rsidP="00B77C08">
      <w:r>
        <w:t>255.9019</w:t>
      </w:r>
      <w:r>
        <w:tab/>
        <w:t>1.013e0</w:t>
      </w:r>
    </w:p>
    <w:p w:rsidR="00B77C08" w:rsidRDefault="00B77C08" w:rsidP="00B77C08">
      <w:r>
        <w:t>255.9585</w:t>
      </w:r>
      <w:r>
        <w:tab/>
        <w:t>1.013e0</w:t>
      </w:r>
    </w:p>
    <w:p w:rsidR="00B77C08" w:rsidRDefault="00B77C08" w:rsidP="00B77C08">
      <w:r>
        <w:t>255.9979</w:t>
      </w:r>
      <w:r>
        <w:tab/>
        <w:t>2.025e0</w:t>
      </w:r>
    </w:p>
    <w:p w:rsidR="00B77C08" w:rsidRDefault="00B77C08" w:rsidP="00B77C08">
      <w:r>
        <w:t>256.0211</w:t>
      </w:r>
      <w:r>
        <w:tab/>
        <w:t>1.013e0</w:t>
      </w:r>
    </w:p>
    <w:p w:rsidR="00B77C08" w:rsidRDefault="00B77C08" w:rsidP="00B77C08">
      <w:r>
        <w:t>256.0468</w:t>
      </w:r>
      <w:r>
        <w:tab/>
        <w:t>3.038e0</w:t>
      </w:r>
    </w:p>
    <w:p w:rsidR="00B77C08" w:rsidRDefault="00B77C08" w:rsidP="00B77C08">
      <w:r>
        <w:t>256.0816</w:t>
      </w:r>
      <w:r>
        <w:tab/>
        <w:t>1.013e0</w:t>
      </w:r>
    </w:p>
    <w:p w:rsidR="00B77C08" w:rsidRDefault="00B77C08" w:rsidP="00B77C08">
      <w:r>
        <w:t>256.1045</w:t>
      </w:r>
      <w:r>
        <w:tab/>
        <w:t>2.025e0</w:t>
      </w:r>
    </w:p>
    <w:p w:rsidR="00B77C08" w:rsidRDefault="00B77C08" w:rsidP="00B77C08">
      <w:r>
        <w:t>256.1224</w:t>
      </w:r>
      <w:r>
        <w:tab/>
        <w:t>3.038e0</w:t>
      </w:r>
    </w:p>
    <w:p w:rsidR="00B77C08" w:rsidRDefault="00B77C08" w:rsidP="00B77C08">
      <w:r>
        <w:t>256.1675</w:t>
      </w:r>
      <w:r>
        <w:tab/>
        <w:t>4.051e0</w:t>
      </w:r>
    </w:p>
    <w:p w:rsidR="00B77C08" w:rsidRDefault="00B77C08" w:rsidP="00B77C08">
      <w:r>
        <w:t>256.1690</w:t>
      </w:r>
      <w:r>
        <w:tab/>
        <w:t>5.063e0</w:t>
      </w:r>
    </w:p>
    <w:p w:rsidR="00B77C08" w:rsidRDefault="00B77C08" w:rsidP="00B77C08">
      <w:r>
        <w:t>256.1795</w:t>
      </w:r>
      <w:r>
        <w:tab/>
        <w:t>4.051e0</w:t>
      </w:r>
    </w:p>
    <w:p w:rsidR="00B77C08" w:rsidRDefault="00B77C08" w:rsidP="00B77C08">
      <w:r>
        <w:t>256.2002</w:t>
      </w:r>
      <w:r>
        <w:tab/>
        <w:t>3.038e0</w:t>
      </w:r>
    </w:p>
    <w:p w:rsidR="00B77C08" w:rsidRDefault="00B77C08" w:rsidP="00B77C08">
      <w:r>
        <w:t>256.2089</w:t>
      </w:r>
      <w:r>
        <w:tab/>
        <w:t>1.013e0</w:t>
      </w:r>
    </w:p>
    <w:p w:rsidR="00B77C08" w:rsidRDefault="00B77C08" w:rsidP="00B77C08">
      <w:r>
        <w:t>256.2549</w:t>
      </w:r>
      <w:r>
        <w:tab/>
        <w:t>1.013e0</w:t>
      </w:r>
    </w:p>
    <w:p w:rsidR="00B77C08" w:rsidRDefault="00B77C08" w:rsidP="00B77C08">
      <w:r>
        <w:t>256.2853</w:t>
      </w:r>
      <w:r>
        <w:tab/>
        <w:t>1.013e0</w:t>
      </w:r>
    </w:p>
    <w:p w:rsidR="00B77C08" w:rsidRDefault="00B77C08" w:rsidP="00B77C08">
      <w:r>
        <w:t>256.2937</w:t>
      </w:r>
      <w:r>
        <w:tab/>
        <w:t>1.013e0</w:t>
      </w:r>
    </w:p>
    <w:p w:rsidR="00B77C08" w:rsidRDefault="00B77C08" w:rsidP="00B77C08">
      <w:r>
        <w:lastRenderedPageBreak/>
        <w:t>256.3105</w:t>
      </w:r>
      <w:r>
        <w:tab/>
        <w:t>2.025e0</w:t>
      </w:r>
    </w:p>
    <w:p w:rsidR="00B77C08" w:rsidRDefault="00B77C08" w:rsidP="00B77C08">
      <w:r>
        <w:t>256.3400</w:t>
      </w:r>
      <w:r>
        <w:tab/>
        <w:t>1.013e0</w:t>
      </w:r>
    </w:p>
    <w:p w:rsidR="00B77C08" w:rsidRDefault="00B77C08" w:rsidP="00B77C08">
      <w:r>
        <w:t>256.3785</w:t>
      </w:r>
      <w:r>
        <w:tab/>
        <w:t>1.013e0</w:t>
      </w:r>
    </w:p>
    <w:p w:rsidR="00B77C08" w:rsidRDefault="00B77C08" w:rsidP="00B77C08">
      <w:r>
        <w:t>256.4817</w:t>
      </w:r>
      <w:r>
        <w:tab/>
        <w:t>1.013e0</w:t>
      </w:r>
    </w:p>
    <w:p w:rsidR="00B77C08" w:rsidRDefault="00B77C08" w:rsidP="00B77C08">
      <w:r>
        <w:t>256.4939</w:t>
      </w:r>
      <w:r>
        <w:tab/>
        <w:t>1.013e0</w:t>
      </w:r>
    </w:p>
    <w:p w:rsidR="00B77C08" w:rsidRDefault="00B77C08" w:rsidP="00B77C08">
      <w:r>
        <w:t>256.5935</w:t>
      </w:r>
      <w:r>
        <w:tab/>
        <w:t>2.025e0</w:t>
      </w:r>
    </w:p>
    <w:p w:rsidR="00B77C08" w:rsidRDefault="00B77C08" w:rsidP="00B77C08">
      <w:r>
        <w:t>256.6011</w:t>
      </w:r>
      <w:r>
        <w:tab/>
        <w:t>1.013e0</w:t>
      </w:r>
    </w:p>
    <w:p w:rsidR="00B77C08" w:rsidRDefault="00B77C08" w:rsidP="00B77C08">
      <w:r>
        <w:t>256.6341</w:t>
      </w:r>
      <w:r>
        <w:tab/>
        <w:t>1.013e0</w:t>
      </w:r>
    </w:p>
    <w:p w:rsidR="00B77C08" w:rsidRDefault="00B77C08" w:rsidP="00B77C08">
      <w:r>
        <w:t>256.6516</w:t>
      </w:r>
      <w:r>
        <w:tab/>
        <w:t>1.013e0</w:t>
      </w:r>
    </w:p>
    <w:p w:rsidR="00B77C08" w:rsidRDefault="00B77C08" w:rsidP="00B77C08">
      <w:r>
        <w:t>256.6552</w:t>
      </w:r>
      <w:r>
        <w:tab/>
        <w:t>1.013e0</w:t>
      </w:r>
    </w:p>
    <w:p w:rsidR="00B77C08" w:rsidRDefault="00B77C08" w:rsidP="00B77C08">
      <w:r>
        <w:t>256.6701</w:t>
      </w:r>
      <w:r>
        <w:tab/>
        <w:t>2.025e0</w:t>
      </w:r>
    </w:p>
    <w:p w:rsidR="00B77C08" w:rsidRDefault="00B77C08" w:rsidP="00B77C08">
      <w:r>
        <w:t>256.6817</w:t>
      </w:r>
      <w:r>
        <w:tab/>
        <w:t>1.013e0</w:t>
      </w:r>
    </w:p>
    <w:p w:rsidR="00B77C08" w:rsidRDefault="00B77C08" w:rsidP="00B77C08">
      <w:r>
        <w:t>256.7277</w:t>
      </w:r>
      <w:r>
        <w:tab/>
        <w:t>2.025e0</w:t>
      </w:r>
    </w:p>
    <w:p w:rsidR="00B77C08" w:rsidRDefault="00B77C08" w:rsidP="00B77C08">
      <w:r>
        <w:t>256.8388</w:t>
      </w:r>
      <w:r>
        <w:tab/>
        <w:t>1.013e0</w:t>
      </w:r>
    </w:p>
    <w:p w:rsidR="00B77C08" w:rsidRDefault="00B77C08" w:rsidP="00B77C08">
      <w:r>
        <w:t>256.8535</w:t>
      </w:r>
      <w:r>
        <w:tab/>
        <w:t>2.025e0</w:t>
      </w:r>
    </w:p>
    <w:p w:rsidR="00B77C08" w:rsidRDefault="00B77C08" w:rsidP="00B77C08">
      <w:r>
        <w:t>256.8682</w:t>
      </w:r>
      <w:r>
        <w:tab/>
        <w:t>2.025e0</w:t>
      </w:r>
    </w:p>
    <w:p w:rsidR="00B77C08" w:rsidRDefault="00B77C08" w:rsidP="00B77C08">
      <w:r>
        <w:t>256.9383</w:t>
      </w:r>
      <w:r>
        <w:tab/>
        <w:t>2.025e0</w:t>
      </w:r>
    </w:p>
    <w:p w:rsidR="00B77C08" w:rsidRDefault="00B77C08" w:rsidP="00B77C08">
      <w:r>
        <w:t>256.9828</w:t>
      </w:r>
      <w:r>
        <w:tab/>
        <w:t>1.013e0</w:t>
      </w:r>
    </w:p>
    <w:p w:rsidR="00B77C08" w:rsidRDefault="00B77C08" w:rsidP="00B77C08">
      <w:r>
        <w:t>256.9913</w:t>
      </w:r>
      <w:r>
        <w:tab/>
        <w:t>1.013e0</w:t>
      </w:r>
    </w:p>
    <w:p w:rsidR="00B77C08" w:rsidRDefault="00B77C08" w:rsidP="00B77C08">
      <w:r>
        <w:lastRenderedPageBreak/>
        <w:t>257.0437</w:t>
      </w:r>
      <w:r>
        <w:tab/>
        <w:t>1.013e0</w:t>
      </w:r>
    </w:p>
    <w:p w:rsidR="00B77C08" w:rsidRDefault="00B77C08" w:rsidP="00B77C08">
      <w:r>
        <w:t>257.0487</w:t>
      </w:r>
      <w:r>
        <w:tab/>
        <w:t>5.063e0</w:t>
      </w:r>
    </w:p>
    <w:p w:rsidR="00B77C08" w:rsidRDefault="00B77C08" w:rsidP="00B77C08">
      <w:r>
        <w:t>257.0522</w:t>
      </w:r>
      <w:r>
        <w:tab/>
        <w:t>3.769e0</w:t>
      </w:r>
    </w:p>
    <w:p w:rsidR="00B77C08" w:rsidRDefault="00B77C08" w:rsidP="00B77C08">
      <w:r>
        <w:t>257.0941</w:t>
      </w:r>
      <w:r>
        <w:tab/>
        <w:t>1.013e0</w:t>
      </w:r>
    </w:p>
    <w:p w:rsidR="00B77C08" w:rsidRDefault="00B77C08" w:rsidP="00B77C08">
      <w:r>
        <w:t>257.1152</w:t>
      </w:r>
      <w:r>
        <w:tab/>
        <w:t>1.013e0</w:t>
      </w:r>
    </w:p>
    <w:p w:rsidR="00B77C08" w:rsidRDefault="00B77C08" w:rsidP="00B77C08">
      <w:r>
        <w:t>257.1259</w:t>
      </w:r>
      <w:r>
        <w:tab/>
        <w:t>6.076e0</w:t>
      </w:r>
    </w:p>
    <w:p w:rsidR="00B77C08" w:rsidRDefault="00B77C08" w:rsidP="00B77C08">
      <w:r>
        <w:t>257.1534</w:t>
      </w:r>
      <w:r>
        <w:tab/>
        <w:t>1.013e0</w:t>
      </w:r>
    </w:p>
    <w:p w:rsidR="00B77C08" w:rsidRDefault="00B77C08" w:rsidP="00B77C08">
      <w:r>
        <w:t>257.1672</w:t>
      </w:r>
      <w:r>
        <w:tab/>
        <w:t>2.025e0</w:t>
      </w:r>
    </w:p>
    <w:p w:rsidR="00B77C08" w:rsidRDefault="00B77C08" w:rsidP="00B77C08">
      <w:r>
        <w:t>257.2062</w:t>
      </w:r>
      <w:r>
        <w:tab/>
        <w:t>2.025e0</w:t>
      </w:r>
    </w:p>
    <w:p w:rsidR="00B77C08" w:rsidRDefault="00B77C08" w:rsidP="00B77C08">
      <w:r>
        <w:t>257.2257</w:t>
      </w:r>
      <w:r>
        <w:tab/>
        <w:t>2.025e0</w:t>
      </w:r>
    </w:p>
    <w:p w:rsidR="00B77C08" w:rsidRDefault="00B77C08" w:rsidP="00B77C08">
      <w:r>
        <w:t>257.2726</w:t>
      </w:r>
      <w:r>
        <w:tab/>
        <w:t>2.025e0</w:t>
      </w:r>
    </w:p>
    <w:p w:rsidR="00B77C08" w:rsidRDefault="00B77C08" w:rsidP="00B77C08">
      <w:r>
        <w:t>257.3585</w:t>
      </w:r>
      <w:r>
        <w:tab/>
        <w:t>1.013e0</w:t>
      </w:r>
    </w:p>
    <w:p w:rsidR="00B77C08" w:rsidRDefault="00B77C08" w:rsidP="00B77C08">
      <w:r>
        <w:t>257.3971</w:t>
      </w:r>
      <w:r>
        <w:tab/>
        <w:t>2.025e0</w:t>
      </w:r>
    </w:p>
    <w:p w:rsidR="00B77C08" w:rsidRDefault="00B77C08" w:rsidP="00B77C08">
      <w:r>
        <w:t>257.4851</w:t>
      </w:r>
      <w:r>
        <w:tab/>
        <w:t>2.025e0</w:t>
      </w:r>
    </w:p>
    <w:p w:rsidR="00B77C08" w:rsidRDefault="00B77C08" w:rsidP="00B77C08">
      <w:r>
        <w:t>257.5031</w:t>
      </w:r>
      <w:r>
        <w:tab/>
        <w:t>2.025e0</w:t>
      </w:r>
    </w:p>
    <w:p w:rsidR="00B77C08" w:rsidRDefault="00B77C08" w:rsidP="00B77C08">
      <w:r>
        <w:t>257.5338</w:t>
      </w:r>
      <w:r>
        <w:tab/>
        <w:t>1.013e0</w:t>
      </w:r>
    </w:p>
    <w:p w:rsidR="00B77C08" w:rsidRDefault="00B77C08" w:rsidP="00B77C08">
      <w:r>
        <w:t>257.6568</w:t>
      </w:r>
      <w:r>
        <w:tab/>
        <w:t>1.013e0</w:t>
      </w:r>
    </w:p>
    <w:p w:rsidR="00B77C08" w:rsidRDefault="00B77C08" w:rsidP="00B77C08">
      <w:r>
        <w:t>257.6652</w:t>
      </w:r>
      <w:r>
        <w:tab/>
        <w:t>2.025e0</w:t>
      </w:r>
    </w:p>
    <w:p w:rsidR="00B77C08" w:rsidRDefault="00B77C08" w:rsidP="00B77C08">
      <w:r>
        <w:t>257.8493</w:t>
      </w:r>
      <w:r>
        <w:tab/>
        <w:t>1.013e0</w:t>
      </w:r>
    </w:p>
    <w:p w:rsidR="00B77C08" w:rsidRDefault="00B77C08" w:rsidP="00B77C08">
      <w:r>
        <w:lastRenderedPageBreak/>
        <w:t>257.9037</w:t>
      </w:r>
      <w:r>
        <w:tab/>
        <w:t>1.013e0</w:t>
      </w:r>
    </w:p>
    <w:p w:rsidR="00B77C08" w:rsidRDefault="00B77C08" w:rsidP="00B77C08">
      <w:r>
        <w:t>257.9268</w:t>
      </w:r>
      <w:r>
        <w:tab/>
        <w:t>1.013e0</w:t>
      </w:r>
    </w:p>
    <w:p w:rsidR="00B77C08" w:rsidRDefault="00B77C08" w:rsidP="00B77C08">
      <w:r>
        <w:t>257.9808</w:t>
      </w:r>
      <w:r>
        <w:tab/>
        <w:t>1.013e0</w:t>
      </w:r>
    </w:p>
    <w:p w:rsidR="00B77C08" w:rsidRDefault="00B77C08" w:rsidP="00B77C08">
      <w:r>
        <w:t>258.0074</w:t>
      </w:r>
      <w:r>
        <w:tab/>
        <w:t>1.013e0</w:t>
      </w:r>
    </w:p>
    <w:p w:rsidR="00B77C08" w:rsidRDefault="00B77C08" w:rsidP="00B77C08">
      <w:r>
        <w:t>258.0217</w:t>
      </w:r>
      <w:r>
        <w:tab/>
        <w:t>4.051e0</w:t>
      </w:r>
    </w:p>
    <w:p w:rsidR="00B77C08" w:rsidRDefault="00B77C08" w:rsidP="00B77C08">
      <w:r>
        <w:t>258.0309</w:t>
      </w:r>
      <w:r>
        <w:tab/>
        <w:t>2.025e0</w:t>
      </w:r>
    </w:p>
    <w:p w:rsidR="00B77C08" w:rsidRDefault="00B77C08" w:rsidP="00B77C08">
      <w:r>
        <w:t>258.0799</w:t>
      </w:r>
      <w:r>
        <w:tab/>
        <w:t>1.013e0</w:t>
      </w:r>
    </w:p>
    <w:p w:rsidR="00B77C08" w:rsidRDefault="00B77C08" w:rsidP="00B77C08">
      <w:r>
        <w:t>258.1042</w:t>
      </w:r>
      <w:r>
        <w:tab/>
        <w:t>1.013e0</w:t>
      </w:r>
    </w:p>
    <w:p w:rsidR="00B77C08" w:rsidRDefault="00B77C08" w:rsidP="00B77C08">
      <w:r>
        <w:t>258.1177</w:t>
      </w:r>
      <w:r>
        <w:tab/>
        <w:t>2.025e0</w:t>
      </w:r>
    </w:p>
    <w:p w:rsidR="00B77C08" w:rsidRDefault="00B77C08" w:rsidP="00B77C08">
      <w:r>
        <w:t>258.1429</w:t>
      </w:r>
      <w:r>
        <w:tab/>
        <w:t>4.156e0</w:t>
      </w:r>
    </w:p>
    <w:p w:rsidR="00B77C08" w:rsidRDefault="00B77C08" w:rsidP="00B77C08">
      <w:r>
        <w:t>258.1911</w:t>
      </w:r>
      <w:r>
        <w:tab/>
        <w:t>2.025e0</w:t>
      </w:r>
    </w:p>
    <w:p w:rsidR="00B77C08" w:rsidRDefault="00B77C08" w:rsidP="00B77C08">
      <w:r>
        <w:t>258.2063</w:t>
      </w:r>
      <w:r>
        <w:tab/>
        <w:t>2.025e0</w:t>
      </w:r>
    </w:p>
    <w:p w:rsidR="00B77C08" w:rsidRDefault="00B77C08" w:rsidP="00B77C08">
      <w:r>
        <w:t>258.2397</w:t>
      </w:r>
      <w:r>
        <w:tab/>
        <w:t>2.025e0</w:t>
      </w:r>
    </w:p>
    <w:p w:rsidR="00B77C08" w:rsidRDefault="00B77C08" w:rsidP="00B77C08">
      <w:r>
        <w:t>258.2808</w:t>
      </w:r>
      <w:r>
        <w:tab/>
        <w:t>1.013e0</w:t>
      </w:r>
    </w:p>
    <w:p w:rsidR="00B77C08" w:rsidRDefault="00B77C08" w:rsidP="00B77C08">
      <w:r>
        <w:t>258.3013</w:t>
      </w:r>
      <w:r>
        <w:tab/>
        <w:t>1.013e0</w:t>
      </w:r>
    </w:p>
    <w:p w:rsidR="00B77C08" w:rsidRDefault="00B77C08" w:rsidP="00B77C08">
      <w:r>
        <w:t>258.3699</w:t>
      </w:r>
      <w:r>
        <w:tab/>
        <w:t>1.013e0</w:t>
      </w:r>
    </w:p>
    <w:p w:rsidR="00B77C08" w:rsidRDefault="00B77C08" w:rsidP="00B77C08">
      <w:r>
        <w:t>258.4045</w:t>
      </w:r>
      <w:r>
        <w:tab/>
        <w:t>1.013e0</w:t>
      </w:r>
    </w:p>
    <w:p w:rsidR="00B77C08" w:rsidRDefault="00B77C08" w:rsidP="00B77C08">
      <w:r>
        <w:t>258.5014</w:t>
      </w:r>
      <w:r>
        <w:tab/>
        <w:t>1.013e0</w:t>
      </w:r>
    </w:p>
    <w:p w:rsidR="00B77C08" w:rsidRDefault="00B77C08" w:rsidP="00B77C08">
      <w:r>
        <w:t>258.5321</w:t>
      </w:r>
      <w:r>
        <w:tab/>
        <w:t>1.013e0</w:t>
      </w:r>
    </w:p>
    <w:p w:rsidR="00B77C08" w:rsidRDefault="00B77C08" w:rsidP="00B77C08">
      <w:r>
        <w:lastRenderedPageBreak/>
        <w:t>258.5365</w:t>
      </w:r>
      <w:r>
        <w:tab/>
        <w:t>1.013e0</w:t>
      </w:r>
    </w:p>
    <w:p w:rsidR="00B77C08" w:rsidRDefault="00B77C08" w:rsidP="00B77C08">
      <w:r>
        <w:t>258.5442</w:t>
      </w:r>
      <w:r>
        <w:tab/>
        <w:t>1.013e0</w:t>
      </w:r>
    </w:p>
    <w:p w:rsidR="00B77C08" w:rsidRDefault="00B77C08" w:rsidP="00B77C08">
      <w:r>
        <w:t>258.6209</w:t>
      </w:r>
      <w:r>
        <w:tab/>
        <w:t>1.013e0</w:t>
      </w:r>
    </w:p>
    <w:p w:rsidR="00B77C08" w:rsidRDefault="00B77C08" w:rsidP="00B77C08">
      <w:r>
        <w:t>258.7396</w:t>
      </w:r>
      <w:r>
        <w:tab/>
        <w:t>3.038e0</w:t>
      </w:r>
    </w:p>
    <w:p w:rsidR="00B77C08" w:rsidRDefault="00B77C08" w:rsidP="00B77C08">
      <w:r>
        <w:t>258.7752</w:t>
      </w:r>
      <w:r>
        <w:tab/>
        <w:t>1.013e0</w:t>
      </w:r>
    </w:p>
    <w:p w:rsidR="00B77C08" w:rsidRDefault="00B77C08" w:rsidP="00B77C08">
      <w:r>
        <w:t>258.8098</w:t>
      </w:r>
      <w:r>
        <w:tab/>
        <w:t>1.013e0</w:t>
      </w:r>
    </w:p>
    <w:p w:rsidR="00B77C08" w:rsidRDefault="00B77C08" w:rsidP="00B77C08">
      <w:r>
        <w:t>258.8829</w:t>
      </w:r>
      <w:r>
        <w:tab/>
        <w:t>1.013e0</w:t>
      </w:r>
    </w:p>
    <w:p w:rsidR="00B77C08" w:rsidRDefault="00B77C08" w:rsidP="00B77C08">
      <w:r>
        <w:t>258.9489</w:t>
      </w:r>
      <w:r>
        <w:tab/>
        <w:t>2.025e0</w:t>
      </w:r>
    </w:p>
    <w:p w:rsidR="00B77C08" w:rsidRDefault="00B77C08" w:rsidP="00B77C08">
      <w:r>
        <w:t>258.9758</w:t>
      </w:r>
      <w:r>
        <w:tab/>
        <w:t>1.013e0</w:t>
      </w:r>
    </w:p>
    <w:p w:rsidR="00B77C08" w:rsidRDefault="00B77C08" w:rsidP="00B77C08">
      <w:r>
        <w:t>259.0257</w:t>
      </w:r>
      <w:r>
        <w:tab/>
        <w:t>2.025e0</w:t>
      </w:r>
    </w:p>
    <w:p w:rsidR="00B77C08" w:rsidRDefault="00B77C08" w:rsidP="00B77C08">
      <w:r>
        <w:t>259.0289</w:t>
      </w:r>
      <w:r>
        <w:tab/>
        <w:t>1.013e0</w:t>
      </w:r>
    </w:p>
    <w:p w:rsidR="00B77C08" w:rsidRDefault="00B77C08" w:rsidP="00B77C08">
      <w:r>
        <w:t>259.0532</w:t>
      </w:r>
      <w:r>
        <w:tab/>
        <w:t>2.025e0</w:t>
      </w:r>
    </w:p>
    <w:p w:rsidR="00B77C08" w:rsidRDefault="00B77C08" w:rsidP="00B77C08">
      <w:r>
        <w:t>259.0671</w:t>
      </w:r>
      <w:r>
        <w:tab/>
        <w:t>5.063e0</w:t>
      </w:r>
    </w:p>
    <w:p w:rsidR="00B77C08" w:rsidRDefault="00B77C08" w:rsidP="00B77C08">
      <w:r>
        <w:t>259.0757</w:t>
      </w:r>
      <w:r>
        <w:tab/>
        <w:t>1.013e0</w:t>
      </w:r>
    </w:p>
    <w:p w:rsidR="00B77C08" w:rsidRDefault="00B77C08" w:rsidP="00B77C08">
      <w:r>
        <w:t>259.1009</w:t>
      </w:r>
      <w:r>
        <w:tab/>
        <w:t>1.013e0</w:t>
      </w:r>
    </w:p>
    <w:p w:rsidR="00B77C08" w:rsidRDefault="00B77C08" w:rsidP="00B77C08">
      <w:r>
        <w:t>259.1053</w:t>
      </w:r>
      <w:r>
        <w:tab/>
        <w:t>1.013e0</w:t>
      </w:r>
    </w:p>
    <w:p w:rsidR="00B77C08" w:rsidRDefault="00B77C08" w:rsidP="00B77C08">
      <w:r>
        <w:t>259.1265</w:t>
      </w:r>
      <w:r>
        <w:tab/>
        <w:t>2.025e0</w:t>
      </w:r>
    </w:p>
    <w:p w:rsidR="00B77C08" w:rsidRDefault="00B77C08" w:rsidP="00B77C08">
      <w:r>
        <w:t>259.1302</w:t>
      </w:r>
      <w:r>
        <w:tab/>
        <w:t>1.013e0</w:t>
      </w:r>
    </w:p>
    <w:p w:rsidR="00B77C08" w:rsidRDefault="00B77C08" w:rsidP="00B77C08">
      <w:r>
        <w:t>259.1608</w:t>
      </w:r>
      <w:r>
        <w:tab/>
        <w:t>1.013e0</w:t>
      </w:r>
    </w:p>
    <w:p w:rsidR="00B77C08" w:rsidRDefault="00B77C08" w:rsidP="00B77C08">
      <w:r>
        <w:lastRenderedPageBreak/>
        <w:t>259.2116</w:t>
      </w:r>
      <w:r>
        <w:tab/>
        <w:t>1.013e0</w:t>
      </w:r>
    </w:p>
    <w:p w:rsidR="00B77C08" w:rsidRDefault="00B77C08" w:rsidP="00B77C08">
      <w:r>
        <w:t>259.2399</w:t>
      </w:r>
      <w:r>
        <w:tab/>
        <w:t>2.025e0</w:t>
      </w:r>
    </w:p>
    <w:p w:rsidR="00B77C08" w:rsidRDefault="00B77C08" w:rsidP="00B77C08">
      <w:r>
        <w:t>259.2423</w:t>
      </w:r>
      <w:r>
        <w:tab/>
        <w:t>1.013e0</w:t>
      </w:r>
    </w:p>
    <w:p w:rsidR="00B77C08" w:rsidRDefault="00B77C08" w:rsidP="00B77C08">
      <w:r>
        <w:t>259.2925</w:t>
      </w:r>
      <w:r>
        <w:tab/>
        <w:t>1.013e0</w:t>
      </w:r>
    </w:p>
    <w:p w:rsidR="00B77C08" w:rsidRDefault="00B77C08" w:rsidP="00B77C08">
      <w:r>
        <w:t>259.3195</w:t>
      </w:r>
      <w:r>
        <w:tab/>
        <w:t>1.013e0</w:t>
      </w:r>
    </w:p>
    <w:p w:rsidR="00B77C08" w:rsidRDefault="00B77C08" w:rsidP="00B77C08">
      <w:r>
        <w:t>259.4471</w:t>
      </w:r>
      <w:r>
        <w:tab/>
        <w:t>1.013e0</w:t>
      </w:r>
    </w:p>
    <w:p w:rsidR="00B77C08" w:rsidRDefault="00B77C08" w:rsidP="00B77C08">
      <w:r>
        <w:t>259.4607</w:t>
      </w:r>
      <w:r>
        <w:tab/>
        <w:t>1.013e0</w:t>
      </w:r>
    </w:p>
    <w:p w:rsidR="00B77C08" w:rsidRDefault="00B77C08" w:rsidP="00B77C08">
      <w:r>
        <w:t>259.5084</w:t>
      </w:r>
      <w:r>
        <w:tab/>
        <w:t>1.013e0</w:t>
      </w:r>
    </w:p>
    <w:p w:rsidR="00B77C08" w:rsidRDefault="00B77C08" w:rsidP="00B77C08">
      <w:r>
        <w:t>259.5482</w:t>
      </w:r>
      <w:r>
        <w:tab/>
        <w:t>2.025e0</w:t>
      </w:r>
    </w:p>
    <w:p w:rsidR="00B77C08" w:rsidRDefault="00B77C08" w:rsidP="00B77C08">
      <w:r>
        <w:t>259.5971</w:t>
      </w:r>
      <w:r>
        <w:tab/>
        <w:t>1.013e0</w:t>
      </w:r>
    </w:p>
    <w:p w:rsidR="00B77C08" w:rsidRDefault="00B77C08" w:rsidP="00B77C08">
      <w:r>
        <w:t>259.6534</w:t>
      </w:r>
      <w:r>
        <w:tab/>
        <w:t>1.013e0</w:t>
      </w:r>
    </w:p>
    <w:p w:rsidR="00B77C08" w:rsidRDefault="00B77C08" w:rsidP="00B77C08">
      <w:r>
        <w:t>259.7048</w:t>
      </w:r>
      <w:r>
        <w:tab/>
        <w:t>1.013e0</w:t>
      </w:r>
    </w:p>
    <w:p w:rsidR="00B77C08" w:rsidRDefault="00B77C08" w:rsidP="00B77C08">
      <w:r>
        <w:t>259.7092</w:t>
      </w:r>
      <w:r>
        <w:tab/>
        <w:t>1.013e0</w:t>
      </w:r>
    </w:p>
    <w:p w:rsidR="00B77C08" w:rsidRDefault="00B77C08" w:rsidP="00B77C08">
      <w:r>
        <w:t>259.7593</w:t>
      </w:r>
      <w:r>
        <w:tab/>
        <w:t>1.013e0</w:t>
      </w:r>
    </w:p>
    <w:p w:rsidR="00B77C08" w:rsidRDefault="00B77C08" w:rsidP="00B77C08">
      <w:r>
        <w:t>259.7688</w:t>
      </w:r>
      <w:r>
        <w:tab/>
        <w:t>1.013e0</w:t>
      </w:r>
    </w:p>
    <w:p w:rsidR="00B77C08" w:rsidRDefault="00B77C08" w:rsidP="00B77C08">
      <w:r>
        <w:t>259.8021</w:t>
      </w:r>
      <w:r>
        <w:tab/>
        <w:t>1.013e0</w:t>
      </w:r>
    </w:p>
    <w:p w:rsidR="00B77C08" w:rsidRDefault="00B77C08" w:rsidP="00B77C08">
      <w:r>
        <w:t>259.8502</w:t>
      </w:r>
      <w:r>
        <w:tab/>
        <w:t>1.013e0</w:t>
      </w:r>
    </w:p>
    <w:p w:rsidR="00B77C08" w:rsidRDefault="00B77C08" w:rsidP="00B77C08">
      <w:r>
        <w:t>259.8691</w:t>
      </w:r>
      <w:r>
        <w:tab/>
        <w:t>2.025e0</w:t>
      </w:r>
    </w:p>
    <w:p w:rsidR="00B77C08" w:rsidRDefault="00B77C08" w:rsidP="00B77C08">
      <w:r>
        <w:t>259.9324</w:t>
      </w:r>
      <w:r>
        <w:tab/>
        <w:t>1.013e0</w:t>
      </w:r>
    </w:p>
    <w:p w:rsidR="00B77C08" w:rsidRDefault="00B77C08" w:rsidP="00B77C08">
      <w:r>
        <w:lastRenderedPageBreak/>
        <w:t>259.9564</w:t>
      </w:r>
      <w:r>
        <w:tab/>
        <w:t>2.025e0</w:t>
      </w:r>
    </w:p>
    <w:p w:rsidR="00B77C08" w:rsidRDefault="00B77C08" w:rsidP="00B77C08">
      <w:r>
        <w:t>259.9751</w:t>
      </w:r>
      <w:r>
        <w:tab/>
        <w:t>1.013e0</w:t>
      </w:r>
    </w:p>
    <w:p w:rsidR="00B77C08" w:rsidRDefault="00B77C08" w:rsidP="00B77C08">
      <w:r>
        <w:t>259.9952</w:t>
      </w:r>
      <w:r>
        <w:tab/>
        <w:t>1.013e0</w:t>
      </w:r>
    </w:p>
    <w:p w:rsidR="00B77C08" w:rsidRDefault="00B77C08" w:rsidP="00B77C08">
      <w:r>
        <w:t>260.0129</w:t>
      </w:r>
      <w:r>
        <w:tab/>
        <w:t>3.038e0</w:t>
      </w:r>
    </w:p>
    <w:p w:rsidR="00B77C08" w:rsidRDefault="00B77C08" w:rsidP="00B77C08">
      <w:r>
        <w:t>260.0219</w:t>
      </w:r>
      <w:r>
        <w:tab/>
        <w:t>1.013e0</w:t>
      </w:r>
    </w:p>
    <w:p w:rsidR="00B77C08" w:rsidRDefault="00B77C08" w:rsidP="00B77C08">
      <w:r>
        <w:t>260.0334</w:t>
      </w:r>
      <w:r>
        <w:tab/>
        <w:t>1.013e0</w:t>
      </w:r>
    </w:p>
    <w:p w:rsidR="00B77C08" w:rsidRDefault="00B77C08" w:rsidP="00B77C08">
      <w:r>
        <w:t>260.0814</w:t>
      </w:r>
      <w:r>
        <w:tab/>
        <w:t>2.025e0</w:t>
      </w:r>
    </w:p>
    <w:p w:rsidR="00B77C08" w:rsidRDefault="00B77C08" w:rsidP="00B77C08">
      <w:r>
        <w:t>260.0930</w:t>
      </w:r>
      <w:r>
        <w:tab/>
        <w:t>2.244e0</w:t>
      </w:r>
    </w:p>
    <w:p w:rsidR="00B77C08" w:rsidRDefault="00B77C08" w:rsidP="00B77C08">
      <w:r>
        <w:t>260.1373</w:t>
      </w:r>
      <w:r>
        <w:tab/>
        <w:t>1.013e0</w:t>
      </w:r>
    </w:p>
    <w:p w:rsidR="00B77C08" w:rsidRDefault="00B77C08" w:rsidP="00B77C08">
      <w:r>
        <w:t>260.1388</w:t>
      </w:r>
      <w:r>
        <w:tab/>
        <w:t>3.038e0</w:t>
      </w:r>
    </w:p>
    <w:p w:rsidR="00B77C08" w:rsidRDefault="00B77C08" w:rsidP="00B77C08">
      <w:r>
        <w:t>260.1631</w:t>
      </w:r>
      <w:r>
        <w:tab/>
        <w:t>1.013e0</w:t>
      </w:r>
    </w:p>
    <w:p w:rsidR="00B77C08" w:rsidRDefault="00B77C08" w:rsidP="00B77C08">
      <w:r>
        <w:t>260.1683</w:t>
      </w:r>
      <w:r>
        <w:tab/>
        <w:t>1.013e0</w:t>
      </w:r>
    </w:p>
    <w:p w:rsidR="00B77C08" w:rsidRDefault="00B77C08" w:rsidP="00B77C08">
      <w:r>
        <w:t>260.1799</w:t>
      </w:r>
      <w:r>
        <w:tab/>
        <w:t>1.013e0</w:t>
      </w:r>
    </w:p>
    <w:p w:rsidR="00B77C08" w:rsidRDefault="00B77C08" w:rsidP="00B77C08">
      <w:r>
        <w:t>260.1999</w:t>
      </w:r>
      <w:r>
        <w:tab/>
        <w:t>3.038e0</w:t>
      </w:r>
    </w:p>
    <w:p w:rsidR="00B77C08" w:rsidRDefault="00B77C08" w:rsidP="00B77C08">
      <w:r>
        <w:t>260.2106</w:t>
      </w:r>
      <w:r>
        <w:tab/>
        <w:t>1.013e0</w:t>
      </w:r>
    </w:p>
    <w:p w:rsidR="00B77C08" w:rsidRDefault="00B77C08" w:rsidP="00B77C08">
      <w:r>
        <w:t>260.2285</w:t>
      </w:r>
      <w:r>
        <w:tab/>
        <w:t>3.038e0</w:t>
      </w:r>
    </w:p>
    <w:p w:rsidR="00B77C08" w:rsidRDefault="00B77C08" w:rsidP="00B77C08">
      <w:r>
        <w:t>260.2883</w:t>
      </w:r>
      <w:r>
        <w:tab/>
        <w:t>1.013e0</w:t>
      </w:r>
    </w:p>
    <w:p w:rsidR="00B77C08" w:rsidRDefault="00B77C08" w:rsidP="00B77C08">
      <w:r>
        <w:t>260.4196</w:t>
      </w:r>
      <w:r>
        <w:tab/>
        <w:t>1.013e0</w:t>
      </w:r>
    </w:p>
    <w:p w:rsidR="00B77C08" w:rsidRDefault="00B77C08" w:rsidP="00B77C08">
      <w:r>
        <w:t>260.4502</w:t>
      </w:r>
      <w:r>
        <w:tab/>
        <w:t>1.013e0</w:t>
      </w:r>
    </w:p>
    <w:p w:rsidR="00B77C08" w:rsidRDefault="00B77C08" w:rsidP="00B77C08">
      <w:r>
        <w:lastRenderedPageBreak/>
        <w:t>260.5279</w:t>
      </w:r>
      <w:r>
        <w:tab/>
        <w:t>1.013e0</w:t>
      </w:r>
    </w:p>
    <w:p w:rsidR="00B77C08" w:rsidRDefault="00B77C08" w:rsidP="00B77C08">
      <w:r>
        <w:t>260.5926</w:t>
      </w:r>
      <w:r>
        <w:tab/>
        <w:t>1.013e0</w:t>
      </w:r>
    </w:p>
    <w:p w:rsidR="00B77C08" w:rsidRDefault="00B77C08" w:rsidP="00B77C08">
      <w:r>
        <w:t>260.6860</w:t>
      </w:r>
      <w:r>
        <w:tab/>
        <w:t>1.013e0</w:t>
      </w:r>
    </w:p>
    <w:p w:rsidR="00B77C08" w:rsidRDefault="00B77C08" w:rsidP="00B77C08">
      <w:r>
        <w:t>260.6994</w:t>
      </w:r>
      <w:r>
        <w:tab/>
        <w:t>2.025e0</w:t>
      </w:r>
    </w:p>
    <w:p w:rsidR="00B77C08" w:rsidRDefault="00B77C08" w:rsidP="00B77C08">
      <w:r>
        <w:t>260.7325</w:t>
      </w:r>
      <w:r>
        <w:tab/>
        <w:t>1.013e0</w:t>
      </w:r>
    </w:p>
    <w:p w:rsidR="00B77C08" w:rsidRDefault="00B77C08" w:rsidP="00B77C08">
      <w:r>
        <w:t>260.7755</w:t>
      </w:r>
      <w:r>
        <w:tab/>
        <w:t>1.013e0</w:t>
      </w:r>
    </w:p>
    <w:p w:rsidR="00B77C08" w:rsidRDefault="00B77C08" w:rsidP="00B77C08">
      <w:r>
        <w:t>260.8102</w:t>
      </w:r>
      <w:r>
        <w:tab/>
        <w:t>3.038e0</w:t>
      </w:r>
    </w:p>
    <w:p w:rsidR="00B77C08" w:rsidRDefault="00B77C08" w:rsidP="00B77C08">
      <w:r>
        <w:t>260.8405</w:t>
      </w:r>
      <w:r>
        <w:tab/>
        <w:t>1.013e0</w:t>
      </w:r>
    </w:p>
    <w:p w:rsidR="00B77C08" w:rsidRDefault="00B77C08" w:rsidP="00B77C08">
      <w:r>
        <w:t>260.9985</w:t>
      </w:r>
      <w:r>
        <w:tab/>
        <w:t>4.051e0</w:t>
      </w:r>
    </w:p>
    <w:p w:rsidR="00B77C08" w:rsidRDefault="00B77C08" w:rsidP="00B77C08">
      <w:r>
        <w:t>261.0034</w:t>
      </w:r>
      <w:r>
        <w:tab/>
        <w:t>1.013e0</w:t>
      </w:r>
    </w:p>
    <w:p w:rsidR="00B77C08" w:rsidRDefault="00B77C08" w:rsidP="00B77C08">
      <w:r>
        <w:t>261.0239</w:t>
      </w:r>
      <w:r>
        <w:tab/>
        <w:t>3.038e0</w:t>
      </w:r>
    </w:p>
    <w:p w:rsidR="00B77C08" w:rsidRDefault="00B77C08" w:rsidP="00B77C08">
      <w:r>
        <w:t>261.0261</w:t>
      </w:r>
      <w:r>
        <w:tab/>
        <w:t>1.013e0</w:t>
      </w:r>
    </w:p>
    <w:p w:rsidR="00B77C08" w:rsidRDefault="00B77C08" w:rsidP="00B77C08">
      <w:r>
        <w:t>261.0783</w:t>
      </w:r>
      <w:r>
        <w:tab/>
        <w:t>2.758e0</w:t>
      </w:r>
    </w:p>
    <w:p w:rsidR="00B77C08" w:rsidRDefault="00B77C08" w:rsidP="00B77C08">
      <w:r>
        <w:t>261.1085</w:t>
      </w:r>
      <w:r>
        <w:tab/>
        <w:t>3.038e0</w:t>
      </w:r>
    </w:p>
    <w:p w:rsidR="00B77C08" w:rsidRDefault="00B77C08" w:rsidP="00B77C08">
      <w:r>
        <w:t>261.1306</w:t>
      </w:r>
      <w:r>
        <w:tab/>
        <w:t>5.541e0</w:t>
      </w:r>
    </w:p>
    <w:p w:rsidR="00B77C08" w:rsidRDefault="00B77C08" w:rsidP="00B77C08">
      <w:r>
        <w:t>261.1334</w:t>
      </w:r>
      <w:r>
        <w:tab/>
        <w:t>4.051e0</w:t>
      </w:r>
    </w:p>
    <w:p w:rsidR="00B77C08" w:rsidRDefault="00B77C08" w:rsidP="00B77C08">
      <w:r>
        <w:t>261.1407</w:t>
      </w:r>
      <w:r>
        <w:tab/>
        <w:t>2.660e0</w:t>
      </w:r>
    </w:p>
    <w:p w:rsidR="00B77C08" w:rsidRDefault="00B77C08" w:rsidP="00B77C08">
      <w:r>
        <w:t>261.1716</w:t>
      </w:r>
      <w:r>
        <w:tab/>
        <w:t>1.013e0</w:t>
      </w:r>
    </w:p>
    <w:p w:rsidR="00B77C08" w:rsidRDefault="00B77C08" w:rsidP="00B77C08">
      <w:r>
        <w:t>261.1844</w:t>
      </w:r>
      <w:r>
        <w:tab/>
        <w:t>2.025e0</w:t>
      </w:r>
    </w:p>
    <w:p w:rsidR="00B77C08" w:rsidRDefault="00B77C08" w:rsidP="00B77C08">
      <w:r>
        <w:lastRenderedPageBreak/>
        <w:t>261.2209</w:t>
      </w:r>
      <w:r>
        <w:tab/>
        <w:t>2.025e0</w:t>
      </w:r>
    </w:p>
    <w:p w:rsidR="00B77C08" w:rsidRDefault="00B77C08" w:rsidP="00B77C08">
      <w:r>
        <w:t>261.3315</w:t>
      </w:r>
      <w:r>
        <w:tab/>
        <w:t>1.013e0</w:t>
      </w:r>
    </w:p>
    <w:p w:rsidR="00B77C08" w:rsidRDefault="00B77C08" w:rsidP="00B77C08">
      <w:r>
        <w:t>261.3389</w:t>
      </w:r>
      <w:r>
        <w:tab/>
        <w:t>1.013e0</w:t>
      </w:r>
    </w:p>
    <w:p w:rsidR="00B77C08" w:rsidRDefault="00B77C08" w:rsidP="00B77C08">
      <w:r>
        <w:t>261.3650</w:t>
      </w:r>
      <w:r>
        <w:tab/>
        <w:t>1.013e0</w:t>
      </w:r>
    </w:p>
    <w:p w:rsidR="00B77C08" w:rsidRDefault="00B77C08" w:rsidP="00B77C08">
      <w:r>
        <w:t>261.4126</w:t>
      </w:r>
      <w:r>
        <w:tab/>
        <w:t>1.013e0</w:t>
      </w:r>
    </w:p>
    <w:p w:rsidR="00B77C08" w:rsidRDefault="00B77C08" w:rsidP="00B77C08">
      <w:r>
        <w:t>261.4327</w:t>
      </w:r>
      <w:r>
        <w:tab/>
        <w:t>1.013e0</w:t>
      </w:r>
    </w:p>
    <w:p w:rsidR="00B77C08" w:rsidRDefault="00B77C08" w:rsidP="00B77C08">
      <w:r>
        <w:t>261.4900</w:t>
      </w:r>
      <w:r>
        <w:tab/>
        <w:t>2.025e0</w:t>
      </w:r>
    </w:p>
    <w:p w:rsidR="00B77C08" w:rsidRDefault="00B77C08" w:rsidP="00B77C08">
      <w:r>
        <w:t>261.4935</w:t>
      </w:r>
      <w:r>
        <w:tab/>
        <w:t>1.013e0</w:t>
      </w:r>
    </w:p>
    <w:p w:rsidR="00B77C08" w:rsidRDefault="00B77C08" w:rsidP="00B77C08">
      <w:r>
        <w:t>261.5282</w:t>
      </w:r>
      <w:r>
        <w:tab/>
        <w:t>1.013e0</w:t>
      </w:r>
    </w:p>
    <w:p w:rsidR="00B77C08" w:rsidRDefault="00B77C08" w:rsidP="00B77C08">
      <w:r>
        <w:t>261.5865</w:t>
      </w:r>
      <w:r>
        <w:tab/>
        <w:t>2.025e0</w:t>
      </w:r>
    </w:p>
    <w:p w:rsidR="00B77C08" w:rsidRDefault="00B77C08" w:rsidP="00B77C08">
      <w:r>
        <w:t>261.5928</w:t>
      </w:r>
      <w:r>
        <w:tab/>
        <w:t>1.013e0</w:t>
      </w:r>
    </w:p>
    <w:p w:rsidR="00B77C08" w:rsidRDefault="00B77C08" w:rsidP="00B77C08">
      <w:r>
        <w:t>261.6136</w:t>
      </w:r>
      <w:r>
        <w:tab/>
        <w:t>1.013e0</w:t>
      </w:r>
    </w:p>
    <w:p w:rsidR="00B77C08" w:rsidRDefault="00B77C08" w:rsidP="00B77C08">
      <w:r>
        <w:t>261.6179</w:t>
      </w:r>
      <w:r>
        <w:tab/>
        <w:t>1.013e0</w:t>
      </w:r>
    </w:p>
    <w:p w:rsidR="00B77C08" w:rsidRDefault="00B77C08" w:rsidP="00B77C08">
      <w:r>
        <w:t>261.6606</w:t>
      </w:r>
      <w:r>
        <w:tab/>
        <w:t>1.013e0</w:t>
      </w:r>
    </w:p>
    <w:p w:rsidR="00B77C08" w:rsidRDefault="00B77C08" w:rsidP="00B77C08">
      <w:r>
        <w:t>261.7134</w:t>
      </w:r>
      <w:r>
        <w:tab/>
        <w:t>1.013e0</w:t>
      </w:r>
    </w:p>
    <w:p w:rsidR="00B77C08" w:rsidRDefault="00B77C08" w:rsidP="00B77C08">
      <w:r>
        <w:t>261.8108</w:t>
      </w:r>
      <w:r>
        <w:tab/>
        <w:t>1.013e0</w:t>
      </w:r>
    </w:p>
    <w:p w:rsidR="00B77C08" w:rsidRDefault="00B77C08" w:rsidP="00B77C08">
      <w:r>
        <w:t>261.8300</w:t>
      </w:r>
      <w:r>
        <w:tab/>
        <w:t>2.025e0</w:t>
      </w:r>
    </w:p>
    <w:p w:rsidR="00B77C08" w:rsidRDefault="00B77C08" w:rsidP="00B77C08">
      <w:r>
        <w:t>261.8640</w:t>
      </w:r>
      <w:r>
        <w:tab/>
        <w:t>1.013e0</w:t>
      </w:r>
    </w:p>
    <w:p w:rsidR="00B77C08" w:rsidRDefault="00B77C08" w:rsidP="00B77C08">
      <w:r>
        <w:t>261.8975</w:t>
      </w:r>
      <w:r>
        <w:tab/>
        <w:t>1.013e0</w:t>
      </w:r>
    </w:p>
    <w:p w:rsidR="00B77C08" w:rsidRDefault="00B77C08" w:rsidP="00B77C08">
      <w:r>
        <w:lastRenderedPageBreak/>
        <w:t>261.9097</w:t>
      </w:r>
      <w:r>
        <w:tab/>
        <w:t>2.025e0</w:t>
      </w:r>
    </w:p>
    <w:p w:rsidR="00B77C08" w:rsidRDefault="00B77C08" w:rsidP="00B77C08">
      <w:r>
        <w:t>261.9229</w:t>
      </w:r>
      <w:r>
        <w:tab/>
        <w:t>1.013e0</w:t>
      </w:r>
    </w:p>
    <w:p w:rsidR="00B77C08" w:rsidRDefault="00B77C08" w:rsidP="00B77C08">
      <w:r>
        <w:t>261.9415</w:t>
      </w:r>
      <w:r>
        <w:tab/>
        <w:t>1.013e0</w:t>
      </w:r>
    </w:p>
    <w:p w:rsidR="00B77C08" w:rsidRDefault="00B77C08" w:rsidP="00B77C08">
      <w:r>
        <w:t>261.9750</w:t>
      </w:r>
      <w:r>
        <w:tab/>
        <w:t>1.013e0</w:t>
      </w:r>
    </w:p>
    <w:p w:rsidR="00B77C08" w:rsidRDefault="00B77C08" w:rsidP="00B77C08">
      <w:r>
        <w:t>262.0070</w:t>
      </w:r>
      <w:r>
        <w:tab/>
        <w:t>2.025e0</w:t>
      </w:r>
    </w:p>
    <w:p w:rsidR="00B77C08" w:rsidRDefault="00B77C08" w:rsidP="00B77C08">
      <w:r>
        <w:t>262.0115</w:t>
      </w:r>
      <w:r>
        <w:tab/>
        <w:t>2.025e0</w:t>
      </w:r>
    </w:p>
    <w:p w:rsidR="00B77C08" w:rsidRDefault="00B77C08" w:rsidP="00B77C08">
      <w:r>
        <w:t>262.0389</w:t>
      </w:r>
      <w:r>
        <w:tab/>
        <w:t>1.013e0</w:t>
      </w:r>
    </w:p>
    <w:p w:rsidR="00B77C08" w:rsidRDefault="00B77C08" w:rsidP="00B77C08">
      <w:r>
        <w:t>262.0578</w:t>
      </w:r>
      <w:r>
        <w:tab/>
        <w:t>1.013e0</w:t>
      </w:r>
    </w:p>
    <w:p w:rsidR="00B77C08" w:rsidRDefault="00B77C08" w:rsidP="00B77C08">
      <w:r>
        <w:t>262.1083</w:t>
      </w:r>
      <w:r>
        <w:tab/>
        <w:t>1.013e0</w:t>
      </w:r>
    </w:p>
    <w:p w:rsidR="00B77C08" w:rsidRDefault="00B77C08" w:rsidP="00B77C08">
      <w:r>
        <w:t>262.1301</w:t>
      </w:r>
      <w:r>
        <w:tab/>
        <w:t>1.013e0</w:t>
      </w:r>
    </w:p>
    <w:p w:rsidR="00B77C08" w:rsidRDefault="00B77C08" w:rsidP="00B77C08">
      <w:r>
        <w:t>262.1326</w:t>
      </w:r>
      <w:r>
        <w:tab/>
        <w:t>2.025e0</w:t>
      </w:r>
    </w:p>
    <w:p w:rsidR="00B77C08" w:rsidRDefault="00B77C08" w:rsidP="00B77C08">
      <w:r>
        <w:t>262.1568</w:t>
      </w:r>
      <w:r>
        <w:tab/>
        <w:t>2.025e0</w:t>
      </w:r>
    </w:p>
    <w:p w:rsidR="00B77C08" w:rsidRDefault="00B77C08" w:rsidP="00B77C08">
      <w:r>
        <w:t>262.1869</w:t>
      </w:r>
      <w:r>
        <w:tab/>
        <w:t>3.038e0</w:t>
      </w:r>
    </w:p>
    <w:p w:rsidR="00B77C08" w:rsidRDefault="00B77C08" w:rsidP="00B77C08">
      <w:r>
        <w:t>262.4242</w:t>
      </w:r>
      <w:r>
        <w:tab/>
        <w:t>2.025e0</w:t>
      </w:r>
    </w:p>
    <w:p w:rsidR="00B77C08" w:rsidRDefault="00B77C08" w:rsidP="00B77C08">
      <w:r>
        <w:t>262.5085</w:t>
      </w:r>
      <w:r>
        <w:tab/>
        <w:t>1.013e0</w:t>
      </w:r>
    </w:p>
    <w:p w:rsidR="00B77C08" w:rsidRDefault="00B77C08" w:rsidP="00B77C08">
      <w:r>
        <w:t>262.5379</w:t>
      </w:r>
      <w:r>
        <w:tab/>
        <w:t>1.013e0</w:t>
      </w:r>
    </w:p>
    <w:p w:rsidR="00B77C08" w:rsidRDefault="00B77C08" w:rsidP="00B77C08">
      <w:r>
        <w:t>262.5911</w:t>
      </w:r>
      <w:r>
        <w:tab/>
        <w:t>1.013e0</w:t>
      </w:r>
    </w:p>
    <w:p w:rsidR="00B77C08" w:rsidRDefault="00B77C08" w:rsidP="00B77C08">
      <w:r>
        <w:t>262.6034</w:t>
      </w:r>
      <w:r>
        <w:tab/>
        <w:t>1.013e0</w:t>
      </w:r>
    </w:p>
    <w:p w:rsidR="00B77C08" w:rsidRDefault="00B77C08" w:rsidP="00B77C08">
      <w:r>
        <w:t>262.6118</w:t>
      </w:r>
      <w:r>
        <w:tab/>
        <w:t>2.025e0</w:t>
      </w:r>
    </w:p>
    <w:p w:rsidR="00B77C08" w:rsidRDefault="00B77C08" w:rsidP="00B77C08">
      <w:r>
        <w:lastRenderedPageBreak/>
        <w:t>262.6639</w:t>
      </w:r>
      <w:r>
        <w:tab/>
        <w:t>1.013e0</w:t>
      </w:r>
    </w:p>
    <w:p w:rsidR="00B77C08" w:rsidRDefault="00B77C08" w:rsidP="00B77C08">
      <w:r>
        <w:t>262.7156</w:t>
      </w:r>
      <w:r>
        <w:tab/>
        <w:t>1.013e0</w:t>
      </w:r>
    </w:p>
    <w:p w:rsidR="00B77C08" w:rsidRDefault="00B77C08" w:rsidP="00B77C08">
      <w:r>
        <w:t>262.7708</w:t>
      </w:r>
      <w:r>
        <w:tab/>
        <w:t>1.013e0</w:t>
      </w:r>
    </w:p>
    <w:p w:rsidR="00B77C08" w:rsidRDefault="00B77C08" w:rsidP="00B77C08">
      <w:r>
        <w:t>262.8277</w:t>
      </w:r>
      <w:r>
        <w:tab/>
        <w:t>1.013e0</w:t>
      </w:r>
    </w:p>
    <w:p w:rsidR="00B77C08" w:rsidRDefault="00B77C08" w:rsidP="00B77C08">
      <w:r>
        <w:t>262.8322</w:t>
      </w:r>
      <w:r>
        <w:tab/>
        <w:t>1.013e0</w:t>
      </w:r>
    </w:p>
    <w:p w:rsidR="00B77C08" w:rsidRDefault="00B77C08" w:rsidP="00B77C08">
      <w:r>
        <w:t>262.9958</w:t>
      </w:r>
      <w:r>
        <w:tab/>
        <w:t>2.025e0</w:t>
      </w:r>
    </w:p>
    <w:p w:rsidR="00B77C08" w:rsidRDefault="00B77C08" w:rsidP="00B77C08">
      <w:r>
        <w:t>263.0090</w:t>
      </w:r>
      <w:r>
        <w:tab/>
        <w:t>1.013e0</w:t>
      </w:r>
    </w:p>
    <w:p w:rsidR="00B77C08" w:rsidRDefault="00B77C08" w:rsidP="00B77C08">
      <w:r>
        <w:t>263.0173</w:t>
      </w:r>
      <w:r>
        <w:tab/>
        <w:t>1.013e0</w:t>
      </w:r>
    </w:p>
    <w:p w:rsidR="00B77C08" w:rsidRDefault="00B77C08" w:rsidP="00B77C08">
      <w:r>
        <w:t>263.0347</w:t>
      </w:r>
      <w:r>
        <w:tab/>
        <w:t>2.025e0</w:t>
      </w:r>
    </w:p>
    <w:p w:rsidR="00B77C08" w:rsidRDefault="00B77C08" w:rsidP="00B77C08">
      <w:r>
        <w:t>263.0561</w:t>
      </w:r>
      <w:r>
        <w:tab/>
        <w:t>1.013e0</w:t>
      </w:r>
    </w:p>
    <w:p w:rsidR="00B77C08" w:rsidRDefault="00B77C08" w:rsidP="00B77C08">
      <w:r>
        <w:t>263.0816</w:t>
      </w:r>
      <w:r>
        <w:tab/>
        <w:t>2.025e0</w:t>
      </w:r>
    </w:p>
    <w:p w:rsidR="00B77C08" w:rsidRDefault="00B77C08" w:rsidP="00B77C08">
      <w:r>
        <w:t>263.0963</w:t>
      </w:r>
      <w:r>
        <w:tab/>
        <w:t>3.038e0</w:t>
      </w:r>
    </w:p>
    <w:p w:rsidR="00B77C08" w:rsidRDefault="00B77C08" w:rsidP="00B77C08">
      <w:r>
        <w:t>263.1067</w:t>
      </w:r>
      <w:r>
        <w:tab/>
        <w:t>2.636e0</w:t>
      </w:r>
    </w:p>
    <w:p w:rsidR="00B77C08" w:rsidRDefault="00B77C08" w:rsidP="00B77C08">
      <w:r>
        <w:t>263.1538</w:t>
      </w:r>
      <w:r>
        <w:tab/>
        <w:t>3.038e0</w:t>
      </w:r>
    </w:p>
    <w:p w:rsidR="00B77C08" w:rsidRDefault="00B77C08" w:rsidP="00B77C08">
      <w:r>
        <w:t>263.1655</w:t>
      </w:r>
      <w:r>
        <w:tab/>
        <w:t>2.025e0</w:t>
      </w:r>
    </w:p>
    <w:p w:rsidR="00B77C08" w:rsidRDefault="00B77C08" w:rsidP="00B77C08">
      <w:r>
        <w:t>263.1989</w:t>
      </w:r>
      <w:r>
        <w:tab/>
        <w:t>3.038e0</w:t>
      </w:r>
    </w:p>
    <w:p w:rsidR="00B77C08" w:rsidRDefault="00B77C08" w:rsidP="00B77C08">
      <w:r>
        <w:t>263.4133</w:t>
      </w:r>
      <w:r>
        <w:tab/>
        <w:t>1.013e0</w:t>
      </w:r>
    </w:p>
    <w:p w:rsidR="00B77C08" w:rsidRDefault="00B77C08" w:rsidP="00B77C08">
      <w:r>
        <w:t>263.4706</w:t>
      </w:r>
      <w:r>
        <w:tab/>
        <w:t>1.013e0</w:t>
      </w:r>
    </w:p>
    <w:p w:rsidR="00B77C08" w:rsidRDefault="00B77C08" w:rsidP="00B77C08">
      <w:r>
        <w:t>263.4782</w:t>
      </w:r>
      <w:r>
        <w:tab/>
        <w:t>1.013e0</w:t>
      </w:r>
    </w:p>
    <w:p w:rsidR="00B77C08" w:rsidRDefault="00B77C08" w:rsidP="00B77C08">
      <w:r>
        <w:lastRenderedPageBreak/>
        <w:t>263.5351</w:t>
      </w:r>
      <w:r>
        <w:tab/>
        <w:t>1.013e0</w:t>
      </w:r>
    </w:p>
    <w:p w:rsidR="00B77C08" w:rsidRDefault="00B77C08" w:rsidP="00B77C08">
      <w:r>
        <w:t>263.5562</w:t>
      </w:r>
      <w:r>
        <w:tab/>
        <w:t>1.013e0</w:t>
      </w:r>
    </w:p>
    <w:p w:rsidR="00B77C08" w:rsidRDefault="00B77C08" w:rsidP="00B77C08">
      <w:r>
        <w:t>263.6033</w:t>
      </w:r>
      <w:r>
        <w:tab/>
        <w:t>1.013e0</w:t>
      </w:r>
    </w:p>
    <w:p w:rsidR="00B77C08" w:rsidRDefault="00B77C08" w:rsidP="00B77C08">
      <w:r>
        <w:t>263.6252</w:t>
      </w:r>
      <w:r>
        <w:tab/>
        <w:t>1.013e0</w:t>
      </w:r>
    </w:p>
    <w:p w:rsidR="00B77C08" w:rsidRDefault="00B77C08" w:rsidP="00B77C08">
      <w:r>
        <w:t>263.7177</w:t>
      </w:r>
      <w:r>
        <w:tab/>
        <w:t>2.025e0</w:t>
      </w:r>
    </w:p>
    <w:p w:rsidR="00B77C08" w:rsidRDefault="00B77C08" w:rsidP="00B77C08">
      <w:r>
        <w:t>263.7203</w:t>
      </w:r>
      <w:r>
        <w:tab/>
        <w:t>1.013e0</w:t>
      </w:r>
    </w:p>
    <w:p w:rsidR="00B77C08" w:rsidRDefault="00B77C08" w:rsidP="00B77C08">
      <w:r>
        <w:t>263.7684</w:t>
      </w:r>
      <w:r>
        <w:tab/>
        <w:t>1.013e0</w:t>
      </w:r>
    </w:p>
    <w:p w:rsidR="00B77C08" w:rsidRDefault="00B77C08" w:rsidP="00B77C08">
      <w:r>
        <w:t>263.8029</w:t>
      </w:r>
      <w:r>
        <w:tab/>
        <w:t>2.025e0</w:t>
      </w:r>
    </w:p>
    <w:p w:rsidR="00B77C08" w:rsidRDefault="00B77C08" w:rsidP="00B77C08">
      <w:r>
        <w:t>263.8497</w:t>
      </w:r>
      <w:r>
        <w:tab/>
        <w:t>1.013e0</w:t>
      </w:r>
    </w:p>
    <w:p w:rsidR="00B77C08" w:rsidRDefault="00B77C08" w:rsidP="00B77C08">
      <w:r>
        <w:t>263.8926</w:t>
      </w:r>
      <w:r>
        <w:tab/>
        <w:t>1.013e0</w:t>
      </w:r>
    </w:p>
    <w:p w:rsidR="00B77C08" w:rsidRDefault="00B77C08" w:rsidP="00B77C08">
      <w:r>
        <w:t>263.9198</w:t>
      </w:r>
      <w:r>
        <w:tab/>
        <w:t>1.013e0</w:t>
      </w:r>
    </w:p>
    <w:p w:rsidR="00B77C08" w:rsidRDefault="00B77C08" w:rsidP="00B77C08">
      <w:r>
        <w:t>263.9442</w:t>
      </w:r>
      <w:r>
        <w:tab/>
        <w:t>1.013e0</w:t>
      </w:r>
    </w:p>
    <w:p w:rsidR="00B77C08" w:rsidRDefault="00B77C08" w:rsidP="00B77C08">
      <w:r>
        <w:t>263.9495</w:t>
      </w:r>
      <w:r>
        <w:tab/>
        <w:t>1.013e0</w:t>
      </w:r>
    </w:p>
    <w:p w:rsidR="00B77C08" w:rsidRDefault="00B77C08" w:rsidP="00B77C08">
      <w:r>
        <w:t>263.9947</w:t>
      </w:r>
      <w:r>
        <w:tab/>
        <w:t>2.025e0</w:t>
      </w:r>
    </w:p>
    <w:p w:rsidR="00B77C08" w:rsidRDefault="00B77C08" w:rsidP="00B77C08">
      <w:r>
        <w:t>263.9964</w:t>
      </w:r>
      <w:r>
        <w:tab/>
        <w:t>4.051e0</w:t>
      </w:r>
    </w:p>
    <w:p w:rsidR="00B77C08" w:rsidRDefault="00B77C08" w:rsidP="00B77C08">
      <w:r>
        <w:t>263.9987</w:t>
      </w:r>
      <w:r>
        <w:tab/>
        <w:t>3.038e0</w:t>
      </w:r>
    </w:p>
    <w:p w:rsidR="00B77C08" w:rsidRDefault="00B77C08" w:rsidP="00B77C08">
      <w:r>
        <w:t>264.0436</w:t>
      </w:r>
      <w:r>
        <w:tab/>
        <w:t>1.013e0</w:t>
      </w:r>
    </w:p>
    <w:p w:rsidR="00B77C08" w:rsidRDefault="00B77C08" w:rsidP="00B77C08">
      <w:r>
        <w:t>264.0617</w:t>
      </w:r>
      <w:r>
        <w:tab/>
        <w:t>1.013e0</w:t>
      </w:r>
    </w:p>
    <w:p w:rsidR="00B77C08" w:rsidRDefault="00B77C08" w:rsidP="00B77C08">
      <w:r>
        <w:t>264.0744</w:t>
      </w:r>
      <w:r>
        <w:tab/>
        <w:t>2.025e0</w:t>
      </w:r>
    </w:p>
    <w:p w:rsidR="00B77C08" w:rsidRDefault="00B77C08" w:rsidP="00B77C08">
      <w:r>
        <w:lastRenderedPageBreak/>
        <w:t>264.1132</w:t>
      </w:r>
      <w:r>
        <w:tab/>
        <w:t>3.038e0</w:t>
      </w:r>
    </w:p>
    <w:p w:rsidR="00B77C08" w:rsidRDefault="00B77C08" w:rsidP="00B77C08">
      <w:r>
        <w:t>264.1418</w:t>
      </w:r>
      <w:r>
        <w:tab/>
        <w:t>3.038e0</w:t>
      </w:r>
    </w:p>
    <w:p w:rsidR="00B77C08" w:rsidRDefault="00B77C08" w:rsidP="00B77C08">
      <w:r>
        <w:t>264.1907</w:t>
      </w:r>
      <w:r>
        <w:tab/>
        <w:t>1.013e0</w:t>
      </w:r>
    </w:p>
    <w:p w:rsidR="00B77C08" w:rsidRDefault="00B77C08" w:rsidP="00B77C08">
      <w:r>
        <w:t>264.2130</w:t>
      </w:r>
      <w:r>
        <w:tab/>
        <w:t>1.013e0</w:t>
      </w:r>
    </w:p>
    <w:p w:rsidR="00B77C08" w:rsidRDefault="00B77C08" w:rsidP="00B77C08">
      <w:r>
        <w:t>264.2761</w:t>
      </w:r>
      <w:r>
        <w:tab/>
        <w:t>1.013e0</w:t>
      </w:r>
    </w:p>
    <w:p w:rsidR="00B77C08" w:rsidRDefault="00B77C08" w:rsidP="00B77C08">
      <w:r>
        <w:t>264.3459</w:t>
      </w:r>
      <w:r>
        <w:tab/>
        <w:t>1.013e0</w:t>
      </w:r>
    </w:p>
    <w:p w:rsidR="00B77C08" w:rsidRDefault="00B77C08" w:rsidP="00B77C08">
      <w:r>
        <w:t>264.3546</w:t>
      </w:r>
      <w:r>
        <w:tab/>
        <w:t>1.013e0</w:t>
      </w:r>
    </w:p>
    <w:p w:rsidR="00B77C08" w:rsidRDefault="00B77C08" w:rsidP="00B77C08">
      <w:r>
        <w:t>264.4373</w:t>
      </w:r>
      <w:r>
        <w:tab/>
        <w:t>1.013e0</w:t>
      </w:r>
    </w:p>
    <w:p w:rsidR="00B77C08" w:rsidRDefault="00B77C08" w:rsidP="00B77C08">
      <w:r>
        <w:t>264.4546</w:t>
      </w:r>
      <w:r>
        <w:tab/>
        <w:t>1.013e0</w:t>
      </w:r>
    </w:p>
    <w:p w:rsidR="00B77C08" w:rsidRDefault="00B77C08" w:rsidP="00B77C08">
      <w:r>
        <w:t>264.4811</w:t>
      </w:r>
      <w:r>
        <w:tab/>
        <w:t>1.013e0</w:t>
      </w:r>
    </w:p>
    <w:p w:rsidR="00B77C08" w:rsidRDefault="00B77C08" w:rsidP="00B77C08">
      <w:r>
        <w:t>264.5361</w:t>
      </w:r>
      <w:r>
        <w:tab/>
        <w:t>1.013e0</w:t>
      </w:r>
    </w:p>
    <w:p w:rsidR="00B77C08" w:rsidRDefault="00B77C08" w:rsidP="00B77C08">
      <w:r>
        <w:t>264.5497</w:t>
      </w:r>
      <w:r>
        <w:tab/>
        <w:t>1.013e0</w:t>
      </w:r>
    </w:p>
    <w:p w:rsidR="00B77C08" w:rsidRDefault="00B77C08" w:rsidP="00B77C08">
      <w:r>
        <w:t>264.5973</w:t>
      </w:r>
      <w:r>
        <w:tab/>
        <w:t>1.013e0</w:t>
      </w:r>
    </w:p>
    <w:p w:rsidR="00B77C08" w:rsidRDefault="00B77C08" w:rsidP="00B77C08">
      <w:r>
        <w:t>264.6283</w:t>
      </w:r>
      <w:r>
        <w:tab/>
        <w:t>1.013e0</w:t>
      </w:r>
    </w:p>
    <w:p w:rsidR="00B77C08" w:rsidRDefault="00B77C08" w:rsidP="00B77C08">
      <w:r>
        <w:t>264.6833</w:t>
      </w:r>
      <w:r>
        <w:tab/>
        <w:t>1.013e0</w:t>
      </w:r>
    </w:p>
    <w:p w:rsidR="00B77C08" w:rsidRDefault="00B77C08" w:rsidP="00B77C08">
      <w:r>
        <w:t>264.7101</w:t>
      </w:r>
      <w:r>
        <w:tab/>
        <w:t>1.013e0</w:t>
      </w:r>
    </w:p>
    <w:p w:rsidR="00B77C08" w:rsidRDefault="00B77C08" w:rsidP="00B77C08">
      <w:r>
        <w:t>264.8186</w:t>
      </w:r>
      <w:r>
        <w:tab/>
        <w:t>1.013e0</w:t>
      </w:r>
    </w:p>
    <w:p w:rsidR="00B77C08" w:rsidRDefault="00B77C08" w:rsidP="00B77C08">
      <w:r>
        <w:t>264.8649</w:t>
      </w:r>
      <w:r>
        <w:tab/>
        <w:t>1.013e0</w:t>
      </w:r>
    </w:p>
    <w:p w:rsidR="00B77C08" w:rsidRDefault="00B77C08" w:rsidP="00B77C08">
      <w:r>
        <w:t>264.9077</w:t>
      </w:r>
      <w:r>
        <w:tab/>
        <w:t>1.013e0</w:t>
      </w:r>
    </w:p>
    <w:p w:rsidR="00B77C08" w:rsidRDefault="00B77C08" w:rsidP="00B77C08">
      <w:r>
        <w:lastRenderedPageBreak/>
        <w:t>264.9737</w:t>
      </w:r>
      <w:r>
        <w:tab/>
        <w:t>2.025e0</w:t>
      </w:r>
    </w:p>
    <w:p w:rsidR="00B77C08" w:rsidRDefault="00B77C08" w:rsidP="00B77C08">
      <w:r>
        <w:t>264.9852</w:t>
      </w:r>
      <w:r>
        <w:tab/>
        <w:t>1.013e0</w:t>
      </w:r>
    </w:p>
    <w:p w:rsidR="00B77C08" w:rsidRDefault="00B77C08" w:rsidP="00B77C08">
      <w:r>
        <w:t>265.0006</w:t>
      </w:r>
      <w:r>
        <w:tab/>
        <w:t>2.025e0</w:t>
      </w:r>
    </w:p>
    <w:p w:rsidR="00B77C08" w:rsidRDefault="00B77C08" w:rsidP="00B77C08">
      <w:r>
        <w:t>265.0106</w:t>
      </w:r>
      <w:r>
        <w:tab/>
        <w:t>2.025e0</w:t>
      </w:r>
    </w:p>
    <w:p w:rsidR="00B77C08" w:rsidRDefault="00B77C08" w:rsidP="00B77C08">
      <w:r>
        <w:t>265.0469</w:t>
      </w:r>
      <w:r>
        <w:tab/>
        <w:t>1.013e0</w:t>
      </w:r>
    </w:p>
    <w:p w:rsidR="00B77C08" w:rsidRDefault="00B77C08" w:rsidP="00B77C08">
      <w:r>
        <w:t>265.0980</w:t>
      </w:r>
      <w:r>
        <w:tab/>
        <w:t>1.013e0</w:t>
      </w:r>
    </w:p>
    <w:p w:rsidR="00B77C08" w:rsidRDefault="00B77C08" w:rsidP="00B77C08">
      <w:r>
        <w:t>265.1123</w:t>
      </w:r>
      <w:r>
        <w:tab/>
        <w:t>1.013e0</w:t>
      </w:r>
    </w:p>
    <w:p w:rsidR="00B77C08" w:rsidRDefault="00B77C08" w:rsidP="00B77C08">
      <w:r>
        <w:t>265.1250</w:t>
      </w:r>
      <w:r>
        <w:tab/>
        <w:t>1.013e0</w:t>
      </w:r>
    </w:p>
    <w:p w:rsidR="00B77C08" w:rsidRDefault="00B77C08" w:rsidP="00B77C08">
      <w:r>
        <w:t>265.1470</w:t>
      </w:r>
      <w:r>
        <w:tab/>
        <w:t>1.013e0</w:t>
      </w:r>
    </w:p>
    <w:p w:rsidR="00B77C08" w:rsidRDefault="00B77C08" w:rsidP="00B77C08">
      <w:r>
        <w:t>265.1503</w:t>
      </w:r>
      <w:r>
        <w:tab/>
        <w:t>5.063e0</w:t>
      </w:r>
    </w:p>
    <w:p w:rsidR="00B77C08" w:rsidRDefault="00B77C08" w:rsidP="00B77C08">
      <w:r>
        <w:t>265.1760</w:t>
      </w:r>
      <w:r>
        <w:tab/>
        <w:t>1.013e0</w:t>
      </w:r>
    </w:p>
    <w:p w:rsidR="00B77C08" w:rsidRDefault="00B77C08" w:rsidP="00B77C08">
      <w:r>
        <w:t>265.2123</w:t>
      </w:r>
      <w:r>
        <w:tab/>
        <w:t>2.025e0</w:t>
      </w:r>
    </w:p>
    <w:p w:rsidR="00B77C08" w:rsidRDefault="00B77C08" w:rsidP="00B77C08">
      <w:r>
        <w:t>265.2176</w:t>
      </w:r>
      <w:r>
        <w:tab/>
        <w:t>2.025e0</w:t>
      </w:r>
    </w:p>
    <w:p w:rsidR="00B77C08" w:rsidRDefault="00B77C08" w:rsidP="00B77C08">
      <w:r>
        <w:t>265.2411</w:t>
      </w:r>
      <w:r>
        <w:tab/>
        <w:t>1.013e0</w:t>
      </w:r>
    </w:p>
    <w:p w:rsidR="00B77C08" w:rsidRDefault="00B77C08" w:rsidP="00B77C08">
      <w:r>
        <w:t>265.2985</w:t>
      </w:r>
      <w:r>
        <w:tab/>
        <w:t>1.013e0</w:t>
      </w:r>
    </w:p>
    <w:p w:rsidR="00B77C08" w:rsidRDefault="00B77C08" w:rsidP="00B77C08">
      <w:r>
        <w:t>265.4112</w:t>
      </w:r>
      <w:r>
        <w:tab/>
        <w:t>1.013e0</w:t>
      </w:r>
    </w:p>
    <w:p w:rsidR="00B77C08" w:rsidRDefault="00B77C08" w:rsidP="00B77C08">
      <w:r>
        <w:t>265.4704</w:t>
      </w:r>
      <w:r>
        <w:tab/>
        <w:t>1.013e0</w:t>
      </w:r>
    </w:p>
    <w:p w:rsidR="00B77C08" w:rsidRDefault="00B77C08" w:rsidP="00B77C08">
      <w:r>
        <w:t>265.4968</w:t>
      </w:r>
      <w:r>
        <w:tab/>
        <w:t>2.025e0</w:t>
      </w:r>
    </w:p>
    <w:p w:rsidR="00B77C08" w:rsidRDefault="00B77C08" w:rsidP="00B77C08">
      <w:r>
        <w:t>265.5280</w:t>
      </w:r>
      <w:r>
        <w:tab/>
        <w:t>1.013e0</w:t>
      </w:r>
    </w:p>
    <w:p w:rsidR="00B77C08" w:rsidRDefault="00B77C08" w:rsidP="00B77C08">
      <w:r>
        <w:lastRenderedPageBreak/>
        <w:t>265.5485</w:t>
      </w:r>
      <w:r>
        <w:tab/>
        <w:t>1.013e0</w:t>
      </w:r>
    </w:p>
    <w:p w:rsidR="00B77C08" w:rsidRDefault="00B77C08" w:rsidP="00B77C08">
      <w:r>
        <w:t>265.6093</w:t>
      </w:r>
      <w:r>
        <w:tab/>
        <w:t>1.013e0</w:t>
      </w:r>
    </w:p>
    <w:p w:rsidR="00B77C08" w:rsidRDefault="00B77C08" w:rsidP="00B77C08">
      <w:r>
        <w:t>265.7397</w:t>
      </w:r>
      <w:r>
        <w:tab/>
        <w:t>2.025e0</w:t>
      </w:r>
    </w:p>
    <w:p w:rsidR="00B77C08" w:rsidRDefault="00B77C08" w:rsidP="00B77C08">
      <w:r>
        <w:t>265.7790</w:t>
      </w:r>
      <w:r>
        <w:tab/>
        <w:t>1.013e0</w:t>
      </w:r>
    </w:p>
    <w:p w:rsidR="00B77C08" w:rsidRDefault="00B77C08" w:rsidP="00B77C08">
      <w:r>
        <w:t>265.8223</w:t>
      </w:r>
      <w:r>
        <w:tab/>
        <w:t>1.013e0</w:t>
      </w:r>
    </w:p>
    <w:p w:rsidR="00B77C08" w:rsidRDefault="00B77C08" w:rsidP="00B77C08">
      <w:r>
        <w:t>265.8776</w:t>
      </w:r>
      <w:r>
        <w:tab/>
        <w:t>1.013e0</w:t>
      </w:r>
    </w:p>
    <w:p w:rsidR="00B77C08" w:rsidRDefault="00B77C08" w:rsidP="00B77C08">
      <w:r>
        <w:t>265.8960</w:t>
      </w:r>
      <w:r>
        <w:tab/>
        <w:t>1.013e0</w:t>
      </w:r>
    </w:p>
    <w:p w:rsidR="00B77C08" w:rsidRDefault="00B77C08" w:rsidP="00B77C08">
      <w:r>
        <w:t>265.9267</w:t>
      </w:r>
      <w:r>
        <w:tab/>
        <w:t>1.013e0</w:t>
      </w:r>
    </w:p>
    <w:p w:rsidR="00B77C08" w:rsidRDefault="00B77C08" w:rsidP="00B77C08">
      <w:r>
        <w:t>265.9429</w:t>
      </w:r>
      <w:r>
        <w:tab/>
        <w:t>1.013e0</w:t>
      </w:r>
    </w:p>
    <w:p w:rsidR="00B77C08" w:rsidRDefault="00B77C08" w:rsidP="00B77C08">
      <w:r>
        <w:t>265.9509</w:t>
      </w:r>
      <w:r>
        <w:tab/>
        <w:t>1.013e0</w:t>
      </w:r>
    </w:p>
    <w:p w:rsidR="00B77C08" w:rsidRDefault="00B77C08" w:rsidP="00B77C08">
      <w:r>
        <w:t>265.9901</w:t>
      </w:r>
      <w:r>
        <w:tab/>
        <w:t>1.013e0</w:t>
      </w:r>
    </w:p>
    <w:p w:rsidR="00B77C08" w:rsidRDefault="00B77C08" w:rsidP="00B77C08">
      <w:r>
        <w:t>266.0294</w:t>
      </w:r>
      <w:r>
        <w:tab/>
        <w:t>1.013e0</w:t>
      </w:r>
    </w:p>
    <w:p w:rsidR="00B77C08" w:rsidRDefault="00B77C08" w:rsidP="00B77C08">
      <w:r>
        <w:t>266.0634</w:t>
      </w:r>
      <w:r>
        <w:tab/>
        <w:t>2.025e0</w:t>
      </w:r>
    </w:p>
    <w:p w:rsidR="00B77C08" w:rsidRDefault="00B77C08" w:rsidP="00B77C08">
      <w:r>
        <w:t>266.0736</w:t>
      </w:r>
      <w:r>
        <w:tab/>
        <w:t>1.013e0</w:t>
      </w:r>
    </w:p>
    <w:p w:rsidR="00B77C08" w:rsidRDefault="00B77C08" w:rsidP="00B77C08">
      <w:r>
        <w:t>266.1251</w:t>
      </w:r>
      <w:r>
        <w:tab/>
        <w:t>2.025e0</w:t>
      </w:r>
    </w:p>
    <w:p w:rsidR="00B77C08" w:rsidRDefault="00B77C08" w:rsidP="00B77C08">
      <w:r>
        <w:t>266.1291</w:t>
      </w:r>
      <w:r>
        <w:tab/>
        <w:t>1.013e0</w:t>
      </w:r>
    </w:p>
    <w:p w:rsidR="00B77C08" w:rsidRDefault="00B77C08" w:rsidP="00B77C08">
      <w:r>
        <w:t>266.1559</w:t>
      </w:r>
      <w:r>
        <w:tab/>
        <w:t>1.013e0</w:t>
      </w:r>
    </w:p>
    <w:p w:rsidR="00B77C08" w:rsidRDefault="00B77C08" w:rsidP="00B77C08">
      <w:r>
        <w:t>266.1817</w:t>
      </w:r>
      <w:r>
        <w:tab/>
        <w:t>1.013e0</w:t>
      </w:r>
    </w:p>
    <w:p w:rsidR="00B77C08" w:rsidRDefault="00B77C08" w:rsidP="00B77C08">
      <w:r>
        <w:t>266.1988</w:t>
      </w:r>
      <w:r>
        <w:tab/>
        <w:t>1.013e0</w:t>
      </w:r>
    </w:p>
    <w:p w:rsidR="00B77C08" w:rsidRDefault="00B77C08" w:rsidP="00B77C08">
      <w:r>
        <w:lastRenderedPageBreak/>
        <w:t>266.2250</w:t>
      </w:r>
      <w:r>
        <w:tab/>
        <w:t>2.025e0</w:t>
      </w:r>
    </w:p>
    <w:p w:rsidR="00B77C08" w:rsidRDefault="00B77C08" w:rsidP="00B77C08">
      <w:r>
        <w:t>266.2604</w:t>
      </w:r>
      <w:r>
        <w:tab/>
        <w:t>1.013e0</w:t>
      </w:r>
    </w:p>
    <w:p w:rsidR="00B77C08" w:rsidRDefault="00B77C08" w:rsidP="00B77C08">
      <w:r>
        <w:t>266.2804</w:t>
      </w:r>
      <w:r>
        <w:tab/>
        <w:t>1.013e0</w:t>
      </w:r>
    </w:p>
    <w:p w:rsidR="00B77C08" w:rsidRDefault="00B77C08" w:rsidP="00B77C08">
      <w:r>
        <w:t>266.3895</w:t>
      </w:r>
      <w:r>
        <w:tab/>
        <w:t>1.013e0</w:t>
      </w:r>
    </w:p>
    <w:p w:rsidR="00B77C08" w:rsidRDefault="00B77C08" w:rsidP="00B77C08">
      <w:r>
        <w:t>266.4508</w:t>
      </w:r>
      <w:r>
        <w:tab/>
        <w:t>1.013e0</w:t>
      </w:r>
    </w:p>
    <w:p w:rsidR="00B77C08" w:rsidRDefault="00B77C08" w:rsidP="00B77C08">
      <w:r>
        <w:t>266.4767</w:t>
      </w:r>
      <w:r>
        <w:tab/>
        <w:t>1.013e0</w:t>
      </w:r>
    </w:p>
    <w:p w:rsidR="00B77C08" w:rsidRDefault="00B77C08" w:rsidP="00B77C08">
      <w:r>
        <w:t>266.5407</w:t>
      </w:r>
      <w:r>
        <w:tab/>
        <w:t>1.013e0</w:t>
      </w:r>
    </w:p>
    <w:p w:rsidR="00B77C08" w:rsidRDefault="00B77C08" w:rsidP="00B77C08">
      <w:r>
        <w:t>266.5461</w:t>
      </w:r>
      <w:r>
        <w:tab/>
        <w:t>1.013e0</w:t>
      </w:r>
    </w:p>
    <w:p w:rsidR="00B77C08" w:rsidRDefault="00B77C08" w:rsidP="00B77C08">
      <w:r>
        <w:t>266.5634</w:t>
      </w:r>
      <w:r>
        <w:tab/>
        <w:t>1.013e0</w:t>
      </w:r>
    </w:p>
    <w:p w:rsidR="00B77C08" w:rsidRDefault="00B77C08" w:rsidP="00B77C08">
      <w:r>
        <w:t>266.5899</w:t>
      </w:r>
      <w:r>
        <w:tab/>
        <w:t>1.013e0</w:t>
      </w:r>
    </w:p>
    <w:p w:rsidR="00B77C08" w:rsidRDefault="00B77C08" w:rsidP="00B77C08">
      <w:r>
        <w:t>266.6592</w:t>
      </w:r>
      <w:r>
        <w:tab/>
        <w:t>1.013e0</w:t>
      </w:r>
    </w:p>
    <w:p w:rsidR="00B77C08" w:rsidRDefault="00B77C08" w:rsidP="00B77C08">
      <w:r>
        <w:t>266.6958</w:t>
      </w:r>
      <w:r>
        <w:tab/>
        <w:t>2.025e0</w:t>
      </w:r>
    </w:p>
    <w:p w:rsidR="00B77C08" w:rsidRDefault="00B77C08" w:rsidP="00B77C08">
      <w:r>
        <w:t>266.7220</w:t>
      </w:r>
      <w:r>
        <w:tab/>
        <w:t>2.025e0</w:t>
      </w:r>
    </w:p>
    <w:p w:rsidR="00B77C08" w:rsidRDefault="00B77C08" w:rsidP="00B77C08">
      <w:r>
        <w:t>266.8016</w:t>
      </w:r>
      <w:r>
        <w:tab/>
        <w:t>1.013e0</w:t>
      </w:r>
    </w:p>
    <w:p w:rsidR="00B77C08" w:rsidRDefault="00B77C08" w:rsidP="00B77C08">
      <w:r>
        <w:t>266.8065</w:t>
      </w:r>
      <w:r>
        <w:tab/>
        <w:t>1.013e0</w:t>
      </w:r>
    </w:p>
    <w:p w:rsidR="00B77C08" w:rsidRDefault="00B77C08" w:rsidP="00B77C08">
      <w:r>
        <w:t>266.8319</w:t>
      </w:r>
      <w:r>
        <w:tab/>
        <w:t>1.013e0</w:t>
      </w:r>
    </w:p>
    <w:p w:rsidR="00B77C08" w:rsidRDefault="00B77C08" w:rsidP="00B77C08">
      <w:r>
        <w:t>266.8584</w:t>
      </w:r>
      <w:r>
        <w:tab/>
        <w:t>1.013e0</w:t>
      </w:r>
    </w:p>
    <w:p w:rsidR="00B77C08" w:rsidRDefault="00B77C08" w:rsidP="00B77C08">
      <w:r>
        <w:t>266.8804</w:t>
      </w:r>
      <w:r>
        <w:tab/>
        <w:t>1.013e0</w:t>
      </w:r>
    </w:p>
    <w:p w:rsidR="00B77C08" w:rsidRDefault="00B77C08" w:rsidP="00B77C08">
      <w:r>
        <w:t>266.9402</w:t>
      </w:r>
      <w:r>
        <w:tab/>
        <w:t>1.013e0</w:t>
      </w:r>
    </w:p>
    <w:p w:rsidR="00B77C08" w:rsidRDefault="00B77C08" w:rsidP="00B77C08">
      <w:r>
        <w:lastRenderedPageBreak/>
        <w:t>266.9498</w:t>
      </w:r>
      <w:r>
        <w:tab/>
        <w:t>1.013e0</w:t>
      </w:r>
    </w:p>
    <w:p w:rsidR="00B77C08" w:rsidRDefault="00B77C08" w:rsidP="00B77C08">
      <w:r>
        <w:t>266.9592</w:t>
      </w:r>
      <w:r>
        <w:tab/>
        <w:t>1.013e0</w:t>
      </w:r>
    </w:p>
    <w:p w:rsidR="00B77C08" w:rsidRDefault="00B77C08" w:rsidP="00B77C08">
      <w:r>
        <w:t>266.9985</w:t>
      </w:r>
      <w:r>
        <w:tab/>
        <w:t>1.013e0</w:t>
      </w:r>
    </w:p>
    <w:p w:rsidR="00B77C08" w:rsidRDefault="00B77C08" w:rsidP="00B77C08">
      <w:r>
        <w:t>267.0189</w:t>
      </w:r>
      <w:r>
        <w:tab/>
        <w:t>3.038e0</w:t>
      </w:r>
    </w:p>
    <w:p w:rsidR="00B77C08" w:rsidRDefault="00B77C08" w:rsidP="00B77C08">
      <w:r>
        <w:t>267.0352</w:t>
      </w:r>
      <w:r>
        <w:tab/>
        <w:t>2.025e0</w:t>
      </w:r>
    </w:p>
    <w:p w:rsidR="00B77C08" w:rsidRDefault="00B77C08" w:rsidP="00B77C08">
      <w:r>
        <w:t>267.0582</w:t>
      </w:r>
      <w:r>
        <w:tab/>
        <w:t>1.013e0</w:t>
      </w:r>
    </w:p>
    <w:p w:rsidR="00B77C08" w:rsidRDefault="00B77C08" w:rsidP="00B77C08">
      <w:r>
        <w:t>267.0627</w:t>
      </w:r>
      <w:r>
        <w:tab/>
        <w:t>1.013e0</w:t>
      </w:r>
    </w:p>
    <w:p w:rsidR="00B77C08" w:rsidRDefault="00B77C08" w:rsidP="00B77C08">
      <w:r>
        <w:t>267.1250</w:t>
      </w:r>
      <w:r>
        <w:tab/>
        <w:t>4.051e0</w:t>
      </w:r>
    </w:p>
    <w:p w:rsidR="00B77C08" w:rsidRDefault="00B77C08" w:rsidP="00B77C08">
      <w:r>
        <w:t>267.1272</w:t>
      </w:r>
      <w:r>
        <w:tab/>
        <w:t>1.013e0</w:t>
      </w:r>
    </w:p>
    <w:p w:rsidR="00B77C08" w:rsidRDefault="00B77C08" w:rsidP="00B77C08">
      <w:r>
        <w:t>267.1555</w:t>
      </w:r>
      <w:r>
        <w:tab/>
        <w:t>9.114e0</w:t>
      </w:r>
    </w:p>
    <w:p w:rsidR="00B77C08" w:rsidRDefault="00B77C08" w:rsidP="00B77C08">
      <w:r>
        <w:t>267.1638</w:t>
      </w:r>
      <w:r>
        <w:tab/>
        <w:t>3.038e0</w:t>
      </w:r>
    </w:p>
    <w:p w:rsidR="00B77C08" w:rsidRDefault="00B77C08" w:rsidP="00B77C08">
      <w:r>
        <w:t>267.1660</w:t>
      </w:r>
      <w:r>
        <w:tab/>
        <w:t>3.636e0</w:t>
      </w:r>
    </w:p>
    <w:p w:rsidR="00B77C08" w:rsidRDefault="00B77C08" w:rsidP="00B77C08">
      <w:r>
        <w:t>267.2395</w:t>
      </w:r>
      <w:r>
        <w:tab/>
        <w:t>2.025e0</w:t>
      </w:r>
    </w:p>
    <w:p w:rsidR="00B77C08" w:rsidRDefault="00B77C08" w:rsidP="00B77C08">
      <w:r>
        <w:t>267.2971</w:t>
      </w:r>
      <w:r>
        <w:tab/>
        <w:t>1.013e0</w:t>
      </w:r>
    </w:p>
    <w:p w:rsidR="00B77C08" w:rsidRDefault="00B77C08" w:rsidP="00B77C08">
      <w:r>
        <w:t>267.3320</w:t>
      </w:r>
      <w:r>
        <w:tab/>
        <w:t>1.013e0</w:t>
      </w:r>
    </w:p>
    <w:p w:rsidR="00B77C08" w:rsidRDefault="00B77C08" w:rsidP="00B77C08">
      <w:r>
        <w:t>267.3661</w:t>
      </w:r>
      <w:r>
        <w:tab/>
        <w:t>2.025e0</w:t>
      </w:r>
    </w:p>
    <w:p w:rsidR="00B77C08" w:rsidRDefault="00B77C08" w:rsidP="00B77C08">
      <w:r>
        <w:t>267.3832</w:t>
      </w:r>
      <w:r>
        <w:tab/>
        <w:t>1.013e0</w:t>
      </w:r>
    </w:p>
    <w:p w:rsidR="00B77C08" w:rsidRDefault="00B77C08" w:rsidP="00B77C08">
      <w:r>
        <w:t>267.4182</w:t>
      </w:r>
      <w:r>
        <w:tab/>
        <w:t>1.013e0</w:t>
      </w:r>
    </w:p>
    <w:p w:rsidR="00B77C08" w:rsidRDefault="00B77C08" w:rsidP="00B77C08">
      <w:r>
        <w:t>267.4718</w:t>
      </w:r>
      <w:r>
        <w:tab/>
        <w:t>1.013e0</w:t>
      </w:r>
    </w:p>
    <w:p w:rsidR="00B77C08" w:rsidRDefault="00B77C08" w:rsidP="00B77C08">
      <w:r>
        <w:lastRenderedPageBreak/>
        <w:t>267.5455</w:t>
      </w:r>
      <w:r>
        <w:tab/>
        <w:t>1.013e0</w:t>
      </w:r>
    </w:p>
    <w:p w:rsidR="00B77C08" w:rsidRDefault="00B77C08" w:rsidP="00B77C08">
      <w:r>
        <w:t>267.6008</w:t>
      </w:r>
      <w:r>
        <w:tab/>
        <w:t>1.013e0</w:t>
      </w:r>
    </w:p>
    <w:p w:rsidR="00B77C08" w:rsidRDefault="00B77C08" w:rsidP="00B77C08">
      <w:r>
        <w:t>267.7384</w:t>
      </w:r>
      <w:r>
        <w:tab/>
        <w:t>2.089e0</w:t>
      </w:r>
    </w:p>
    <w:p w:rsidR="00B77C08" w:rsidRDefault="00B77C08" w:rsidP="00B77C08">
      <w:r>
        <w:t>267.7659</w:t>
      </w:r>
      <w:r>
        <w:tab/>
        <w:t>2.025e0</w:t>
      </w:r>
    </w:p>
    <w:p w:rsidR="00B77C08" w:rsidRDefault="00B77C08" w:rsidP="00B77C08">
      <w:r>
        <w:t>267.8139</w:t>
      </w:r>
      <w:r>
        <w:tab/>
        <w:t>1.013e0</w:t>
      </w:r>
    </w:p>
    <w:p w:rsidR="00B77C08" w:rsidRDefault="00B77C08" w:rsidP="00B77C08">
      <w:r>
        <w:t>267.8452</w:t>
      </w:r>
      <w:r>
        <w:tab/>
        <w:t>1.013e0</w:t>
      </w:r>
    </w:p>
    <w:p w:rsidR="00B77C08" w:rsidRDefault="00B77C08" w:rsidP="00B77C08">
      <w:r>
        <w:t>267.8675</w:t>
      </w:r>
      <w:r>
        <w:tab/>
        <w:t>1.013e0</w:t>
      </w:r>
    </w:p>
    <w:p w:rsidR="00B77C08" w:rsidRDefault="00B77C08" w:rsidP="00B77C08">
      <w:r>
        <w:t>267.9191</w:t>
      </w:r>
      <w:r>
        <w:tab/>
        <w:t>1.013e0</w:t>
      </w:r>
    </w:p>
    <w:p w:rsidR="00B77C08" w:rsidRDefault="00B77C08" w:rsidP="00B77C08">
      <w:r>
        <w:t>267.9576</w:t>
      </w:r>
      <w:r>
        <w:tab/>
        <w:t>1.013e0</w:t>
      </w:r>
    </w:p>
    <w:p w:rsidR="00B77C08" w:rsidRDefault="00B77C08" w:rsidP="00B77C08">
      <w:r>
        <w:t>267.9751</w:t>
      </w:r>
      <w:r>
        <w:tab/>
        <w:t>2.025e0</w:t>
      </w:r>
    </w:p>
    <w:p w:rsidR="00B77C08" w:rsidRDefault="00B77C08" w:rsidP="00B77C08">
      <w:r>
        <w:t>268.0279</w:t>
      </w:r>
      <w:r>
        <w:tab/>
        <w:t>1.013e0</w:t>
      </w:r>
    </w:p>
    <w:p w:rsidR="00B77C08" w:rsidRDefault="00B77C08" w:rsidP="00B77C08">
      <w:r>
        <w:t>268.0352</w:t>
      </w:r>
      <w:r>
        <w:tab/>
        <w:t>1.013e0</w:t>
      </w:r>
    </w:p>
    <w:p w:rsidR="00B77C08" w:rsidRDefault="00B77C08" w:rsidP="00B77C08">
      <w:r>
        <w:t>268.0667</w:t>
      </w:r>
      <w:r>
        <w:tab/>
        <w:t>2.025e0</w:t>
      </w:r>
    </w:p>
    <w:p w:rsidR="00B77C08" w:rsidRDefault="00B77C08" w:rsidP="00B77C08">
      <w:r>
        <w:t>268.0703</w:t>
      </w:r>
      <w:r>
        <w:tab/>
        <w:t>1.013e0</w:t>
      </w:r>
    </w:p>
    <w:p w:rsidR="00B77C08" w:rsidRDefault="00B77C08" w:rsidP="00B77C08">
      <w:r>
        <w:t>268.0898</w:t>
      </w:r>
      <w:r>
        <w:tab/>
        <w:t>1.013e0</w:t>
      </w:r>
    </w:p>
    <w:p w:rsidR="00B77C08" w:rsidRDefault="00B77C08" w:rsidP="00B77C08">
      <w:r>
        <w:t>268.0972</w:t>
      </w:r>
      <w:r>
        <w:tab/>
        <w:t>1.013e0</w:t>
      </w:r>
    </w:p>
    <w:p w:rsidR="00B77C08" w:rsidRDefault="00B77C08" w:rsidP="00B77C08">
      <w:r>
        <w:t>268.1192</w:t>
      </w:r>
      <w:r>
        <w:tab/>
        <w:t>1.013e0</w:t>
      </w:r>
    </w:p>
    <w:p w:rsidR="00B77C08" w:rsidRDefault="00B77C08" w:rsidP="00B77C08">
      <w:r>
        <w:t>268.1326</w:t>
      </w:r>
      <w:r>
        <w:tab/>
        <w:t>1.013e0</w:t>
      </w:r>
    </w:p>
    <w:p w:rsidR="00B77C08" w:rsidRDefault="00B77C08" w:rsidP="00B77C08">
      <w:r>
        <w:t>268.1431</w:t>
      </w:r>
      <w:r>
        <w:tab/>
        <w:t>3.038e0</w:t>
      </w:r>
    </w:p>
    <w:p w:rsidR="00B77C08" w:rsidRDefault="00B77C08" w:rsidP="00B77C08">
      <w:r>
        <w:lastRenderedPageBreak/>
        <w:t>268.1675</w:t>
      </w:r>
      <w:r>
        <w:tab/>
        <w:t>1.013e0</w:t>
      </w:r>
    </w:p>
    <w:p w:rsidR="00B77C08" w:rsidRDefault="00B77C08" w:rsidP="00B77C08">
      <w:r>
        <w:t>268.1757</w:t>
      </w:r>
      <w:r>
        <w:tab/>
        <w:t>3.038e0</w:t>
      </w:r>
    </w:p>
    <w:p w:rsidR="00B77C08" w:rsidRDefault="00B77C08" w:rsidP="00B77C08">
      <w:r>
        <w:t>268.2060</w:t>
      </w:r>
      <w:r>
        <w:tab/>
        <w:t>1.013e0</w:t>
      </w:r>
    </w:p>
    <w:p w:rsidR="00B77C08" w:rsidRDefault="00B77C08" w:rsidP="00B77C08">
      <w:r>
        <w:t>268.2391</w:t>
      </w:r>
      <w:r>
        <w:tab/>
        <w:t>2.025e0</w:t>
      </w:r>
    </w:p>
    <w:p w:rsidR="00B77C08" w:rsidRDefault="00B77C08" w:rsidP="00B77C08">
      <w:r>
        <w:t>268.2759</w:t>
      </w:r>
      <w:r>
        <w:tab/>
        <w:t>1.013e0</w:t>
      </w:r>
    </w:p>
    <w:p w:rsidR="00B77C08" w:rsidRDefault="00B77C08" w:rsidP="00B77C08">
      <w:r>
        <w:t>268.3022</w:t>
      </w:r>
      <w:r>
        <w:tab/>
        <w:t>1.013e0</w:t>
      </w:r>
    </w:p>
    <w:p w:rsidR="00B77C08" w:rsidRDefault="00B77C08" w:rsidP="00B77C08">
      <w:r>
        <w:t>268.4012</w:t>
      </w:r>
      <w:r>
        <w:tab/>
        <w:t>1.013e0</w:t>
      </w:r>
    </w:p>
    <w:p w:rsidR="00B77C08" w:rsidRDefault="00B77C08" w:rsidP="00B77C08">
      <w:r>
        <w:t>268.4321</w:t>
      </w:r>
      <w:r>
        <w:tab/>
        <w:t>1.013e0</w:t>
      </w:r>
    </w:p>
    <w:p w:rsidR="00B77C08" w:rsidRDefault="00B77C08" w:rsidP="00B77C08">
      <w:r>
        <w:t>268.4335</w:t>
      </w:r>
      <w:r>
        <w:tab/>
        <w:t>2.025e0</w:t>
      </w:r>
    </w:p>
    <w:p w:rsidR="00B77C08" w:rsidRDefault="00B77C08" w:rsidP="00B77C08">
      <w:r>
        <w:t>268.4546</w:t>
      </w:r>
      <w:r>
        <w:tab/>
        <w:t>1.013e0</w:t>
      </w:r>
    </w:p>
    <w:p w:rsidR="00B77C08" w:rsidRDefault="00B77C08" w:rsidP="00B77C08">
      <w:r>
        <w:t>268.4666</w:t>
      </w:r>
      <w:r>
        <w:tab/>
        <w:t>1.013e0</w:t>
      </w:r>
    </w:p>
    <w:p w:rsidR="00B77C08" w:rsidRDefault="00B77C08" w:rsidP="00B77C08">
      <w:r>
        <w:t>268.4760</w:t>
      </w:r>
      <w:r>
        <w:tab/>
        <w:t>1.013e0</w:t>
      </w:r>
    </w:p>
    <w:p w:rsidR="00B77C08" w:rsidRDefault="00B77C08" w:rsidP="00B77C08">
      <w:r>
        <w:t>268.5329</w:t>
      </w:r>
      <w:r>
        <w:tab/>
        <w:t>1.013e0</w:t>
      </w:r>
    </w:p>
    <w:p w:rsidR="00B77C08" w:rsidRDefault="00B77C08" w:rsidP="00B77C08">
      <w:r>
        <w:t>268.5404</w:t>
      </w:r>
      <w:r>
        <w:tab/>
        <w:t>1.013e0</w:t>
      </w:r>
    </w:p>
    <w:p w:rsidR="00B77C08" w:rsidRDefault="00B77C08" w:rsidP="00B77C08">
      <w:r>
        <w:t>268.5674</w:t>
      </w:r>
      <w:r>
        <w:tab/>
        <w:t>1.013e0</w:t>
      </w:r>
    </w:p>
    <w:p w:rsidR="00B77C08" w:rsidRDefault="00B77C08" w:rsidP="00B77C08">
      <w:r>
        <w:t>268.5994</w:t>
      </w:r>
      <w:r>
        <w:tab/>
        <w:t>3.038e0</w:t>
      </w:r>
    </w:p>
    <w:p w:rsidR="00B77C08" w:rsidRDefault="00B77C08" w:rsidP="00B77C08">
      <w:r>
        <w:t>268.6767</w:t>
      </w:r>
      <w:r>
        <w:tab/>
        <w:t>1.013e0</w:t>
      </w:r>
    </w:p>
    <w:p w:rsidR="00B77C08" w:rsidRDefault="00B77C08" w:rsidP="00B77C08">
      <w:r>
        <w:t>268.6988</w:t>
      </w:r>
      <w:r>
        <w:tab/>
        <w:t>1.013e0</w:t>
      </w:r>
    </w:p>
    <w:p w:rsidR="00B77C08" w:rsidRDefault="00B77C08" w:rsidP="00B77C08">
      <w:r>
        <w:t>268.8478</w:t>
      </w:r>
      <w:r>
        <w:tab/>
        <w:t>2.025e0</w:t>
      </w:r>
    </w:p>
    <w:p w:rsidR="00B77C08" w:rsidRDefault="00B77C08" w:rsidP="00B77C08">
      <w:r>
        <w:lastRenderedPageBreak/>
        <w:t>268.8940</w:t>
      </w:r>
      <w:r>
        <w:tab/>
        <w:t>1.013e0</w:t>
      </w:r>
    </w:p>
    <w:p w:rsidR="00B77C08" w:rsidRDefault="00B77C08" w:rsidP="00B77C08">
      <w:r>
        <w:t>268.9294</w:t>
      </w:r>
      <w:r>
        <w:tab/>
        <w:t>1.013e0</w:t>
      </w:r>
    </w:p>
    <w:p w:rsidR="00B77C08" w:rsidRDefault="00B77C08" w:rsidP="00B77C08">
      <w:r>
        <w:t>268.9599</w:t>
      </w:r>
      <w:r>
        <w:tab/>
        <w:t>1.013e0</w:t>
      </w:r>
    </w:p>
    <w:p w:rsidR="00B77C08" w:rsidRDefault="00B77C08" w:rsidP="00B77C08">
      <w:r>
        <w:t>268.9814</w:t>
      </w:r>
      <w:r>
        <w:tab/>
        <w:t>1.013e0</w:t>
      </w:r>
    </w:p>
    <w:p w:rsidR="00B77C08" w:rsidRDefault="00B77C08" w:rsidP="00B77C08">
      <w:r>
        <w:t>269.0324</w:t>
      </w:r>
      <w:r>
        <w:tab/>
        <w:t>2.025e0</w:t>
      </w:r>
    </w:p>
    <w:p w:rsidR="00B77C08" w:rsidRDefault="00B77C08" w:rsidP="00B77C08">
      <w:r>
        <w:t>269.0447</w:t>
      </w:r>
      <w:r>
        <w:tab/>
        <w:t>2.025e0</w:t>
      </w:r>
    </w:p>
    <w:p w:rsidR="00B77C08" w:rsidRDefault="00B77C08" w:rsidP="00B77C08">
      <w:r>
        <w:t>269.0787</w:t>
      </w:r>
      <w:r>
        <w:tab/>
        <w:t>2.025e0</w:t>
      </w:r>
    </w:p>
    <w:p w:rsidR="00B77C08" w:rsidRDefault="00B77C08" w:rsidP="00B77C08">
      <w:r>
        <w:t>269.0925</w:t>
      </w:r>
      <w:r>
        <w:tab/>
        <w:t>2.025e0</w:t>
      </w:r>
    </w:p>
    <w:p w:rsidR="00B77C08" w:rsidRDefault="00B77C08" w:rsidP="00B77C08">
      <w:r>
        <w:t>269.1349</w:t>
      </w:r>
      <w:r>
        <w:tab/>
        <w:t>3.038e0</w:t>
      </w:r>
    </w:p>
    <w:p w:rsidR="00B77C08" w:rsidRDefault="00B77C08" w:rsidP="00B77C08">
      <w:r>
        <w:t>269.1427</w:t>
      </w:r>
      <w:r>
        <w:tab/>
        <w:t>1.013e0</w:t>
      </w:r>
    </w:p>
    <w:p w:rsidR="00B77C08" w:rsidRDefault="00B77C08" w:rsidP="00B77C08">
      <w:r>
        <w:t>269.1645</w:t>
      </w:r>
      <w:r>
        <w:tab/>
        <w:t>1.013e0</w:t>
      </w:r>
    </w:p>
    <w:p w:rsidR="00B77C08" w:rsidRDefault="00B77C08" w:rsidP="00B77C08">
      <w:r>
        <w:t>269.2061</w:t>
      </w:r>
      <w:r>
        <w:tab/>
        <w:t>2.025e0</w:t>
      </w:r>
    </w:p>
    <w:p w:rsidR="00B77C08" w:rsidRDefault="00B77C08" w:rsidP="00B77C08">
      <w:r>
        <w:t>269.2088</w:t>
      </w:r>
      <w:r>
        <w:tab/>
        <w:t>1.013e0</w:t>
      </w:r>
    </w:p>
    <w:p w:rsidR="00B77C08" w:rsidRDefault="00B77C08" w:rsidP="00B77C08">
      <w:r>
        <w:t>269.2364</w:t>
      </w:r>
      <w:r>
        <w:tab/>
        <w:t>2.025e0</w:t>
      </w:r>
    </w:p>
    <w:p w:rsidR="00B77C08" w:rsidRDefault="00B77C08" w:rsidP="00B77C08">
      <w:r>
        <w:t>269.2541</w:t>
      </w:r>
      <w:r>
        <w:tab/>
        <w:t>2.025e0</w:t>
      </w:r>
    </w:p>
    <w:p w:rsidR="00B77C08" w:rsidRDefault="00B77C08" w:rsidP="00B77C08">
      <w:r>
        <w:t>269.2712</w:t>
      </w:r>
      <w:r>
        <w:tab/>
        <w:t>2.025e0</w:t>
      </w:r>
    </w:p>
    <w:p w:rsidR="00B77C08" w:rsidRDefault="00B77C08" w:rsidP="00B77C08">
      <w:r>
        <w:t>269.2777</w:t>
      </w:r>
      <w:r>
        <w:tab/>
        <w:t>2.025e0</w:t>
      </w:r>
    </w:p>
    <w:p w:rsidR="00B77C08" w:rsidRDefault="00B77C08" w:rsidP="00B77C08">
      <w:r>
        <w:t>269.2870</w:t>
      </w:r>
      <w:r>
        <w:tab/>
        <w:t>1.013e0</w:t>
      </w:r>
    </w:p>
    <w:p w:rsidR="00B77C08" w:rsidRDefault="00B77C08" w:rsidP="00B77C08">
      <w:r>
        <w:t>269.3417</w:t>
      </w:r>
      <w:r>
        <w:tab/>
        <w:t>2.025e0</w:t>
      </w:r>
    </w:p>
    <w:p w:rsidR="00B77C08" w:rsidRDefault="00B77C08" w:rsidP="00B77C08">
      <w:r>
        <w:lastRenderedPageBreak/>
        <w:t>269.3830</w:t>
      </w:r>
      <w:r>
        <w:tab/>
        <w:t>1.013e0</w:t>
      </w:r>
    </w:p>
    <w:p w:rsidR="00B77C08" w:rsidRDefault="00B77C08" w:rsidP="00B77C08">
      <w:r>
        <w:t>269.4040</w:t>
      </w:r>
      <w:r>
        <w:tab/>
        <w:t>1.013e0</w:t>
      </w:r>
    </w:p>
    <w:p w:rsidR="00B77C08" w:rsidRDefault="00B77C08" w:rsidP="00B77C08">
      <w:r>
        <w:t>269.4265</w:t>
      </w:r>
      <w:r>
        <w:tab/>
        <w:t>1.013e0</w:t>
      </w:r>
    </w:p>
    <w:p w:rsidR="00B77C08" w:rsidRDefault="00B77C08" w:rsidP="00B77C08">
      <w:r>
        <w:t>269.4776</w:t>
      </w:r>
      <w:r>
        <w:tab/>
        <w:t>2.025e0</w:t>
      </w:r>
    </w:p>
    <w:p w:rsidR="00B77C08" w:rsidRDefault="00B77C08" w:rsidP="00B77C08">
      <w:r>
        <w:t>269.5274</w:t>
      </w:r>
      <w:r>
        <w:tab/>
        <w:t>1.013e0</w:t>
      </w:r>
    </w:p>
    <w:p w:rsidR="00B77C08" w:rsidRDefault="00B77C08" w:rsidP="00B77C08">
      <w:r>
        <w:t>269.5704</w:t>
      </w:r>
      <w:r>
        <w:tab/>
        <w:t>2.025e0</w:t>
      </w:r>
    </w:p>
    <w:p w:rsidR="00B77C08" w:rsidRDefault="00B77C08" w:rsidP="00B77C08">
      <w:r>
        <w:t>269.5785</w:t>
      </w:r>
      <w:r>
        <w:tab/>
        <w:t>1.013e0</w:t>
      </w:r>
    </w:p>
    <w:p w:rsidR="00B77C08" w:rsidRDefault="00B77C08" w:rsidP="00B77C08">
      <w:r>
        <w:t>269.6405</w:t>
      </w:r>
      <w:r>
        <w:tab/>
        <w:t>1.013e0</w:t>
      </w:r>
    </w:p>
    <w:p w:rsidR="00B77C08" w:rsidRDefault="00B77C08" w:rsidP="00B77C08">
      <w:r>
        <w:t>269.6798</w:t>
      </w:r>
      <w:r>
        <w:tab/>
        <w:t>1.013e0</w:t>
      </w:r>
    </w:p>
    <w:p w:rsidR="00B77C08" w:rsidRDefault="00B77C08" w:rsidP="00B77C08">
      <w:r>
        <w:t>269.6834</w:t>
      </w:r>
      <w:r>
        <w:tab/>
        <w:t>1.013e0</w:t>
      </w:r>
    </w:p>
    <w:p w:rsidR="00B77C08" w:rsidRDefault="00B77C08" w:rsidP="00B77C08">
      <w:r>
        <w:t>269.7574</w:t>
      </w:r>
      <w:r>
        <w:tab/>
        <w:t>1.013e0</w:t>
      </w:r>
    </w:p>
    <w:p w:rsidR="00B77C08" w:rsidRDefault="00B77C08" w:rsidP="00B77C08">
      <w:r>
        <w:t>269.7618</w:t>
      </w:r>
      <w:r>
        <w:tab/>
        <w:t>1.013e0</w:t>
      </w:r>
    </w:p>
    <w:p w:rsidR="00B77C08" w:rsidRDefault="00B77C08" w:rsidP="00B77C08">
      <w:r>
        <w:t>269.8274</w:t>
      </w:r>
      <w:r>
        <w:tab/>
        <w:t>1.013e0</w:t>
      </w:r>
    </w:p>
    <w:p w:rsidR="00B77C08" w:rsidRDefault="00B77C08" w:rsidP="00B77C08">
      <w:r>
        <w:t>269.8666</w:t>
      </w:r>
      <w:r>
        <w:tab/>
        <w:t>2.025e0</w:t>
      </w:r>
    </w:p>
    <w:p w:rsidR="00B77C08" w:rsidRDefault="00B77C08" w:rsidP="00B77C08">
      <w:r>
        <w:t>269.9496</w:t>
      </w:r>
      <w:r>
        <w:tab/>
        <w:t>1.013e0</w:t>
      </w:r>
    </w:p>
    <w:p w:rsidR="00B77C08" w:rsidRDefault="00B77C08" w:rsidP="00B77C08">
      <w:r>
        <w:t>269.9853</w:t>
      </w:r>
      <w:r>
        <w:tab/>
        <w:t>2.025e0</w:t>
      </w:r>
    </w:p>
    <w:p w:rsidR="00B77C08" w:rsidRDefault="00B77C08" w:rsidP="00B77C08">
      <w:r>
        <w:t>269.9894</w:t>
      </w:r>
      <w:r>
        <w:tab/>
        <w:t>1.013e0</w:t>
      </w:r>
    </w:p>
    <w:p w:rsidR="00B77C08" w:rsidRDefault="00B77C08" w:rsidP="00B77C08">
      <w:r>
        <w:t>270.0373</w:t>
      </w:r>
      <w:r>
        <w:tab/>
        <w:t>1.013e0</w:t>
      </w:r>
    </w:p>
    <w:p w:rsidR="00B77C08" w:rsidRDefault="00B77C08" w:rsidP="00B77C08">
      <w:r>
        <w:t>270.0894</w:t>
      </w:r>
      <w:r>
        <w:tab/>
        <w:t>1.013e0</w:t>
      </w:r>
    </w:p>
    <w:p w:rsidR="00B77C08" w:rsidRDefault="00B77C08" w:rsidP="00B77C08">
      <w:r>
        <w:lastRenderedPageBreak/>
        <w:t>270.1154</w:t>
      </w:r>
      <w:r>
        <w:tab/>
        <w:t>1.013e0</w:t>
      </w:r>
    </w:p>
    <w:p w:rsidR="00B77C08" w:rsidRDefault="00B77C08" w:rsidP="00B77C08">
      <w:r>
        <w:t>270.1465</w:t>
      </w:r>
      <w:r>
        <w:tab/>
        <w:t>3.038e0</w:t>
      </w:r>
    </w:p>
    <w:p w:rsidR="00B77C08" w:rsidRDefault="00B77C08" w:rsidP="00B77C08">
      <w:r>
        <w:t>270.1740</w:t>
      </w:r>
      <w:r>
        <w:tab/>
        <w:t>1.013e0</w:t>
      </w:r>
    </w:p>
    <w:p w:rsidR="00B77C08" w:rsidRDefault="00B77C08" w:rsidP="00B77C08">
      <w:r>
        <w:t>270.1935</w:t>
      </w:r>
      <w:r>
        <w:tab/>
        <w:t>2.177e0</w:t>
      </w:r>
    </w:p>
    <w:p w:rsidR="00B77C08" w:rsidRDefault="00B77C08" w:rsidP="00B77C08">
      <w:r>
        <w:t>270.2062</w:t>
      </w:r>
      <w:r>
        <w:tab/>
        <w:t>2.025e0</w:t>
      </w:r>
    </w:p>
    <w:p w:rsidR="00B77C08" w:rsidRDefault="00B77C08" w:rsidP="00B77C08">
      <w:r>
        <w:t>270.2223</w:t>
      </w:r>
      <w:r>
        <w:tab/>
        <w:t>2.025e0</w:t>
      </w:r>
    </w:p>
    <w:p w:rsidR="00B77C08" w:rsidRDefault="00B77C08" w:rsidP="00B77C08">
      <w:r>
        <w:t>270.2478</w:t>
      </w:r>
      <w:r>
        <w:tab/>
        <w:t>1.013e0</w:t>
      </w:r>
    </w:p>
    <w:p w:rsidR="00B77C08" w:rsidRDefault="00B77C08" w:rsidP="00B77C08">
      <w:r>
        <w:t>270.2781</w:t>
      </w:r>
      <w:r>
        <w:tab/>
        <w:t>1.013e0</w:t>
      </w:r>
    </w:p>
    <w:p w:rsidR="00B77C08" w:rsidRDefault="00B77C08" w:rsidP="00B77C08">
      <w:r>
        <w:t>270.3179</w:t>
      </w:r>
      <w:r>
        <w:tab/>
        <w:t>1.013e0</w:t>
      </w:r>
    </w:p>
    <w:p w:rsidR="00B77C08" w:rsidRDefault="00B77C08" w:rsidP="00B77C08">
      <w:r>
        <w:t>270.5223</w:t>
      </w:r>
      <w:r>
        <w:tab/>
        <w:t>1.013e0</w:t>
      </w:r>
    </w:p>
    <w:p w:rsidR="00B77C08" w:rsidRDefault="00B77C08" w:rsidP="00B77C08">
      <w:r>
        <w:t>270.5666</w:t>
      </w:r>
      <w:r>
        <w:tab/>
        <w:t>1.013e0</w:t>
      </w:r>
    </w:p>
    <w:p w:rsidR="00B77C08" w:rsidRDefault="00B77C08" w:rsidP="00B77C08">
      <w:r>
        <w:t>270.5824</w:t>
      </w:r>
      <w:r>
        <w:tab/>
        <w:t>1.013e0</w:t>
      </w:r>
    </w:p>
    <w:p w:rsidR="00B77C08" w:rsidRDefault="00B77C08" w:rsidP="00B77C08">
      <w:r>
        <w:t>270.6100</w:t>
      </w:r>
      <w:r>
        <w:tab/>
        <w:t>1.013e0</w:t>
      </w:r>
    </w:p>
    <w:p w:rsidR="00B77C08" w:rsidRDefault="00B77C08" w:rsidP="00B77C08">
      <w:r>
        <w:t>270.6115</w:t>
      </w:r>
      <w:r>
        <w:tab/>
        <w:t>2.025e0</w:t>
      </w:r>
    </w:p>
    <w:p w:rsidR="00B77C08" w:rsidRDefault="00B77C08" w:rsidP="00B77C08">
      <w:r>
        <w:t>270.6175</w:t>
      </w:r>
      <w:r>
        <w:tab/>
        <w:t>2.025e0</w:t>
      </w:r>
    </w:p>
    <w:p w:rsidR="00B77C08" w:rsidRDefault="00B77C08" w:rsidP="00B77C08">
      <w:r>
        <w:t>270.6577</w:t>
      </w:r>
      <w:r>
        <w:tab/>
        <w:t>2.025e0</w:t>
      </w:r>
    </w:p>
    <w:p w:rsidR="00B77C08" w:rsidRDefault="00B77C08" w:rsidP="00B77C08">
      <w:r>
        <w:t>270.7068</w:t>
      </w:r>
      <w:r>
        <w:tab/>
        <w:t>1.013e0</w:t>
      </w:r>
    </w:p>
    <w:p w:rsidR="00B77C08" w:rsidRDefault="00B77C08" w:rsidP="00B77C08">
      <w:r>
        <w:t>270.7106</w:t>
      </w:r>
      <w:r>
        <w:tab/>
        <w:t>1.013e0</w:t>
      </w:r>
    </w:p>
    <w:p w:rsidR="00B77C08" w:rsidRDefault="00B77C08" w:rsidP="00B77C08">
      <w:r>
        <w:t>270.7417</w:t>
      </w:r>
      <w:r>
        <w:tab/>
        <w:t>1.013e0</w:t>
      </w:r>
    </w:p>
    <w:p w:rsidR="00B77C08" w:rsidRDefault="00B77C08" w:rsidP="00B77C08">
      <w:r>
        <w:lastRenderedPageBreak/>
        <w:t>270.8196</w:t>
      </w:r>
      <w:r>
        <w:tab/>
        <w:t>1.013e0</w:t>
      </w:r>
    </w:p>
    <w:p w:rsidR="00B77C08" w:rsidRDefault="00B77C08" w:rsidP="00B77C08">
      <w:r>
        <w:t>270.8628</w:t>
      </w:r>
      <w:r>
        <w:tab/>
        <w:t>1.013e0</w:t>
      </w:r>
    </w:p>
    <w:p w:rsidR="00B77C08" w:rsidRDefault="00B77C08" w:rsidP="00B77C08">
      <w:r>
        <w:t>270.8714</w:t>
      </w:r>
      <w:r>
        <w:tab/>
        <w:t>1.013e0</w:t>
      </w:r>
    </w:p>
    <w:p w:rsidR="00B77C08" w:rsidRDefault="00B77C08" w:rsidP="00B77C08">
      <w:r>
        <w:t>270.9163</w:t>
      </w:r>
      <w:r>
        <w:tab/>
        <w:t>1.013e0</w:t>
      </w:r>
    </w:p>
    <w:p w:rsidR="00B77C08" w:rsidRDefault="00B77C08" w:rsidP="00B77C08">
      <w:r>
        <w:t>270.9522</w:t>
      </w:r>
      <w:r>
        <w:tab/>
        <w:t>2.387e0</w:t>
      </w:r>
    </w:p>
    <w:p w:rsidR="00B77C08" w:rsidRDefault="00B77C08" w:rsidP="00B77C08">
      <w:r>
        <w:t>270.9812</w:t>
      </w:r>
      <w:r>
        <w:tab/>
        <w:t>1.013e0</w:t>
      </w:r>
    </w:p>
    <w:p w:rsidR="00B77C08" w:rsidRDefault="00B77C08" w:rsidP="00B77C08">
      <w:r>
        <w:t>270.9993</w:t>
      </w:r>
      <w:r>
        <w:tab/>
        <w:t>1.013e0</w:t>
      </w:r>
    </w:p>
    <w:p w:rsidR="00B77C08" w:rsidRDefault="00B77C08" w:rsidP="00B77C08">
      <w:r>
        <w:t>271.0358</w:t>
      </w:r>
      <w:r>
        <w:tab/>
        <w:t>5.063e0</w:t>
      </w:r>
    </w:p>
    <w:p w:rsidR="00B77C08" w:rsidRDefault="00B77C08" w:rsidP="00B77C08">
      <w:r>
        <w:t>271.0729</w:t>
      </w:r>
      <w:r>
        <w:tab/>
        <w:t>2.025e0</w:t>
      </w:r>
    </w:p>
    <w:p w:rsidR="00B77C08" w:rsidRDefault="00B77C08" w:rsidP="00B77C08">
      <w:r>
        <w:t>271.0936</w:t>
      </w:r>
      <w:r>
        <w:tab/>
        <w:t>3.038e0</w:t>
      </w:r>
    </w:p>
    <w:p w:rsidR="00B77C08" w:rsidRDefault="00B77C08" w:rsidP="00B77C08">
      <w:r>
        <w:t>271.1000</w:t>
      </w:r>
      <w:r>
        <w:tab/>
        <w:t>2.025e0</w:t>
      </w:r>
    </w:p>
    <w:p w:rsidR="00B77C08" w:rsidRDefault="00B77C08" w:rsidP="00B77C08">
      <w:r>
        <w:t>271.1124</w:t>
      </w:r>
      <w:r>
        <w:tab/>
        <w:t>1.013e0</w:t>
      </w:r>
    </w:p>
    <w:p w:rsidR="00B77C08" w:rsidRDefault="00B77C08" w:rsidP="00B77C08">
      <w:r>
        <w:t>271.1514</w:t>
      </w:r>
      <w:r>
        <w:tab/>
        <w:t>1.013e0</w:t>
      </w:r>
    </w:p>
    <w:p w:rsidR="00B77C08" w:rsidRDefault="00B77C08" w:rsidP="00B77C08">
      <w:r>
        <w:t>271.1959</w:t>
      </w:r>
      <w:r>
        <w:tab/>
        <w:t>1.013e0</w:t>
      </w:r>
    </w:p>
    <w:p w:rsidR="00B77C08" w:rsidRDefault="00B77C08" w:rsidP="00B77C08">
      <w:r>
        <w:t>271.2175</w:t>
      </w:r>
      <w:r>
        <w:tab/>
        <w:t>1.013e0</w:t>
      </w:r>
    </w:p>
    <w:p w:rsidR="00B77C08" w:rsidRDefault="00B77C08" w:rsidP="00B77C08">
      <w:r>
        <w:t>271.2872</w:t>
      </w:r>
      <w:r>
        <w:tab/>
        <w:t>1.013e0</w:t>
      </w:r>
    </w:p>
    <w:p w:rsidR="00B77C08" w:rsidRDefault="00B77C08" w:rsidP="00B77C08">
      <w:r>
        <w:t>271.3182</w:t>
      </w:r>
      <w:r>
        <w:tab/>
        <w:t>1.013e0</w:t>
      </w:r>
    </w:p>
    <w:p w:rsidR="00B77C08" w:rsidRDefault="00B77C08" w:rsidP="00B77C08">
      <w:r>
        <w:t>271.3537</w:t>
      </w:r>
      <w:r>
        <w:tab/>
        <w:t>1.013e0</w:t>
      </w:r>
    </w:p>
    <w:p w:rsidR="00B77C08" w:rsidRDefault="00B77C08" w:rsidP="00B77C08">
      <w:r>
        <w:t>271.3573</w:t>
      </w:r>
      <w:r>
        <w:tab/>
        <w:t>1.013e0</w:t>
      </w:r>
    </w:p>
    <w:p w:rsidR="00B77C08" w:rsidRDefault="00B77C08" w:rsidP="00B77C08">
      <w:r>
        <w:lastRenderedPageBreak/>
        <w:t>271.3883</w:t>
      </w:r>
      <w:r>
        <w:tab/>
        <w:t>1.013e0</w:t>
      </w:r>
    </w:p>
    <w:p w:rsidR="00B77C08" w:rsidRDefault="00B77C08" w:rsidP="00B77C08">
      <w:r>
        <w:t>271.4934</w:t>
      </w:r>
      <w:r>
        <w:tab/>
        <w:t>1.013e0</w:t>
      </w:r>
    </w:p>
    <w:p w:rsidR="00B77C08" w:rsidRDefault="00B77C08" w:rsidP="00B77C08">
      <w:r>
        <w:t>271.5912</w:t>
      </w:r>
      <w:r>
        <w:tab/>
        <w:t>1.013e0</w:t>
      </w:r>
    </w:p>
    <w:p w:rsidR="00B77C08" w:rsidRDefault="00B77C08" w:rsidP="00B77C08">
      <w:r>
        <w:t>271.6609</w:t>
      </w:r>
      <w:r>
        <w:tab/>
        <w:t>1.013e0</w:t>
      </w:r>
    </w:p>
    <w:p w:rsidR="00B77C08" w:rsidRDefault="00B77C08" w:rsidP="00B77C08">
      <w:r>
        <w:t>271.7002</w:t>
      </w:r>
      <w:r>
        <w:tab/>
        <w:t>1.013e0</w:t>
      </w:r>
    </w:p>
    <w:p w:rsidR="00B77C08" w:rsidRDefault="00B77C08" w:rsidP="00B77C08">
      <w:r>
        <w:t>271.7433</w:t>
      </w:r>
      <w:r>
        <w:tab/>
        <w:t>1.013e0</w:t>
      </w:r>
    </w:p>
    <w:p w:rsidR="00B77C08" w:rsidRDefault="00B77C08" w:rsidP="00B77C08">
      <w:r>
        <w:t>271.8360</w:t>
      </w:r>
      <w:r>
        <w:tab/>
        <w:t>2.025e0</w:t>
      </w:r>
    </w:p>
    <w:p w:rsidR="00B77C08" w:rsidRDefault="00B77C08" w:rsidP="00B77C08">
      <w:r>
        <w:t>271.9453</w:t>
      </w:r>
      <w:r>
        <w:tab/>
        <w:t>1.013e0</w:t>
      </w:r>
    </w:p>
    <w:p w:rsidR="00B77C08" w:rsidRDefault="00B77C08" w:rsidP="00B77C08">
      <w:r>
        <w:t>271.9492</w:t>
      </w:r>
      <w:r>
        <w:tab/>
        <w:t>1.013e0</w:t>
      </w:r>
    </w:p>
    <w:p w:rsidR="00B77C08" w:rsidRDefault="00B77C08" w:rsidP="00B77C08">
      <w:r>
        <w:t>271.9781</w:t>
      </w:r>
      <w:r>
        <w:tab/>
        <w:t>3.038e0</w:t>
      </w:r>
    </w:p>
    <w:p w:rsidR="00B77C08" w:rsidRDefault="00B77C08" w:rsidP="00B77C08">
      <w:r>
        <w:t>271.9883</w:t>
      </w:r>
      <w:r>
        <w:tab/>
        <w:t>2.025e0</w:t>
      </w:r>
    </w:p>
    <w:p w:rsidR="00B77C08" w:rsidRDefault="00B77C08" w:rsidP="00B77C08">
      <w:r>
        <w:t>272.0367</w:t>
      </w:r>
      <w:r>
        <w:tab/>
        <w:t>1.013e0</w:t>
      </w:r>
    </w:p>
    <w:p w:rsidR="00B77C08" w:rsidRDefault="00B77C08" w:rsidP="00B77C08">
      <w:r>
        <w:t>272.0565</w:t>
      </w:r>
      <w:r>
        <w:tab/>
        <w:t>2.025e0</w:t>
      </w:r>
    </w:p>
    <w:p w:rsidR="00B77C08" w:rsidRDefault="00B77C08" w:rsidP="00B77C08">
      <w:r>
        <w:t>272.0645</w:t>
      </w:r>
      <w:r>
        <w:tab/>
        <w:t>2.025e0</w:t>
      </w:r>
    </w:p>
    <w:p w:rsidR="00B77C08" w:rsidRDefault="00B77C08" w:rsidP="00B77C08">
      <w:r>
        <w:t>272.0936</w:t>
      </w:r>
      <w:r>
        <w:tab/>
        <w:t>1.013e0</w:t>
      </w:r>
    </w:p>
    <w:p w:rsidR="00B77C08" w:rsidRDefault="00B77C08" w:rsidP="00B77C08">
      <w:r>
        <w:t>272.1069</w:t>
      </w:r>
      <w:r>
        <w:tab/>
        <w:t>1.013e0</w:t>
      </w:r>
    </w:p>
    <w:p w:rsidR="00B77C08" w:rsidRDefault="00B77C08" w:rsidP="00B77C08">
      <w:r>
        <w:t>272.1465</w:t>
      </w:r>
      <w:r>
        <w:tab/>
        <w:t>1.013e0</w:t>
      </w:r>
    </w:p>
    <w:p w:rsidR="00B77C08" w:rsidRDefault="00B77C08" w:rsidP="00B77C08">
      <w:r>
        <w:t>272.1519</w:t>
      </w:r>
      <w:r>
        <w:tab/>
        <w:t>1.013e0</w:t>
      </w:r>
    </w:p>
    <w:p w:rsidR="00B77C08" w:rsidRDefault="00B77C08" w:rsidP="00B77C08">
      <w:r>
        <w:t>272.1866</w:t>
      </w:r>
      <w:r>
        <w:tab/>
        <w:t>1.013e0</w:t>
      </w:r>
    </w:p>
    <w:p w:rsidR="00B77C08" w:rsidRDefault="00B77C08" w:rsidP="00B77C08">
      <w:r>
        <w:lastRenderedPageBreak/>
        <w:t>272.1907</w:t>
      </w:r>
      <w:r>
        <w:tab/>
        <w:t>1.013e0</w:t>
      </w:r>
    </w:p>
    <w:p w:rsidR="00B77C08" w:rsidRDefault="00B77C08" w:rsidP="00B77C08">
      <w:r>
        <w:t>272.1951</w:t>
      </w:r>
      <w:r>
        <w:tab/>
        <w:t>1.013e0</w:t>
      </w:r>
    </w:p>
    <w:p w:rsidR="00B77C08" w:rsidRDefault="00B77C08" w:rsidP="00B77C08">
      <w:r>
        <w:t>272.2256</w:t>
      </w:r>
      <w:r>
        <w:tab/>
        <w:t>2.025e0</w:t>
      </w:r>
    </w:p>
    <w:p w:rsidR="00B77C08" w:rsidRDefault="00B77C08" w:rsidP="00B77C08">
      <w:r>
        <w:t>272.2362</w:t>
      </w:r>
      <w:r>
        <w:tab/>
        <w:t>2.025e0</w:t>
      </w:r>
    </w:p>
    <w:p w:rsidR="00B77C08" w:rsidRDefault="00B77C08" w:rsidP="00B77C08">
      <w:r>
        <w:t>272.2568</w:t>
      </w:r>
      <w:r>
        <w:tab/>
        <w:t>1.013e0</w:t>
      </w:r>
    </w:p>
    <w:p w:rsidR="00B77C08" w:rsidRDefault="00B77C08" w:rsidP="00B77C08">
      <w:r>
        <w:t>272.2589</w:t>
      </w:r>
      <w:r>
        <w:tab/>
        <w:t>3.038e0</w:t>
      </w:r>
    </w:p>
    <w:p w:rsidR="00B77C08" w:rsidRDefault="00B77C08" w:rsidP="00B77C08">
      <w:r>
        <w:t>272.3084</w:t>
      </w:r>
      <w:r>
        <w:tab/>
        <w:t>1.013e0</w:t>
      </w:r>
    </w:p>
    <w:p w:rsidR="00B77C08" w:rsidRDefault="00B77C08" w:rsidP="00B77C08">
      <w:r>
        <w:t>272.4172</w:t>
      </w:r>
      <w:r>
        <w:tab/>
        <w:t>1.013e0</w:t>
      </w:r>
    </w:p>
    <w:p w:rsidR="00B77C08" w:rsidRDefault="00B77C08" w:rsidP="00B77C08">
      <w:r>
        <w:t>272.4678</w:t>
      </w:r>
      <w:r>
        <w:tab/>
        <w:t>2.025e0</w:t>
      </w:r>
    </w:p>
    <w:p w:rsidR="00B77C08" w:rsidRDefault="00B77C08" w:rsidP="00B77C08">
      <w:r>
        <w:t>272.5376</w:t>
      </w:r>
      <w:r>
        <w:tab/>
        <w:t>1.013e0</w:t>
      </w:r>
    </w:p>
    <w:p w:rsidR="00B77C08" w:rsidRDefault="00B77C08" w:rsidP="00B77C08">
      <w:r>
        <w:t>272.5541</w:t>
      </w:r>
      <w:r>
        <w:tab/>
        <w:t>2.025e0</w:t>
      </w:r>
    </w:p>
    <w:p w:rsidR="00B77C08" w:rsidRDefault="00B77C08" w:rsidP="00B77C08">
      <w:r>
        <w:t>272.5928</w:t>
      </w:r>
      <w:r>
        <w:tab/>
        <w:t>1.013e0</w:t>
      </w:r>
    </w:p>
    <w:p w:rsidR="00B77C08" w:rsidRDefault="00B77C08" w:rsidP="00B77C08">
      <w:r>
        <w:t>272.6549</w:t>
      </w:r>
      <w:r>
        <w:tab/>
        <w:t>1.013e0</w:t>
      </w:r>
    </w:p>
    <w:p w:rsidR="00B77C08" w:rsidRDefault="00B77C08" w:rsidP="00B77C08">
      <w:r>
        <w:t>272.7010</w:t>
      </w:r>
      <w:r>
        <w:tab/>
        <w:t>2.025e0</w:t>
      </w:r>
    </w:p>
    <w:p w:rsidR="00B77C08" w:rsidRDefault="00B77C08" w:rsidP="00B77C08">
      <w:r>
        <w:t>272.7333</w:t>
      </w:r>
      <w:r>
        <w:tab/>
        <w:t>1.013e0</w:t>
      </w:r>
    </w:p>
    <w:p w:rsidR="00B77C08" w:rsidRDefault="00B77C08" w:rsidP="00B77C08">
      <w:r>
        <w:t>272.7585</w:t>
      </w:r>
      <w:r>
        <w:tab/>
        <w:t>2.025e0</w:t>
      </w:r>
    </w:p>
    <w:p w:rsidR="00B77C08" w:rsidRDefault="00B77C08" w:rsidP="00B77C08">
      <w:r>
        <w:t>272.7735</w:t>
      </w:r>
      <w:r>
        <w:tab/>
        <w:t>1.013e0</w:t>
      </w:r>
    </w:p>
    <w:p w:rsidR="00B77C08" w:rsidRDefault="00B77C08" w:rsidP="00B77C08">
      <w:r>
        <w:t>272.8396</w:t>
      </w:r>
      <w:r>
        <w:tab/>
        <w:t>2.025e0</w:t>
      </w:r>
    </w:p>
    <w:p w:rsidR="00B77C08" w:rsidRDefault="00B77C08" w:rsidP="00B77C08">
      <w:r>
        <w:t>272.8929</w:t>
      </w:r>
      <w:r>
        <w:tab/>
        <w:t>1.013e0</w:t>
      </w:r>
    </w:p>
    <w:p w:rsidR="00B77C08" w:rsidRDefault="00B77C08" w:rsidP="00B77C08">
      <w:r>
        <w:lastRenderedPageBreak/>
        <w:t>272.9478</w:t>
      </w:r>
      <w:r>
        <w:tab/>
        <w:t>2.025e0</w:t>
      </w:r>
    </w:p>
    <w:p w:rsidR="00B77C08" w:rsidRDefault="00B77C08" w:rsidP="00B77C08">
      <w:r>
        <w:t>272.9877</w:t>
      </w:r>
      <w:r>
        <w:tab/>
        <w:t>2.025e0</w:t>
      </w:r>
    </w:p>
    <w:p w:rsidR="00B77C08" w:rsidRDefault="00B77C08" w:rsidP="00B77C08">
      <w:r>
        <w:t>273.0018</w:t>
      </w:r>
      <w:r>
        <w:tab/>
        <w:t>1.013e0</w:t>
      </w:r>
    </w:p>
    <w:p w:rsidR="00B77C08" w:rsidRDefault="00B77C08" w:rsidP="00B77C08">
      <w:r>
        <w:t>273.0329</w:t>
      </w:r>
      <w:r>
        <w:tab/>
        <w:t>1.013e0</w:t>
      </w:r>
    </w:p>
    <w:p w:rsidR="00B77C08" w:rsidRDefault="00B77C08" w:rsidP="00B77C08">
      <w:r>
        <w:t>273.0641</w:t>
      </w:r>
      <w:r>
        <w:tab/>
        <w:t>1.013e0</w:t>
      </w:r>
    </w:p>
    <w:p w:rsidR="00B77C08" w:rsidRDefault="00B77C08" w:rsidP="00B77C08">
      <w:r>
        <w:t>273.0679</w:t>
      </w:r>
      <w:r>
        <w:tab/>
        <w:t>2.025e0</w:t>
      </w:r>
    </w:p>
    <w:p w:rsidR="00B77C08" w:rsidRDefault="00B77C08" w:rsidP="00B77C08">
      <w:r>
        <w:t>273.0822</w:t>
      </w:r>
      <w:r>
        <w:tab/>
        <w:t>2.025e0</w:t>
      </w:r>
    </w:p>
    <w:p w:rsidR="00B77C08" w:rsidRDefault="00B77C08" w:rsidP="00B77C08">
      <w:r>
        <w:t>273.1072</w:t>
      </w:r>
      <w:r>
        <w:tab/>
        <w:t>1.013e0</w:t>
      </w:r>
    </w:p>
    <w:p w:rsidR="00B77C08" w:rsidRDefault="00B77C08" w:rsidP="00B77C08">
      <w:r>
        <w:t>273.1116</w:t>
      </w:r>
      <w:r>
        <w:tab/>
        <w:t>1.013e0</w:t>
      </w:r>
    </w:p>
    <w:p w:rsidR="00B77C08" w:rsidRDefault="00B77C08" w:rsidP="00B77C08">
      <w:r>
        <w:t>273.1280</w:t>
      </w:r>
      <w:r>
        <w:tab/>
        <w:t>4.051e0</w:t>
      </w:r>
    </w:p>
    <w:p w:rsidR="00B77C08" w:rsidRDefault="00B77C08" w:rsidP="00B77C08">
      <w:r>
        <w:t>273.1608</w:t>
      </w:r>
      <w:r>
        <w:tab/>
        <w:t>1.013e0</w:t>
      </w:r>
    </w:p>
    <w:p w:rsidR="00B77C08" w:rsidRDefault="00B77C08" w:rsidP="00B77C08">
      <w:r>
        <w:t>273.1774</w:t>
      </w:r>
      <w:r>
        <w:tab/>
        <w:t>1.013e0</w:t>
      </w:r>
    </w:p>
    <w:p w:rsidR="00B77C08" w:rsidRDefault="00B77C08" w:rsidP="00B77C08">
      <w:r>
        <w:t>273.1905</w:t>
      </w:r>
      <w:r>
        <w:tab/>
        <w:t>1.013e0</w:t>
      </w:r>
    </w:p>
    <w:p w:rsidR="00B77C08" w:rsidRDefault="00B77C08" w:rsidP="00B77C08">
      <w:r>
        <w:t>273.2049</w:t>
      </w:r>
      <w:r>
        <w:tab/>
        <w:t>1.013e0</w:t>
      </w:r>
    </w:p>
    <w:p w:rsidR="00B77C08" w:rsidRDefault="00B77C08" w:rsidP="00B77C08">
      <w:r>
        <w:t>273.2261</w:t>
      </w:r>
      <w:r>
        <w:tab/>
        <w:t>1.013e0</w:t>
      </w:r>
    </w:p>
    <w:p w:rsidR="00B77C08" w:rsidRDefault="00B77C08" w:rsidP="00B77C08">
      <w:r>
        <w:t>273.2476</w:t>
      </w:r>
      <w:r>
        <w:tab/>
        <w:t>1.013e0</w:t>
      </w:r>
    </w:p>
    <w:p w:rsidR="00B77C08" w:rsidRDefault="00B77C08" w:rsidP="00B77C08">
      <w:r>
        <w:t>273.2609</w:t>
      </w:r>
      <w:r>
        <w:tab/>
        <w:t>5.063e0</w:t>
      </w:r>
    </w:p>
    <w:p w:rsidR="00B77C08" w:rsidRDefault="00B77C08" w:rsidP="00B77C08">
      <w:r>
        <w:t>273.2664</w:t>
      </w:r>
      <w:r>
        <w:tab/>
        <w:t>1.013e0</w:t>
      </w:r>
    </w:p>
    <w:p w:rsidR="00B77C08" w:rsidRDefault="00B77C08" w:rsidP="00B77C08">
      <w:r>
        <w:t>273.3102</w:t>
      </w:r>
      <w:r>
        <w:tab/>
        <w:t>1.013e0</w:t>
      </w:r>
    </w:p>
    <w:p w:rsidR="00B77C08" w:rsidRDefault="00B77C08" w:rsidP="00B77C08">
      <w:r>
        <w:lastRenderedPageBreak/>
        <w:t>273.4232</w:t>
      </w:r>
      <w:r>
        <w:tab/>
        <w:t>1.013e0</w:t>
      </w:r>
    </w:p>
    <w:p w:rsidR="00B77C08" w:rsidRDefault="00B77C08" w:rsidP="00B77C08">
      <w:r>
        <w:t>273.4420</w:t>
      </w:r>
      <w:r>
        <w:tab/>
        <w:t>1.013e0</w:t>
      </w:r>
    </w:p>
    <w:p w:rsidR="00B77C08" w:rsidRDefault="00B77C08" w:rsidP="00B77C08">
      <w:r>
        <w:t>273.4463</w:t>
      </w:r>
      <w:r>
        <w:tab/>
        <w:t>1.013e0</w:t>
      </w:r>
    </w:p>
    <w:p w:rsidR="00B77C08" w:rsidRDefault="00B77C08" w:rsidP="00B77C08">
      <w:r>
        <w:t>273.5597</w:t>
      </w:r>
      <w:r>
        <w:tab/>
        <w:t>1.013e0</w:t>
      </w:r>
    </w:p>
    <w:p w:rsidR="00B77C08" w:rsidRDefault="00B77C08" w:rsidP="00B77C08">
      <w:r>
        <w:t>273.5733</w:t>
      </w:r>
      <w:r>
        <w:tab/>
        <w:t>1.013e0</w:t>
      </w:r>
    </w:p>
    <w:p w:rsidR="00B77C08" w:rsidRDefault="00B77C08" w:rsidP="00B77C08">
      <w:r>
        <w:t>273.6135</w:t>
      </w:r>
      <w:r>
        <w:tab/>
        <w:t>1.013e0</w:t>
      </w:r>
    </w:p>
    <w:p w:rsidR="00B77C08" w:rsidRDefault="00B77C08" w:rsidP="00B77C08">
      <w:r>
        <w:t>273.6180</w:t>
      </w:r>
      <w:r>
        <w:tab/>
        <w:t>1.013e0</w:t>
      </w:r>
    </w:p>
    <w:p w:rsidR="00B77C08" w:rsidRDefault="00B77C08" w:rsidP="00B77C08">
      <w:r>
        <w:t>273.6457</w:t>
      </w:r>
      <w:r>
        <w:tab/>
        <w:t>2.025e0</w:t>
      </w:r>
    </w:p>
    <w:p w:rsidR="00B77C08" w:rsidRDefault="00B77C08" w:rsidP="00B77C08">
      <w:r>
        <w:t>273.6483</w:t>
      </w:r>
      <w:r>
        <w:tab/>
        <w:t>1.013e0</w:t>
      </w:r>
    </w:p>
    <w:p w:rsidR="00B77C08" w:rsidRDefault="00B77C08" w:rsidP="00B77C08">
      <w:r>
        <w:t>273.6735</w:t>
      </w:r>
      <w:r>
        <w:tab/>
        <w:t>1.013e0</w:t>
      </w:r>
    </w:p>
    <w:p w:rsidR="00B77C08" w:rsidRDefault="00B77C08" w:rsidP="00B77C08">
      <w:r>
        <w:t>273.7002</w:t>
      </w:r>
      <w:r>
        <w:tab/>
        <w:t>1.013e0</w:t>
      </w:r>
    </w:p>
    <w:p w:rsidR="00B77C08" w:rsidRDefault="00B77C08" w:rsidP="00B77C08">
      <w:r>
        <w:t>273.7545</w:t>
      </w:r>
      <w:r>
        <w:tab/>
        <w:t>1.013e0</w:t>
      </w:r>
    </w:p>
    <w:p w:rsidR="00B77C08" w:rsidRDefault="00B77C08" w:rsidP="00B77C08">
      <w:r>
        <w:t>273.7664</w:t>
      </w:r>
      <w:r>
        <w:tab/>
        <w:t>1.013e0</w:t>
      </w:r>
    </w:p>
    <w:p w:rsidR="00B77C08" w:rsidRDefault="00B77C08" w:rsidP="00B77C08">
      <w:r>
        <w:t>273.7861</w:t>
      </w:r>
      <w:r>
        <w:tab/>
        <w:t>2.025e0</w:t>
      </w:r>
    </w:p>
    <w:p w:rsidR="00B77C08" w:rsidRDefault="00B77C08" w:rsidP="00B77C08">
      <w:r>
        <w:t>273.8055</w:t>
      </w:r>
      <w:r>
        <w:tab/>
        <w:t>1.013e0</w:t>
      </w:r>
    </w:p>
    <w:p w:rsidR="00B77C08" w:rsidRDefault="00B77C08" w:rsidP="00B77C08">
      <w:r>
        <w:t>273.9014</w:t>
      </w:r>
      <w:r>
        <w:tab/>
        <w:t>2.025e0</w:t>
      </w:r>
    </w:p>
    <w:p w:rsidR="00B77C08" w:rsidRDefault="00B77C08" w:rsidP="00B77C08">
      <w:r>
        <w:t>273.9485</w:t>
      </w:r>
      <w:r>
        <w:tab/>
        <w:t>2.025e0</w:t>
      </w:r>
    </w:p>
    <w:p w:rsidR="00B77C08" w:rsidRDefault="00B77C08" w:rsidP="00B77C08">
      <w:r>
        <w:t>273.9607</w:t>
      </w:r>
      <w:r>
        <w:tab/>
        <w:t>1.013e0</w:t>
      </w:r>
    </w:p>
    <w:p w:rsidR="00B77C08" w:rsidRDefault="00B77C08" w:rsidP="00B77C08">
      <w:r>
        <w:t>273.9897</w:t>
      </w:r>
      <w:r>
        <w:tab/>
        <w:t>5.063e0</w:t>
      </w:r>
    </w:p>
    <w:p w:rsidR="00B77C08" w:rsidRDefault="00B77C08" w:rsidP="00B77C08">
      <w:r>
        <w:lastRenderedPageBreak/>
        <w:t>274.0273</w:t>
      </w:r>
      <w:r>
        <w:tab/>
        <w:t>4.756e0</w:t>
      </w:r>
    </w:p>
    <w:p w:rsidR="00B77C08" w:rsidRDefault="00B77C08" w:rsidP="00B77C08">
      <w:r>
        <w:t>274.0307</w:t>
      </w:r>
      <w:r>
        <w:tab/>
        <w:t>3.596e0</w:t>
      </w:r>
    </w:p>
    <w:p w:rsidR="00B77C08" w:rsidRDefault="00B77C08" w:rsidP="00B77C08">
      <w:r>
        <w:t>274.0926</w:t>
      </w:r>
      <w:r>
        <w:tab/>
        <w:t>6.449e2</w:t>
      </w:r>
    </w:p>
    <w:p w:rsidR="00B77C08" w:rsidRDefault="00B77C08" w:rsidP="00B77C08">
      <w:r>
        <w:t>274.1529</w:t>
      </w:r>
      <w:r>
        <w:tab/>
        <w:t>1.013e0</w:t>
      </w:r>
    </w:p>
    <w:p w:rsidR="00B77C08" w:rsidRDefault="00B77C08" w:rsidP="00B77C08">
      <w:r>
        <w:t>274.1903</w:t>
      </w:r>
      <w:r>
        <w:tab/>
        <w:t>3.700e0</w:t>
      </w:r>
    </w:p>
    <w:p w:rsidR="00B77C08" w:rsidRDefault="00B77C08" w:rsidP="00B77C08">
      <w:r>
        <w:t>274.2020</w:t>
      </w:r>
      <w:r>
        <w:tab/>
        <w:t>6.076e0</w:t>
      </w:r>
    </w:p>
    <w:p w:rsidR="00B77C08" w:rsidRDefault="00B77C08" w:rsidP="00B77C08">
      <w:r>
        <w:t>274.2053</w:t>
      </w:r>
      <w:r>
        <w:tab/>
        <w:t>7.089e0</w:t>
      </w:r>
    </w:p>
    <w:p w:rsidR="00B77C08" w:rsidRDefault="00B77C08" w:rsidP="00B77C08">
      <w:r>
        <w:t>274.2423</w:t>
      </w:r>
      <w:r>
        <w:tab/>
        <w:t>1.013e0</w:t>
      </w:r>
    </w:p>
    <w:p w:rsidR="00B77C08" w:rsidRDefault="00B77C08" w:rsidP="00B77C08">
      <w:r>
        <w:t>274.2482</w:t>
      </w:r>
      <w:r>
        <w:tab/>
        <w:t>8.101e0</w:t>
      </w:r>
    </w:p>
    <w:p w:rsidR="00B77C08" w:rsidRDefault="00B77C08" w:rsidP="00B77C08">
      <w:r>
        <w:t>274.2632</w:t>
      </w:r>
      <w:r>
        <w:tab/>
        <w:t>1.013e0</w:t>
      </w:r>
    </w:p>
    <w:p w:rsidR="00B77C08" w:rsidRDefault="00B77C08" w:rsidP="00B77C08">
      <w:r>
        <w:t>274.3282</w:t>
      </w:r>
      <w:r>
        <w:tab/>
        <w:t>2.025e0</w:t>
      </w:r>
    </w:p>
    <w:p w:rsidR="00B77C08" w:rsidRDefault="00B77C08" w:rsidP="00B77C08">
      <w:r>
        <w:t>274.3910</w:t>
      </w:r>
      <w:r>
        <w:tab/>
        <w:t>1.013e0</w:t>
      </w:r>
    </w:p>
    <w:p w:rsidR="00B77C08" w:rsidRDefault="00B77C08" w:rsidP="00B77C08">
      <w:r>
        <w:t>274.3922</w:t>
      </w:r>
      <w:r>
        <w:tab/>
        <w:t>3.038e0</w:t>
      </w:r>
    </w:p>
    <w:p w:rsidR="00B77C08" w:rsidRDefault="00B77C08" w:rsidP="00B77C08">
      <w:r>
        <w:t>274.4100</w:t>
      </w:r>
      <w:r>
        <w:tab/>
        <w:t>1.013e0</w:t>
      </w:r>
    </w:p>
    <w:p w:rsidR="00B77C08" w:rsidRDefault="00B77C08" w:rsidP="00B77C08">
      <w:r>
        <w:t>274.4403</w:t>
      </w:r>
      <w:r>
        <w:tab/>
        <w:t>1.013e0</w:t>
      </w:r>
    </w:p>
    <w:p w:rsidR="00B77C08" w:rsidRDefault="00B77C08" w:rsidP="00B77C08">
      <w:r>
        <w:t>274.4532</w:t>
      </w:r>
      <w:r>
        <w:tab/>
        <w:t>1.013e0</w:t>
      </w:r>
    </w:p>
    <w:p w:rsidR="00B77C08" w:rsidRDefault="00B77C08" w:rsidP="00B77C08">
      <w:r>
        <w:t>274.4913</w:t>
      </w:r>
      <w:r>
        <w:tab/>
        <w:t>6.076e0</w:t>
      </w:r>
    </w:p>
    <w:p w:rsidR="00B77C08" w:rsidRDefault="00B77C08" w:rsidP="00B77C08">
      <w:r>
        <w:t>274.4924</w:t>
      </w:r>
      <w:r>
        <w:tab/>
        <w:t>2.025e0</w:t>
      </w:r>
    </w:p>
    <w:p w:rsidR="00B77C08" w:rsidRDefault="00B77C08" w:rsidP="00B77C08">
      <w:r>
        <w:t>274.5105</w:t>
      </w:r>
      <w:r>
        <w:tab/>
        <w:t>1.013e0</w:t>
      </w:r>
    </w:p>
    <w:p w:rsidR="00B77C08" w:rsidRDefault="00B77C08" w:rsidP="00B77C08">
      <w:r>
        <w:lastRenderedPageBreak/>
        <w:t>274.5195</w:t>
      </w:r>
      <w:r>
        <w:tab/>
        <w:t>1.013e0</w:t>
      </w:r>
    </w:p>
    <w:p w:rsidR="00B77C08" w:rsidRDefault="00B77C08" w:rsidP="00B77C08">
      <w:r>
        <w:t>274.5434</w:t>
      </w:r>
      <w:r>
        <w:tab/>
        <w:t>2.025e0</w:t>
      </w:r>
    </w:p>
    <w:p w:rsidR="00B77C08" w:rsidRDefault="00B77C08" w:rsidP="00B77C08">
      <w:r>
        <w:t>274.5816</w:t>
      </w:r>
      <w:r>
        <w:tab/>
        <w:t>1.013e0</w:t>
      </w:r>
    </w:p>
    <w:p w:rsidR="00B77C08" w:rsidRDefault="00B77C08" w:rsidP="00B77C08">
      <w:r>
        <w:t>274.6250</w:t>
      </w:r>
      <w:r>
        <w:tab/>
        <w:t>1.013e0</w:t>
      </w:r>
    </w:p>
    <w:p w:rsidR="00B77C08" w:rsidRDefault="00B77C08" w:rsidP="00B77C08">
      <w:r>
        <w:t>274.6369</w:t>
      </w:r>
      <w:r>
        <w:tab/>
        <w:t>1.013e0</w:t>
      </w:r>
    </w:p>
    <w:p w:rsidR="00B77C08" w:rsidRDefault="00B77C08" w:rsidP="00B77C08">
      <w:r>
        <w:t>274.6633</w:t>
      </w:r>
      <w:r>
        <w:tab/>
        <w:t>5.057e0</w:t>
      </w:r>
    </w:p>
    <w:p w:rsidR="00B77C08" w:rsidRDefault="00B77C08" w:rsidP="00B77C08">
      <w:r>
        <w:t>274.6689</w:t>
      </w:r>
      <w:r>
        <w:tab/>
        <w:t>4.051e0</w:t>
      </w:r>
    </w:p>
    <w:p w:rsidR="00B77C08" w:rsidRDefault="00B77C08" w:rsidP="00B77C08">
      <w:r>
        <w:t>274.6873</w:t>
      </w:r>
      <w:r>
        <w:tab/>
        <w:t>1.013e0</w:t>
      </w:r>
    </w:p>
    <w:p w:rsidR="00B77C08" w:rsidRDefault="00B77C08" w:rsidP="00B77C08">
      <w:r>
        <w:t>274.7088</w:t>
      </w:r>
      <w:r>
        <w:tab/>
        <w:t>3.038e0</w:t>
      </w:r>
    </w:p>
    <w:p w:rsidR="00B77C08" w:rsidRDefault="00B77C08" w:rsidP="00B77C08">
      <w:r>
        <w:t>274.7429</w:t>
      </w:r>
      <w:r>
        <w:tab/>
        <w:t>1.013e0</w:t>
      </w:r>
    </w:p>
    <w:p w:rsidR="00B77C08" w:rsidRDefault="00B77C08" w:rsidP="00B77C08">
      <w:r>
        <w:t>274.7661</w:t>
      </w:r>
      <w:r>
        <w:tab/>
        <w:t>2.025e0</w:t>
      </w:r>
    </w:p>
    <w:p w:rsidR="00B77C08" w:rsidRDefault="00B77C08" w:rsidP="00B77C08">
      <w:r>
        <w:t>274.7736</w:t>
      </w:r>
      <w:r>
        <w:tab/>
        <w:t>1.013e0</w:t>
      </w:r>
    </w:p>
    <w:p w:rsidR="00B77C08" w:rsidRDefault="00B77C08" w:rsidP="00B77C08">
      <w:r>
        <w:t>274.8116</w:t>
      </w:r>
      <w:r>
        <w:tab/>
        <w:t>2.025e0</w:t>
      </w:r>
    </w:p>
    <w:p w:rsidR="00B77C08" w:rsidRDefault="00B77C08" w:rsidP="00B77C08">
      <w:r>
        <w:t>274.8260</w:t>
      </w:r>
      <w:r>
        <w:tab/>
        <w:t>2.025e0</w:t>
      </w:r>
    </w:p>
    <w:p w:rsidR="00B77C08" w:rsidRDefault="00B77C08" w:rsidP="00B77C08">
      <w:r>
        <w:t>274.8540</w:t>
      </w:r>
      <w:r>
        <w:tab/>
        <w:t>1.013e0</w:t>
      </w:r>
    </w:p>
    <w:p w:rsidR="00B77C08" w:rsidRDefault="00B77C08" w:rsidP="00B77C08">
      <w:r>
        <w:t>274.8780</w:t>
      </w:r>
      <w:r>
        <w:tab/>
        <w:t>2.025e0</w:t>
      </w:r>
    </w:p>
    <w:p w:rsidR="00B77C08" w:rsidRDefault="00B77C08" w:rsidP="00B77C08">
      <w:r>
        <w:t>274.8793</w:t>
      </w:r>
      <w:r>
        <w:tab/>
        <w:t>1.013e0</w:t>
      </w:r>
    </w:p>
    <w:p w:rsidR="00B77C08" w:rsidRDefault="00B77C08" w:rsidP="00B77C08">
      <w:r>
        <w:t>274.9199</w:t>
      </w:r>
      <w:r>
        <w:tab/>
        <w:t>2.025e0</w:t>
      </w:r>
    </w:p>
    <w:p w:rsidR="00B77C08" w:rsidRDefault="00B77C08" w:rsidP="00B77C08">
      <w:r>
        <w:t>274.9347</w:t>
      </w:r>
      <w:r>
        <w:tab/>
        <w:t>3.038e0</w:t>
      </w:r>
    </w:p>
    <w:p w:rsidR="00B77C08" w:rsidRDefault="00B77C08" w:rsidP="00B77C08">
      <w:r>
        <w:lastRenderedPageBreak/>
        <w:t>274.9379</w:t>
      </w:r>
      <w:r>
        <w:tab/>
        <w:t>3.038e0</w:t>
      </w:r>
    </w:p>
    <w:p w:rsidR="00B77C08" w:rsidRDefault="00B77C08" w:rsidP="00B77C08">
      <w:r>
        <w:t>274.9711</w:t>
      </w:r>
      <w:r>
        <w:tab/>
        <w:t>2.025e0</w:t>
      </w:r>
    </w:p>
    <w:p w:rsidR="00B77C08" w:rsidRDefault="00B77C08" w:rsidP="00B77C08">
      <w:r>
        <w:t>275.0023</w:t>
      </w:r>
      <w:r>
        <w:tab/>
        <w:t>2.739e0</w:t>
      </w:r>
    </w:p>
    <w:p w:rsidR="00B77C08" w:rsidRDefault="00B77C08" w:rsidP="00B77C08">
      <w:r>
        <w:t>275.0311</w:t>
      </w:r>
      <w:r>
        <w:tab/>
        <w:t>6.375e0</w:t>
      </w:r>
    </w:p>
    <w:p w:rsidR="00B77C08" w:rsidRDefault="00B77C08" w:rsidP="00B77C08">
      <w:r>
        <w:t>275.0337</w:t>
      </w:r>
      <w:r>
        <w:tab/>
        <w:t>1.057e1</w:t>
      </w:r>
    </w:p>
    <w:p w:rsidR="00B77C08" w:rsidRDefault="00B77C08" w:rsidP="00B77C08">
      <w:r>
        <w:t>275.0349</w:t>
      </w:r>
      <w:r>
        <w:tab/>
        <w:t>4.797e0</w:t>
      </w:r>
    </w:p>
    <w:p w:rsidR="00B77C08" w:rsidRDefault="00B77C08" w:rsidP="00B77C08">
      <w:r>
        <w:t>275.0950</w:t>
      </w:r>
      <w:r>
        <w:tab/>
        <w:t>7.043e1</w:t>
      </w:r>
    </w:p>
    <w:p w:rsidR="00B77C08" w:rsidRDefault="00B77C08" w:rsidP="00B77C08">
      <w:r>
        <w:t>275.0963</w:t>
      </w:r>
      <w:r>
        <w:tab/>
        <w:t>4.552e1</w:t>
      </w:r>
    </w:p>
    <w:p w:rsidR="00B77C08" w:rsidRDefault="00B77C08" w:rsidP="00B77C08">
      <w:r>
        <w:t>275.1757</w:t>
      </w:r>
      <w:r>
        <w:tab/>
        <w:t>1.013e0</w:t>
      </w:r>
    </w:p>
    <w:p w:rsidR="00B77C08" w:rsidRDefault="00B77C08" w:rsidP="00B77C08">
      <w:r>
        <w:t>275.2039</w:t>
      </w:r>
      <w:r>
        <w:tab/>
        <w:t>4.815e0</w:t>
      </w:r>
    </w:p>
    <w:p w:rsidR="00B77C08" w:rsidRDefault="00B77C08" w:rsidP="00B77C08">
      <w:r>
        <w:t>275.2068</w:t>
      </w:r>
      <w:r>
        <w:tab/>
        <w:t>1.013e0</w:t>
      </w:r>
    </w:p>
    <w:p w:rsidR="00B77C08" w:rsidRDefault="00B77C08" w:rsidP="00B77C08">
      <w:r>
        <w:t>275.2433</w:t>
      </w:r>
      <w:r>
        <w:tab/>
        <w:t>3.038e0</w:t>
      </w:r>
    </w:p>
    <w:p w:rsidR="00B77C08" w:rsidRDefault="00B77C08" w:rsidP="00B77C08">
      <w:r>
        <w:t>275.3047</w:t>
      </w:r>
      <w:r>
        <w:tab/>
        <w:t>1.013e0</w:t>
      </w:r>
    </w:p>
    <w:p w:rsidR="00B77C08" w:rsidRDefault="00B77C08" w:rsidP="00B77C08">
      <w:r>
        <w:t>275.3396</w:t>
      </w:r>
      <w:r>
        <w:tab/>
        <w:t>2.025e0</w:t>
      </w:r>
    </w:p>
    <w:p w:rsidR="00B77C08" w:rsidRDefault="00B77C08" w:rsidP="00B77C08">
      <w:r>
        <w:t>275.3700</w:t>
      </w:r>
      <w:r>
        <w:tab/>
        <w:t>1.013e0</w:t>
      </w:r>
    </w:p>
    <w:p w:rsidR="00B77C08" w:rsidRDefault="00B77C08" w:rsidP="00B77C08">
      <w:r>
        <w:t>275.4139</w:t>
      </w:r>
      <w:r>
        <w:tab/>
        <w:t>1.013e0</w:t>
      </w:r>
    </w:p>
    <w:p w:rsidR="00B77C08" w:rsidRDefault="00B77C08" w:rsidP="00B77C08">
      <w:r>
        <w:t>275.4580</w:t>
      </w:r>
      <w:r>
        <w:tab/>
        <w:t>3.038e0</w:t>
      </w:r>
    </w:p>
    <w:p w:rsidR="00B77C08" w:rsidRDefault="00B77C08" w:rsidP="00B77C08">
      <w:r>
        <w:t>275.4843</w:t>
      </w:r>
      <w:r>
        <w:tab/>
        <w:t>1.013e0</w:t>
      </w:r>
    </w:p>
    <w:p w:rsidR="00B77C08" w:rsidRDefault="00B77C08" w:rsidP="00B77C08">
      <w:r>
        <w:t>275.5371</w:t>
      </w:r>
      <w:r>
        <w:tab/>
        <w:t>1.013e0</w:t>
      </w:r>
    </w:p>
    <w:p w:rsidR="00B77C08" w:rsidRDefault="00B77C08" w:rsidP="00B77C08">
      <w:r>
        <w:lastRenderedPageBreak/>
        <w:t>275.5426</w:t>
      </w:r>
      <w:r>
        <w:tab/>
        <w:t>1.013e0</w:t>
      </w:r>
    </w:p>
    <w:p w:rsidR="00B77C08" w:rsidRDefault="00B77C08" w:rsidP="00B77C08">
      <w:r>
        <w:t>275.5675</w:t>
      </w:r>
      <w:r>
        <w:tab/>
        <w:t>1.013e0</w:t>
      </w:r>
    </w:p>
    <w:p w:rsidR="00B77C08" w:rsidRDefault="00B77C08" w:rsidP="00B77C08">
      <w:r>
        <w:t>275.5730</w:t>
      </w:r>
      <w:r>
        <w:tab/>
        <w:t>1.013e0</w:t>
      </w:r>
    </w:p>
    <w:p w:rsidR="00B77C08" w:rsidRDefault="00B77C08" w:rsidP="00B77C08">
      <w:r>
        <w:t>275.5979</w:t>
      </w:r>
      <w:r>
        <w:tab/>
        <w:t>1.013e0</w:t>
      </w:r>
    </w:p>
    <w:p w:rsidR="00B77C08" w:rsidRDefault="00B77C08" w:rsidP="00B77C08">
      <w:r>
        <w:t>275.6351</w:t>
      </w:r>
      <w:r>
        <w:tab/>
        <w:t>3.038e0</w:t>
      </w:r>
    </w:p>
    <w:p w:rsidR="00B77C08" w:rsidRDefault="00B77C08" w:rsidP="00B77C08">
      <w:r>
        <w:t>275.6385</w:t>
      </w:r>
      <w:r>
        <w:tab/>
        <w:t>1.013e0</w:t>
      </w:r>
    </w:p>
    <w:p w:rsidR="00B77C08" w:rsidRDefault="00B77C08" w:rsidP="00B77C08">
      <w:r>
        <w:t>275.6484</w:t>
      </w:r>
      <w:r>
        <w:tab/>
        <w:t>1.013e0</w:t>
      </w:r>
    </w:p>
    <w:p w:rsidR="00B77C08" w:rsidRDefault="00B77C08" w:rsidP="00B77C08">
      <w:r>
        <w:t>275.6744</w:t>
      </w:r>
      <w:r>
        <w:tab/>
        <w:t>1.013e0</w:t>
      </w:r>
    </w:p>
    <w:p w:rsidR="00B77C08" w:rsidRDefault="00B77C08" w:rsidP="00B77C08">
      <w:r>
        <w:t>275.6874</w:t>
      </w:r>
      <w:r>
        <w:tab/>
        <w:t>1.013e0</w:t>
      </w:r>
    </w:p>
    <w:p w:rsidR="00B77C08" w:rsidRDefault="00B77C08" w:rsidP="00B77C08">
      <w:r>
        <w:t>275.6895</w:t>
      </w:r>
      <w:r>
        <w:tab/>
        <w:t>2.025e0</w:t>
      </w:r>
    </w:p>
    <w:p w:rsidR="00B77C08" w:rsidRDefault="00B77C08" w:rsidP="00B77C08">
      <w:r>
        <w:t>275.7226</w:t>
      </w:r>
      <w:r>
        <w:tab/>
        <w:t>1.013e0</w:t>
      </w:r>
    </w:p>
    <w:p w:rsidR="00B77C08" w:rsidRDefault="00B77C08" w:rsidP="00B77C08">
      <w:r>
        <w:t>275.7402</w:t>
      </w:r>
      <w:r>
        <w:tab/>
        <w:t>2.025e0</w:t>
      </w:r>
    </w:p>
    <w:p w:rsidR="00B77C08" w:rsidRDefault="00B77C08" w:rsidP="00B77C08">
      <w:r>
        <w:t>275.7453</w:t>
      </w:r>
      <w:r>
        <w:tab/>
        <w:t>1.013e0</w:t>
      </w:r>
    </w:p>
    <w:p w:rsidR="00B77C08" w:rsidRDefault="00B77C08" w:rsidP="00B77C08">
      <w:r>
        <w:t>275.7702</w:t>
      </w:r>
      <w:r>
        <w:tab/>
        <w:t>1.013e0</w:t>
      </w:r>
    </w:p>
    <w:p w:rsidR="00B77C08" w:rsidRDefault="00B77C08" w:rsidP="00B77C08">
      <w:r>
        <w:t>275.7894</w:t>
      </w:r>
      <w:r>
        <w:tab/>
        <w:t>1.013e0</w:t>
      </w:r>
    </w:p>
    <w:p w:rsidR="00B77C08" w:rsidRDefault="00B77C08" w:rsidP="00B77C08">
      <w:r>
        <w:t>275.8205</w:t>
      </w:r>
      <w:r>
        <w:tab/>
        <w:t>2.025e0</w:t>
      </w:r>
    </w:p>
    <w:p w:rsidR="00B77C08" w:rsidRDefault="00B77C08" w:rsidP="00B77C08">
      <w:r>
        <w:t>275.8283</w:t>
      </w:r>
      <w:r>
        <w:tab/>
        <w:t>1.013e0</w:t>
      </w:r>
    </w:p>
    <w:p w:rsidR="00B77C08" w:rsidRDefault="00B77C08" w:rsidP="00B77C08">
      <w:r>
        <w:t>275.8518</w:t>
      </w:r>
      <w:r>
        <w:tab/>
        <w:t>1.013e0</w:t>
      </w:r>
    </w:p>
    <w:p w:rsidR="00B77C08" w:rsidRDefault="00B77C08" w:rsidP="00B77C08">
      <w:r>
        <w:t>275.8951</w:t>
      </w:r>
      <w:r>
        <w:tab/>
        <w:t>3.038e0</w:t>
      </w:r>
    </w:p>
    <w:p w:rsidR="00B77C08" w:rsidRDefault="00B77C08" w:rsidP="00B77C08">
      <w:r>
        <w:lastRenderedPageBreak/>
        <w:t>275.9221</w:t>
      </w:r>
      <w:r>
        <w:tab/>
        <w:t>2.025e0</w:t>
      </w:r>
    </w:p>
    <w:p w:rsidR="00B77C08" w:rsidRDefault="00B77C08" w:rsidP="00B77C08">
      <w:r>
        <w:t>275.9477</w:t>
      </w:r>
      <w:r>
        <w:tab/>
        <w:t>1.013e0</w:t>
      </w:r>
    </w:p>
    <w:p w:rsidR="00B77C08" w:rsidRDefault="00B77C08" w:rsidP="00B77C08">
      <w:r>
        <w:t>275.9691</w:t>
      </w:r>
      <w:r>
        <w:tab/>
        <w:t>1.013e0</w:t>
      </w:r>
    </w:p>
    <w:p w:rsidR="00B77C08" w:rsidRDefault="00B77C08" w:rsidP="00B77C08">
      <w:r>
        <w:t>275.9705</w:t>
      </w:r>
      <w:r>
        <w:tab/>
        <w:t>3.038e0</w:t>
      </w:r>
    </w:p>
    <w:p w:rsidR="00B77C08" w:rsidRDefault="00B77C08" w:rsidP="00B77C08">
      <w:r>
        <w:t>275.9919</w:t>
      </w:r>
      <w:r>
        <w:tab/>
        <w:t>4.051e0</w:t>
      </w:r>
    </w:p>
    <w:p w:rsidR="00B77C08" w:rsidRDefault="00B77C08" w:rsidP="00B77C08">
      <w:r>
        <w:t>276.0086</w:t>
      </w:r>
      <w:r>
        <w:tab/>
        <w:t>1.013e0</w:t>
      </w:r>
    </w:p>
    <w:p w:rsidR="00B77C08" w:rsidRDefault="00B77C08" w:rsidP="00B77C08">
      <w:r>
        <w:t>276.0240</w:t>
      </w:r>
      <w:r>
        <w:tab/>
        <w:t>3.038e0</w:t>
      </w:r>
    </w:p>
    <w:p w:rsidR="00B77C08" w:rsidRDefault="00B77C08" w:rsidP="00B77C08">
      <w:r>
        <w:t>276.0393</w:t>
      </w:r>
      <w:r>
        <w:tab/>
        <w:t>3.038e0</w:t>
      </w:r>
    </w:p>
    <w:p w:rsidR="00B77C08" w:rsidRDefault="00B77C08" w:rsidP="00B77C08">
      <w:r>
        <w:t>276.0860</w:t>
      </w:r>
      <w:r>
        <w:tab/>
        <w:t>9.734e0</w:t>
      </w:r>
    </w:p>
    <w:p w:rsidR="00B77C08" w:rsidRDefault="00B77C08" w:rsidP="00B77C08">
      <w:r>
        <w:t>276.0951</w:t>
      </w:r>
      <w:r>
        <w:tab/>
        <w:t>7.089e0</w:t>
      </w:r>
    </w:p>
    <w:p w:rsidR="00B77C08" w:rsidRDefault="00B77C08" w:rsidP="00B77C08">
      <w:r>
        <w:t>276.0970</w:t>
      </w:r>
      <w:r>
        <w:tab/>
        <w:t>2.391e1</w:t>
      </w:r>
    </w:p>
    <w:p w:rsidR="00B77C08" w:rsidRDefault="00B77C08" w:rsidP="00B77C08">
      <w:r>
        <w:t>276.1489</w:t>
      </w:r>
      <w:r>
        <w:tab/>
        <w:t>2.025e0</w:t>
      </w:r>
    </w:p>
    <w:p w:rsidR="00B77C08" w:rsidRDefault="00B77C08" w:rsidP="00B77C08">
      <w:r>
        <w:t>276.1711</w:t>
      </w:r>
      <w:r>
        <w:tab/>
        <w:t>7.016e0</w:t>
      </w:r>
    </w:p>
    <w:p w:rsidR="00B77C08" w:rsidRDefault="00B77C08" w:rsidP="00B77C08">
      <w:r>
        <w:t>276.1913</w:t>
      </w:r>
      <w:r>
        <w:tab/>
        <w:t>1.013e0</w:t>
      </w:r>
    </w:p>
    <w:p w:rsidR="00B77C08" w:rsidRDefault="00B77C08" w:rsidP="00B77C08">
      <w:r>
        <w:t>276.2116</w:t>
      </w:r>
      <w:r>
        <w:tab/>
        <w:t>1.013e0</w:t>
      </w:r>
    </w:p>
    <w:p w:rsidR="00B77C08" w:rsidRDefault="00B77C08" w:rsidP="00B77C08">
      <w:r>
        <w:t>276.2171</w:t>
      </w:r>
      <w:r>
        <w:tab/>
        <w:t>1.013e0</w:t>
      </w:r>
    </w:p>
    <w:p w:rsidR="00B77C08" w:rsidRDefault="00B77C08" w:rsidP="00B77C08">
      <w:r>
        <w:t>276.2217</w:t>
      </w:r>
      <w:r>
        <w:tab/>
        <w:t>1.013e0</w:t>
      </w:r>
    </w:p>
    <w:p w:rsidR="00B77C08" w:rsidRDefault="00B77C08" w:rsidP="00B77C08">
      <w:r>
        <w:t>276.3002</w:t>
      </w:r>
      <w:r>
        <w:tab/>
        <w:t>3.038e0</w:t>
      </w:r>
    </w:p>
    <w:p w:rsidR="00B77C08" w:rsidRDefault="00B77C08" w:rsidP="00B77C08">
      <w:r>
        <w:t>276.3182</w:t>
      </w:r>
      <w:r>
        <w:tab/>
        <w:t>1.013e0</w:t>
      </w:r>
    </w:p>
    <w:p w:rsidR="00B77C08" w:rsidRDefault="00B77C08" w:rsidP="00B77C08">
      <w:r>
        <w:lastRenderedPageBreak/>
        <w:t>276.4248</w:t>
      </w:r>
      <w:r>
        <w:tab/>
        <w:t>1.013e0</w:t>
      </w:r>
    </w:p>
    <w:p w:rsidR="00B77C08" w:rsidRDefault="00B77C08" w:rsidP="00B77C08">
      <w:r>
        <w:t>276.4553</w:t>
      </w:r>
      <w:r>
        <w:tab/>
        <w:t>1.013e0</w:t>
      </w:r>
    </w:p>
    <w:p w:rsidR="00B77C08" w:rsidRDefault="00B77C08" w:rsidP="00B77C08">
      <w:r>
        <w:t>276.6067</w:t>
      </w:r>
      <w:r>
        <w:tab/>
        <w:t>3.038e0</w:t>
      </w:r>
    </w:p>
    <w:p w:rsidR="00B77C08" w:rsidRDefault="00B77C08" w:rsidP="00B77C08">
      <w:r>
        <w:t>276.6112</w:t>
      </w:r>
      <w:r>
        <w:tab/>
        <w:t>3.038e0</w:t>
      </w:r>
    </w:p>
    <w:p w:rsidR="00B77C08" w:rsidRDefault="00B77C08" w:rsidP="00B77C08">
      <w:r>
        <w:t>276.6730</w:t>
      </w:r>
      <w:r>
        <w:tab/>
        <w:t>2.025e0</w:t>
      </w:r>
    </w:p>
    <w:p w:rsidR="00B77C08" w:rsidRDefault="00B77C08" w:rsidP="00B77C08">
      <w:r>
        <w:t>276.7081</w:t>
      </w:r>
      <w:r>
        <w:tab/>
        <w:t>1.013e0</w:t>
      </w:r>
    </w:p>
    <w:p w:rsidR="00B77C08" w:rsidRDefault="00B77C08" w:rsidP="00B77C08">
      <w:r>
        <w:t>276.7247</w:t>
      </w:r>
      <w:r>
        <w:tab/>
        <w:t>1.013e0</w:t>
      </w:r>
    </w:p>
    <w:p w:rsidR="00B77C08" w:rsidRDefault="00B77C08" w:rsidP="00B77C08">
      <w:r>
        <w:t>276.7298</w:t>
      </w:r>
      <w:r>
        <w:tab/>
        <w:t>1.013e0</w:t>
      </w:r>
    </w:p>
    <w:p w:rsidR="00B77C08" w:rsidRDefault="00B77C08" w:rsidP="00B77C08">
      <w:r>
        <w:t>276.7654</w:t>
      </w:r>
      <w:r>
        <w:tab/>
        <w:t>1.013e0</w:t>
      </w:r>
    </w:p>
    <w:p w:rsidR="00B77C08" w:rsidRDefault="00B77C08" w:rsidP="00B77C08">
      <w:r>
        <w:t>276.8801</w:t>
      </w:r>
      <w:r>
        <w:tab/>
        <w:t>2.025e0</w:t>
      </w:r>
    </w:p>
    <w:p w:rsidR="00B77C08" w:rsidRDefault="00B77C08" w:rsidP="00B77C08">
      <w:r>
        <w:t>276.9504</w:t>
      </w:r>
      <w:r>
        <w:tab/>
        <w:t>1.013e0</w:t>
      </w:r>
    </w:p>
    <w:p w:rsidR="00B77C08" w:rsidRDefault="00B77C08" w:rsidP="00B77C08">
      <w:r>
        <w:t>276.9857</w:t>
      </w:r>
      <w:r>
        <w:tab/>
        <w:t>1.013e0</w:t>
      </w:r>
    </w:p>
    <w:p w:rsidR="00B77C08" w:rsidRDefault="00B77C08" w:rsidP="00B77C08">
      <w:r>
        <w:t>276.9900</w:t>
      </w:r>
      <w:r>
        <w:tab/>
        <w:t>1.013e0</w:t>
      </w:r>
    </w:p>
    <w:p w:rsidR="00B77C08" w:rsidRDefault="00B77C08" w:rsidP="00B77C08">
      <w:r>
        <w:t>277.0103</w:t>
      </w:r>
      <w:r>
        <w:tab/>
        <w:t>2.025e0</w:t>
      </w:r>
    </w:p>
    <w:p w:rsidR="00B77C08" w:rsidRDefault="00B77C08" w:rsidP="00B77C08">
      <w:r>
        <w:t>277.0128</w:t>
      </w:r>
      <w:r>
        <w:tab/>
        <w:t>1.013e0</w:t>
      </w:r>
    </w:p>
    <w:p w:rsidR="00B77C08" w:rsidRDefault="00B77C08" w:rsidP="00B77C08">
      <w:r>
        <w:t>277.0572</w:t>
      </w:r>
      <w:r>
        <w:tab/>
        <w:t>5.063e0</w:t>
      </w:r>
    </w:p>
    <w:p w:rsidR="00B77C08" w:rsidRDefault="00B77C08" w:rsidP="00B77C08">
      <w:r>
        <w:t>277.0796</w:t>
      </w:r>
      <w:r>
        <w:tab/>
        <w:t>3.038e0</w:t>
      </w:r>
    </w:p>
    <w:p w:rsidR="00B77C08" w:rsidRDefault="00B77C08" w:rsidP="00B77C08">
      <w:r>
        <w:t>277.1127</w:t>
      </w:r>
      <w:r>
        <w:tab/>
        <w:t>5.063e0</w:t>
      </w:r>
    </w:p>
    <w:p w:rsidR="00B77C08" w:rsidRDefault="00B77C08" w:rsidP="00B77C08">
      <w:r>
        <w:t>277.1308</w:t>
      </w:r>
      <w:r>
        <w:tab/>
        <w:t>2.619e0</w:t>
      </w:r>
    </w:p>
    <w:p w:rsidR="00B77C08" w:rsidRDefault="00B77C08" w:rsidP="00B77C08">
      <w:r>
        <w:lastRenderedPageBreak/>
        <w:t>277.1320</w:t>
      </w:r>
      <w:r>
        <w:tab/>
        <w:t>7.089e0</w:t>
      </w:r>
    </w:p>
    <w:p w:rsidR="00B77C08" w:rsidRDefault="00B77C08" w:rsidP="00B77C08">
      <w:r>
        <w:t>277.1782</w:t>
      </w:r>
      <w:r>
        <w:tab/>
        <w:t>2.025e0</w:t>
      </w:r>
    </w:p>
    <w:p w:rsidR="00B77C08" w:rsidRDefault="00B77C08" w:rsidP="00B77C08">
      <w:r>
        <w:t>277.2067</w:t>
      </w:r>
      <w:r>
        <w:tab/>
        <w:t>3.038e0</w:t>
      </w:r>
    </w:p>
    <w:p w:rsidR="00B77C08" w:rsidRDefault="00B77C08" w:rsidP="00B77C08">
      <w:r>
        <w:t>277.2387</w:t>
      </w:r>
      <w:r>
        <w:tab/>
        <w:t>1.013e0</w:t>
      </w:r>
    </w:p>
    <w:p w:rsidR="00B77C08" w:rsidRDefault="00B77C08" w:rsidP="00B77C08">
      <w:r>
        <w:t>277.2827</w:t>
      </w:r>
      <w:r>
        <w:tab/>
        <w:t>1.013e0</w:t>
      </w:r>
    </w:p>
    <w:p w:rsidR="00B77C08" w:rsidRDefault="00B77C08" w:rsidP="00B77C08">
      <w:r>
        <w:t>277.2872</w:t>
      </w:r>
      <w:r>
        <w:tab/>
        <w:t>1.013e0</w:t>
      </w:r>
    </w:p>
    <w:p w:rsidR="00B77C08" w:rsidRDefault="00B77C08" w:rsidP="00B77C08">
      <w:r>
        <w:t>277.3100</w:t>
      </w:r>
      <w:r>
        <w:tab/>
        <w:t>1.013e0</w:t>
      </w:r>
    </w:p>
    <w:p w:rsidR="00B77C08" w:rsidRDefault="00B77C08" w:rsidP="00B77C08">
      <w:r>
        <w:t>277.3405</w:t>
      </w:r>
      <w:r>
        <w:tab/>
        <w:t>1.013e0</w:t>
      </w:r>
    </w:p>
    <w:p w:rsidR="00B77C08" w:rsidRDefault="00B77C08" w:rsidP="00B77C08">
      <w:r>
        <w:t>277.4119</w:t>
      </w:r>
      <w:r>
        <w:tab/>
        <w:t>1.013e0</w:t>
      </w:r>
    </w:p>
    <w:p w:rsidR="00B77C08" w:rsidRDefault="00B77C08" w:rsidP="00B77C08">
      <w:r>
        <w:t>277.4475</w:t>
      </w:r>
      <w:r>
        <w:tab/>
        <w:t>1.013e0</w:t>
      </w:r>
    </w:p>
    <w:p w:rsidR="00B77C08" w:rsidRDefault="00B77C08" w:rsidP="00B77C08">
      <w:r>
        <w:t>277.4942</w:t>
      </w:r>
      <w:r>
        <w:tab/>
        <w:t>2.025e0</w:t>
      </w:r>
    </w:p>
    <w:p w:rsidR="00B77C08" w:rsidRDefault="00B77C08" w:rsidP="00B77C08">
      <w:r>
        <w:t>277.5527</w:t>
      </w:r>
      <w:r>
        <w:tab/>
        <w:t>1.013e0</w:t>
      </w:r>
    </w:p>
    <w:p w:rsidR="00B77C08" w:rsidRDefault="00B77C08" w:rsidP="00B77C08">
      <w:r>
        <w:t>277.5543</w:t>
      </w:r>
      <w:r>
        <w:tab/>
        <w:t>3.038e0</w:t>
      </w:r>
    </w:p>
    <w:p w:rsidR="00B77C08" w:rsidRDefault="00B77C08" w:rsidP="00B77C08">
      <w:r>
        <w:t>277.6056</w:t>
      </w:r>
      <w:r>
        <w:tab/>
        <w:t>1.013e0</w:t>
      </w:r>
    </w:p>
    <w:p w:rsidR="00B77C08" w:rsidRDefault="00B77C08" w:rsidP="00B77C08">
      <w:r>
        <w:t>277.6544</w:t>
      </w:r>
      <w:r>
        <w:tab/>
        <w:t>1.013e0</w:t>
      </w:r>
    </w:p>
    <w:p w:rsidR="00B77C08" w:rsidRDefault="00B77C08" w:rsidP="00B77C08">
      <w:r>
        <w:t>277.6586</w:t>
      </w:r>
      <w:r>
        <w:tab/>
        <w:t>1.013e0</w:t>
      </w:r>
    </w:p>
    <w:p w:rsidR="00B77C08" w:rsidRDefault="00B77C08" w:rsidP="00B77C08">
      <w:r>
        <w:t>277.6857</w:t>
      </w:r>
      <w:r>
        <w:tab/>
        <w:t>1.013e0</w:t>
      </w:r>
    </w:p>
    <w:p w:rsidR="00B77C08" w:rsidRDefault="00B77C08" w:rsidP="00B77C08">
      <w:r>
        <w:t>277.6902</w:t>
      </w:r>
      <w:r>
        <w:tab/>
        <w:t>2.025e0</w:t>
      </w:r>
    </w:p>
    <w:p w:rsidR="00B77C08" w:rsidRDefault="00B77C08" w:rsidP="00B77C08">
      <w:r>
        <w:t>277.7170</w:t>
      </w:r>
      <w:r>
        <w:tab/>
        <w:t>1.013e0</w:t>
      </w:r>
    </w:p>
    <w:p w:rsidR="00B77C08" w:rsidRDefault="00B77C08" w:rsidP="00B77C08">
      <w:r>
        <w:lastRenderedPageBreak/>
        <w:t>277.7567</w:t>
      </w:r>
      <w:r>
        <w:tab/>
        <w:t>1.013e0</w:t>
      </w:r>
    </w:p>
    <w:p w:rsidR="00B77C08" w:rsidRDefault="00B77C08" w:rsidP="00B77C08">
      <w:r>
        <w:t>277.7875</w:t>
      </w:r>
      <w:r>
        <w:tab/>
        <w:t>1.013e0</w:t>
      </w:r>
    </w:p>
    <w:p w:rsidR="00B77C08" w:rsidRDefault="00B77C08" w:rsidP="00B77C08">
      <w:r>
        <w:t>277.9066</w:t>
      </w:r>
      <w:r>
        <w:tab/>
        <w:t>1.013e0</w:t>
      </w:r>
    </w:p>
    <w:p w:rsidR="00B77C08" w:rsidRDefault="00B77C08" w:rsidP="00B77C08">
      <w:r>
        <w:t>277.9446</w:t>
      </w:r>
      <w:r>
        <w:tab/>
        <w:t>2.025e0</w:t>
      </w:r>
    </w:p>
    <w:p w:rsidR="00B77C08" w:rsidRDefault="00B77C08" w:rsidP="00B77C08">
      <w:r>
        <w:t>277.9519</w:t>
      </w:r>
      <w:r>
        <w:tab/>
        <w:t>1.013e0</w:t>
      </w:r>
    </w:p>
    <w:p w:rsidR="00B77C08" w:rsidRDefault="00B77C08" w:rsidP="00B77C08">
      <w:r>
        <w:t>277.9637</w:t>
      </w:r>
      <w:r>
        <w:tab/>
        <w:t>3.038e0</w:t>
      </w:r>
    </w:p>
    <w:p w:rsidR="00B77C08" w:rsidRDefault="00B77C08" w:rsidP="00B77C08">
      <w:r>
        <w:t>277.9780</w:t>
      </w:r>
      <w:r>
        <w:tab/>
        <w:t>1.013e0</w:t>
      </w:r>
    </w:p>
    <w:p w:rsidR="00B77C08" w:rsidRDefault="00B77C08" w:rsidP="00B77C08">
      <w:r>
        <w:t>278.0444</w:t>
      </w:r>
      <w:r>
        <w:tab/>
        <w:t>1.013e0</w:t>
      </w:r>
    </w:p>
    <w:p w:rsidR="00B77C08" w:rsidRDefault="00B77C08" w:rsidP="00B77C08">
      <w:r>
        <w:t>278.0465</w:t>
      </w:r>
      <w:r>
        <w:tab/>
        <w:t>2.025e0</w:t>
      </w:r>
    </w:p>
    <w:p w:rsidR="00B77C08" w:rsidRDefault="00B77C08" w:rsidP="00B77C08">
      <w:r>
        <w:t>278.0621</w:t>
      </w:r>
      <w:r>
        <w:tab/>
        <w:t>2.068e0</w:t>
      </w:r>
    </w:p>
    <w:p w:rsidR="00B77C08" w:rsidRDefault="00B77C08" w:rsidP="00B77C08">
      <w:r>
        <w:t>278.0929</w:t>
      </w:r>
      <w:r>
        <w:tab/>
        <w:t>1.013e0</w:t>
      </w:r>
    </w:p>
    <w:p w:rsidR="00B77C08" w:rsidRDefault="00B77C08" w:rsidP="00B77C08">
      <w:r>
        <w:t>278.1084</w:t>
      </w:r>
      <w:r>
        <w:tab/>
        <w:t>2.025e0</w:t>
      </w:r>
    </w:p>
    <w:p w:rsidR="00B77C08" w:rsidRDefault="00B77C08" w:rsidP="00B77C08">
      <w:r>
        <w:t>278.1255</w:t>
      </w:r>
      <w:r>
        <w:tab/>
        <w:t>3.038e0</w:t>
      </w:r>
    </w:p>
    <w:p w:rsidR="00B77C08" w:rsidRDefault="00B77C08" w:rsidP="00B77C08">
      <w:r>
        <w:t>278.1322</w:t>
      </w:r>
      <w:r>
        <w:tab/>
        <w:t>1.013e0</w:t>
      </w:r>
    </w:p>
    <w:p w:rsidR="00B77C08" w:rsidRDefault="00B77C08" w:rsidP="00B77C08">
      <w:r>
        <w:t>278.1418</w:t>
      </w:r>
      <w:r>
        <w:tab/>
        <w:t>4.051e0</w:t>
      </w:r>
    </w:p>
    <w:p w:rsidR="00B77C08" w:rsidRDefault="00B77C08" w:rsidP="00B77C08">
      <w:r>
        <w:t>278.1819</w:t>
      </w:r>
      <w:r>
        <w:tab/>
        <w:t>2.025e0</w:t>
      </w:r>
    </w:p>
    <w:p w:rsidR="00B77C08" w:rsidRDefault="00B77C08" w:rsidP="00B77C08">
      <w:r>
        <w:t>278.1867</w:t>
      </w:r>
      <w:r>
        <w:tab/>
        <w:t>1.013e0</w:t>
      </w:r>
    </w:p>
    <w:p w:rsidR="00B77C08" w:rsidRDefault="00B77C08" w:rsidP="00B77C08">
      <w:r>
        <w:t>278.1947</w:t>
      </w:r>
      <w:r>
        <w:tab/>
        <w:t>2.025e0</w:t>
      </w:r>
    </w:p>
    <w:p w:rsidR="00B77C08" w:rsidRDefault="00B77C08" w:rsidP="00B77C08">
      <w:r>
        <w:t>278.2491</w:t>
      </w:r>
      <w:r>
        <w:tab/>
        <w:t>1.013e0</w:t>
      </w:r>
    </w:p>
    <w:p w:rsidR="00B77C08" w:rsidRDefault="00B77C08" w:rsidP="00B77C08">
      <w:r>
        <w:lastRenderedPageBreak/>
        <w:t>278.3283</w:t>
      </w:r>
      <w:r>
        <w:tab/>
        <w:t>1.013e0</w:t>
      </w:r>
    </w:p>
    <w:p w:rsidR="00B77C08" w:rsidRDefault="00B77C08" w:rsidP="00B77C08">
      <w:r>
        <w:t>278.3319</w:t>
      </w:r>
      <w:r>
        <w:tab/>
        <w:t>1.013e0</w:t>
      </w:r>
    </w:p>
    <w:p w:rsidR="00B77C08" w:rsidRDefault="00B77C08" w:rsidP="00B77C08">
      <w:r>
        <w:t>278.3555</w:t>
      </w:r>
      <w:r>
        <w:tab/>
        <w:t>1.013e0</w:t>
      </w:r>
    </w:p>
    <w:p w:rsidR="00B77C08" w:rsidRDefault="00B77C08" w:rsidP="00B77C08">
      <w:r>
        <w:t>278.3865</w:t>
      </w:r>
      <w:r>
        <w:tab/>
        <w:t>1.013e0</w:t>
      </w:r>
    </w:p>
    <w:p w:rsidR="00B77C08" w:rsidRDefault="00B77C08" w:rsidP="00B77C08">
      <w:r>
        <w:t>278.3908</w:t>
      </w:r>
      <w:r>
        <w:tab/>
        <w:t>1.013e0</w:t>
      </w:r>
    </w:p>
    <w:p w:rsidR="00B77C08" w:rsidRDefault="00B77C08" w:rsidP="00B77C08">
      <w:r>
        <w:t>278.4297</w:t>
      </w:r>
      <w:r>
        <w:tab/>
        <w:t>1.013e0</w:t>
      </w:r>
    </w:p>
    <w:p w:rsidR="00B77C08" w:rsidRDefault="00B77C08" w:rsidP="00B77C08">
      <w:r>
        <w:t>278.4320</w:t>
      </w:r>
      <w:r>
        <w:tab/>
        <w:t>2.025e0</w:t>
      </w:r>
    </w:p>
    <w:p w:rsidR="00B77C08" w:rsidRDefault="00B77C08" w:rsidP="00B77C08">
      <w:r>
        <w:t>278.4792</w:t>
      </w:r>
      <w:r>
        <w:tab/>
        <w:t>1.013e0</w:t>
      </w:r>
    </w:p>
    <w:p w:rsidR="00B77C08" w:rsidRDefault="00B77C08" w:rsidP="00B77C08">
      <w:r>
        <w:t>278.4883</w:t>
      </w:r>
      <w:r>
        <w:tab/>
        <w:t>2.025e0</w:t>
      </w:r>
    </w:p>
    <w:p w:rsidR="00B77C08" w:rsidRDefault="00B77C08" w:rsidP="00B77C08">
      <w:r>
        <w:t>278.5527</w:t>
      </w:r>
      <w:r>
        <w:tab/>
        <w:t>5.063e0</w:t>
      </w:r>
    </w:p>
    <w:p w:rsidR="00B77C08" w:rsidRDefault="00B77C08" w:rsidP="00B77C08">
      <w:r>
        <w:t>278.5628</w:t>
      </w:r>
      <w:r>
        <w:tab/>
        <w:t>1.013e0</w:t>
      </w:r>
    </w:p>
    <w:p w:rsidR="00B77C08" w:rsidRDefault="00B77C08" w:rsidP="00B77C08">
      <w:r>
        <w:t>278.6782</w:t>
      </w:r>
      <w:r>
        <w:tab/>
        <w:t>1.013e0</w:t>
      </w:r>
    </w:p>
    <w:p w:rsidR="00B77C08" w:rsidRDefault="00B77C08" w:rsidP="00B77C08">
      <w:r>
        <w:t>278.7313</w:t>
      </w:r>
      <w:r>
        <w:tab/>
        <w:t>1.013e0</w:t>
      </w:r>
    </w:p>
    <w:p w:rsidR="00B77C08" w:rsidRDefault="00B77C08" w:rsidP="00B77C08">
      <w:r>
        <w:t>278.8291</w:t>
      </w:r>
      <w:r>
        <w:tab/>
        <w:t>1.013e0</w:t>
      </w:r>
    </w:p>
    <w:p w:rsidR="00B77C08" w:rsidRDefault="00B77C08" w:rsidP="00B77C08">
      <w:r>
        <w:t>278.8471</w:t>
      </w:r>
      <w:r>
        <w:tab/>
        <w:t>1.013e0</w:t>
      </w:r>
    </w:p>
    <w:p w:rsidR="00B77C08" w:rsidRDefault="00B77C08" w:rsidP="00B77C08">
      <w:r>
        <w:t>278.8878</w:t>
      </w:r>
      <w:r>
        <w:tab/>
        <w:t>3.038e0</w:t>
      </w:r>
    </w:p>
    <w:p w:rsidR="00B77C08" w:rsidRDefault="00B77C08" w:rsidP="00B77C08">
      <w:r>
        <w:t>278.8996</w:t>
      </w:r>
      <w:r>
        <w:tab/>
        <w:t>2.025e0</w:t>
      </w:r>
    </w:p>
    <w:p w:rsidR="00B77C08" w:rsidRDefault="00B77C08" w:rsidP="00B77C08">
      <w:r>
        <w:t>278.9543</w:t>
      </w:r>
      <w:r>
        <w:tab/>
        <w:t>1.013e0</w:t>
      </w:r>
    </w:p>
    <w:p w:rsidR="00B77C08" w:rsidRDefault="00B77C08" w:rsidP="00B77C08">
      <w:r>
        <w:t>278.9755</w:t>
      </w:r>
      <w:r>
        <w:tab/>
        <w:t>1.013e0</w:t>
      </w:r>
    </w:p>
    <w:p w:rsidR="00B77C08" w:rsidRDefault="00B77C08" w:rsidP="00B77C08">
      <w:r>
        <w:lastRenderedPageBreak/>
        <w:t>278.9802</w:t>
      </w:r>
      <w:r>
        <w:tab/>
        <w:t>1.013e0</w:t>
      </w:r>
    </w:p>
    <w:p w:rsidR="00B77C08" w:rsidRDefault="00B77C08" w:rsidP="00B77C08">
      <w:r>
        <w:t>279.0248</w:t>
      </w:r>
      <w:r>
        <w:tab/>
        <w:t>1.013e0</w:t>
      </w:r>
    </w:p>
    <w:p w:rsidR="00B77C08" w:rsidRDefault="00B77C08" w:rsidP="00B77C08">
      <w:r>
        <w:t>279.0293</w:t>
      </w:r>
      <w:r>
        <w:tab/>
        <w:t>2.025e0</w:t>
      </w:r>
    </w:p>
    <w:p w:rsidR="00B77C08" w:rsidRDefault="00B77C08" w:rsidP="00B77C08">
      <w:r>
        <w:t>279.0417</w:t>
      </w:r>
      <w:r>
        <w:tab/>
        <w:t>1.013e0</w:t>
      </w:r>
    </w:p>
    <w:p w:rsidR="00B77C08" w:rsidRDefault="00B77C08" w:rsidP="00B77C08">
      <w:r>
        <w:t>279.0519</w:t>
      </w:r>
      <w:r>
        <w:tab/>
        <w:t>1.013e0</w:t>
      </w:r>
    </w:p>
    <w:p w:rsidR="00B77C08" w:rsidRDefault="00B77C08" w:rsidP="00B77C08">
      <w:r>
        <w:t>279.0887</w:t>
      </w:r>
      <w:r>
        <w:tab/>
        <w:t>8.101e0</w:t>
      </w:r>
    </w:p>
    <w:p w:rsidR="00B77C08" w:rsidRDefault="00B77C08" w:rsidP="00B77C08">
      <w:r>
        <w:t>279.0963</w:t>
      </w:r>
      <w:r>
        <w:tab/>
        <w:t>7.089e0</w:t>
      </w:r>
    </w:p>
    <w:p w:rsidR="00B77C08" w:rsidRDefault="00B77C08" w:rsidP="00B77C08">
      <w:r>
        <w:t>279.1536</w:t>
      </w:r>
      <w:r>
        <w:tab/>
        <w:t>7.202e0</w:t>
      </w:r>
    </w:p>
    <w:p w:rsidR="00B77C08" w:rsidRDefault="00B77C08" w:rsidP="00B77C08">
      <w:r>
        <w:t>279.1594</w:t>
      </w:r>
      <w:r>
        <w:tab/>
        <w:t>9.114e0</w:t>
      </w:r>
    </w:p>
    <w:p w:rsidR="00B77C08" w:rsidRDefault="00B77C08" w:rsidP="00B77C08">
      <w:r>
        <w:t>279.1625</w:t>
      </w:r>
      <w:r>
        <w:tab/>
        <w:t>6.189e0</w:t>
      </w:r>
    </w:p>
    <w:p w:rsidR="00B77C08" w:rsidRDefault="00B77C08" w:rsidP="00B77C08">
      <w:r>
        <w:t>279.2287</w:t>
      </w:r>
      <w:r>
        <w:tab/>
        <w:t>2.025e0</w:t>
      </w:r>
    </w:p>
    <w:p w:rsidR="00B77C08" w:rsidRDefault="00B77C08" w:rsidP="00B77C08">
      <w:r>
        <w:t>279.3086</w:t>
      </w:r>
      <w:r>
        <w:tab/>
        <w:t>1.013e0</w:t>
      </w:r>
    </w:p>
    <w:p w:rsidR="00B77C08" w:rsidRDefault="00B77C08" w:rsidP="00B77C08">
      <w:r>
        <w:t>279.3226</w:t>
      </w:r>
      <w:r>
        <w:tab/>
        <w:t>1.013e0</w:t>
      </w:r>
    </w:p>
    <w:p w:rsidR="00B77C08" w:rsidRDefault="00B77C08" w:rsidP="00B77C08">
      <w:r>
        <w:t>279.3578</w:t>
      </w:r>
      <w:r>
        <w:tab/>
        <w:t>2.025e0</w:t>
      </w:r>
    </w:p>
    <w:p w:rsidR="00B77C08" w:rsidRDefault="00B77C08" w:rsidP="00B77C08">
      <w:r>
        <w:t>279.4245</w:t>
      </w:r>
      <w:r>
        <w:tab/>
        <w:t>1.013e0</w:t>
      </w:r>
    </w:p>
    <w:p w:rsidR="00B77C08" w:rsidRDefault="00B77C08" w:rsidP="00B77C08">
      <w:r>
        <w:t>279.4290</w:t>
      </w:r>
      <w:r>
        <w:tab/>
        <w:t>2.025e0</w:t>
      </w:r>
    </w:p>
    <w:p w:rsidR="00B77C08" w:rsidRDefault="00B77C08" w:rsidP="00B77C08">
      <w:r>
        <w:t>279.5389</w:t>
      </w:r>
      <w:r>
        <w:tab/>
        <w:t>1.013e0</w:t>
      </w:r>
    </w:p>
    <w:p w:rsidR="00B77C08" w:rsidRDefault="00B77C08" w:rsidP="00B77C08">
      <w:r>
        <w:t>279.5618</w:t>
      </w:r>
      <w:r>
        <w:tab/>
        <w:t>1.013e0</w:t>
      </w:r>
    </w:p>
    <w:p w:rsidR="00B77C08" w:rsidRDefault="00B77C08" w:rsidP="00B77C08">
      <w:r>
        <w:t>279.5977</w:t>
      </w:r>
      <w:r>
        <w:tab/>
        <w:t>3.038e0</w:t>
      </w:r>
    </w:p>
    <w:p w:rsidR="00B77C08" w:rsidRDefault="00B77C08" w:rsidP="00B77C08">
      <w:r>
        <w:lastRenderedPageBreak/>
        <w:t>279.6539</w:t>
      </w:r>
      <w:r>
        <w:tab/>
        <w:t>2.025e0</w:t>
      </w:r>
    </w:p>
    <w:p w:rsidR="00B77C08" w:rsidRDefault="00B77C08" w:rsidP="00B77C08">
      <w:r>
        <w:t>279.6621</w:t>
      </w:r>
      <w:r>
        <w:tab/>
        <w:t>2.025e0</w:t>
      </w:r>
    </w:p>
    <w:p w:rsidR="00B77C08" w:rsidRDefault="00B77C08" w:rsidP="00B77C08">
      <w:r>
        <w:t>279.7309</w:t>
      </w:r>
      <w:r>
        <w:tab/>
        <w:t>1.013e0</w:t>
      </w:r>
    </w:p>
    <w:p w:rsidR="00B77C08" w:rsidRDefault="00B77C08" w:rsidP="00B77C08">
      <w:r>
        <w:t>279.8109</w:t>
      </w:r>
      <w:r>
        <w:tab/>
        <w:t>1.013e0</w:t>
      </w:r>
    </w:p>
    <w:p w:rsidR="00B77C08" w:rsidRDefault="00B77C08" w:rsidP="00B77C08">
      <w:r>
        <w:t>279.9308</w:t>
      </w:r>
      <w:r>
        <w:tab/>
        <w:t>1.013e0</w:t>
      </w:r>
    </w:p>
    <w:p w:rsidR="00B77C08" w:rsidRDefault="00B77C08" w:rsidP="00B77C08">
      <w:r>
        <w:t>279.9757</w:t>
      </w:r>
      <w:r>
        <w:tab/>
        <w:t>1.013e0</w:t>
      </w:r>
    </w:p>
    <w:p w:rsidR="00B77C08" w:rsidRDefault="00B77C08" w:rsidP="00B77C08">
      <w:r>
        <w:t>280.0242</w:t>
      </w:r>
      <w:r>
        <w:tab/>
        <w:t>1.013e0</w:t>
      </w:r>
    </w:p>
    <w:p w:rsidR="00B77C08" w:rsidRDefault="00B77C08" w:rsidP="00B77C08">
      <w:r>
        <w:t>280.0369</w:t>
      </w:r>
      <w:r>
        <w:tab/>
        <w:t>1.013e0</w:t>
      </w:r>
    </w:p>
    <w:p w:rsidR="00B77C08" w:rsidRDefault="00B77C08" w:rsidP="00B77C08">
      <w:r>
        <w:t>280.0555</w:t>
      </w:r>
      <w:r>
        <w:tab/>
        <w:t>1.013e0</w:t>
      </w:r>
    </w:p>
    <w:p w:rsidR="00B77C08" w:rsidRDefault="00B77C08" w:rsidP="00B77C08">
      <w:r>
        <w:t>280.0954</w:t>
      </w:r>
      <w:r>
        <w:tab/>
        <w:t>1.013e0</w:t>
      </w:r>
    </w:p>
    <w:p w:rsidR="00B77C08" w:rsidRDefault="00B77C08" w:rsidP="00B77C08">
      <w:r>
        <w:t>280.1017</w:t>
      </w:r>
      <w:r>
        <w:tab/>
        <w:t>2.025e0</w:t>
      </w:r>
    </w:p>
    <w:p w:rsidR="00B77C08" w:rsidRDefault="00B77C08" w:rsidP="00B77C08">
      <w:r>
        <w:t>280.1350</w:t>
      </w:r>
      <w:r>
        <w:tab/>
        <w:t>2.025e0</w:t>
      </w:r>
    </w:p>
    <w:p w:rsidR="00B77C08" w:rsidRDefault="00B77C08" w:rsidP="00B77C08">
      <w:r>
        <w:t>280.1576</w:t>
      </w:r>
      <w:r>
        <w:tab/>
        <w:t>1.013e0</w:t>
      </w:r>
    </w:p>
    <w:p w:rsidR="00B77C08" w:rsidRDefault="00B77C08" w:rsidP="00B77C08">
      <w:r>
        <w:t>280.1757</w:t>
      </w:r>
      <w:r>
        <w:tab/>
        <w:t>1.013e0</w:t>
      </w:r>
    </w:p>
    <w:p w:rsidR="00B77C08" w:rsidRDefault="00B77C08" w:rsidP="00B77C08">
      <w:r>
        <w:t>280.1808</w:t>
      </w:r>
      <w:r>
        <w:tab/>
        <w:t>1.013e0</w:t>
      </w:r>
    </w:p>
    <w:p w:rsidR="00B77C08" w:rsidRDefault="00B77C08" w:rsidP="00B77C08">
      <w:r>
        <w:t>280.2640</w:t>
      </w:r>
      <w:r>
        <w:tab/>
        <w:t>1.013e0</w:t>
      </w:r>
    </w:p>
    <w:p w:rsidR="00B77C08" w:rsidRDefault="00B77C08" w:rsidP="00B77C08">
      <w:r>
        <w:t>280.3351</w:t>
      </w:r>
      <w:r>
        <w:tab/>
        <w:t>1.013e0</w:t>
      </w:r>
    </w:p>
    <w:p w:rsidR="00B77C08" w:rsidRDefault="00B77C08" w:rsidP="00B77C08">
      <w:r>
        <w:t>280.4162</w:t>
      </w:r>
      <w:r>
        <w:tab/>
        <w:t>1.013e0</w:t>
      </w:r>
    </w:p>
    <w:p w:rsidR="00B77C08" w:rsidRDefault="00B77C08" w:rsidP="00B77C08">
      <w:r>
        <w:t>280.4476</w:t>
      </w:r>
      <w:r>
        <w:tab/>
        <w:t>1.013e0</w:t>
      </w:r>
    </w:p>
    <w:p w:rsidR="00B77C08" w:rsidRDefault="00B77C08" w:rsidP="00B77C08">
      <w:r>
        <w:lastRenderedPageBreak/>
        <w:t>280.4833</w:t>
      </w:r>
      <w:r>
        <w:tab/>
        <w:t>1.013e0</w:t>
      </w:r>
    </w:p>
    <w:p w:rsidR="00B77C08" w:rsidRDefault="00B77C08" w:rsidP="00B77C08">
      <w:r>
        <w:t>280.4869</w:t>
      </w:r>
      <w:r>
        <w:tab/>
        <w:t>1.013e0</w:t>
      </w:r>
    </w:p>
    <w:p w:rsidR="00B77C08" w:rsidRDefault="00B77C08" w:rsidP="00B77C08">
      <w:r>
        <w:t>280.4949</w:t>
      </w:r>
      <w:r>
        <w:tab/>
        <w:t>1.013e0</w:t>
      </w:r>
    </w:p>
    <w:p w:rsidR="00B77C08" w:rsidRDefault="00B77C08" w:rsidP="00B77C08">
      <w:r>
        <w:t>280.5462</w:t>
      </w:r>
      <w:r>
        <w:tab/>
        <w:t>1.013e0</w:t>
      </w:r>
    </w:p>
    <w:p w:rsidR="00B77C08" w:rsidRDefault="00B77C08" w:rsidP="00B77C08">
      <w:r>
        <w:t>280.5717</w:t>
      </w:r>
      <w:r>
        <w:tab/>
        <w:t>1.013e0</w:t>
      </w:r>
    </w:p>
    <w:p w:rsidR="00B77C08" w:rsidRDefault="00B77C08" w:rsidP="00B77C08">
      <w:r>
        <w:t>280.6124</w:t>
      </w:r>
      <w:r>
        <w:tab/>
        <w:t>1.013e0</w:t>
      </w:r>
    </w:p>
    <w:p w:rsidR="00B77C08" w:rsidRDefault="00B77C08" w:rsidP="00B77C08">
      <w:r>
        <w:t>280.6431</w:t>
      </w:r>
      <w:r>
        <w:tab/>
        <w:t>2.025e0</w:t>
      </w:r>
    </w:p>
    <w:p w:rsidR="00B77C08" w:rsidRDefault="00B77C08" w:rsidP="00B77C08">
      <w:r>
        <w:t>280.6747</w:t>
      </w:r>
      <w:r>
        <w:tab/>
        <w:t>1.013e0</w:t>
      </w:r>
    </w:p>
    <w:p w:rsidR="00B77C08" w:rsidRDefault="00B77C08" w:rsidP="00B77C08">
      <w:r>
        <w:t>280.6830</w:t>
      </w:r>
      <w:r>
        <w:tab/>
        <w:t>1.013e0</w:t>
      </w:r>
    </w:p>
    <w:p w:rsidR="00B77C08" w:rsidRDefault="00B77C08" w:rsidP="00B77C08">
      <w:r>
        <w:t>280.6855</w:t>
      </w:r>
      <w:r>
        <w:tab/>
        <w:t>2.025e0</w:t>
      </w:r>
    </w:p>
    <w:p w:rsidR="00B77C08" w:rsidRDefault="00B77C08" w:rsidP="00B77C08">
      <w:r>
        <w:t>280.7109</w:t>
      </w:r>
      <w:r>
        <w:tab/>
        <w:t>1.013e0</w:t>
      </w:r>
    </w:p>
    <w:p w:rsidR="00B77C08" w:rsidRDefault="00B77C08" w:rsidP="00B77C08">
      <w:r>
        <w:t>280.7416</w:t>
      </w:r>
      <w:r>
        <w:tab/>
        <w:t>1.013e0</w:t>
      </w:r>
    </w:p>
    <w:p w:rsidR="00B77C08" w:rsidRDefault="00B77C08" w:rsidP="00B77C08">
      <w:r>
        <w:t>280.7577</w:t>
      </w:r>
      <w:r>
        <w:tab/>
        <w:t>1.013e0</w:t>
      </w:r>
    </w:p>
    <w:p w:rsidR="00B77C08" w:rsidRDefault="00B77C08" w:rsidP="00B77C08">
      <w:r>
        <w:t>280.8248</w:t>
      </w:r>
      <w:r>
        <w:tab/>
        <w:t>1.013e0</w:t>
      </w:r>
    </w:p>
    <w:p w:rsidR="00B77C08" w:rsidRDefault="00B77C08" w:rsidP="00B77C08">
      <w:r>
        <w:t>280.8521</w:t>
      </w:r>
      <w:r>
        <w:tab/>
        <w:t>2.025e0</w:t>
      </w:r>
    </w:p>
    <w:p w:rsidR="00B77C08" w:rsidRDefault="00B77C08" w:rsidP="00B77C08">
      <w:r>
        <w:t>280.8961</w:t>
      </w:r>
      <w:r>
        <w:tab/>
        <w:t>1.013e0</w:t>
      </w:r>
    </w:p>
    <w:p w:rsidR="00B77C08" w:rsidRDefault="00B77C08" w:rsidP="00B77C08">
      <w:r>
        <w:t>280.9326</w:t>
      </w:r>
      <w:r>
        <w:tab/>
        <w:t>1.013e0</w:t>
      </w:r>
    </w:p>
    <w:p w:rsidR="00B77C08" w:rsidRDefault="00B77C08" w:rsidP="00B77C08">
      <w:r>
        <w:t>280.9419</w:t>
      </w:r>
      <w:r>
        <w:tab/>
        <w:t>1.013e0</w:t>
      </w:r>
    </w:p>
    <w:p w:rsidR="00B77C08" w:rsidRDefault="00B77C08" w:rsidP="00B77C08">
      <w:r>
        <w:t>280.9543</w:t>
      </w:r>
      <w:r>
        <w:tab/>
        <w:t>1.013e0</w:t>
      </w:r>
    </w:p>
    <w:p w:rsidR="00B77C08" w:rsidRDefault="00B77C08" w:rsidP="00B77C08">
      <w:r>
        <w:lastRenderedPageBreak/>
        <w:t>280.9940</w:t>
      </w:r>
      <w:r>
        <w:tab/>
        <w:t>2.025e0</w:t>
      </w:r>
    </w:p>
    <w:p w:rsidR="00B77C08" w:rsidRDefault="00B77C08" w:rsidP="00B77C08">
      <w:r>
        <w:t>281.0048</w:t>
      </w:r>
      <w:r>
        <w:tab/>
        <w:t>2.025e0</w:t>
      </w:r>
    </w:p>
    <w:p w:rsidR="00B77C08" w:rsidRDefault="00B77C08" w:rsidP="00B77C08">
      <w:r>
        <w:t>281.0524</w:t>
      </w:r>
      <w:r>
        <w:tab/>
        <w:t>1.013e0</w:t>
      </w:r>
    </w:p>
    <w:p w:rsidR="00B77C08" w:rsidRDefault="00B77C08" w:rsidP="00B77C08">
      <w:r>
        <w:t>281.1147</w:t>
      </w:r>
      <w:r>
        <w:tab/>
        <w:t>1.013e0</w:t>
      </w:r>
    </w:p>
    <w:p w:rsidR="00B77C08" w:rsidRDefault="00B77C08" w:rsidP="00B77C08">
      <w:r>
        <w:t>281.1349</w:t>
      </w:r>
      <w:r>
        <w:tab/>
        <w:t>3.038e0</w:t>
      </w:r>
    </w:p>
    <w:p w:rsidR="00B77C08" w:rsidRDefault="00B77C08" w:rsidP="00B77C08">
      <w:r>
        <w:t>281.1899</w:t>
      </w:r>
      <w:r>
        <w:tab/>
        <w:t>1.013e0</w:t>
      </w:r>
    </w:p>
    <w:p w:rsidR="00B77C08" w:rsidRDefault="00B77C08" w:rsidP="00B77C08">
      <w:r>
        <w:t>281.2209</w:t>
      </w:r>
      <w:r>
        <w:tab/>
        <w:t>1.013e0</w:t>
      </w:r>
    </w:p>
    <w:p w:rsidR="00B77C08" w:rsidRDefault="00B77C08" w:rsidP="00B77C08">
      <w:r>
        <w:t>281.2312</w:t>
      </w:r>
      <w:r>
        <w:tab/>
        <w:t>1.013e0</w:t>
      </w:r>
    </w:p>
    <w:p w:rsidR="00B77C08" w:rsidRDefault="00B77C08" w:rsidP="00B77C08">
      <w:r>
        <w:t>281.2673</w:t>
      </w:r>
      <w:r>
        <w:tab/>
        <w:t>1.013e0</w:t>
      </w:r>
    </w:p>
    <w:p w:rsidR="00B77C08" w:rsidRDefault="00B77C08" w:rsidP="00B77C08">
      <w:r>
        <w:t>281.2799</w:t>
      </w:r>
      <w:r>
        <w:tab/>
        <w:t>1.013e0</w:t>
      </w:r>
    </w:p>
    <w:p w:rsidR="00B77C08" w:rsidRDefault="00B77C08" w:rsidP="00B77C08">
      <w:r>
        <w:t>281.3343</w:t>
      </w:r>
      <w:r>
        <w:tab/>
        <w:t>1.013e0</w:t>
      </w:r>
    </w:p>
    <w:p w:rsidR="00B77C08" w:rsidRDefault="00B77C08" w:rsidP="00B77C08">
      <w:r>
        <w:t>281.3602</w:t>
      </w:r>
      <w:r>
        <w:tab/>
        <w:t>2.025e0</w:t>
      </w:r>
    </w:p>
    <w:p w:rsidR="00B77C08" w:rsidRDefault="00B77C08" w:rsidP="00B77C08">
      <w:r>
        <w:t>281.4048</w:t>
      </w:r>
      <w:r>
        <w:tab/>
        <w:t>1.013e0</w:t>
      </w:r>
    </w:p>
    <w:p w:rsidR="00B77C08" w:rsidRDefault="00B77C08" w:rsidP="00B77C08">
      <w:r>
        <w:t>281.4948</w:t>
      </w:r>
      <w:r>
        <w:tab/>
        <w:t>1.013e0</w:t>
      </w:r>
    </w:p>
    <w:p w:rsidR="00B77C08" w:rsidRDefault="00B77C08" w:rsidP="00B77C08">
      <w:r>
        <w:t>281.5972</w:t>
      </w:r>
      <w:r>
        <w:tab/>
        <w:t>1.013e0</w:t>
      </w:r>
    </w:p>
    <w:p w:rsidR="00B77C08" w:rsidRDefault="00B77C08" w:rsidP="00B77C08">
      <w:r>
        <w:t>281.6096</w:t>
      </w:r>
      <w:r>
        <w:tab/>
        <w:t>1.013e0</w:t>
      </w:r>
    </w:p>
    <w:p w:rsidR="00B77C08" w:rsidRDefault="00B77C08" w:rsidP="00B77C08">
      <w:r>
        <w:t>281.6329</w:t>
      </w:r>
      <w:r>
        <w:tab/>
        <w:t>1.013e0</w:t>
      </w:r>
    </w:p>
    <w:p w:rsidR="00B77C08" w:rsidRDefault="00B77C08" w:rsidP="00B77C08">
      <w:r>
        <w:t>281.6802</w:t>
      </w:r>
      <w:r>
        <w:tab/>
        <w:t>1.013e0</w:t>
      </w:r>
    </w:p>
    <w:p w:rsidR="00B77C08" w:rsidRDefault="00B77C08" w:rsidP="00B77C08">
      <w:r>
        <w:t>281.6906</w:t>
      </w:r>
      <w:r>
        <w:tab/>
        <w:t>1.013e0</w:t>
      </w:r>
    </w:p>
    <w:p w:rsidR="00B77C08" w:rsidRDefault="00B77C08" w:rsidP="00B77C08">
      <w:r>
        <w:lastRenderedPageBreak/>
        <w:t>281.6997</w:t>
      </w:r>
      <w:r>
        <w:tab/>
        <w:t>1.013e0</w:t>
      </w:r>
    </w:p>
    <w:p w:rsidR="00B77C08" w:rsidRDefault="00B77C08" w:rsidP="00B77C08">
      <w:r>
        <w:t>281.7431</w:t>
      </w:r>
      <w:r>
        <w:tab/>
        <w:t>1.013e0</w:t>
      </w:r>
    </w:p>
    <w:p w:rsidR="00B77C08" w:rsidRDefault="00B77C08" w:rsidP="00B77C08">
      <w:r>
        <w:t>281.7660</w:t>
      </w:r>
      <w:r>
        <w:tab/>
        <w:t>1.013e0</w:t>
      </w:r>
    </w:p>
    <w:p w:rsidR="00B77C08" w:rsidRDefault="00B77C08" w:rsidP="00B77C08">
      <w:r>
        <w:t>281.7911</w:t>
      </w:r>
      <w:r>
        <w:tab/>
        <w:t>2.025e0</w:t>
      </w:r>
    </w:p>
    <w:p w:rsidR="00B77C08" w:rsidRDefault="00B77C08" w:rsidP="00B77C08">
      <w:r>
        <w:t>281.7935</w:t>
      </w:r>
      <w:r>
        <w:tab/>
        <w:t>1.013e0</w:t>
      </w:r>
    </w:p>
    <w:p w:rsidR="00B77C08" w:rsidRDefault="00B77C08" w:rsidP="00B77C08">
      <w:r>
        <w:t>281.8369</w:t>
      </w:r>
      <w:r>
        <w:tab/>
        <w:t>1.013e0</w:t>
      </w:r>
    </w:p>
    <w:p w:rsidR="00B77C08" w:rsidRDefault="00B77C08" w:rsidP="00B77C08">
      <w:r>
        <w:t>281.8460</w:t>
      </w:r>
      <w:r>
        <w:tab/>
        <w:t>1.013e0</w:t>
      </w:r>
    </w:p>
    <w:p w:rsidR="00B77C08" w:rsidRDefault="00B77C08" w:rsidP="00B77C08">
      <w:r>
        <w:t>281.8943</w:t>
      </w:r>
      <w:r>
        <w:tab/>
        <w:t>2.025e0</w:t>
      </w:r>
    </w:p>
    <w:p w:rsidR="00B77C08" w:rsidRDefault="00B77C08" w:rsidP="00B77C08">
      <w:r>
        <w:t>281.8996</w:t>
      </w:r>
      <w:r>
        <w:tab/>
        <w:t>1.013e0</w:t>
      </w:r>
    </w:p>
    <w:p w:rsidR="00B77C08" w:rsidRDefault="00B77C08" w:rsidP="00B77C08">
      <w:r>
        <w:t>281.9309</w:t>
      </w:r>
      <w:r>
        <w:tab/>
        <w:t>1.013e0</w:t>
      </w:r>
    </w:p>
    <w:p w:rsidR="00B77C08" w:rsidRDefault="00B77C08" w:rsidP="00B77C08">
      <w:r>
        <w:t>281.9489</w:t>
      </w:r>
      <w:r>
        <w:tab/>
        <w:t>1.013e0</w:t>
      </w:r>
    </w:p>
    <w:p w:rsidR="00B77C08" w:rsidRDefault="00B77C08" w:rsidP="00B77C08">
      <w:r>
        <w:t>281.9799</w:t>
      </w:r>
      <w:r>
        <w:tab/>
        <w:t>1.013e0</w:t>
      </w:r>
    </w:p>
    <w:p w:rsidR="00B77C08" w:rsidRDefault="00B77C08" w:rsidP="00B77C08">
      <w:r>
        <w:t>282.0057</w:t>
      </w:r>
      <w:r>
        <w:tab/>
        <w:t>1.013e0</w:t>
      </w:r>
    </w:p>
    <w:p w:rsidR="00B77C08" w:rsidRDefault="00B77C08" w:rsidP="00B77C08">
      <w:r>
        <w:t>282.0291</w:t>
      </w:r>
      <w:r>
        <w:tab/>
        <w:t>2.025e0</w:t>
      </w:r>
    </w:p>
    <w:p w:rsidR="00B77C08" w:rsidRDefault="00B77C08" w:rsidP="00B77C08">
      <w:r>
        <w:t>282.0394</w:t>
      </w:r>
      <w:r>
        <w:tab/>
        <w:t>2.025e0</w:t>
      </w:r>
    </w:p>
    <w:p w:rsidR="00B77C08" w:rsidRDefault="00B77C08" w:rsidP="00B77C08">
      <w:r>
        <w:t>282.0959</w:t>
      </w:r>
      <w:r>
        <w:tab/>
        <w:t>1.013e0</w:t>
      </w:r>
    </w:p>
    <w:p w:rsidR="00B77C08" w:rsidRDefault="00B77C08" w:rsidP="00B77C08">
      <w:r>
        <w:t>282.1194</w:t>
      </w:r>
      <w:r>
        <w:tab/>
        <w:t>1.013e0</w:t>
      </w:r>
    </w:p>
    <w:p w:rsidR="00B77C08" w:rsidRDefault="00B77C08" w:rsidP="00B77C08">
      <w:r>
        <w:t>282.1367</w:t>
      </w:r>
      <w:r>
        <w:tab/>
        <w:t>2.025e0</w:t>
      </w:r>
    </w:p>
    <w:p w:rsidR="00B77C08" w:rsidRDefault="00B77C08" w:rsidP="00B77C08">
      <w:r>
        <w:t>282.1433</w:t>
      </w:r>
      <w:r>
        <w:tab/>
        <w:t>4.051e0</w:t>
      </w:r>
    </w:p>
    <w:p w:rsidR="00B77C08" w:rsidRDefault="00B77C08" w:rsidP="00B77C08">
      <w:r>
        <w:lastRenderedPageBreak/>
        <w:t>282.1900</w:t>
      </w:r>
      <w:r>
        <w:tab/>
        <w:t>1.013e0</w:t>
      </w:r>
    </w:p>
    <w:p w:rsidR="00B77C08" w:rsidRDefault="00B77C08" w:rsidP="00B77C08">
      <w:r>
        <w:t>282.2119</w:t>
      </w:r>
      <w:r>
        <w:tab/>
        <w:t>2.025e0</w:t>
      </w:r>
    </w:p>
    <w:p w:rsidR="00B77C08" w:rsidRDefault="00B77C08" w:rsidP="00B77C08">
      <w:r>
        <w:t>282.2238</w:t>
      </w:r>
      <w:r>
        <w:tab/>
        <w:t>1.012e1</w:t>
      </w:r>
    </w:p>
    <w:p w:rsidR="00B77C08" w:rsidRDefault="00B77C08" w:rsidP="00B77C08">
      <w:r>
        <w:t>282.2751</w:t>
      </w:r>
      <w:r>
        <w:tab/>
        <w:t>1.013e0</w:t>
      </w:r>
    </w:p>
    <w:p w:rsidR="00B77C08" w:rsidRDefault="00B77C08" w:rsidP="00B77C08">
      <w:r>
        <w:t>282.2799</w:t>
      </w:r>
      <w:r>
        <w:tab/>
        <w:t>1.013e0</w:t>
      </w:r>
    </w:p>
    <w:p w:rsidR="00B77C08" w:rsidRDefault="00B77C08" w:rsidP="00B77C08">
      <w:r>
        <w:t>282.2902</w:t>
      </w:r>
      <w:r>
        <w:tab/>
        <w:t>2.025e0</w:t>
      </w:r>
    </w:p>
    <w:p w:rsidR="00B77C08" w:rsidRDefault="00B77C08" w:rsidP="00B77C08">
      <w:r>
        <w:t>282.3006</w:t>
      </w:r>
      <w:r>
        <w:tab/>
        <w:t>1.013e0</w:t>
      </w:r>
    </w:p>
    <w:p w:rsidR="00B77C08" w:rsidRDefault="00B77C08" w:rsidP="00B77C08">
      <w:r>
        <w:t>282.4887</w:t>
      </w:r>
      <w:r>
        <w:tab/>
        <w:t>1.013e0</w:t>
      </w:r>
    </w:p>
    <w:p w:rsidR="00B77C08" w:rsidRDefault="00B77C08" w:rsidP="00B77C08">
      <w:r>
        <w:t>282.4977</w:t>
      </w:r>
      <w:r>
        <w:tab/>
        <w:t>1.013e0</w:t>
      </w:r>
    </w:p>
    <w:p w:rsidR="00B77C08" w:rsidRDefault="00B77C08" w:rsidP="00B77C08">
      <w:r>
        <w:t>282.5120</w:t>
      </w:r>
      <w:r>
        <w:tab/>
        <w:t>1.013e0</w:t>
      </w:r>
    </w:p>
    <w:p w:rsidR="00B77C08" w:rsidRDefault="00B77C08" w:rsidP="00B77C08">
      <w:r>
        <w:t>282.6682</w:t>
      </w:r>
      <w:r>
        <w:tab/>
        <w:t>1.013e0</w:t>
      </w:r>
    </w:p>
    <w:p w:rsidR="00B77C08" w:rsidRDefault="00B77C08" w:rsidP="00B77C08">
      <w:r>
        <w:t>282.6731</w:t>
      </w:r>
      <w:r>
        <w:tab/>
        <w:t>1.013e0</w:t>
      </w:r>
    </w:p>
    <w:p w:rsidR="00B77C08" w:rsidRDefault="00B77C08" w:rsidP="00B77C08">
      <w:r>
        <w:t>282.7793</w:t>
      </w:r>
      <w:r>
        <w:tab/>
        <w:t>1.013e0</w:t>
      </w:r>
    </w:p>
    <w:p w:rsidR="00B77C08" w:rsidRDefault="00B77C08" w:rsidP="00B77C08">
      <w:r>
        <w:t>282.8241</w:t>
      </w:r>
      <w:r>
        <w:tab/>
        <w:t>1.013e0</w:t>
      </w:r>
    </w:p>
    <w:p w:rsidR="00B77C08" w:rsidRDefault="00B77C08" w:rsidP="00B77C08">
      <w:r>
        <w:t>282.8662</w:t>
      </w:r>
      <w:r>
        <w:tab/>
        <w:t>2.025e0</w:t>
      </w:r>
    </w:p>
    <w:p w:rsidR="00B77C08" w:rsidRDefault="00B77C08" w:rsidP="00B77C08">
      <w:r>
        <w:t>282.9610</w:t>
      </w:r>
      <w:r>
        <w:tab/>
        <w:t>2.025e0</w:t>
      </w:r>
    </w:p>
    <w:p w:rsidR="00B77C08" w:rsidRDefault="00B77C08" w:rsidP="00B77C08">
      <w:r>
        <w:t>283.0077</w:t>
      </w:r>
      <w:r>
        <w:tab/>
        <w:t>1.013e0</w:t>
      </w:r>
    </w:p>
    <w:p w:rsidR="00B77C08" w:rsidRDefault="00B77C08" w:rsidP="00B77C08">
      <w:r>
        <w:t>283.0449</w:t>
      </w:r>
      <w:r>
        <w:tab/>
        <w:t>2.025e0</w:t>
      </w:r>
    </w:p>
    <w:p w:rsidR="00B77C08" w:rsidRDefault="00B77C08" w:rsidP="00B77C08">
      <w:r>
        <w:t>283.0545</w:t>
      </w:r>
      <w:r>
        <w:tab/>
        <w:t>3.038e0</w:t>
      </w:r>
    </w:p>
    <w:p w:rsidR="00B77C08" w:rsidRDefault="00B77C08" w:rsidP="00B77C08">
      <w:r>
        <w:lastRenderedPageBreak/>
        <w:t>283.0638</w:t>
      </w:r>
      <w:r>
        <w:tab/>
        <w:t>2.025e0</w:t>
      </w:r>
    </w:p>
    <w:p w:rsidR="00B77C08" w:rsidRDefault="00B77C08" w:rsidP="00B77C08">
      <w:r>
        <w:t>283.0938</w:t>
      </w:r>
      <w:r>
        <w:tab/>
        <w:t>1.013e0</w:t>
      </w:r>
    </w:p>
    <w:p w:rsidR="00B77C08" w:rsidRDefault="00B77C08" w:rsidP="00B77C08">
      <w:r>
        <w:t>283.1192</w:t>
      </w:r>
      <w:r>
        <w:tab/>
        <w:t>1.013e0</w:t>
      </w:r>
    </w:p>
    <w:p w:rsidR="00B77C08" w:rsidRDefault="00B77C08" w:rsidP="00B77C08">
      <w:r>
        <w:t>283.1537</w:t>
      </w:r>
      <w:r>
        <w:tab/>
        <w:t>3.038e0</w:t>
      </w:r>
    </w:p>
    <w:p w:rsidR="00B77C08" w:rsidRDefault="00B77C08" w:rsidP="00B77C08">
      <w:r>
        <w:t>283.1632</w:t>
      </w:r>
      <w:r>
        <w:tab/>
        <w:t>3.038e0</w:t>
      </w:r>
    </w:p>
    <w:p w:rsidR="00B77C08" w:rsidRDefault="00B77C08" w:rsidP="00B77C08">
      <w:r>
        <w:t>283.1763</w:t>
      </w:r>
      <w:r>
        <w:tab/>
        <w:t>2.025e0</w:t>
      </w:r>
    </w:p>
    <w:p w:rsidR="00B77C08" w:rsidRDefault="00B77C08" w:rsidP="00B77C08">
      <w:r>
        <w:t>283.1794</w:t>
      </w:r>
      <w:r>
        <w:tab/>
        <w:t>2.025e0</w:t>
      </w:r>
    </w:p>
    <w:p w:rsidR="00B77C08" w:rsidRDefault="00B77C08" w:rsidP="00B77C08">
      <w:r>
        <w:t>283.2037</w:t>
      </w:r>
      <w:r>
        <w:tab/>
        <w:t>1.013e0</w:t>
      </w:r>
    </w:p>
    <w:p w:rsidR="00B77C08" w:rsidRDefault="00B77C08" w:rsidP="00B77C08">
      <w:r>
        <w:t>283.2247</w:t>
      </w:r>
      <w:r>
        <w:tab/>
        <w:t>2.025e0</w:t>
      </w:r>
    </w:p>
    <w:p w:rsidR="00B77C08" w:rsidRDefault="00B77C08" w:rsidP="00B77C08">
      <w:r>
        <w:t>283.2274</w:t>
      </w:r>
      <w:r>
        <w:tab/>
        <w:t>2.025e0</w:t>
      </w:r>
    </w:p>
    <w:p w:rsidR="00B77C08" w:rsidRDefault="00B77C08" w:rsidP="00B77C08">
      <w:r>
        <w:t>283.2542</w:t>
      </w:r>
      <w:r>
        <w:tab/>
        <w:t>1.013e0</w:t>
      </w:r>
    </w:p>
    <w:p w:rsidR="00B77C08" w:rsidRDefault="00B77C08" w:rsidP="00B77C08">
      <w:r>
        <w:t>283.2691</w:t>
      </w:r>
      <w:r>
        <w:tab/>
        <w:t>2.025e0</w:t>
      </w:r>
    </w:p>
    <w:p w:rsidR="00B77C08" w:rsidRDefault="00B77C08" w:rsidP="00B77C08">
      <w:r>
        <w:t>283.2754</w:t>
      </w:r>
      <w:r>
        <w:tab/>
        <w:t>1.013e0</w:t>
      </w:r>
    </w:p>
    <w:p w:rsidR="00B77C08" w:rsidRDefault="00B77C08" w:rsidP="00B77C08">
      <w:r>
        <w:t>283.3089</w:t>
      </w:r>
      <w:r>
        <w:tab/>
        <w:t>4.051e0</w:t>
      </w:r>
    </w:p>
    <w:p w:rsidR="00B77C08" w:rsidRDefault="00B77C08" w:rsidP="00B77C08">
      <w:r>
        <w:t>283.3844</w:t>
      </w:r>
      <w:r>
        <w:tab/>
        <w:t>1.013e0</w:t>
      </w:r>
    </w:p>
    <w:p w:rsidR="00B77C08" w:rsidRDefault="00B77C08" w:rsidP="00B77C08">
      <w:r>
        <w:t>283.4410</w:t>
      </w:r>
      <w:r>
        <w:tab/>
        <w:t>1.013e0</w:t>
      </w:r>
    </w:p>
    <w:p w:rsidR="00B77C08" w:rsidRDefault="00B77C08" w:rsidP="00B77C08">
      <w:r>
        <w:t>283.4672</w:t>
      </w:r>
      <w:r>
        <w:tab/>
        <w:t>2.025e0</w:t>
      </w:r>
    </w:p>
    <w:p w:rsidR="00B77C08" w:rsidRDefault="00B77C08" w:rsidP="00B77C08">
      <w:r>
        <w:t>283.5223</w:t>
      </w:r>
      <w:r>
        <w:tab/>
        <w:t>1.013e0</w:t>
      </w:r>
    </w:p>
    <w:p w:rsidR="00B77C08" w:rsidRDefault="00B77C08" w:rsidP="00B77C08">
      <w:r>
        <w:t>283.5709</w:t>
      </w:r>
      <w:r>
        <w:tab/>
        <w:t>1.013e0</w:t>
      </w:r>
    </w:p>
    <w:p w:rsidR="00B77C08" w:rsidRDefault="00B77C08" w:rsidP="00B77C08">
      <w:r>
        <w:lastRenderedPageBreak/>
        <w:t>283.5813</w:t>
      </w:r>
      <w:r>
        <w:tab/>
        <w:t>1.013e0</w:t>
      </w:r>
    </w:p>
    <w:p w:rsidR="00B77C08" w:rsidRDefault="00B77C08" w:rsidP="00B77C08">
      <w:r>
        <w:t>283.6021</w:t>
      </w:r>
      <w:r>
        <w:tab/>
        <w:t>1.013e0</w:t>
      </w:r>
    </w:p>
    <w:p w:rsidR="00B77C08" w:rsidRDefault="00B77C08" w:rsidP="00B77C08">
      <w:r>
        <w:t>283.6077</w:t>
      </w:r>
      <w:r>
        <w:tab/>
        <w:t>1.013e0</w:t>
      </w:r>
    </w:p>
    <w:p w:rsidR="00B77C08" w:rsidRDefault="00B77C08" w:rsidP="00B77C08">
      <w:r>
        <w:t>283.6830</w:t>
      </w:r>
      <w:r>
        <w:tab/>
        <w:t>2.025e0</w:t>
      </w:r>
    </w:p>
    <w:p w:rsidR="00B77C08" w:rsidRDefault="00B77C08" w:rsidP="00B77C08">
      <w:r>
        <w:t>283.7325</w:t>
      </w:r>
      <w:r>
        <w:tab/>
        <w:t>1.013e0</w:t>
      </w:r>
    </w:p>
    <w:p w:rsidR="00B77C08" w:rsidRDefault="00B77C08" w:rsidP="00B77C08">
      <w:r>
        <w:t>283.7735</w:t>
      </w:r>
      <w:r>
        <w:tab/>
        <w:t>1.013e0</w:t>
      </w:r>
    </w:p>
    <w:p w:rsidR="00B77C08" w:rsidRDefault="00B77C08" w:rsidP="00B77C08">
      <w:r>
        <w:t>283.8797</w:t>
      </w:r>
      <w:r>
        <w:tab/>
        <w:t>1.013e0</w:t>
      </w:r>
    </w:p>
    <w:p w:rsidR="00B77C08" w:rsidRDefault="00B77C08" w:rsidP="00B77C08">
      <w:r>
        <w:t>283.9032</w:t>
      </w:r>
      <w:r>
        <w:tab/>
        <w:t>1.013e0</w:t>
      </w:r>
    </w:p>
    <w:p w:rsidR="00B77C08" w:rsidRDefault="00B77C08" w:rsidP="00B77C08">
      <w:r>
        <w:t>283.9920</w:t>
      </w:r>
      <w:r>
        <w:tab/>
        <w:t>1.013e0</w:t>
      </w:r>
    </w:p>
    <w:p w:rsidR="00B77C08" w:rsidRDefault="00B77C08" w:rsidP="00B77C08">
      <w:r>
        <w:t>283.9972</w:t>
      </w:r>
      <w:r>
        <w:tab/>
        <w:t>1.013e0</w:t>
      </w:r>
    </w:p>
    <w:p w:rsidR="00B77C08" w:rsidRDefault="00B77C08" w:rsidP="00B77C08">
      <w:r>
        <w:t>284.0275</w:t>
      </w:r>
      <w:r>
        <w:tab/>
        <w:t>2.025e0</w:t>
      </w:r>
    </w:p>
    <w:p w:rsidR="00B77C08" w:rsidRDefault="00B77C08" w:rsidP="00B77C08">
      <w:r>
        <w:t>284.0549</w:t>
      </w:r>
      <w:r>
        <w:tab/>
        <w:t>1.013e0</w:t>
      </w:r>
    </w:p>
    <w:p w:rsidR="00B77C08" w:rsidRDefault="00B77C08" w:rsidP="00B77C08">
      <w:r>
        <w:t>284.0596</w:t>
      </w:r>
      <w:r>
        <w:tab/>
        <w:t>1.013e0</w:t>
      </w:r>
    </w:p>
    <w:p w:rsidR="00B77C08" w:rsidRDefault="00B77C08" w:rsidP="00B77C08">
      <w:r>
        <w:t>284.0684</w:t>
      </w:r>
      <w:r>
        <w:tab/>
        <w:t>2.025e0</w:t>
      </w:r>
    </w:p>
    <w:p w:rsidR="00B77C08" w:rsidRDefault="00B77C08" w:rsidP="00B77C08">
      <w:r>
        <w:t>284.0959</w:t>
      </w:r>
      <w:r>
        <w:tab/>
        <w:t>1.013e0</w:t>
      </w:r>
    </w:p>
    <w:p w:rsidR="00B77C08" w:rsidRDefault="00B77C08" w:rsidP="00B77C08">
      <w:r>
        <w:t>284.1078</w:t>
      </w:r>
      <w:r>
        <w:tab/>
        <w:t>1.013e0</w:t>
      </w:r>
    </w:p>
    <w:p w:rsidR="00B77C08" w:rsidRDefault="00B77C08" w:rsidP="00B77C08">
      <w:r>
        <w:t>284.1486</w:t>
      </w:r>
      <w:r>
        <w:tab/>
        <w:t>1.013e0</w:t>
      </w:r>
    </w:p>
    <w:p w:rsidR="00B77C08" w:rsidRDefault="00B77C08" w:rsidP="00B77C08">
      <w:r>
        <w:t>284.1625</w:t>
      </w:r>
      <w:r>
        <w:tab/>
        <w:t>2.025e0</w:t>
      </w:r>
    </w:p>
    <w:p w:rsidR="00B77C08" w:rsidRDefault="00B77C08" w:rsidP="00B77C08">
      <w:r>
        <w:t>284.1747</w:t>
      </w:r>
      <w:r>
        <w:tab/>
        <w:t>1.013e0</w:t>
      </w:r>
    </w:p>
    <w:p w:rsidR="00B77C08" w:rsidRDefault="00B77C08" w:rsidP="00B77C08">
      <w:r>
        <w:lastRenderedPageBreak/>
        <w:t>284.2691</w:t>
      </w:r>
      <w:r>
        <w:tab/>
        <w:t>1.013e0</w:t>
      </w:r>
    </w:p>
    <w:p w:rsidR="00B77C08" w:rsidRDefault="00B77C08" w:rsidP="00B77C08">
      <w:r>
        <w:t>284.2834</w:t>
      </w:r>
      <w:r>
        <w:tab/>
        <w:t>1.013e0</w:t>
      </w:r>
    </w:p>
    <w:p w:rsidR="00B77C08" w:rsidRDefault="00B77C08" w:rsidP="00B77C08">
      <w:r>
        <w:t>284.3325</w:t>
      </w:r>
      <w:r>
        <w:tab/>
        <w:t>1.013e0</w:t>
      </w:r>
    </w:p>
    <w:p w:rsidR="00B77C08" w:rsidRDefault="00B77C08" w:rsidP="00B77C08">
      <w:r>
        <w:t>284.3393</w:t>
      </w:r>
      <w:r>
        <w:tab/>
        <w:t>3.038e0</w:t>
      </w:r>
    </w:p>
    <w:p w:rsidR="00B77C08" w:rsidRDefault="00B77C08" w:rsidP="00B77C08">
      <w:r>
        <w:t>284.4711</w:t>
      </w:r>
      <w:r>
        <w:tab/>
        <w:t>3.038e0</w:t>
      </w:r>
    </w:p>
    <w:p w:rsidR="00B77C08" w:rsidRDefault="00B77C08" w:rsidP="00B77C08">
      <w:r>
        <w:t>284.4755</w:t>
      </w:r>
      <w:r>
        <w:tab/>
        <w:t>2.025e0</w:t>
      </w:r>
    </w:p>
    <w:p w:rsidR="00B77C08" w:rsidRDefault="00B77C08" w:rsidP="00B77C08">
      <w:r>
        <w:t>284.5055</w:t>
      </w:r>
      <w:r>
        <w:tab/>
        <w:t>2.025e0</w:t>
      </w:r>
    </w:p>
    <w:p w:rsidR="00B77C08" w:rsidRDefault="00B77C08" w:rsidP="00B77C08">
      <w:r>
        <w:t>284.6012</w:t>
      </w:r>
      <w:r>
        <w:tab/>
        <w:t>1.013e0</w:t>
      </w:r>
    </w:p>
    <w:p w:rsidR="00B77C08" w:rsidRDefault="00B77C08" w:rsidP="00B77C08">
      <w:r>
        <w:t>284.6277</w:t>
      </w:r>
      <w:r>
        <w:tab/>
        <w:t>1.013e0</w:t>
      </w:r>
    </w:p>
    <w:p w:rsidR="00B77C08" w:rsidRDefault="00B77C08" w:rsidP="00B77C08">
      <w:r>
        <w:t>284.6546</w:t>
      </w:r>
      <w:r>
        <w:tab/>
        <w:t>1.013e0</w:t>
      </w:r>
    </w:p>
    <w:p w:rsidR="00B77C08" w:rsidRDefault="00B77C08" w:rsidP="00B77C08">
      <w:r>
        <w:t>284.6745</w:t>
      </w:r>
      <w:r>
        <w:tab/>
        <w:t>1.013e0</w:t>
      </w:r>
    </w:p>
    <w:p w:rsidR="00B77C08" w:rsidRDefault="00B77C08" w:rsidP="00B77C08">
      <w:r>
        <w:t>284.6860</w:t>
      </w:r>
      <w:r>
        <w:tab/>
        <w:t>1.013e0</w:t>
      </w:r>
    </w:p>
    <w:p w:rsidR="00B77C08" w:rsidRDefault="00B77C08" w:rsidP="00B77C08">
      <w:r>
        <w:t>284.7094</w:t>
      </w:r>
      <w:r>
        <w:tab/>
        <w:t>1.013e0</w:t>
      </w:r>
    </w:p>
    <w:p w:rsidR="00B77C08" w:rsidRDefault="00B77C08" w:rsidP="00B77C08">
      <w:r>
        <w:t>284.7533</w:t>
      </w:r>
      <w:r>
        <w:tab/>
        <w:t>1.013e0</w:t>
      </w:r>
    </w:p>
    <w:p w:rsidR="00B77C08" w:rsidRDefault="00B77C08" w:rsidP="00B77C08">
      <w:r>
        <w:t>284.7889</w:t>
      </w:r>
      <w:r>
        <w:tab/>
        <w:t>1.013e0</w:t>
      </w:r>
    </w:p>
    <w:p w:rsidR="00B77C08" w:rsidRDefault="00B77C08" w:rsidP="00B77C08">
      <w:r>
        <w:t>284.8126</w:t>
      </w:r>
      <w:r>
        <w:tab/>
        <w:t>2.025e0</w:t>
      </w:r>
    </w:p>
    <w:p w:rsidR="00B77C08" w:rsidRDefault="00B77C08" w:rsidP="00B77C08">
      <w:r>
        <w:t>284.8474</w:t>
      </w:r>
      <w:r>
        <w:tab/>
        <w:t>1.013e0</w:t>
      </w:r>
    </w:p>
    <w:p w:rsidR="00B77C08" w:rsidRDefault="00B77C08" w:rsidP="00B77C08">
      <w:r>
        <w:t>284.9563</w:t>
      </w:r>
      <w:r>
        <w:tab/>
        <w:t>1.013e0</w:t>
      </w:r>
    </w:p>
    <w:p w:rsidR="00B77C08" w:rsidRDefault="00B77C08" w:rsidP="00B77C08">
      <w:r>
        <w:t>285.0091</w:t>
      </w:r>
      <w:r>
        <w:tab/>
        <w:t>1.013e0</w:t>
      </w:r>
    </w:p>
    <w:p w:rsidR="00B77C08" w:rsidRDefault="00B77C08" w:rsidP="00B77C08">
      <w:r>
        <w:lastRenderedPageBreak/>
        <w:t>285.0184</w:t>
      </w:r>
      <w:r>
        <w:tab/>
        <w:t>2.025e0</w:t>
      </w:r>
    </w:p>
    <w:p w:rsidR="00B77C08" w:rsidRDefault="00B77C08" w:rsidP="00B77C08">
      <w:r>
        <w:t>285.0264</w:t>
      </w:r>
      <w:r>
        <w:tab/>
        <w:t>3.038e0</w:t>
      </w:r>
    </w:p>
    <w:p w:rsidR="00B77C08" w:rsidRDefault="00B77C08" w:rsidP="00B77C08">
      <w:r>
        <w:t>285.0450</w:t>
      </w:r>
      <w:r>
        <w:tab/>
        <w:t>1.013e0</w:t>
      </w:r>
    </w:p>
    <w:p w:rsidR="00B77C08" w:rsidRDefault="00B77C08" w:rsidP="00B77C08">
      <w:r>
        <w:t>285.0867</w:t>
      </w:r>
      <w:r>
        <w:tab/>
        <w:t>1.013e0</w:t>
      </w:r>
    </w:p>
    <w:p w:rsidR="00B77C08" w:rsidRDefault="00B77C08" w:rsidP="00B77C08">
      <w:r>
        <w:t>285.1076</w:t>
      </w:r>
      <w:r>
        <w:tab/>
        <w:t>1.013e0</w:t>
      </w:r>
    </w:p>
    <w:p w:rsidR="00B77C08" w:rsidRDefault="00B77C08" w:rsidP="00B77C08">
      <w:r>
        <w:t>285.1935</w:t>
      </w:r>
      <w:r>
        <w:tab/>
        <w:t>1.013e0</w:t>
      </w:r>
    </w:p>
    <w:p w:rsidR="00B77C08" w:rsidRDefault="00B77C08" w:rsidP="00B77C08">
      <w:r>
        <w:t>285.2048</w:t>
      </w:r>
      <w:r>
        <w:tab/>
        <w:t>2.025e0</w:t>
      </w:r>
    </w:p>
    <w:p w:rsidR="00B77C08" w:rsidRDefault="00B77C08" w:rsidP="00B77C08">
      <w:r>
        <w:t>285.2310</w:t>
      </w:r>
      <w:r>
        <w:tab/>
        <w:t>2.025e0</w:t>
      </w:r>
    </w:p>
    <w:p w:rsidR="00B77C08" w:rsidRDefault="00B77C08" w:rsidP="00B77C08">
      <w:r>
        <w:t>285.2481</w:t>
      </w:r>
      <w:r>
        <w:tab/>
        <w:t>1.013e0</w:t>
      </w:r>
    </w:p>
    <w:p w:rsidR="00B77C08" w:rsidRDefault="00B77C08" w:rsidP="00B77C08">
      <w:r>
        <w:t>285.2610</w:t>
      </w:r>
      <w:r>
        <w:tab/>
        <w:t>1.013e0</w:t>
      </w:r>
    </w:p>
    <w:p w:rsidR="00B77C08" w:rsidRDefault="00B77C08" w:rsidP="00B77C08">
      <w:r>
        <w:t>285.2920</w:t>
      </w:r>
      <w:r>
        <w:tab/>
        <w:t>1.013e0</w:t>
      </w:r>
    </w:p>
    <w:p w:rsidR="00B77C08" w:rsidRDefault="00B77C08" w:rsidP="00B77C08">
      <w:r>
        <w:t>285.2964</w:t>
      </w:r>
      <w:r>
        <w:tab/>
        <w:t>1.013e0</w:t>
      </w:r>
    </w:p>
    <w:p w:rsidR="00B77C08" w:rsidRDefault="00B77C08" w:rsidP="00B77C08">
      <w:r>
        <w:t>285.3108</w:t>
      </w:r>
      <w:r>
        <w:tab/>
        <w:t>1.013e0</w:t>
      </w:r>
    </w:p>
    <w:p w:rsidR="00B77C08" w:rsidRDefault="00B77C08" w:rsidP="00B77C08">
      <w:r>
        <w:t>285.3513</w:t>
      </w:r>
      <w:r>
        <w:tab/>
        <w:t>2.025e0</w:t>
      </w:r>
    </w:p>
    <w:p w:rsidR="00B77C08" w:rsidRDefault="00B77C08" w:rsidP="00B77C08">
      <w:r>
        <w:t>285.4104</w:t>
      </w:r>
      <w:r>
        <w:tab/>
        <w:t>1.013e0</w:t>
      </w:r>
    </w:p>
    <w:p w:rsidR="00B77C08" w:rsidRDefault="00B77C08" w:rsidP="00B77C08">
      <w:r>
        <w:t>285.4414</w:t>
      </w:r>
      <w:r>
        <w:tab/>
        <w:t>1.013e0</w:t>
      </w:r>
    </w:p>
    <w:p w:rsidR="00B77C08" w:rsidRDefault="00B77C08" w:rsidP="00B77C08">
      <w:r>
        <w:t>285.4892</w:t>
      </w:r>
      <w:r>
        <w:tab/>
        <w:t>1.013e0</w:t>
      </w:r>
    </w:p>
    <w:p w:rsidR="00B77C08" w:rsidRDefault="00B77C08" w:rsidP="00B77C08">
      <w:r>
        <w:t>285.5123</w:t>
      </w:r>
      <w:r>
        <w:tab/>
        <w:t>1.013e0</w:t>
      </w:r>
    </w:p>
    <w:p w:rsidR="00B77C08" w:rsidRDefault="00B77C08" w:rsidP="00B77C08">
      <w:r>
        <w:t>285.5366</w:t>
      </w:r>
      <w:r>
        <w:tab/>
        <w:t>2.025e0</w:t>
      </w:r>
    </w:p>
    <w:p w:rsidR="00B77C08" w:rsidRDefault="00B77C08" w:rsidP="00B77C08">
      <w:r>
        <w:lastRenderedPageBreak/>
        <w:t>285.5798</w:t>
      </w:r>
      <w:r>
        <w:tab/>
        <w:t>1.013e0</w:t>
      </w:r>
    </w:p>
    <w:p w:rsidR="00B77C08" w:rsidRDefault="00B77C08" w:rsidP="00B77C08">
      <w:r>
        <w:t>285.6191</w:t>
      </w:r>
      <w:r>
        <w:tab/>
        <w:t>1.013e0</w:t>
      </w:r>
    </w:p>
    <w:p w:rsidR="00B77C08" w:rsidRDefault="00B77C08" w:rsidP="00B77C08">
      <w:r>
        <w:t>285.6618</w:t>
      </w:r>
      <w:r>
        <w:tab/>
        <w:t>2.025e0</w:t>
      </w:r>
    </w:p>
    <w:p w:rsidR="00B77C08" w:rsidRDefault="00B77C08" w:rsidP="00B77C08">
      <w:r>
        <w:t>285.6819</w:t>
      </w:r>
      <w:r>
        <w:tab/>
        <w:t>1.013e0</w:t>
      </w:r>
    </w:p>
    <w:p w:rsidR="00B77C08" w:rsidRDefault="00B77C08" w:rsidP="00B77C08">
      <w:r>
        <w:t>285.7497</w:t>
      </w:r>
      <w:r>
        <w:tab/>
        <w:t>3.038e0</w:t>
      </w:r>
    </w:p>
    <w:p w:rsidR="00B77C08" w:rsidRDefault="00B77C08" w:rsidP="00B77C08">
      <w:r>
        <w:t>285.8001</w:t>
      </w:r>
      <w:r>
        <w:tab/>
        <w:t>1.013e0</w:t>
      </w:r>
    </w:p>
    <w:p w:rsidR="00B77C08" w:rsidRDefault="00B77C08" w:rsidP="00B77C08">
      <w:r>
        <w:t>285.8271</w:t>
      </w:r>
      <w:r>
        <w:tab/>
        <w:t>2.025e0</w:t>
      </w:r>
    </w:p>
    <w:p w:rsidR="00B77C08" w:rsidRDefault="00B77C08" w:rsidP="00B77C08">
      <w:r>
        <w:t>285.8497</w:t>
      </w:r>
      <w:r>
        <w:tab/>
        <w:t>1.013e0</w:t>
      </w:r>
    </w:p>
    <w:p w:rsidR="00B77C08" w:rsidRDefault="00B77C08" w:rsidP="00B77C08">
      <w:r>
        <w:t>285.8987</w:t>
      </w:r>
      <w:r>
        <w:tab/>
        <w:t>1.013e0</w:t>
      </w:r>
    </w:p>
    <w:p w:rsidR="00B77C08" w:rsidRDefault="00B77C08" w:rsidP="00B77C08">
      <w:r>
        <w:t>285.9143</w:t>
      </w:r>
      <w:r>
        <w:tab/>
        <w:t>2.025e0</w:t>
      </w:r>
    </w:p>
    <w:p w:rsidR="00B77C08" w:rsidRDefault="00B77C08" w:rsidP="00B77C08">
      <w:r>
        <w:t>286.0201</w:t>
      </w:r>
      <w:r>
        <w:tab/>
        <w:t>1.013e0</w:t>
      </w:r>
    </w:p>
    <w:p w:rsidR="00B77C08" w:rsidRDefault="00B77C08" w:rsidP="00B77C08">
      <w:r>
        <w:t>286.0517</w:t>
      </w:r>
      <w:r>
        <w:tab/>
        <w:t>2.025e0</w:t>
      </w:r>
    </w:p>
    <w:p w:rsidR="00B77C08" w:rsidRDefault="00B77C08" w:rsidP="00B77C08">
      <w:r>
        <w:t>286.0634</w:t>
      </w:r>
      <w:r>
        <w:tab/>
        <w:t>4.051e0</w:t>
      </w:r>
    </w:p>
    <w:p w:rsidR="00B77C08" w:rsidRDefault="00B77C08" w:rsidP="00B77C08">
      <w:r>
        <w:t>286.0832</w:t>
      </w:r>
      <w:r>
        <w:tab/>
        <w:t>9.114e0</w:t>
      </w:r>
    </w:p>
    <w:p w:rsidR="00B77C08" w:rsidRDefault="00B77C08" w:rsidP="00B77C08">
      <w:r>
        <w:t>286.0913</w:t>
      </w:r>
      <w:r>
        <w:tab/>
        <w:t>2.025e0</w:t>
      </w:r>
    </w:p>
    <w:p w:rsidR="00B77C08" w:rsidRDefault="00B77C08" w:rsidP="00B77C08">
      <w:r>
        <w:t>286.1146</w:t>
      </w:r>
      <w:r>
        <w:tab/>
        <w:t>1.013e0</w:t>
      </w:r>
    </w:p>
    <w:p w:rsidR="00B77C08" w:rsidRDefault="00B77C08" w:rsidP="00B77C08">
      <w:r>
        <w:t>286.1686</w:t>
      </w:r>
      <w:r>
        <w:tab/>
        <w:t>1.013e0</w:t>
      </w:r>
    </w:p>
    <w:p w:rsidR="00B77C08" w:rsidRDefault="00B77C08" w:rsidP="00B77C08">
      <w:r>
        <w:t>286.1952</w:t>
      </w:r>
      <w:r>
        <w:tab/>
        <w:t>1.013e0</w:t>
      </w:r>
    </w:p>
    <w:p w:rsidR="00B77C08" w:rsidRDefault="00B77C08" w:rsidP="00B77C08">
      <w:r>
        <w:t>286.2336</w:t>
      </w:r>
      <w:r>
        <w:tab/>
        <w:t>2.025e0</w:t>
      </w:r>
    </w:p>
    <w:p w:rsidR="00B77C08" w:rsidRDefault="00B77C08" w:rsidP="00B77C08">
      <w:r>
        <w:lastRenderedPageBreak/>
        <w:t>286.2407</w:t>
      </w:r>
      <w:r>
        <w:tab/>
        <w:t>1.013e0</w:t>
      </w:r>
    </w:p>
    <w:p w:rsidR="00B77C08" w:rsidRDefault="00B77C08" w:rsidP="00B77C08">
      <w:r>
        <w:t>286.2492</w:t>
      </w:r>
      <w:r>
        <w:tab/>
        <w:t>1.013e0</w:t>
      </w:r>
    </w:p>
    <w:p w:rsidR="00B77C08" w:rsidRDefault="00B77C08" w:rsidP="00B77C08">
      <w:r>
        <w:t>286.3262</w:t>
      </w:r>
      <w:r>
        <w:tab/>
        <w:t>1.013e0</w:t>
      </w:r>
    </w:p>
    <w:p w:rsidR="00B77C08" w:rsidRDefault="00B77C08" w:rsidP="00B77C08">
      <w:r>
        <w:t>286.3672</w:t>
      </w:r>
      <w:r>
        <w:tab/>
        <w:t>1.013e0</w:t>
      </w:r>
    </w:p>
    <w:p w:rsidR="00B77C08" w:rsidRDefault="00B77C08" w:rsidP="00B77C08">
      <w:r>
        <w:t>286.3907</w:t>
      </w:r>
      <w:r>
        <w:tab/>
        <w:t>2.025e0</w:t>
      </w:r>
    </w:p>
    <w:p w:rsidR="00B77C08" w:rsidRDefault="00B77C08" w:rsidP="00B77C08">
      <w:r>
        <w:t>286.4515</w:t>
      </w:r>
      <w:r>
        <w:tab/>
        <w:t>1.013e0</w:t>
      </w:r>
    </w:p>
    <w:p w:rsidR="00B77C08" w:rsidRDefault="00B77C08" w:rsidP="00B77C08">
      <w:r>
        <w:t>286.4735</w:t>
      </w:r>
      <w:r>
        <w:tab/>
        <w:t>2.025e0</w:t>
      </w:r>
    </w:p>
    <w:p w:rsidR="00B77C08" w:rsidRDefault="00B77C08" w:rsidP="00B77C08">
      <w:r>
        <w:t>286.5579</w:t>
      </w:r>
      <w:r>
        <w:tab/>
        <w:t>2.025e0</w:t>
      </w:r>
    </w:p>
    <w:p w:rsidR="00B77C08" w:rsidRDefault="00B77C08" w:rsidP="00B77C08">
      <w:r>
        <w:t>286.5778</w:t>
      </w:r>
      <w:r>
        <w:tab/>
        <w:t>1.013e0</w:t>
      </w:r>
    </w:p>
    <w:p w:rsidR="00B77C08" w:rsidRDefault="00B77C08" w:rsidP="00B77C08">
      <w:r>
        <w:t>286.5912</w:t>
      </w:r>
      <w:r>
        <w:tab/>
        <w:t>1.013e0</w:t>
      </w:r>
    </w:p>
    <w:p w:rsidR="00B77C08" w:rsidRDefault="00B77C08" w:rsidP="00B77C08">
      <w:r>
        <w:t>286.6405</w:t>
      </w:r>
      <w:r>
        <w:tab/>
        <w:t>2.025e0</w:t>
      </w:r>
    </w:p>
    <w:p w:rsidR="00B77C08" w:rsidRDefault="00B77C08" w:rsidP="00B77C08">
      <w:r>
        <w:t>286.7666</w:t>
      </w:r>
      <w:r>
        <w:tab/>
        <w:t>1.013e0</w:t>
      </w:r>
    </w:p>
    <w:p w:rsidR="00B77C08" w:rsidRDefault="00B77C08" w:rsidP="00B77C08">
      <w:r>
        <w:t>286.8159</w:t>
      </w:r>
      <w:r>
        <w:tab/>
        <w:t>1.013e0</w:t>
      </w:r>
    </w:p>
    <w:p w:rsidR="00B77C08" w:rsidRDefault="00B77C08" w:rsidP="00B77C08">
      <w:r>
        <w:t>286.9064</w:t>
      </w:r>
      <w:r>
        <w:tab/>
        <w:t>1.013e0</w:t>
      </w:r>
    </w:p>
    <w:p w:rsidR="00B77C08" w:rsidRDefault="00B77C08" w:rsidP="00B77C08">
      <w:r>
        <w:t>286.9425</w:t>
      </w:r>
      <w:r>
        <w:tab/>
        <w:t>1.013e0</w:t>
      </w:r>
    </w:p>
    <w:p w:rsidR="00B77C08" w:rsidRDefault="00B77C08" w:rsidP="00B77C08">
      <w:r>
        <w:t>287.0025</w:t>
      </w:r>
      <w:r>
        <w:tab/>
        <w:t>4.051e0</w:t>
      </w:r>
    </w:p>
    <w:p w:rsidR="00B77C08" w:rsidRDefault="00B77C08" w:rsidP="00B77C08">
      <w:r>
        <w:t>287.0130</w:t>
      </w:r>
      <w:r>
        <w:tab/>
        <w:t>1.013e0</w:t>
      </w:r>
    </w:p>
    <w:p w:rsidR="00B77C08" w:rsidRDefault="00B77C08" w:rsidP="00B77C08">
      <w:r>
        <w:t>287.0500</w:t>
      </w:r>
      <w:r>
        <w:tab/>
        <w:t>1.519e1</w:t>
      </w:r>
    </w:p>
    <w:p w:rsidR="00B77C08" w:rsidRDefault="00B77C08" w:rsidP="00B77C08">
      <w:r>
        <w:t>287.0567</w:t>
      </w:r>
      <w:r>
        <w:tab/>
        <w:t>2.191e1</w:t>
      </w:r>
    </w:p>
    <w:p w:rsidR="00B77C08" w:rsidRDefault="00B77C08" w:rsidP="00B77C08">
      <w:r>
        <w:lastRenderedPageBreak/>
        <w:t>287.0798</w:t>
      </w:r>
      <w:r>
        <w:tab/>
        <w:t>6.599e0</w:t>
      </w:r>
    </w:p>
    <w:p w:rsidR="00B77C08" w:rsidRDefault="00B77C08" w:rsidP="00B77C08">
      <w:r>
        <w:t>287.1131</w:t>
      </w:r>
      <w:r>
        <w:tab/>
        <w:t>1.013e0</w:t>
      </w:r>
    </w:p>
    <w:p w:rsidR="00B77C08" w:rsidRDefault="00B77C08" w:rsidP="00B77C08">
      <w:r>
        <w:t>287.1271</w:t>
      </w:r>
      <w:r>
        <w:tab/>
        <w:t>1.013e0</w:t>
      </w:r>
    </w:p>
    <w:p w:rsidR="00B77C08" w:rsidRDefault="00B77C08" w:rsidP="00B77C08">
      <w:r>
        <w:t>287.1357</w:t>
      </w:r>
      <w:r>
        <w:tab/>
        <w:t>1.013e0</w:t>
      </w:r>
    </w:p>
    <w:p w:rsidR="00B77C08" w:rsidRDefault="00B77C08" w:rsidP="00B77C08">
      <w:r>
        <w:t>287.1391</w:t>
      </w:r>
      <w:r>
        <w:tab/>
        <w:t>1.013e0</w:t>
      </w:r>
    </w:p>
    <w:p w:rsidR="00B77C08" w:rsidRDefault="00B77C08" w:rsidP="00B77C08">
      <w:r>
        <w:t>287.1782</w:t>
      </w:r>
      <w:r>
        <w:tab/>
        <w:t>5.063e0</w:t>
      </w:r>
    </w:p>
    <w:p w:rsidR="00B77C08" w:rsidRDefault="00B77C08" w:rsidP="00B77C08">
      <w:r>
        <w:t>287.2101</w:t>
      </w:r>
      <w:r>
        <w:tab/>
        <w:t>3.038e0</w:t>
      </w:r>
    </w:p>
    <w:p w:rsidR="00B77C08" w:rsidRDefault="00B77C08" w:rsidP="00B77C08">
      <w:r>
        <w:t>287.2362</w:t>
      </w:r>
      <w:r>
        <w:tab/>
        <w:t>2.025e0</w:t>
      </w:r>
    </w:p>
    <w:p w:rsidR="00B77C08" w:rsidRDefault="00B77C08" w:rsidP="00B77C08">
      <w:r>
        <w:t>287.2387</w:t>
      </w:r>
      <w:r>
        <w:tab/>
        <w:t>1.013e0</w:t>
      </w:r>
    </w:p>
    <w:p w:rsidR="00B77C08" w:rsidRDefault="00B77C08" w:rsidP="00B77C08">
      <w:r>
        <w:t>287.2618</w:t>
      </w:r>
      <w:r>
        <w:tab/>
        <w:t>1.013e0</w:t>
      </w:r>
    </w:p>
    <w:p w:rsidR="00B77C08" w:rsidRDefault="00B77C08" w:rsidP="00B77C08">
      <w:r>
        <w:t>287.2954</w:t>
      </w:r>
      <w:r>
        <w:tab/>
        <w:t>2.025e0</w:t>
      </w:r>
    </w:p>
    <w:p w:rsidR="00B77C08" w:rsidRDefault="00B77C08" w:rsidP="00B77C08">
      <w:r>
        <w:t>287.3070</w:t>
      </w:r>
      <w:r>
        <w:tab/>
        <w:t>1.013e0</w:t>
      </w:r>
    </w:p>
    <w:p w:rsidR="00B77C08" w:rsidRDefault="00B77C08" w:rsidP="00B77C08">
      <w:r>
        <w:t>287.3185</w:t>
      </w:r>
      <w:r>
        <w:tab/>
        <w:t>2.025e0</w:t>
      </w:r>
    </w:p>
    <w:p w:rsidR="00B77C08" w:rsidRDefault="00B77C08" w:rsidP="00B77C08">
      <w:r>
        <w:t>287.3438</w:t>
      </w:r>
      <w:r>
        <w:tab/>
        <w:t>1.013e0</w:t>
      </w:r>
    </w:p>
    <w:p w:rsidR="00B77C08" w:rsidRDefault="00B77C08" w:rsidP="00B77C08">
      <w:r>
        <w:t>287.3598</w:t>
      </w:r>
      <w:r>
        <w:tab/>
        <w:t>1.013e0</w:t>
      </w:r>
    </w:p>
    <w:p w:rsidR="00B77C08" w:rsidRDefault="00B77C08" w:rsidP="00B77C08">
      <w:r>
        <w:t>287.5175</w:t>
      </w:r>
      <w:r>
        <w:tab/>
        <w:t>1.013e0</w:t>
      </w:r>
    </w:p>
    <w:p w:rsidR="00B77C08" w:rsidRDefault="00B77C08" w:rsidP="00B77C08">
      <w:r>
        <w:t>287.6083</w:t>
      </w:r>
      <w:r>
        <w:tab/>
        <w:t>1.013e0</w:t>
      </w:r>
    </w:p>
    <w:p w:rsidR="00B77C08" w:rsidRDefault="00B77C08" w:rsidP="00B77C08">
      <w:r>
        <w:t>287.6227</w:t>
      </w:r>
      <w:r>
        <w:tab/>
        <w:t>2.025e0</w:t>
      </w:r>
    </w:p>
    <w:p w:rsidR="00B77C08" w:rsidRDefault="00B77C08" w:rsidP="00B77C08">
      <w:r>
        <w:t>287.6632</w:t>
      </w:r>
      <w:r>
        <w:tab/>
        <w:t>1.013e0</w:t>
      </w:r>
    </w:p>
    <w:p w:rsidR="00B77C08" w:rsidRDefault="00B77C08" w:rsidP="00B77C08">
      <w:r>
        <w:lastRenderedPageBreak/>
        <w:t>287.7662</w:t>
      </w:r>
      <w:r>
        <w:tab/>
        <w:t>2.025e0</w:t>
      </w:r>
    </w:p>
    <w:p w:rsidR="00B77C08" w:rsidRDefault="00B77C08" w:rsidP="00B77C08">
      <w:r>
        <w:t>287.7856</w:t>
      </w:r>
      <w:r>
        <w:tab/>
        <w:t>1.013e0</w:t>
      </w:r>
    </w:p>
    <w:p w:rsidR="00B77C08" w:rsidRDefault="00B77C08" w:rsidP="00B77C08">
      <w:r>
        <w:t>287.7894</w:t>
      </w:r>
      <w:r>
        <w:tab/>
        <w:t>1.013e0</w:t>
      </w:r>
    </w:p>
    <w:p w:rsidR="00B77C08" w:rsidRDefault="00B77C08" w:rsidP="00B77C08">
      <w:r>
        <w:t>287.8530</w:t>
      </w:r>
      <w:r>
        <w:tab/>
        <w:t>1.013e0</w:t>
      </w:r>
    </w:p>
    <w:p w:rsidR="00B77C08" w:rsidRDefault="00B77C08" w:rsidP="00B77C08">
      <w:r>
        <w:t>287.9833</w:t>
      </w:r>
      <w:r>
        <w:tab/>
        <w:t>1.013e0</w:t>
      </w:r>
    </w:p>
    <w:p w:rsidR="00B77C08" w:rsidRDefault="00B77C08" w:rsidP="00B77C08">
      <w:r>
        <w:t>288.0015</w:t>
      </w:r>
      <w:r>
        <w:tab/>
        <w:t>1.013e0</w:t>
      </w:r>
    </w:p>
    <w:p w:rsidR="00B77C08" w:rsidRDefault="00B77C08" w:rsidP="00B77C08">
      <w:r>
        <w:t>288.0339</w:t>
      </w:r>
      <w:r>
        <w:tab/>
        <w:t>2.025e0</w:t>
      </w:r>
    </w:p>
    <w:p w:rsidR="00B77C08" w:rsidRDefault="00B77C08" w:rsidP="00B77C08">
      <w:r>
        <w:t>288.0647</w:t>
      </w:r>
      <w:r>
        <w:tab/>
        <w:t>1.013e0</w:t>
      </w:r>
    </w:p>
    <w:p w:rsidR="00B77C08" w:rsidRDefault="00B77C08" w:rsidP="00B77C08">
      <w:r>
        <w:t>288.0956</w:t>
      </w:r>
      <w:r>
        <w:tab/>
        <w:t>4.051e0</w:t>
      </w:r>
    </w:p>
    <w:p w:rsidR="00B77C08" w:rsidRDefault="00B77C08" w:rsidP="00B77C08">
      <w:r>
        <w:t>288.1108</w:t>
      </w:r>
      <w:r>
        <w:tab/>
        <w:t>5.883e1</w:t>
      </w:r>
    </w:p>
    <w:p w:rsidR="00B77C08" w:rsidRDefault="00B77C08" w:rsidP="00B77C08">
      <w:r>
        <w:t>288.1148</w:t>
      </w:r>
      <w:r>
        <w:tab/>
        <w:t>7.023e0</w:t>
      </w:r>
    </w:p>
    <w:p w:rsidR="00B77C08" w:rsidRDefault="00B77C08" w:rsidP="00B77C08">
      <w:r>
        <w:t>288.1258</w:t>
      </w:r>
      <w:r>
        <w:tab/>
        <w:t>4.317e0</w:t>
      </w:r>
    </w:p>
    <w:p w:rsidR="00B77C08" w:rsidRDefault="00B77C08" w:rsidP="00B77C08">
      <w:r>
        <w:t>288.1674</w:t>
      </w:r>
      <w:r>
        <w:tab/>
        <w:t>4.140e0</w:t>
      </w:r>
    </w:p>
    <w:p w:rsidR="00B77C08" w:rsidRDefault="00B77C08" w:rsidP="00B77C08">
      <w:r>
        <w:t>288.1935</w:t>
      </w:r>
      <w:r>
        <w:tab/>
        <w:t>2.025e0</w:t>
      </w:r>
    </w:p>
    <w:p w:rsidR="00B77C08" w:rsidRDefault="00B77C08" w:rsidP="00B77C08">
      <w:r>
        <w:t>288.2481</w:t>
      </w:r>
      <w:r>
        <w:tab/>
        <w:t>3.038e0</w:t>
      </w:r>
    </w:p>
    <w:p w:rsidR="00B77C08" w:rsidRDefault="00B77C08" w:rsidP="00B77C08">
      <w:r>
        <w:t>288.2496</w:t>
      </w:r>
      <w:r>
        <w:tab/>
        <w:t>1.013e0</w:t>
      </w:r>
    </w:p>
    <w:p w:rsidR="00B77C08" w:rsidRDefault="00B77C08" w:rsidP="00B77C08">
      <w:r>
        <w:t>288.2617</w:t>
      </w:r>
      <w:r>
        <w:tab/>
        <w:t>3.038e0</w:t>
      </w:r>
    </w:p>
    <w:p w:rsidR="00B77C08" w:rsidRDefault="00B77C08" w:rsidP="00B77C08">
      <w:r>
        <w:t>288.2946</w:t>
      </w:r>
      <w:r>
        <w:tab/>
        <w:t>3.038e0</w:t>
      </w:r>
    </w:p>
    <w:p w:rsidR="00B77C08" w:rsidRDefault="00B77C08" w:rsidP="00B77C08">
      <w:r>
        <w:t>288.3392</w:t>
      </w:r>
      <w:r>
        <w:tab/>
        <w:t>1.013e0</w:t>
      </w:r>
    </w:p>
    <w:p w:rsidR="00B77C08" w:rsidRDefault="00B77C08" w:rsidP="00B77C08">
      <w:r>
        <w:lastRenderedPageBreak/>
        <w:t>288.4189</w:t>
      </w:r>
      <w:r>
        <w:tab/>
        <w:t>2.025e0</w:t>
      </w:r>
    </w:p>
    <w:p w:rsidR="00B77C08" w:rsidRDefault="00B77C08" w:rsidP="00B77C08">
      <w:r>
        <w:t>288.4245</w:t>
      </w:r>
      <w:r>
        <w:tab/>
        <w:t>2.025e0</w:t>
      </w:r>
    </w:p>
    <w:p w:rsidR="00B77C08" w:rsidRDefault="00B77C08" w:rsidP="00B77C08">
      <w:r>
        <w:t>288.4485</w:t>
      </w:r>
      <w:r>
        <w:tab/>
        <w:t>1.013e0</w:t>
      </w:r>
    </w:p>
    <w:p w:rsidR="00B77C08" w:rsidRDefault="00B77C08" w:rsidP="00B77C08">
      <w:r>
        <w:t>288.5117</w:t>
      </w:r>
      <w:r>
        <w:tab/>
        <w:t>1.013e0</w:t>
      </w:r>
    </w:p>
    <w:p w:rsidR="00B77C08" w:rsidRDefault="00B77C08" w:rsidP="00B77C08">
      <w:r>
        <w:t>288.5233</w:t>
      </w:r>
      <w:r>
        <w:tab/>
        <w:t>1.013e0</w:t>
      </w:r>
    </w:p>
    <w:p w:rsidR="00B77C08" w:rsidRDefault="00B77C08" w:rsidP="00B77C08">
      <w:r>
        <w:t>288.5344</w:t>
      </w:r>
      <w:r>
        <w:tab/>
        <w:t>1.013e0</w:t>
      </w:r>
    </w:p>
    <w:p w:rsidR="00B77C08" w:rsidRDefault="00B77C08" w:rsidP="00B77C08">
      <w:r>
        <w:t>288.6236</w:t>
      </w:r>
      <w:r>
        <w:tab/>
        <w:t>1.013e0</w:t>
      </w:r>
    </w:p>
    <w:p w:rsidR="00B77C08" w:rsidRDefault="00B77C08" w:rsidP="00B77C08">
      <w:r>
        <w:t>288.6651</w:t>
      </w:r>
      <w:r>
        <w:tab/>
        <w:t>1.013e0</w:t>
      </w:r>
    </w:p>
    <w:p w:rsidR="00B77C08" w:rsidRDefault="00B77C08" w:rsidP="00B77C08">
      <w:r>
        <w:t>288.6755</w:t>
      </w:r>
      <w:r>
        <w:tab/>
        <w:t>2.025e0</w:t>
      </w:r>
    </w:p>
    <w:p w:rsidR="00B77C08" w:rsidRDefault="00B77C08" w:rsidP="00B77C08">
      <w:r>
        <w:t>288.6771</w:t>
      </w:r>
      <w:r>
        <w:tab/>
        <w:t>1.013e0</w:t>
      </w:r>
    </w:p>
    <w:p w:rsidR="00B77C08" w:rsidRDefault="00B77C08" w:rsidP="00B77C08">
      <w:r>
        <w:t>288.7087</w:t>
      </w:r>
      <w:r>
        <w:tab/>
        <w:t>1.013e0</w:t>
      </w:r>
    </w:p>
    <w:p w:rsidR="00B77C08" w:rsidRDefault="00B77C08" w:rsidP="00B77C08">
      <w:r>
        <w:t>288.7204</w:t>
      </w:r>
      <w:r>
        <w:tab/>
        <w:t>5.063e0</w:t>
      </w:r>
    </w:p>
    <w:p w:rsidR="00B77C08" w:rsidRDefault="00B77C08" w:rsidP="00B77C08">
      <w:r>
        <w:t>288.7503</w:t>
      </w:r>
      <w:r>
        <w:tab/>
        <w:t>1.013e0</w:t>
      </w:r>
    </w:p>
    <w:p w:rsidR="00B77C08" w:rsidRDefault="00B77C08" w:rsidP="00B77C08">
      <w:r>
        <w:t>288.7914</w:t>
      </w:r>
      <w:r>
        <w:tab/>
        <w:t>1.013e0</w:t>
      </w:r>
    </w:p>
    <w:p w:rsidR="00B77C08" w:rsidRDefault="00B77C08" w:rsidP="00B77C08">
      <w:r>
        <w:t>288.7979</w:t>
      </w:r>
      <w:r>
        <w:tab/>
        <w:t>2.025e0</w:t>
      </w:r>
    </w:p>
    <w:p w:rsidR="00B77C08" w:rsidRDefault="00B77C08" w:rsidP="00B77C08">
      <w:r>
        <w:t>288.8311</w:t>
      </w:r>
      <w:r>
        <w:tab/>
        <w:t>2.025e0</w:t>
      </w:r>
    </w:p>
    <w:p w:rsidR="00B77C08" w:rsidRDefault="00B77C08" w:rsidP="00B77C08">
      <w:r>
        <w:t>288.8801</w:t>
      </w:r>
      <w:r>
        <w:tab/>
        <w:t>4.051e0</w:t>
      </w:r>
    </w:p>
    <w:p w:rsidR="00B77C08" w:rsidRDefault="00B77C08" w:rsidP="00B77C08">
      <w:r>
        <w:t>288.8862</w:t>
      </w:r>
      <w:r>
        <w:tab/>
        <w:t>2.025e0</w:t>
      </w:r>
    </w:p>
    <w:p w:rsidR="00B77C08" w:rsidRDefault="00B77C08" w:rsidP="00B77C08">
      <w:r>
        <w:t>288.9314</w:t>
      </w:r>
      <w:r>
        <w:tab/>
        <w:t>4.051e0</w:t>
      </w:r>
    </w:p>
    <w:p w:rsidR="00B77C08" w:rsidRDefault="00B77C08" w:rsidP="00B77C08">
      <w:r>
        <w:lastRenderedPageBreak/>
        <w:t>288.9438</w:t>
      </w:r>
      <w:r>
        <w:tab/>
        <w:t>4.051e0</w:t>
      </w:r>
    </w:p>
    <w:p w:rsidR="00B77C08" w:rsidRDefault="00B77C08" w:rsidP="00B77C08">
      <w:r>
        <w:t>288.9594</w:t>
      </w:r>
      <w:r>
        <w:tab/>
        <w:t>5.063e0</w:t>
      </w:r>
    </w:p>
    <w:p w:rsidR="00B77C08" w:rsidRDefault="00B77C08" w:rsidP="00B77C08">
      <w:r>
        <w:t>288.9789</w:t>
      </w:r>
      <w:r>
        <w:tab/>
        <w:t>2.025e0</w:t>
      </w:r>
    </w:p>
    <w:p w:rsidR="00B77C08" w:rsidRDefault="00B77C08" w:rsidP="00B77C08">
      <w:r>
        <w:t>288.9932</w:t>
      </w:r>
      <w:r>
        <w:tab/>
        <w:t>1.013e0</w:t>
      </w:r>
    </w:p>
    <w:p w:rsidR="00B77C08" w:rsidRDefault="00B77C08" w:rsidP="00B77C08">
      <w:r>
        <w:t>289.0024</w:t>
      </w:r>
      <w:r>
        <w:tab/>
        <w:t>5.063e0</w:t>
      </w:r>
    </w:p>
    <w:p w:rsidR="00B77C08" w:rsidRDefault="00B77C08" w:rsidP="00B77C08">
      <w:r>
        <w:t>289.0057</w:t>
      </w:r>
      <w:r>
        <w:tab/>
        <w:t>2.025e0</w:t>
      </w:r>
    </w:p>
    <w:p w:rsidR="00B77C08" w:rsidRDefault="00B77C08" w:rsidP="00B77C08">
      <w:r>
        <w:t>289.0513</w:t>
      </w:r>
      <w:r>
        <w:tab/>
        <w:t>2.025e0</w:t>
      </w:r>
    </w:p>
    <w:p w:rsidR="00B77C08" w:rsidRDefault="00B77C08" w:rsidP="00B77C08">
      <w:r>
        <w:t>289.0535</w:t>
      </w:r>
      <w:r>
        <w:tab/>
        <w:t>3.038e0</w:t>
      </w:r>
    </w:p>
    <w:p w:rsidR="00B77C08" w:rsidRDefault="00B77C08" w:rsidP="00B77C08">
      <w:r>
        <w:t>289.0748</w:t>
      </w:r>
      <w:r>
        <w:tab/>
        <w:t>2.025e0</w:t>
      </w:r>
    </w:p>
    <w:p w:rsidR="00B77C08" w:rsidRDefault="00B77C08" w:rsidP="00B77C08">
      <w:r>
        <w:t>289.1110</w:t>
      </w:r>
      <w:r>
        <w:tab/>
        <w:t>2.258e1</w:t>
      </w:r>
    </w:p>
    <w:p w:rsidR="00B77C08" w:rsidRDefault="00B77C08" w:rsidP="00B77C08">
      <w:r>
        <w:t>289.1590</w:t>
      </w:r>
      <w:r>
        <w:tab/>
        <w:t>3.038e0</w:t>
      </w:r>
    </w:p>
    <w:p w:rsidR="00B77C08" w:rsidRDefault="00B77C08" w:rsidP="00B77C08">
      <w:r>
        <w:t>289.1783</w:t>
      </w:r>
      <w:r>
        <w:tab/>
        <w:t>1.013e0</w:t>
      </w:r>
    </w:p>
    <w:p w:rsidR="00B77C08" w:rsidRDefault="00B77C08" w:rsidP="00B77C08">
      <w:r>
        <w:t>289.2060</w:t>
      </w:r>
      <w:r>
        <w:tab/>
        <w:t>1.013e0</w:t>
      </w:r>
    </w:p>
    <w:p w:rsidR="00B77C08" w:rsidRDefault="00B77C08" w:rsidP="00B77C08">
      <w:r>
        <w:t>289.2182</w:t>
      </w:r>
      <w:r>
        <w:tab/>
        <w:t>2.025e0</w:t>
      </w:r>
    </w:p>
    <w:p w:rsidR="00B77C08" w:rsidRDefault="00B77C08" w:rsidP="00B77C08">
      <w:r>
        <w:t>289.2256</w:t>
      </w:r>
      <w:r>
        <w:tab/>
        <w:t>1.013e0</w:t>
      </w:r>
    </w:p>
    <w:p w:rsidR="00B77C08" w:rsidRDefault="00B77C08" w:rsidP="00B77C08">
      <w:r>
        <w:t>289.2637</w:t>
      </w:r>
      <w:r>
        <w:tab/>
        <w:t>6.076e0</w:t>
      </w:r>
    </w:p>
    <w:p w:rsidR="00B77C08" w:rsidRDefault="00B77C08" w:rsidP="00B77C08">
      <w:r>
        <w:t>289.2926</w:t>
      </w:r>
      <w:r>
        <w:tab/>
        <w:t>1.013e0</w:t>
      </w:r>
    </w:p>
    <w:p w:rsidR="00B77C08" w:rsidRDefault="00B77C08" w:rsidP="00B77C08">
      <w:r>
        <w:t>289.3242</w:t>
      </w:r>
      <w:r>
        <w:tab/>
        <w:t>1.013e0</w:t>
      </w:r>
    </w:p>
    <w:p w:rsidR="00B77C08" w:rsidRDefault="00B77C08" w:rsidP="00B77C08">
      <w:r>
        <w:t>289.3288</w:t>
      </w:r>
      <w:r>
        <w:tab/>
        <w:t>1.013e0</w:t>
      </w:r>
    </w:p>
    <w:p w:rsidR="00B77C08" w:rsidRDefault="00B77C08" w:rsidP="00B77C08">
      <w:r>
        <w:lastRenderedPageBreak/>
        <w:t>289.3905</w:t>
      </w:r>
      <w:r>
        <w:tab/>
        <w:t>6.076e0</w:t>
      </w:r>
    </w:p>
    <w:p w:rsidR="00B77C08" w:rsidRDefault="00B77C08" w:rsidP="00B77C08">
      <w:r>
        <w:t>289.4002</w:t>
      </w:r>
      <w:r>
        <w:tab/>
        <w:t>1.013e0</w:t>
      </w:r>
    </w:p>
    <w:p w:rsidR="00B77C08" w:rsidRDefault="00B77C08" w:rsidP="00B77C08">
      <w:r>
        <w:t>289.4190</w:t>
      </w:r>
      <w:r>
        <w:tab/>
        <w:t>1.013e0</w:t>
      </w:r>
    </w:p>
    <w:p w:rsidR="00B77C08" w:rsidRDefault="00B77C08" w:rsidP="00B77C08">
      <w:r>
        <w:t>289.4270</w:t>
      </w:r>
      <w:r>
        <w:tab/>
        <w:t>1.013e0</w:t>
      </w:r>
    </w:p>
    <w:p w:rsidR="00B77C08" w:rsidRDefault="00B77C08" w:rsidP="00B77C08">
      <w:r>
        <w:t>289.4466</w:t>
      </w:r>
      <w:r>
        <w:tab/>
        <w:t>1.013e0</w:t>
      </w:r>
    </w:p>
    <w:p w:rsidR="00B77C08" w:rsidRDefault="00B77C08" w:rsidP="00B77C08">
      <w:r>
        <w:t>289.4649</w:t>
      </w:r>
      <w:r>
        <w:tab/>
        <w:t>2.025e0</w:t>
      </w:r>
    </w:p>
    <w:p w:rsidR="00B77C08" w:rsidRDefault="00B77C08" w:rsidP="00B77C08">
      <w:r>
        <w:t>289.4960</w:t>
      </w:r>
      <w:r>
        <w:tab/>
        <w:t>2.025e0</w:t>
      </w:r>
    </w:p>
    <w:p w:rsidR="00B77C08" w:rsidRDefault="00B77C08" w:rsidP="00B77C08">
      <w:r>
        <w:t>289.5138</w:t>
      </w:r>
      <w:r>
        <w:tab/>
        <w:t>1.013e0</w:t>
      </w:r>
    </w:p>
    <w:p w:rsidR="00B77C08" w:rsidRDefault="00B77C08" w:rsidP="00B77C08">
      <w:r>
        <w:t>289.5322</w:t>
      </w:r>
      <w:r>
        <w:tab/>
        <w:t>3.038e0</w:t>
      </w:r>
    </w:p>
    <w:p w:rsidR="00B77C08" w:rsidRDefault="00B77C08" w:rsidP="00B77C08">
      <w:r>
        <w:t>289.5374</w:t>
      </w:r>
      <w:r>
        <w:tab/>
        <w:t>1.013e0</w:t>
      </w:r>
    </w:p>
    <w:p w:rsidR="00B77C08" w:rsidRDefault="00B77C08" w:rsidP="00B77C08">
      <w:r>
        <w:t>289.5575</w:t>
      </w:r>
      <w:r>
        <w:tab/>
        <w:t>2.025e0</w:t>
      </w:r>
    </w:p>
    <w:p w:rsidR="00B77C08" w:rsidRDefault="00B77C08" w:rsidP="00B77C08">
      <w:r>
        <w:t>289.5695</w:t>
      </w:r>
      <w:r>
        <w:tab/>
        <w:t>1.013e0</w:t>
      </w:r>
    </w:p>
    <w:p w:rsidR="00B77C08" w:rsidRDefault="00B77C08" w:rsidP="00B77C08">
      <w:r>
        <w:t>289.6050</w:t>
      </w:r>
      <w:r>
        <w:tab/>
        <w:t>1.013e0</w:t>
      </w:r>
    </w:p>
    <w:p w:rsidR="00B77C08" w:rsidRDefault="00B77C08" w:rsidP="00B77C08">
      <w:r>
        <w:t>289.6284</w:t>
      </w:r>
      <w:r>
        <w:tab/>
        <w:t>2.025e0</w:t>
      </w:r>
    </w:p>
    <w:p w:rsidR="00B77C08" w:rsidRDefault="00B77C08" w:rsidP="00B77C08">
      <w:r>
        <w:t>289.6470</w:t>
      </w:r>
      <w:r>
        <w:tab/>
        <w:t>2.025e0</w:t>
      </w:r>
    </w:p>
    <w:p w:rsidR="00B77C08" w:rsidRDefault="00B77C08" w:rsidP="00B77C08">
      <w:r>
        <w:t>289.6608</w:t>
      </w:r>
      <w:r>
        <w:tab/>
        <w:t>3.038e0</w:t>
      </w:r>
    </w:p>
    <w:p w:rsidR="00B77C08" w:rsidRDefault="00B77C08" w:rsidP="00B77C08">
      <w:r>
        <w:t>289.6860</w:t>
      </w:r>
      <w:r>
        <w:tab/>
        <w:t>2.025e0</w:t>
      </w:r>
    </w:p>
    <w:p w:rsidR="00B77C08" w:rsidRDefault="00B77C08" w:rsidP="00B77C08">
      <w:r>
        <w:t>289.6875</w:t>
      </w:r>
      <w:r>
        <w:tab/>
        <w:t>7.089e0</w:t>
      </w:r>
    </w:p>
    <w:p w:rsidR="00B77C08" w:rsidRDefault="00B77C08" w:rsidP="00B77C08">
      <w:r>
        <w:t>289.7218</w:t>
      </w:r>
      <w:r>
        <w:tab/>
        <w:t>2.025e0</w:t>
      </w:r>
    </w:p>
    <w:p w:rsidR="00B77C08" w:rsidRDefault="00B77C08" w:rsidP="00B77C08">
      <w:r>
        <w:lastRenderedPageBreak/>
        <w:t>289.7252</w:t>
      </w:r>
      <w:r>
        <w:tab/>
        <w:t>3.038e0</w:t>
      </w:r>
    </w:p>
    <w:p w:rsidR="00B77C08" w:rsidRDefault="00B77C08" w:rsidP="00B77C08">
      <w:r>
        <w:t>289.7585</w:t>
      </w:r>
      <w:r>
        <w:tab/>
        <w:t>1.013e0</w:t>
      </w:r>
    </w:p>
    <w:p w:rsidR="00B77C08" w:rsidRDefault="00B77C08" w:rsidP="00B77C08">
      <w:r>
        <w:t>289.7711</w:t>
      </w:r>
      <w:r>
        <w:tab/>
        <w:t>1.013e0</w:t>
      </w:r>
    </w:p>
    <w:p w:rsidR="00B77C08" w:rsidRDefault="00B77C08" w:rsidP="00B77C08">
      <w:r>
        <w:t>289.8178</w:t>
      </w:r>
      <w:r>
        <w:tab/>
        <w:t>1.013e0</w:t>
      </w:r>
    </w:p>
    <w:p w:rsidR="00B77C08" w:rsidRDefault="00B77C08" w:rsidP="00B77C08">
      <w:r>
        <w:t>289.8197</w:t>
      </w:r>
      <w:r>
        <w:tab/>
        <w:t>4.051e0</w:t>
      </w:r>
    </w:p>
    <w:p w:rsidR="00B77C08" w:rsidRDefault="00B77C08" w:rsidP="00B77C08">
      <w:r>
        <w:t>289.8217</w:t>
      </w:r>
      <w:r>
        <w:tab/>
        <w:t>1.013e0</w:t>
      </w:r>
    </w:p>
    <w:p w:rsidR="00B77C08" w:rsidRDefault="00B77C08" w:rsidP="00B77C08">
      <w:r>
        <w:t>289.8448</w:t>
      </w:r>
      <w:r>
        <w:tab/>
        <w:t>2.025e0</w:t>
      </w:r>
    </w:p>
    <w:p w:rsidR="00B77C08" w:rsidRDefault="00B77C08" w:rsidP="00B77C08">
      <w:r>
        <w:t>289.8809</w:t>
      </w:r>
      <w:r>
        <w:tab/>
        <w:t>1.013e0</w:t>
      </w:r>
    </w:p>
    <w:p w:rsidR="00B77C08" w:rsidRDefault="00B77C08" w:rsidP="00B77C08">
      <w:r>
        <w:t>289.8887</w:t>
      </w:r>
      <w:r>
        <w:tab/>
        <w:t>3.038e0</w:t>
      </w:r>
    </w:p>
    <w:p w:rsidR="00B77C08" w:rsidRDefault="00B77C08" w:rsidP="00B77C08">
      <w:r>
        <w:t>289.9245</w:t>
      </w:r>
      <w:r>
        <w:tab/>
        <w:t>1.013e0</w:t>
      </w:r>
    </w:p>
    <w:p w:rsidR="00B77C08" w:rsidRDefault="00B77C08" w:rsidP="00B77C08">
      <w:r>
        <w:t>289.9260</w:t>
      </w:r>
      <w:r>
        <w:tab/>
        <w:t>3.038e0</w:t>
      </w:r>
    </w:p>
    <w:p w:rsidR="00B77C08" w:rsidRDefault="00B77C08" w:rsidP="00B77C08">
      <w:r>
        <w:t>289.9522</w:t>
      </w:r>
      <w:r>
        <w:tab/>
        <w:t>1.013e0</w:t>
      </w:r>
    </w:p>
    <w:p w:rsidR="00B77C08" w:rsidRDefault="00B77C08" w:rsidP="00B77C08">
      <w:r>
        <w:t>289.9783</w:t>
      </w:r>
      <w:r>
        <w:tab/>
        <w:t>2.025e0</w:t>
      </w:r>
    </w:p>
    <w:p w:rsidR="00B77C08" w:rsidRDefault="00B77C08" w:rsidP="00B77C08">
      <w:r>
        <w:t>289.9801</w:t>
      </w:r>
      <w:r>
        <w:tab/>
        <w:t>2.025e0</w:t>
      </w:r>
    </w:p>
    <w:p w:rsidR="00B77C08" w:rsidRDefault="00B77C08" w:rsidP="00B77C08">
      <w:r>
        <w:t>290.0291</w:t>
      </w:r>
      <w:r>
        <w:tab/>
        <w:t>4.051e0</w:t>
      </w:r>
    </w:p>
    <w:p w:rsidR="00B77C08" w:rsidRDefault="00B77C08" w:rsidP="00B77C08">
      <w:r>
        <w:t>290.0595</w:t>
      </w:r>
      <w:r>
        <w:tab/>
        <w:t>4.051e0</w:t>
      </w:r>
    </w:p>
    <w:p w:rsidR="00B77C08" w:rsidRDefault="00B77C08" w:rsidP="00B77C08">
      <w:r>
        <w:t>290.0609</w:t>
      </w:r>
      <w:r>
        <w:tab/>
        <w:t>7.293e0</w:t>
      </w:r>
    </w:p>
    <w:p w:rsidR="00B77C08" w:rsidRDefault="00B77C08" w:rsidP="00B77C08">
      <w:r>
        <w:t>290.0982</w:t>
      </w:r>
      <w:r>
        <w:tab/>
        <w:t>1.013e0</w:t>
      </w:r>
    </w:p>
    <w:p w:rsidR="00B77C08" w:rsidRDefault="00B77C08" w:rsidP="00B77C08">
      <w:r>
        <w:t>290.1039</w:t>
      </w:r>
      <w:r>
        <w:tab/>
        <w:t>6.076e0</w:t>
      </w:r>
    </w:p>
    <w:p w:rsidR="00B77C08" w:rsidRDefault="00B77C08" w:rsidP="00B77C08">
      <w:r>
        <w:lastRenderedPageBreak/>
        <w:t>290.1111</w:t>
      </w:r>
      <w:r>
        <w:tab/>
        <w:t>2.025e0</w:t>
      </w:r>
    </w:p>
    <w:p w:rsidR="00B77C08" w:rsidRDefault="00B77C08" w:rsidP="00B77C08">
      <w:r>
        <w:t>290.1286</w:t>
      </w:r>
      <w:r>
        <w:tab/>
        <w:t>4.051e0</w:t>
      </w:r>
    </w:p>
    <w:p w:rsidR="00B77C08" w:rsidRDefault="00B77C08" w:rsidP="00B77C08">
      <w:r>
        <w:t>290.1412</w:t>
      </w:r>
      <w:r>
        <w:tab/>
        <w:t>2.025e0</w:t>
      </w:r>
    </w:p>
    <w:p w:rsidR="00B77C08" w:rsidRDefault="00B77C08" w:rsidP="00B77C08">
      <w:r>
        <w:t>290.1746</w:t>
      </w:r>
      <w:r>
        <w:tab/>
        <w:t>2.025e0</w:t>
      </w:r>
    </w:p>
    <w:p w:rsidR="00B77C08" w:rsidRDefault="00B77C08" w:rsidP="00B77C08">
      <w:r>
        <w:t>290.1792</w:t>
      </w:r>
      <w:r>
        <w:tab/>
        <w:t>2.025e0</w:t>
      </w:r>
    </w:p>
    <w:p w:rsidR="00B77C08" w:rsidRDefault="00B77C08" w:rsidP="00B77C08">
      <w:r>
        <w:t>290.1930</w:t>
      </w:r>
      <w:r>
        <w:tab/>
        <w:t>4.051e0</w:t>
      </w:r>
    </w:p>
    <w:p w:rsidR="00B77C08" w:rsidRDefault="00B77C08" w:rsidP="00B77C08">
      <w:r>
        <w:t>290.2512</w:t>
      </w:r>
      <w:r>
        <w:tab/>
        <w:t>3.038e0</w:t>
      </w:r>
    </w:p>
    <w:p w:rsidR="00B77C08" w:rsidRDefault="00B77C08" w:rsidP="00B77C08">
      <w:r>
        <w:t>290.2582</w:t>
      </w:r>
      <w:r>
        <w:tab/>
        <w:t>2.025e0</w:t>
      </w:r>
    </w:p>
    <w:p w:rsidR="00B77C08" w:rsidRDefault="00B77C08" w:rsidP="00B77C08">
      <w:r>
        <w:t>290.2924</w:t>
      </w:r>
      <w:r>
        <w:tab/>
        <w:t>1.013e0</w:t>
      </w:r>
    </w:p>
    <w:p w:rsidR="00B77C08" w:rsidRDefault="00B77C08" w:rsidP="00B77C08">
      <w:r>
        <w:t>290.2987</w:t>
      </w:r>
      <w:r>
        <w:tab/>
        <w:t>2.025e0</w:t>
      </w:r>
    </w:p>
    <w:p w:rsidR="00B77C08" w:rsidRDefault="00B77C08" w:rsidP="00B77C08">
      <w:r>
        <w:t>290.3309</w:t>
      </w:r>
      <w:r>
        <w:tab/>
        <w:t>3.038e0</w:t>
      </w:r>
    </w:p>
    <w:p w:rsidR="00B77C08" w:rsidRDefault="00B77C08" w:rsidP="00B77C08">
      <w:r>
        <w:t>290.3423</w:t>
      </w:r>
      <w:r>
        <w:tab/>
        <w:t>4.051e0</w:t>
      </w:r>
    </w:p>
    <w:p w:rsidR="00B77C08" w:rsidRDefault="00B77C08" w:rsidP="00B77C08">
      <w:r>
        <w:t>290.3490</w:t>
      </w:r>
      <w:r>
        <w:tab/>
        <w:t>2.025e0</w:t>
      </w:r>
    </w:p>
    <w:p w:rsidR="00B77C08" w:rsidRDefault="00B77C08" w:rsidP="00B77C08">
      <w:r>
        <w:t>290.3748</w:t>
      </w:r>
      <w:r>
        <w:tab/>
        <w:t>4.051e0</w:t>
      </w:r>
    </w:p>
    <w:p w:rsidR="00B77C08" w:rsidRDefault="00B77C08" w:rsidP="00B77C08">
      <w:r>
        <w:t>290.4261</w:t>
      </w:r>
      <w:r>
        <w:tab/>
        <w:t>2.441e0</w:t>
      </w:r>
    </w:p>
    <w:p w:rsidR="00B77C08" w:rsidRDefault="00B77C08" w:rsidP="00B77C08">
      <w:r>
        <w:t>290.4419</w:t>
      </w:r>
      <w:r>
        <w:tab/>
        <w:t>1.013e0</w:t>
      </w:r>
    </w:p>
    <w:p w:rsidR="00B77C08" w:rsidRDefault="00B77C08" w:rsidP="00B77C08">
      <w:r>
        <w:t>290.4695</w:t>
      </w:r>
      <w:r>
        <w:tab/>
        <w:t>1.013e0</w:t>
      </w:r>
    </w:p>
    <w:p w:rsidR="00B77C08" w:rsidRDefault="00B77C08" w:rsidP="00B77C08">
      <w:r>
        <w:t>290.4735</w:t>
      </w:r>
      <w:r>
        <w:tab/>
        <w:t>1.013e0</w:t>
      </w:r>
    </w:p>
    <w:p w:rsidR="00B77C08" w:rsidRDefault="00B77C08" w:rsidP="00B77C08">
      <w:r>
        <w:t>290.4859</w:t>
      </w:r>
      <w:r>
        <w:tab/>
        <w:t>3.038e0</w:t>
      </w:r>
    </w:p>
    <w:p w:rsidR="00B77C08" w:rsidRDefault="00B77C08" w:rsidP="00B77C08">
      <w:r>
        <w:lastRenderedPageBreak/>
        <w:t>290.5092</w:t>
      </w:r>
      <w:r>
        <w:tab/>
        <w:t>3.038e0</w:t>
      </w:r>
    </w:p>
    <w:p w:rsidR="00B77C08" w:rsidRDefault="00B77C08" w:rsidP="00B77C08">
      <w:r>
        <w:t>290.5221</w:t>
      </w:r>
      <w:r>
        <w:tab/>
        <w:t>3.038e0</w:t>
      </w:r>
    </w:p>
    <w:p w:rsidR="00B77C08" w:rsidRDefault="00B77C08" w:rsidP="00B77C08">
      <w:r>
        <w:t>290.5554</w:t>
      </w:r>
      <w:r>
        <w:tab/>
        <w:t>1.316e1</w:t>
      </w:r>
    </w:p>
    <w:p w:rsidR="00B77C08" w:rsidRDefault="00B77C08" w:rsidP="00B77C08">
      <w:r>
        <w:t>290.5703</w:t>
      </w:r>
      <w:r>
        <w:tab/>
        <w:t>4.096e0</w:t>
      </w:r>
    </w:p>
    <w:p w:rsidR="00B77C08" w:rsidRDefault="00B77C08" w:rsidP="00B77C08">
      <w:r>
        <w:t>290.5841</w:t>
      </w:r>
      <w:r>
        <w:tab/>
        <w:t>4.051e0</w:t>
      </w:r>
    </w:p>
    <w:p w:rsidR="00B77C08" w:rsidRDefault="00B77C08" w:rsidP="00B77C08">
      <w:r>
        <w:t>290.5963</w:t>
      </w:r>
      <w:r>
        <w:tab/>
        <w:t>4.179e0</w:t>
      </w:r>
    </w:p>
    <w:p w:rsidR="00B77C08" w:rsidRDefault="00B77C08" w:rsidP="00B77C08">
      <w:r>
        <w:t>290.6022</w:t>
      </w:r>
      <w:r>
        <w:tab/>
        <w:t>1.122e1</w:t>
      </w:r>
    </w:p>
    <w:p w:rsidR="00B77C08" w:rsidRDefault="00B77C08" w:rsidP="00B77C08">
      <w:r>
        <w:t>290.6526</w:t>
      </w:r>
      <w:r>
        <w:tab/>
        <w:t>6.076e0</w:t>
      </w:r>
    </w:p>
    <w:p w:rsidR="00B77C08" w:rsidRDefault="00B77C08" w:rsidP="00B77C08">
      <w:r>
        <w:t>290.6577</w:t>
      </w:r>
      <w:r>
        <w:tab/>
        <w:t>5.028e0</w:t>
      </w:r>
    </w:p>
    <w:p w:rsidR="00B77C08" w:rsidRDefault="00B77C08" w:rsidP="00B77C08">
      <w:r>
        <w:t>290.6637</w:t>
      </w:r>
      <w:r>
        <w:tab/>
        <w:t>1.532e1</w:t>
      </w:r>
    </w:p>
    <w:p w:rsidR="00B77C08" w:rsidRDefault="00B77C08" w:rsidP="00B77C08">
      <w:r>
        <w:t>290.6920</w:t>
      </w:r>
      <w:r>
        <w:tab/>
        <w:t>5.063e0</w:t>
      </w:r>
    </w:p>
    <w:p w:rsidR="00B77C08" w:rsidRDefault="00B77C08" w:rsidP="00B77C08">
      <w:r>
        <w:t>290.6950</w:t>
      </w:r>
      <w:r>
        <w:tab/>
        <w:t>4.051e0</w:t>
      </w:r>
    </w:p>
    <w:p w:rsidR="00B77C08" w:rsidRDefault="00B77C08" w:rsidP="00B77C08">
      <w:r>
        <w:t>290.7195</w:t>
      </w:r>
      <w:r>
        <w:tab/>
        <w:t>1.757e1</w:t>
      </w:r>
    </w:p>
    <w:p w:rsidR="00B77C08" w:rsidRDefault="00B77C08" w:rsidP="00B77C08">
      <w:r>
        <w:t>290.7422</w:t>
      </w:r>
      <w:r>
        <w:tab/>
        <w:t>6.076e0</w:t>
      </w:r>
    </w:p>
    <w:p w:rsidR="00B77C08" w:rsidRDefault="00B77C08" w:rsidP="00B77C08">
      <w:r>
        <w:t>290.7533</w:t>
      </w:r>
      <w:r>
        <w:tab/>
        <w:t>3.038e0</w:t>
      </w:r>
    </w:p>
    <w:p w:rsidR="00B77C08" w:rsidRDefault="00B77C08" w:rsidP="00B77C08">
      <w:r>
        <w:t>290.7907</w:t>
      </w:r>
      <w:r>
        <w:tab/>
        <w:t>1.739e1</w:t>
      </w:r>
    </w:p>
    <w:p w:rsidR="00B77C08" w:rsidRDefault="00B77C08" w:rsidP="00B77C08">
      <w:r>
        <w:t>290.7927</w:t>
      </w:r>
      <w:r>
        <w:tab/>
        <w:t>4.319e0</w:t>
      </w:r>
    </w:p>
    <w:p w:rsidR="00B77C08" w:rsidRDefault="00B77C08" w:rsidP="00B77C08">
      <w:r>
        <w:t>290.8062</w:t>
      </w:r>
      <w:r>
        <w:tab/>
        <w:t>4.051e0</w:t>
      </w:r>
    </w:p>
    <w:p w:rsidR="00B77C08" w:rsidRDefault="00B77C08" w:rsidP="00B77C08">
      <w:r>
        <w:t>290.8268</w:t>
      </w:r>
      <w:r>
        <w:tab/>
        <w:t>3.038e0</w:t>
      </w:r>
    </w:p>
    <w:p w:rsidR="00B77C08" w:rsidRDefault="00B77C08" w:rsidP="00B77C08">
      <w:r>
        <w:lastRenderedPageBreak/>
        <w:t>290.8358</w:t>
      </w:r>
      <w:r>
        <w:tab/>
        <w:t>2.340e1</w:t>
      </w:r>
    </w:p>
    <w:p w:rsidR="00B77C08" w:rsidRDefault="00B77C08" w:rsidP="00B77C08">
      <w:r>
        <w:t>290.8413</w:t>
      </w:r>
      <w:r>
        <w:tab/>
        <w:t>3.085e0</w:t>
      </w:r>
    </w:p>
    <w:p w:rsidR="00B77C08" w:rsidRDefault="00B77C08" w:rsidP="00B77C08">
      <w:r>
        <w:t>290.8812</w:t>
      </w:r>
      <w:r>
        <w:tab/>
        <w:t>1.899e1</w:t>
      </w:r>
    </w:p>
    <w:p w:rsidR="00B77C08" w:rsidRDefault="00B77C08" w:rsidP="00B77C08">
      <w:r>
        <w:t>290.9005</w:t>
      </w:r>
      <w:r>
        <w:tab/>
        <w:t>9.342e0</w:t>
      </w:r>
    </w:p>
    <w:p w:rsidR="00B77C08" w:rsidRDefault="00B77C08" w:rsidP="00B77C08">
      <w:r>
        <w:t>290.9318</w:t>
      </w:r>
      <w:r>
        <w:tab/>
        <w:t>1.170e1</w:t>
      </w:r>
    </w:p>
    <w:p w:rsidR="00B77C08" w:rsidRDefault="00B77C08" w:rsidP="00B77C08">
      <w:r>
        <w:t>290.9537</w:t>
      </w:r>
      <w:r>
        <w:tab/>
        <w:t>4.051e0</w:t>
      </w:r>
    </w:p>
    <w:p w:rsidR="00B77C08" w:rsidRDefault="00B77C08" w:rsidP="00B77C08">
      <w:r>
        <w:t>290.9587</w:t>
      </w:r>
      <w:r>
        <w:tab/>
        <w:t>3.824e0</w:t>
      </w:r>
    </w:p>
    <w:p w:rsidR="00B77C08" w:rsidRDefault="00B77C08" w:rsidP="00B77C08">
      <w:r>
        <w:t>290.9833</w:t>
      </w:r>
      <w:r>
        <w:tab/>
        <w:t>1.409e1</w:t>
      </w:r>
    </w:p>
    <w:p w:rsidR="00B77C08" w:rsidRDefault="00B77C08" w:rsidP="00B77C08">
      <w:r>
        <w:t>291.0098</w:t>
      </w:r>
      <w:r>
        <w:tab/>
        <w:t>1.013e1</w:t>
      </w:r>
    </w:p>
    <w:p w:rsidR="00B77C08" w:rsidRDefault="00B77C08" w:rsidP="00B77C08">
      <w:r>
        <w:t>291.0193</w:t>
      </w:r>
      <w:r>
        <w:tab/>
        <w:t>4.051e0</w:t>
      </w:r>
    </w:p>
    <w:p w:rsidR="00B77C08" w:rsidRDefault="00B77C08" w:rsidP="00B77C08">
      <w:r>
        <w:t>291.1149</w:t>
      </w:r>
      <w:r>
        <w:tab/>
        <w:t>3.557e3</w:t>
      </w:r>
    </w:p>
    <w:p w:rsidR="00B77C08" w:rsidRDefault="00B77C08" w:rsidP="00B77C08">
      <w:r>
        <w:t>291.1164</w:t>
      </w:r>
      <w:r>
        <w:tab/>
        <w:t>1.407e4</w:t>
      </w:r>
    </w:p>
    <w:p w:rsidR="00B77C08" w:rsidRDefault="00B77C08" w:rsidP="00B77C08">
      <w:r>
        <w:t>291.1932</w:t>
      </w:r>
      <w:r>
        <w:tab/>
        <w:t>3.715e0</w:t>
      </w:r>
    </w:p>
    <w:p w:rsidR="00B77C08" w:rsidRDefault="00B77C08" w:rsidP="00B77C08">
      <w:r>
        <w:t>291.2054</w:t>
      </w:r>
      <w:r>
        <w:tab/>
        <w:t>1.165e2</w:t>
      </w:r>
    </w:p>
    <w:p w:rsidR="00B77C08" w:rsidRDefault="00B77C08" w:rsidP="00B77C08">
      <w:r>
        <w:t>291.2309</w:t>
      </w:r>
      <w:r>
        <w:tab/>
        <w:t>1.228e1</w:t>
      </w:r>
    </w:p>
    <w:p w:rsidR="00B77C08" w:rsidRDefault="00B77C08" w:rsidP="00B77C08">
      <w:r>
        <w:t>291.2435</w:t>
      </w:r>
      <w:r>
        <w:tab/>
        <w:t>5.063e0</w:t>
      </w:r>
    </w:p>
    <w:p w:rsidR="00B77C08" w:rsidRDefault="00B77C08" w:rsidP="00B77C08">
      <w:r>
        <w:t>291.2479</w:t>
      </w:r>
      <w:r>
        <w:tab/>
        <w:t>9.316e1</w:t>
      </w:r>
    </w:p>
    <w:p w:rsidR="00B77C08" w:rsidRDefault="00B77C08" w:rsidP="00B77C08">
      <w:r>
        <w:t>291.2963</w:t>
      </w:r>
      <w:r>
        <w:tab/>
        <w:t>1.335e2</w:t>
      </w:r>
    </w:p>
    <w:p w:rsidR="00B77C08" w:rsidRDefault="00B77C08" w:rsidP="00B77C08">
      <w:r>
        <w:t>291.3028</w:t>
      </w:r>
      <w:r>
        <w:tab/>
        <w:t>8.471e1</w:t>
      </w:r>
    </w:p>
    <w:p w:rsidR="00B77C08" w:rsidRDefault="00B77C08" w:rsidP="00B77C08">
      <w:r>
        <w:lastRenderedPageBreak/>
        <w:t>291.3067</w:t>
      </w:r>
      <w:r>
        <w:tab/>
        <w:t>1.734e1</w:t>
      </w:r>
    </w:p>
    <w:p w:rsidR="00B77C08" w:rsidRDefault="00B77C08" w:rsidP="00B77C08">
      <w:r>
        <w:t>291.3325</w:t>
      </w:r>
      <w:r>
        <w:tab/>
        <w:t>1.642e1</w:t>
      </w:r>
    </w:p>
    <w:p w:rsidR="00B77C08" w:rsidRDefault="00B77C08" w:rsidP="00B77C08">
      <w:r>
        <w:t>291.3582</w:t>
      </w:r>
      <w:r>
        <w:tab/>
        <w:t>6.987e1</w:t>
      </w:r>
    </w:p>
    <w:p w:rsidR="00B77C08" w:rsidRDefault="00B77C08" w:rsidP="00B77C08">
      <w:r>
        <w:t>291.3674</w:t>
      </w:r>
      <w:r>
        <w:tab/>
        <w:t>6.042e0</w:t>
      </w:r>
    </w:p>
    <w:p w:rsidR="00B77C08" w:rsidRDefault="00B77C08" w:rsidP="00B77C08">
      <w:r>
        <w:t>291.3917</w:t>
      </w:r>
      <w:r>
        <w:tab/>
        <w:t>1.098e1</w:t>
      </w:r>
    </w:p>
    <w:p w:rsidR="00B77C08" w:rsidRDefault="00B77C08" w:rsidP="00B77C08">
      <w:r>
        <w:t>291.4123</w:t>
      </w:r>
      <w:r>
        <w:tab/>
        <w:t>8.101e0</w:t>
      </w:r>
    </w:p>
    <w:p w:rsidR="00B77C08" w:rsidRDefault="00B77C08" w:rsidP="00B77C08">
      <w:r>
        <w:t>291.4164</w:t>
      </w:r>
      <w:r>
        <w:tab/>
        <w:t>2.329e1</w:t>
      </w:r>
    </w:p>
    <w:p w:rsidR="00B77C08" w:rsidRDefault="00B77C08" w:rsidP="00B77C08">
      <w:r>
        <w:t>291.4436</w:t>
      </w:r>
      <w:r>
        <w:tab/>
        <w:t>5.063e0</w:t>
      </w:r>
    </w:p>
    <w:p w:rsidR="00B77C08" w:rsidRDefault="00B77C08" w:rsidP="00B77C08">
      <w:r>
        <w:t>291.4772</w:t>
      </w:r>
      <w:r>
        <w:tab/>
        <w:t>7.089e0</w:t>
      </w:r>
    </w:p>
    <w:p w:rsidR="00B77C08" w:rsidRDefault="00B77C08" w:rsidP="00B77C08">
      <w:r>
        <w:t>291.4785</w:t>
      </w:r>
      <w:r>
        <w:tab/>
        <w:t>6.987e1</w:t>
      </w:r>
    </w:p>
    <w:p w:rsidR="00B77C08" w:rsidRDefault="00B77C08" w:rsidP="00B77C08">
      <w:r>
        <w:t>291.5147</w:t>
      </w:r>
      <w:r>
        <w:tab/>
        <w:t>4.658e1</w:t>
      </w:r>
    </w:p>
    <w:p w:rsidR="00B77C08" w:rsidRDefault="00B77C08" w:rsidP="00B77C08">
      <w:r>
        <w:t>291.5196</w:t>
      </w:r>
      <w:r>
        <w:tab/>
        <w:t>1.316e1</w:t>
      </w:r>
    </w:p>
    <w:p w:rsidR="00B77C08" w:rsidRDefault="00B77C08" w:rsidP="00B77C08">
      <w:r>
        <w:t>291.5228</w:t>
      </w:r>
      <w:r>
        <w:tab/>
        <w:t>4.173e0</w:t>
      </w:r>
    </w:p>
    <w:p w:rsidR="00B77C08" w:rsidRDefault="00B77C08" w:rsidP="00B77C08">
      <w:r>
        <w:t>291.5611</w:t>
      </w:r>
      <w:r>
        <w:tab/>
        <w:t>1.165e2</w:t>
      </w:r>
    </w:p>
    <w:p w:rsidR="00B77C08" w:rsidRDefault="00B77C08" w:rsidP="00B77C08">
      <w:r>
        <w:t>291.5675</w:t>
      </w:r>
      <w:r>
        <w:tab/>
        <w:t>1.365e1</w:t>
      </w:r>
    </w:p>
    <w:p w:rsidR="00B77C08" w:rsidRDefault="00B77C08" w:rsidP="00B77C08">
      <w:r>
        <w:t>291.6030</w:t>
      </w:r>
      <w:r>
        <w:tab/>
        <w:t>9.505e0</w:t>
      </w:r>
    </w:p>
    <w:p w:rsidR="00B77C08" w:rsidRDefault="00B77C08" w:rsidP="00B77C08">
      <w:r>
        <w:t>291.6400</w:t>
      </w:r>
      <w:r>
        <w:tab/>
        <w:t>2.329e1</w:t>
      </w:r>
    </w:p>
    <w:p w:rsidR="00B77C08" w:rsidRDefault="00B77C08" w:rsidP="00B77C08">
      <w:r>
        <w:t>291.6438</w:t>
      </w:r>
      <w:r>
        <w:tab/>
        <w:t>1.268e1</w:t>
      </w:r>
    </w:p>
    <w:p w:rsidR="00B77C08" w:rsidRDefault="00B77C08" w:rsidP="00B77C08">
      <w:r>
        <w:t>291.6647</w:t>
      </w:r>
      <w:r>
        <w:tab/>
        <w:t>1.620e1</w:t>
      </w:r>
    </w:p>
    <w:p w:rsidR="00B77C08" w:rsidRDefault="00B77C08" w:rsidP="00B77C08">
      <w:r>
        <w:lastRenderedPageBreak/>
        <w:t>291.6756</w:t>
      </w:r>
      <w:r>
        <w:tab/>
        <w:t>6.117e0</w:t>
      </w:r>
    </w:p>
    <w:p w:rsidR="00B77C08" w:rsidRDefault="00B77C08" w:rsidP="00B77C08">
      <w:r>
        <w:t>291.7189</w:t>
      </w:r>
      <w:r>
        <w:tab/>
        <w:t>1.010e2</w:t>
      </w:r>
    </w:p>
    <w:p w:rsidR="00B77C08" w:rsidRDefault="00B77C08" w:rsidP="00B77C08">
      <w:r>
        <w:t>291.7372</w:t>
      </w:r>
      <w:r>
        <w:tab/>
        <w:t>9.480e0</w:t>
      </w:r>
    </w:p>
    <w:p w:rsidR="00B77C08" w:rsidRDefault="00B77C08" w:rsidP="00B77C08">
      <w:r>
        <w:t>291.7705</w:t>
      </w:r>
      <w:r>
        <w:tab/>
        <w:t>1.593e1</w:t>
      </w:r>
    </w:p>
    <w:p w:rsidR="00B77C08" w:rsidRDefault="00B77C08" w:rsidP="00B77C08">
      <w:r>
        <w:t>291.7857</w:t>
      </w:r>
      <w:r>
        <w:tab/>
        <w:t>9.710e0</w:t>
      </w:r>
    </w:p>
    <w:p w:rsidR="00B77C08" w:rsidRDefault="00B77C08" w:rsidP="00B77C08">
      <w:r>
        <w:t>291.7892</w:t>
      </w:r>
      <w:r>
        <w:tab/>
        <w:t>2.329e1</w:t>
      </w:r>
    </w:p>
    <w:p w:rsidR="00B77C08" w:rsidRDefault="00B77C08" w:rsidP="00B77C08">
      <w:r>
        <w:t>291.8214</w:t>
      </w:r>
      <w:r>
        <w:tab/>
        <w:t>9.706e0</w:t>
      </w:r>
    </w:p>
    <w:p w:rsidR="00B77C08" w:rsidRDefault="00B77C08" w:rsidP="00B77C08">
      <w:r>
        <w:t>291.8265</w:t>
      </w:r>
      <w:r>
        <w:tab/>
        <w:t>2.329e1</w:t>
      </w:r>
    </w:p>
    <w:p w:rsidR="00B77C08" w:rsidRDefault="00B77C08" w:rsidP="00B77C08">
      <w:r>
        <w:t>291.8516</w:t>
      </w:r>
      <w:r>
        <w:tab/>
        <w:t>1.629e1</w:t>
      </w:r>
    </w:p>
    <w:p w:rsidR="00B77C08" w:rsidRDefault="00B77C08" w:rsidP="00B77C08">
      <w:r>
        <w:t>291.8851</w:t>
      </w:r>
      <w:r>
        <w:tab/>
        <w:t>2.329e1</w:t>
      </w:r>
    </w:p>
    <w:p w:rsidR="00B77C08" w:rsidRDefault="00B77C08" w:rsidP="00B77C08">
      <w:r>
        <w:t>291.9020</w:t>
      </w:r>
      <w:r>
        <w:tab/>
        <w:t>6.076e0</w:t>
      </w:r>
    </w:p>
    <w:p w:rsidR="00B77C08" w:rsidRDefault="00B77C08" w:rsidP="00B77C08">
      <w:r>
        <w:t>291.9283</w:t>
      </w:r>
      <w:r>
        <w:tab/>
        <w:t>5.063e0</w:t>
      </w:r>
    </w:p>
    <w:p w:rsidR="00B77C08" w:rsidRDefault="00B77C08" w:rsidP="00B77C08">
      <w:r>
        <w:t>291.9312</w:t>
      </w:r>
      <w:r>
        <w:tab/>
        <w:t>9.316e1</w:t>
      </w:r>
    </w:p>
    <w:p w:rsidR="00B77C08" w:rsidRDefault="00B77C08" w:rsidP="00B77C08">
      <w:r>
        <w:t>291.9547</w:t>
      </w:r>
      <w:r>
        <w:tab/>
        <w:t>1.384e1</w:t>
      </w:r>
    </w:p>
    <w:p w:rsidR="00B77C08" w:rsidRDefault="00B77C08" w:rsidP="00B77C08">
      <w:r>
        <w:t>291.9715</w:t>
      </w:r>
      <w:r>
        <w:tab/>
        <w:t>2.025e0</w:t>
      </w:r>
    </w:p>
    <w:p w:rsidR="00B77C08" w:rsidRDefault="00B77C08" w:rsidP="00B77C08">
      <w:r>
        <w:t>292.0036</w:t>
      </w:r>
      <w:r>
        <w:tab/>
        <w:t>4.384e0</w:t>
      </w:r>
    </w:p>
    <w:p w:rsidR="00B77C08" w:rsidRDefault="00B77C08" w:rsidP="00B77C08">
      <w:r>
        <w:t>292.0077</w:t>
      </w:r>
      <w:r>
        <w:tab/>
        <w:t>7.151e0</w:t>
      </w:r>
    </w:p>
    <w:p w:rsidR="00B77C08" w:rsidRDefault="00B77C08" w:rsidP="00B77C08">
      <w:r>
        <w:t>292.0187</w:t>
      </w:r>
      <w:r>
        <w:tab/>
        <w:t>4.658e1</w:t>
      </w:r>
    </w:p>
    <w:p w:rsidR="00B77C08" w:rsidRDefault="00B77C08" w:rsidP="00B77C08">
      <w:r>
        <w:t>292.0405</w:t>
      </w:r>
      <w:r>
        <w:tab/>
        <w:t>7.089e0</w:t>
      </w:r>
    </w:p>
    <w:p w:rsidR="00B77C08" w:rsidRDefault="00B77C08" w:rsidP="00B77C08">
      <w:r>
        <w:lastRenderedPageBreak/>
        <w:t>292.1210</w:t>
      </w:r>
      <w:r>
        <w:tab/>
        <w:t>2.479e3</w:t>
      </w:r>
    </w:p>
    <w:p w:rsidR="00B77C08" w:rsidRDefault="00B77C08" w:rsidP="00B77C08">
      <w:r>
        <w:t>292.1227</w:t>
      </w:r>
      <w:r>
        <w:tab/>
        <w:t>9.424e2</w:t>
      </w:r>
    </w:p>
    <w:p w:rsidR="00B77C08" w:rsidRDefault="00B77C08" w:rsidP="00B77C08">
      <w:r>
        <w:t>292.2041</w:t>
      </w:r>
      <w:r>
        <w:tab/>
        <w:t>5.063e0</w:t>
      </w:r>
    </w:p>
    <w:p w:rsidR="00B77C08" w:rsidRDefault="00B77C08" w:rsidP="00B77C08">
      <w:r>
        <w:t>292.2155</w:t>
      </w:r>
      <w:r>
        <w:tab/>
        <w:t>3.409e0</w:t>
      </w:r>
    </w:p>
    <w:p w:rsidR="00B77C08" w:rsidRDefault="00B77C08" w:rsidP="00B77C08">
      <w:r>
        <w:t>292.2221</w:t>
      </w:r>
      <w:r>
        <w:tab/>
        <w:t>4.658e1</w:t>
      </w:r>
    </w:p>
    <w:p w:rsidR="00B77C08" w:rsidRDefault="00B77C08" w:rsidP="00B77C08">
      <w:r>
        <w:t>292.2667</w:t>
      </w:r>
      <w:r>
        <w:tab/>
        <w:t>4.051e0</w:t>
      </w:r>
    </w:p>
    <w:p w:rsidR="00B77C08" w:rsidRDefault="00B77C08" w:rsidP="00B77C08">
      <w:r>
        <w:t>292.2744</w:t>
      </w:r>
      <w:r>
        <w:tab/>
        <w:t>2.329e1</w:t>
      </w:r>
    </w:p>
    <w:p w:rsidR="00B77C08" w:rsidRDefault="00B77C08" w:rsidP="00B77C08">
      <w:r>
        <w:t>292.2871</w:t>
      </w:r>
      <w:r>
        <w:tab/>
        <w:t>3.038e0</w:t>
      </w:r>
    </w:p>
    <w:p w:rsidR="00B77C08" w:rsidRDefault="00B77C08" w:rsidP="00B77C08">
      <w:r>
        <w:t>292.3068</w:t>
      </w:r>
      <w:r>
        <w:tab/>
        <w:t>2.500e0</w:t>
      </w:r>
    </w:p>
    <w:p w:rsidR="00B77C08" w:rsidRDefault="00B77C08" w:rsidP="00B77C08">
      <w:r>
        <w:t>292.3178</w:t>
      </w:r>
      <w:r>
        <w:tab/>
        <w:t>6.300e0</w:t>
      </w:r>
    </w:p>
    <w:p w:rsidR="00B77C08" w:rsidRDefault="00B77C08" w:rsidP="00B77C08">
      <w:r>
        <w:t>292.3243</w:t>
      </w:r>
      <w:r>
        <w:tab/>
        <w:t>6.987e1</w:t>
      </w:r>
    </w:p>
    <w:p w:rsidR="00B77C08" w:rsidRDefault="00B77C08" w:rsidP="00B77C08">
      <w:r>
        <w:t>292.3448</w:t>
      </w:r>
      <w:r>
        <w:tab/>
        <w:t>5.063e0</w:t>
      </w:r>
    </w:p>
    <w:p w:rsidR="00B77C08" w:rsidRDefault="00B77C08" w:rsidP="00B77C08">
      <w:r>
        <w:t>292.3735</w:t>
      </w:r>
      <w:r>
        <w:tab/>
        <w:t>4.365e0</w:t>
      </w:r>
    </w:p>
    <w:p w:rsidR="00B77C08" w:rsidRDefault="00B77C08" w:rsidP="00B77C08">
      <w:r>
        <w:t>292.3758</w:t>
      </w:r>
      <w:r>
        <w:tab/>
        <w:t>7.089e0</w:t>
      </w:r>
    </w:p>
    <w:p w:rsidR="00B77C08" w:rsidRDefault="00B77C08" w:rsidP="00B77C08">
      <w:r>
        <w:t>292.4123</w:t>
      </w:r>
      <w:r>
        <w:tab/>
        <w:t>2.329e1</w:t>
      </w:r>
    </w:p>
    <w:p w:rsidR="00B77C08" w:rsidRDefault="00B77C08" w:rsidP="00B77C08">
      <w:r>
        <w:t>292.4169</w:t>
      </w:r>
      <w:r>
        <w:tab/>
        <w:t>2.025e0</w:t>
      </w:r>
    </w:p>
    <w:p w:rsidR="00B77C08" w:rsidRDefault="00B77C08" w:rsidP="00B77C08">
      <w:r>
        <w:t>292.4191</w:t>
      </w:r>
      <w:r>
        <w:tab/>
        <w:t>5.063e0</w:t>
      </w:r>
    </w:p>
    <w:p w:rsidR="00B77C08" w:rsidRDefault="00B77C08" w:rsidP="00B77C08">
      <w:r>
        <w:t>292.4479</w:t>
      </w:r>
      <w:r>
        <w:tab/>
        <w:t>2.329e1</w:t>
      </w:r>
    </w:p>
    <w:p w:rsidR="00B77C08" w:rsidRDefault="00B77C08" w:rsidP="00B77C08">
      <w:r>
        <w:t>292.4509</w:t>
      </w:r>
      <w:r>
        <w:tab/>
        <w:t>5.063e0</w:t>
      </w:r>
    </w:p>
    <w:p w:rsidR="00B77C08" w:rsidRDefault="00B77C08" w:rsidP="00B77C08">
      <w:r>
        <w:lastRenderedPageBreak/>
        <w:t>292.4661</w:t>
      </w:r>
      <w:r>
        <w:tab/>
        <w:t>6.131e0</w:t>
      </w:r>
    </w:p>
    <w:p w:rsidR="00B77C08" w:rsidRDefault="00B77C08" w:rsidP="00B77C08">
      <w:r>
        <w:t>292.4917</w:t>
      </w:r>
      <w:r>
        <w:tab/>
        <w:t>4.658e1</w:t>
      </w:r>
    </w:p>
    <w:p w:rsidR="00B77C08" w:rsidRDefault="00B77C08" w:rsidP="00B77C08">
      <w:r>
        <w:t>292.4930</w:t>
      </w:r>
      <w:r>
        <w:tab/>
        <w:t>7.089e0</w:t>
      </w:r>
    </w:p>
    <w:p w:rsidR="00B77C08" w:rsidRDefault="00B77C08" w:rsidP="00B77C08">
      <w:r>
        <w:t>292.5222</w:t>
      </w:r>
      <w:r>
        <w:tab/>
        <w:t>3.038e0</w:t>
      </w:r>
    </w:p>
    <w:p w:rsidR="00B77C08" w:rsidRDefault="00B77C08" w:rsidP="00B77C08">
      <w:r>
        <w:t>292.5481</w:t>
      </w:r>
      <w:r>
        <w:tab/>
        <w:t>3.038e0</w:t>
      </w:r>
    </w:p>
    <w:p w:rsidR="00B77C08" w:rsidRDefault="00B77C08" w:rsidP="00B77C08">
      <w:r>
        <w:t>292.5652</w:t>
      </w:r>
      <w:r>
        <w:tab/>
        <w:t>7.089e0</w:t>
      </w:r>
    </w:p>
    <w:p w:rsidR="00B77C08" w:rsidRDefault="00B77C08" w:rsidP="00B77C08">
      <w:r>
        <w:t>292.6019</w:t>
      </w:r>
      <w:r>
        <w:tab/>
        <w:t>9.265e0</w:t>
      </w:r>
    </w:p>
    <w:p w:rsidR="00B77C08" w:rsidRDefault="00B77C08" w:rsidP="00B77C08">
      <w:r>
        <w:t>292.6174</w:t>
      </w:r>
      <w:r>
        <w:tab/>
        <w:t>8.101e0</w:t>
      </w:r>
    </w:p>
    <w:p w:rsidR="00B77C08" w:rsidRDefault="00B77C08" w:rsidP="00B77C08">
      <w:r>
        <w:t>292.6424</w:t>
      </w:r>
      <w:r>
        <w:tab/>
        <w:t>4.051e0</w:t>
      </w:r>
    </w:p>
    <w:p w:rsidR="00B77C08" w:rsidRDefault="00B77C08" w:rsidP="00B77C08">
      <w:r>
        <w:t>292.6741</w:t>
      </w:r>
      <w:r>
        <w:tab/>
        <w:t>2.025e0</w:t>
      </w:r>
    </w:p>
    <w:p w:rsidR="00B77C08" w:rsidRDefault="00B77C08" w:rsidP="00B77C08">
      <w:r>
        <w:t>292.6892</w:t>
      </w:r>
      <w:r>
        <w:tab/>
        <w:t>2.329e1</w:t>
      </w:r>
    </w:p>
    <w:p w:rsidR="00B77C08" w:rsidRDefault="00B77C08" w:rsidP="00B77C08">
      <w:r>
        <w:t>292.7081</w:t>
      </w:r>
      <w:r>
        <w:tab/>
        <w:t>3.038e0</w:t>
      </w:r>
    </w:p>
    <w:p w:rsidR="00B77C08" w:rsidRDefault="00B77C08" w:rsidP="00B77C08">
      <w:r>
        <w:t>292.7097</w:t>
      </w:r>
      <w:r>
        <w:tab/>
        <w:t>4.051e0</w:t>
      </w:r>
    </w:p>
    <w:p w:rsidR="00B77C08" w:rsidRDefault="00B77C08" w:rsidP="00B77C08">
      <w:r>
        <w:t>292.7406</w:t>
      </w:r>
      <w:r>
        <w:tab/>
        <w:t>4.658e1</w:t>
      </w:r>
    </w:p>
    <w:p w:rsidR="00B77C08" w:rsidRDefault="00B77C08" w:rsidP="00B77C08">
      <w:r>
        <w:t>292.7516</w:t>
      </w:r>
      <w:r>
        <w:tab/>
        <w:t>7.089e0</w:t>
      </w:r>
    </w:p>
    <w:p w:rsidR="00B77C08" w:rsidRDefault="00B77C08" w:rsidP="00B77C08">
      <w:r>
        <w:t>292.7973</w:t>
      </w:r>
      <w:r>
        <w:tab/>
        <w:t>2.583e0</w:t>
      </w:r>
    </w:p>
    <w:p w:rsidR="00B77C08" w:rsidRDefault="00B77C08" w:rsidP="00B77C08">
      <w:r>
        <w:t>292.8025</w:t>
      </w:r>
      <w:r>
        <w:tab/>
        <w:t>1.104e1</w:t>
      </w:r>
    </w:p>
    <w:p w:rsidR="00B77C08" w:rsidRDefault="00B77C08" w:rsidP="00B77C08">
      <w:r>
        <w:t>292.8120</w:t>
      </w:r>
      <w:r>
        <w:tab/>
        <w:t>2.329e1</w:t>
      </w:r>
    </w:p>
    <w:p w:rsidR="00B77C08" w:rsidRDefault="00B77C08" w:rsidP="00B77C08">
      <w:r>
        <w:t>292.8339</w:t>
      </w:r>
      <w:r>
        <w:tab/>
        <w:t>5.164e0</w:t>
      </w:r>
    </w:p>
    <w:p w:rsidR="00B77C08" w:rsidRDefault="00B77C08" w:rsidP="00B77C08">
      <w:r>
        <w:lastRenderedPageBreak/>
        <w:t>292.8433</w:t>
      </w:r>
      <w:r>
        <w:tab/>
        <w:t>1.013e1</w:t>
      </w:r>
    </w:p>
    <w:p w:rsidR="00B77C08" w:rsidRDefault="00B77C08" w:rsidP="00B77C08">
      <w:r>
        <w:t>292.8672</w:t>
      </w:r>
      <w:r>
        <w:tab/>
        <w:t>2.329e1</w:t>
      </w:r>
    </w:p>
    <w:p w:rsidR="00B77C08" w:rsidRDefault="00B77C08" w:rsidP="00B77C08">
      <w:r>
        <w:t>292.8862</w:t>
      </w:r>
      <w:r>
        <w:tab/>
        <w:t>3.038e0</w:t>
      </w:r>
    </w:p>
    <w:p w:rsidR="00B77C08" w:rsidRDefault="00B77C08" w:rsidP="00B77C08">
      <w:r>
        <w:t>292.8976</w:t>
      </w:r>
      <w:r>
        <w:tab/>
        <w:t>1.013e0</w:t>
      </w:r>
    </w:p>
    <w:p w:rsidR="00B77C08" w:rsidRDefault="00B77C08" w:rsidP="00B77C08">
      <w:r>
        <w:t>292.9610</w:t>
      </w:r>
      <w:r>
        <w:tab/>
        <w:t>6.987e1</w:t>
      </w:r>
    </w:p>
    <w:p w:rsidR="00B77C08" w:rsidRDefault="00B77C08" w:rsidP="00B77C08">
      <w:r>
        <w:t>292.9692</w:t>
      </w:r>
      <w:r>
        <w:tab/>
        <w:t>3.038e0</w:t>
      </w:r>
    </w:p>
    <w:p w:rsidR="00B77C08" w:rsidRDefault="00B77C08" w:rsidP="00B77C08">
      <w:r>
        <w:t>292.9711</w:t>
      </w:r>
      <w:r>
        <w:tab/>
        <w:t>3.038e0</w:t>
      </w:r>
    </w:p>
    <w:p w:rsidR="00B77C08" w:rsidRDefault="00B77C08" w:rsidP="00B77C08">
      <w:r>
        <w:t>292.9951</w:t>
      </w:r>
      <w:r>
        <w:tab/>
        <w:t>4.066e0</w:t>
      </w:r>
    </w:p>
    <w:p w:rsidR="00B77C08" w:rsidRDefault="00B77C08" w:rsidP="00B77C08">
      <w:r>
        <w:t>293.0065</w:t>
      </w:r>
      <w:r>
        <w:tab/>
        <w:t>9.114e0</w:t>
      </w:r>
    </w:p>
    <w:p w:rsidR="00B77C08" w:rsidRDefault="00B77C08" w:rsidP="00B77C08">
      <w:r>
        <w:t>293.0331</w:t>
      </w:r>
      <w:r>
        <w:tab/>
        <w:t>1.013e1</w:t>
      </w:r>
    </w:p>
    <w:p w:rsidR="00B77C08" w:rsidRDefault="00B77C08" w:rsidP="00B77C08">
      <w:r>
        <w:t>293.0436</w:t>
      </w:r>
      <w:r>
        <w:tab/>
        <w:t>4.658e1</w:t>
      </w:r>
    </w:p>
    <w:p w:rsidR="00B77C08" w:rsidRDefault="00B77C08" w:rsidP="00B77C08">
      <w:r>
        <w:t>293.1132</w:t>
      </w:r>
      <w:r>
        <w:tab/>
        <w:t>1.002e3</w:t>
      </w:r>
    </w:p>
    <w:p w:rsidR="00B77C08" w:rsidRDefault="00B77C08" w:rsidP="00B77C08">
      <w:r>
        <w:t>293.1164</w:t>
      </w:r>
      <w:r>
        <w:tab/>
        <w:t>2.033e2</w:t>
      </w:r>
    </w:p>
    <w:p w:rsidR="00B77C08" w:rsidRDefault="00B77C08" w:rsidP="00B77C08">
      <w:r>
        <w:t>293.1175</w:t>
      </w:r>
      <w:r>
        <w:tab/>
        <w:t>1.434e2</w:t>
      </w:r>
    </w:p>
    <w:p w:rsidR="00B77C08" w:rsidRDefault="00B77C08" w:rsidP="00B77C08">
      <w:r>
        <w:t>293.2159</w:t>
      </w:r>
      <w:r>
        <w:tab/>
        <w:t>2.025e0</w:t>
      </w:r>
    </w:p>
    <w:p w:rsidR="00B77C08" w:rsidRDefault="00B77C08" w:rsidP="00B77C08">
      <w:r>
        <w:t>293.2202</w:t>
      </w:r>
      <w:r>
        <w:tab/>
        <w:t>2.329e1</w:t>
      </w:r>
    </w:p>
    <w:p w:rsidR="00B77C08" w:rsidRDefault="00B77C08" w:rsidP="00B77C08">
      <w:r>
        <w:t>293.2247</w:t>
      </w:r>
      <w:r>
        <w:tab/>
        <w:t>6.076e0</w:t>
      </w:r>
    </w:p>
    <w:p w:rsidR="00B77C08" w:rsidRDefault="00B77C08" w:rsidP="00B77C08">
      <w:r>
        <w:t>293.2630</w:t>
      </w:r>
      <w:r>
        <w:tab/>
        <w:t>2.329e1</w:t>
      </w:r>
    </w:p>
    <w:p w:rsidR="00B77C08" w:rsidRDefault="00B77C08" w:rsidP="00B77C08">
      <w:r>
        <w:t>293.2705</w:t>
      </w:r>
      <w:r>
        <w:tab/>
        <w:t>5.063e0</w:t>
      </w:r>
    </w:p>
    <w:p w:rsidR="00B77C08" w:rsidRDefault="00B77C08" w:rsidP="00B77C08">
      <w:r>
        <w:lastRenderedPageBreak/>
        <w:t>293.2754</w:t>
      </w:r>
      <w:r>
        <w:tab/>
        <w:t>5.063e0</w:t>
      </w:r>
    </w:p>
    <w:p w:rsidR="00B77C08" w:rsidRDefault="00B77C08" w:rsidP="00B77C08">
      <w:r>
        <w:t>293.3184</w:t>
      </w:r>
      <w:r>
        <w:tab/>
        <w:t>2.025e0</w:t>
      </w:r>
    </w:p>
    <w:p w:rsidR="00B77C08" w:rsidRDefault="00B77C08" w:rsidP="00B77C08">
      <w:r>
        <w:t>293.3723</w:t>
      </w:r>
      <w:r>
        <w:tab/>
        <w:t>9.114e0</w:t>
      </w:r>
    </w:p>
    <w:p w:rsidR="00B77C08" w:rsidRDefault="00B77C08" w:rsidP="00B77C08">
      <w:r>
        <w:t>293.3807</w:t>
      </w:r>
      <w:r>
        <w:tab/>
        <w:t>2.329e1</w:t>
      </w:r>
    </w:p>
    <w:p w:rsidR="00B77C08" w:rsidRDefault="00B77C08" w:rsidP="00B77C08">
      <w:r>
        <w:t>293.4080</w:t>
      </w:r>
      <w:r>
        <w:tab/>
        <w:t>4.051e0</w:t>
      </w:r>
    </w:p>
    <w:p w:rsidR="00B77C08" w:rsidRDefault="00B77C08" w:rsidP="00B77C08">
      <w:r>
        <w:t>293.4500</w:t>
      </w:r>
      <w:r>
        <w:tab/>
        <w:t>2.025e0</w:t>
      </w:r>
    </w:p>
    <w:p w:rsidR="00B77C08" w:rsidRDefault="00B77C08" w:rsidP="00B77C08">
      <w:r>
        <w:t>293.4754</w:t>
      </w:r>
      <w:r>
        <w:tab/>
        <w:t>2.221e0</w:t>
      </w:r>
    </w:p>
    <w:p w:rsidR="00B77C08" w:rsidRDefault="00B77C08" w:rsidP="00B77C08">
      <w:r>
        <w:t>293.4831</w:t>
      </w:r>
      <w:r>
        <w:tab/>
        <w:t>4.658e1</w:t>
      </w:r>
    </w:p>
    <w:p w:rsidR="00B77C08" w:rsidRDefault="00B77C08" w:rsidP="00B77C08">
      <w:r>
        <w:t>293.4918</w:t>
      </w:r>
      <w:r>
        <w:tab/>
        <w:t>2.025e0</w:t>
      </w:r>
    </w:p>
    <w:p w:rsidR="00B77C08" w:rsidRDefault="00B77C08" w:rsidP="00B77C08">
      <w:r>
        <w:t>293.5208</w:t>
      </w:r>
      <w:r>
        <w:tab/>
        <w:t>4.861e1</w:t>
      </w:r>
    </w:p>
    <w:p w:rsidR="00B77C08" w:rsidRDefault="00B77C08" w:rsidP="00B77C08">
      <w:r>
        <w:t>293.5446</w:t>
      </w:r>
      <w:r>
        <w:tab/>
        <w:t>3.038e0</w:t>
      </w:r>
    </w:p>
    <w:p w:rsidR="00B77C08" w:rsidRDefault="00B77C08" w:rsidP="00B77C08">
      <w:r>
        <w:t>293.5757</w:t>
      </w:r>
      <w:r>
        <w:tab/>
        <w:t>5.063e0</w:t>
      </w:r>
    </w:p>
    <w:p w:rsidR="00B77C08" w:rsidRDefault="00B77C08" w:rsidP="00B77C08">
      <w:r>
        <w:t>293.5941</w:t>
      </w:r>
      <w:r>
        <w:tab/>
        <w:t>4.658e1</w:t>
      </w:r>
    </w:p>
    <w:p w:rsidR="00B77C08" w:rsidRDefault="00B77C08" w:rsidP="00B77C08">
      <w:r>
        <w:t>293.6024</w:t>
      </w:r>
      <w:r>
        <w:tab/>
        <w:t>1.013e0</w:t>
      </w:r>
    </w:p>
    <w:p w:rsidR="00B77C08" w:rsidRDefault="00B77C08" w:rsidP="00B77C08">
      <w:r>
        <w:t>293.6315</w:t>
      </w:r>
      <w:r>
        <w:tab/>
        <w:t>2.329e1</w:t>
      </w:r>
    </w:p>
    <w:p w:rsidR="00B77C08" w:rsidRDefault="00B77C08" w:rsidP="00B77C08">
      <w:r>
        <w:t>293.6554</w:t>
      </w:r>
      <w:r>
        <w:tab/>
        <w:t>3.038e0</w:t>
      </w:r>
    </w:p>
    <w:p w:rsidR="00B77C08" w:rsidRDefault="00B77C08" w:rsidP="00B77C08">
      <w:r>
        <w:t>293.6577</w:t>
      </w:r>
      <w:r>
        <w:tab/>
        <w:t>3.038e0</w:t>
      </w:r>
    </w:p>
    <w:p w:rsidR="00B77C08" w:rsidRDefault="00B77C08" w:rsidP="00B77C08">
      <w:r>
        <w:t>293.6672</w:t>
      </w:r>
      <w:r>
        <w:tab/>
        <w:t>2.329e1</w:t>
      </w:r>
    </w:p>
    <w:p w:rsidR="00B77C08" w:rsidRDefault="00B77C08" w:rsidP="00B77C08">
      <w:r>
        <w:t>293.7349</w:t>
      </w:r>
      <w:r>
        <w:tab/>
        <w:t>3.038e0</w:t>
      </w:r>
    </w:p>
    <w:p w:rsidR="00B77C08" w:rsidRDefault="00B77C08" w:rsidP="00B77C08">
      <w:r>
        <w:lastRenderedPageBreak/>
        <w:t>293.7369</w:t>
      </w:r>
      <w:r>
        <w:tab/>
        <w:t>2.025e0</w:t>
      </w:r>
    </w:p>
    <w:p w:rsidR="00B77C08" w:rsidRDefault="00B77C08" w:rsidP="00B77C08">
      <w:r>
        <w:t>293.7786</w:t>
      </w:r>
      <w:r>
        <w:tab/>
        <w:t>2.025e0</w:t>
      </w:r>
    </w:p>
    <w:p w:rsidR="00B77C08" w:rsidRDefault="00B77C08" w:rsidP="00B77C08">
      <w:r>
        <w:t>293.8047</w:t>
      </w:r>
      <w:r>
        <w:tab/>
        <w:t>3.038e0</w:t>
      </w:r>
    </w:p>
    <w:p w:rsidR="00B77C08" w:rsidRDefault="00B77C08" w:rsidP="00B77C08">
      <w:r>
        <w:t>293.8163</w:t>
      </w:r>
      <w:r>
        <w:tab/>
        <w:t>1.013e0</w:t>
      </w:r>
    </w:p>
    <w:p w:rsidR="00B77C08" w:rsidRDefault="00B77C08" w:rsidP="00B77C08">
      <w:r>
        <w:t>293.8566</w:t>
      </w:r>
      <w:r>
        <w:tab/>
        <w:t>3.038e0</w:t>
      </w:r>
    </w:p>
    <w:p w:rsidR="00B77C08" w:rsidRDefault="00B77C08" w:rsidP="00B77C08">
      <w:r>
        <w:t>293.8665</w:t>
      </w:r>
      <w:r>
        <w:tab/>
        <w:t>5.063e0</w:t>
      </w:r>
    </w:p>
    <w:p w:rsidR="00B77C08" w:rsidRDefault="00B77C08" w:rsidP="00B77C08">
      <w:r>
        <w:t>293.9063</w:t>
      </w:r>
      <w:r>
        <w:tab/>
        <w:t>4.051e0</w:t>
      </w:r>
    </w:p>
    <w:p w:rsidR="00B77C08" w:rsidRDefault="00B77C08" w:rsidP="00B77C08">
      <w:r>
        <w:t>293.9268</w:t>
      </w:r>
      <w:r>
        <w:tab/>
        <w:t>3.038e0</w:t>
      </w:r>
    </w:p>
    <w:p w:rsidR="00B77C08" w:rsidRDefault="00B77C08" w:rsidP="00B77C08">
      <w:r>
        <w:t>293.9357</w:t>
      </w:r>
      <w:r>
        <w:tab/>
        <w:t>6.076e0</w:t>
      </w:r>
    </w:p>
    <w:p w:rsidR="00B77C08" w:rsidRDefault="00B77C08" w:rsidP="00B77C08">
      <w:r>
        <w:t>293.9642</w:t>
      </w:r>
      <w:r>
        <w:tab/>
        <w:t>2.329e1</w:t>
      </w:r>
    </w:p>
    <w:p w:rsidR="00B77C08" w:rsidRDefault="00B77C08" w:rsidP="00B77C08">
      <w:r>
        <w:t>293.9901</w:t>
      </w:r>
      <w:r>
        <w:tab/>
        <w:t>2.025e0</w:t>
      </w:r>
    </w:p>
    <w:p w:rsidR="00B77C08" w:rsidRDefault="00B77C08" w:rsidP="00B77C08">
      <w:r>
        <w:t>294.0148</w:t>
      </w:r>
      <w:r>
        <w:tab/>
        <w:t>4.051e0</w:t>
      </w:r>
    </w:p>
    <w:p w:rsidR="00B77C08" w:rsidRDefault="00B77C08" w:rsidP="00B77C08">
      <w:r>
        <w:t>294.0158</w:t>
      </w:r>
      <w:r>
        <w:tab/>
        <w:t>4.658e1</w:t>
      </w:r>
    </w:p>
    <w:p w:rsidR="00B77C08" w:rsidRDefault="00B77C08" w:rsidP="00B77C08">
      <w:r>
        <w:t>294.0579</w:t>
      </w:r>
      <w:r>
        <w:tab/>
        <w:t>2.025e0</w:t>
      </w:r>
    </w:p>
    <w:p w:rsidR="00B77C08" w:rsidRDefault="00B77C08" w:rsidP="00B77C08">
      <w:r>
        <w:t>294.0627</w:t>
      </w:r>
      <w:r>
        <w:tab/>
        <w:t>2.025e0</w:t>
      </w:r>
    </w:p>
    <w:p w:rsidR="00B77C08" w:rsidRDefault="00B77C08" w:rsidP="00B77C08">
      <w:r>
        <w:t>294.1139</w:t>
      </w:r>
      <w:r>
        <w:tab/>
        <w:t>2.096e2</w:t>
      </w:r>
    </w:p>
    <w:p w:rsidR="00B77C08" w:rsidRDefault="00B77C08" w:rsidP="00B77C08">
      <w:r>
        <w:t>294.1189</w:t>
      </w:r>
      <w:r>
        <w:tab/>
        <w:t>5.287e1</w:t>
      </w:r>
    </w:p>
    <w:p w:rsidR="00B77C08" w:rsidRDefault="00B77C08" w:rsidP="00B77C08">
      <w:r>
        <w:t>294.1960</w:t>
      </w:r>
      <w:r>
        <w:tab/>
        <w:t>4.658e1</w:t>
      </w:r>
    </w:p>
    <w:p w:rsidR="00B77C08" w:rsidRDefault="00B77C08" w:rsidP="00B77C08">
      <w:r>
        <w:t>294.2071</w:t>
      </w:r>
      <w:r>
        <w:tab/>
        <w:t>6.076e0</w:t>
      </w:r>
    </w:p>
    <w:p w:rsidR="00B77C08" w:rsidRDefault="00B77C08" w:rsidP="00B77C08">
      <w:r>
        <w:lastRenderedPageBreak/>
        <w:t>294.2491</w:t>
      </w:r>
      <w:r>
        <w:tab/>
        <w:t>1.013e0</w:t>
      </w:r>
    </w:p>
    <w:p w:rsidR="00B77C08" w:rsidRDefault="00B77C08" w:rsidP="00B77C08">
      <w:r>
        <w:t>294.2814</w:t>
      </w:r>
      <w:r>
        <w:tab/>
        <w:t>2.329e1</w:t>
      </w:r>
    </w:p>
    <w:p w:rsidR="00B77C08" w:rsidRDefault="00B77C08" w:rsidP="00B77C08">
      <w:r>
        <w:t>294.2924</w:t>
      </w:r>
      <w:r>
        <w:tab/>
        <w:t>2.025e0</w:t>
      </w:r>
    </w:p>
    <w:p w:rsidR="00B77C08" w:rsidRDefault="00B77C08" w:rsidP="00B77C08">
      <w:r>
        <w:t>294.3272</w:t>
      </w:r>
      <w:r>
        <w:tab/>
        <w:t>1.013e0</w:t>
      </w:r>
    </w:p>
    <w:p w:rsidR="00B77C08" w:rsidRDefault="00B77C08" w:rsidP="00B77C08">
      <w:r>
        <w:t>294.3511</w:t>
      </w:r>
      <w:r>
        <w:tab/>
        <w:t>2.025e0</w:t>
      </w:r>
    </w:p>
    <w:p w:rsidR="00B77C08" w:rsidRDefault="00B77C08" w:rsidP="00B77C08">
      <w:r>
        <w:t>294.3824</w:t>
      </w:r>
      <w:r>
        <w:tab/>
        <w:t>3.038e0</w:t>
      </w:r>
    </w:p>
    <w:p w:rsidR="00B77C08" w:rsidRDefault="00B77C08" w:rsidP="00B77C08">
      <w:r>
        <w:t>294.3939</w:t>
      </w:r>
      <w:r>
        <w:tab/>
        <w:t>7.089e0</w:t>
      </w:r>
    </w:p>
    <w:p w:rsidR="00B77C08" w:rsidRDefault="00B77C08" w:rsidP="00B77C08">
      <w:r>
        <w:t>294.4301</w:t>
      </w:r>
      <w:r>
        <w:tab/>
        <w:t>5.063e0</w:t>
      </w:r>
    </w:p>
    <w:p w:rsidR="00B77C08" w:rsidRDefault="00B77C08" w:rsidP="00B77C08">
      <w:r>
        <w:t>294.4363</w:t>
      </w:r>
      <w:r>
        <w:tab/>
        <w:t>2.025e0</w:t>
      </w:r>
    </w:p>
    <w:p w:rsidR="00B77C08" w:rsidRDefault="00B77C08" w:rsidP="00B77C08">
      <w:r>
        <w:t>294.4639</w:t>
      </w:r>
      <w:r>
        <w:tab/>
        <w:t>1.013e0</w:t>
      </w:r>
    </w:p>
    <w:p w:rsidR="00B77C08" w:rsidRDefault="00B77C08" w:rsidP="00B77C08">
      <w:r>
        <w:t>294.4723</w:t>
      </w:r>
      <w:r>
        <w:tab/>
        <w:t>3.038e0</w:t>
      </w:r>
    </w:p>
    <w:p w:rsidR="00B77C08" w:rsidRDefault="00B77C08" w:rsidP="00B77C08">
      <w:r>
        <w:t>294.4870</w:t>
      </w:r>
      <w:r>
        <w:tab/>
        <w:t>7.193e0</w:t>
      </w:r>
    </w:p>
    <w:p w:rsidR="00B77C08" w:rsidRDefault="00B77C08" w:rsidP="00B77C08">
      <w:r>
        <w:t>294.5055</w:t>
      </w:r>
      <w:r>
        <w:tab/>
        <w:t>1.013e0</w:t>
      </w:r>
    </w:p>
    <w:p w:rsidR="00B77C08" w:rsidRDefault="00B77C08" w:rsidP="00B77C08">
      <w:r>
        <w:t>294.5115</w:t>
      </w:r>
      <w:r>
        <w:tab/>
        <w:t>2.025e0</w:t>
      </w:r>
    </w:p>
    <w:p w:rsidR="00B77C08" w:rsidRDefault="00B77C08" w:rsidP="00B77C08">
      <w:r>
        <w:t>294.5456</w:t>
      </w:r>
      <w:r>
        <w:tab/>
        <w:t>6.076e0</w:t>
      </w:r>
    </w:p>
    <w:p w:rsidR="00B77C08" w:rsidRDefault="00B77C08" w:rsidP="00B77C08">
      <w:r>
        <w:t>294.5817</w:t>
      </w:r>
      <w:r>
        <w:tab/>
        <w:t>5.063e0</w:t>
      </w:r>
    </w:p>
    <w:p w:rsidR="00B77C08" w:rsidRDefault="00B77C08" w:rsidP="00B77C08">
      <w:r>
        <w:t>294.6016</w:t>
      </w:r>
      <w:r>
        <w:tab/>
        <w:t>3.038e0</w:t>
      </w:r>
    </w:p>
    <w:p w:rsidR="00B77C08" w:rsidRDefault="00B77C08" w:rsidP="00B77C08">
      <w:r>
        <w:t>294.6440</w:t>
      </w:r>
      <w:r>
        <w:tab/>
        <w:t>2.025e0</w:t>
      </w:r>
    </w:p>
    <w:p w:rsidR="00B77C08" w:rsidRDefault="00B77C08" w:rsidP="00B77C08">
      <w:r>
        <w:t>294.6476</w:t>
      </w:r>
      <w:r>
        <w:tab/>
        <w:t>6.740e0</w:t>
      </w:r>
    </w:p>
    <w:p w:rsidR="00B77C08" w:rsidRDefault="00B77C08" w:rsidP="00B77C08">
      <w:r>
        <w:lastRenderedPageBreak/>
        <w:t>294.6919</w:t>
      </w:r>
      <w:r>
        <w:tab/>
        <w:t>1.013e0</w:t>
      </w:r>
    </w:p>
    <w:p w:rsidR="00B77C08" w:rsidRDefault="00B77C08" w:rsidP="00B77C08">
      <w:r>
        <w:t>294.7144</w:t>
      </w:r>
      <w:r>
        <w:tab/>
        <w:t>7.368e0</w:t>
      </w:r>
    </w:p>
    <w:p w:rsidR="00B77C08" w:rsidRDefault="00B77C08" w:rsidP="00B77C08">
      <w:r>
        <w:t>294.7648</w:t>
      </w:r>
      <w:r>
        <w:tab/>
        <w:t>1.013e0</w:t>
      </w:r>
    </w:p>
    <w:p w:rsidR="00B77C08" w:rsidRDefault="00B77C08" w:rsidP="00B77C08">
      <w:r>
        <w:t>294.7771</w:t>
      </w:r>
      <w:r>
        <w:tab/>
        <w:t>3.038e0</w:t>
      </w:r>
    </w:p>
    <w:p w:rsidR="00B77C08" w:rsidRDefault="00B77C08" w:rsidP="00B77C08">
      <w:r>
        <w:t>294.7870</w:t>
      </w:r>
      <w:r>
        <w:tab/>
        <w:t>1.013e0</w:t>
      </w:r>
    </w:p>
    <w:p w:rsidR="00B77C08" w:rsidRDefault="00B77C08" w:rsidP="00B77C08">
      <w:r>
        <w:t>294.8052</w:t>
      </w:r>
      <w:r>
        <w:tab/>
        <w:t>3.038e0</w:t>
      </w:r>
    </w:p>
    <w:p w:rsidR="00B77C08" w:rsidRDefault="00B77C08" w:rsidP="00B77C08">
      <w:r>
        <w:t>294.8148</w:t>
      </w:r>
      <w:r>
        <w:tab/>
        <w:t>1.013e0</w:t>
      </w:r>
    </w:p>
    <w:p w:rsidR="00B77C08" w:rsidRDefault="00B77C08" w:rsidP="00B77C08">
      <w:r>
        <w:t>294.8405</w:t>
      </w:r>
      <w:r>
        <w:tab/>
        <w:t>2.025e0</w:t>
      </w:r>
    </w:p>
    <w:p w:rsidR="00B77C08" w:rsidRDefault="00B77C08" w:rsidP="00B77C08">
      <w:r>
        <w:t>294.8567</w:t>
      </w:r>
      <w:r>
        <w:tab/>
        <w:t>2.025e0</w:t>
      </w:r>
    </w:p>
    <w:p w:rsidR="00B77C08" w:rsidRDefault="00B77C08" w:rsidP="00B77C08">
      <w:r>
        <w:t>294.8782</w:t>
      </w:r>
      <w:r>
        <w:tab/>
        <w:t>1.013e0</w:t>
      </w:r>
    </w:p>
    <w:p w:rsidR="00B77C08" w:rsidRDefault="00B77C08" w:rsidP="00B77C08">
      <w:r>
        <w:t>294.8885</w:t>
      </w:r>
      <w:r>
        <w:tab/>
        <w:t>1.013e0</w:t>
      </w:r>
    </w:p>
    <w:p w:rsidR="00B77C08" w:rsidRDefault="00B77C08" w:rsidP="00B77C08">
      <w:r>
        <w:t>294.9038</w:t>
      </w:r>
      <w:r>
        <w:tab/>
        <w:t>6.076e0</w:t>
      </w:r>
    </w:p>
    <w:p w:rsidR="00B77C08" w:rsidRDefault="00B77C08" w:rsidP="00B77C08">
      <w:r>
        <w:t>294.9614</w:t>
      </w:r>
      <w:r>
        <w:tab/>
        <w:t>2.025e0</w:t>
      </w:r>
    </w:p>
    <w:p w:rsidR="00B77C08" w:rsidRDefault="00B77C08" w:rsidP="00B77C08">
      <w:r>
        <w:t>294.9716</w:t>
      </w:r>
      <w:r>
        <w:tab/>
        <w:t>3.038e0</w:t>
      </w:r>
    </w:p>
    <w:p w:rsidR="00B77C08" w:rsidRDefault="00B77C08" w:rsidP="00B77C08">
      <w:r>
        <w:t>294.9979</w:t>
      </w:r>
      <w:r>
        <w:tab/>
        <w:t>5.063e0</w:t>
      </w:r>
    </w:p>
    <w:p w:rsidR="00B77C08" w:rsidRDefault="00B77C08" w:rsidP="00B77C08">
      <w:r>
        <w:t>295.0012</w:t>
      </w:r>
      <w:r>
        <w:tab/>
        <w:t>4.051e0</w:t>
      </w:r>
    </w:p>
    <w:p w:rsidR="00B77C08" w:rsidRDefault="00B77C08" w:rsidP="00B77C08">
      <w:r>
        <w:t>295.0052</w:t>
      </w:r>
      <w:r>
        <w:tab/>
        <w:t>4.051e0</w:t>
      </w:r>
    </w:p>
    <w:p w:rsidR="00B77C08" w:rsidRDefault="00B77C08" w:rsidP="00B77C08">
      <w:r>
        <w:t>295.0487</w:t>
      </w:r>
      <w:r>
        <w:tab/>
        <w:t>3.073e0</w:t>
      </w:r>
    </w:p>
    <w:p w:rsidR="00B77C08" w:rsidRDefault="00B77C08" w:rsidP="00B77C08">
      <w:r>
        <w:t>295.0602</w:t>
      </w:r>
      <w:r>
        <w:tab/>
        <w:t>2.025e0</w:t>
      </w:r>
    </w:p>
    <w:p w:rsidR="00B77C08" w:rsidRDefault="00B77C08" w:rsidP="00B77C08">
      <w:r>
        <w:lastRenderedPageBreak/>
        <w:t>295.0714</w:t>
      </w:r>
      <w:r>
        <w:tab/>
        <w:t>2.025e0</w:t>
      </w:r>
    </w:p>
    <w:p w:rsidR="00B77C08" w:rsidRDefault="00B77C08" w:rsidP="00B77C08">
      <w:r>
        <w:t>295.1041</w:t>
      </w:r>
      <w:r>
        <w:tab/>
        <w:t>2.759e0</w:t>
      </w:r>
    </w:p>
    <w:p w:rsidR="00B77C08" w:rsidRDefault="00B77C08" w:rsidP="00B77C08">
      <w:r>
        <w:t>295.1089</w:t>
      </w:r>
      <w:r>
        <w:tab/>
        <w:t>4.051e0</w:t>
      </w:r>
    </w:p>
    <w:p w:rsidR="00B77C08" w:rsidRDefault="00B77C08" w:rsidP="00B77C08">
      <w:r>
        <w:t>295.1103</w:t>
      </w:r>
      <w:r>
        <w:tab/>
        <w:t>6.255e0</w:t>
      </w:r>
    </w:p>
    <w:p w:rsidR="00B77C08" w:rsidRDefault="00B77C08" w:rsidP="00B77C08">
      <w:r>
        <w:t>295.1443</w:t>
      </w:r>
      <w:r>
        <w:tab/>
        <w:t>3.872e0</w:t>
      </w:r>
    </w:p>
    <w:p w:rsidR="00B77C08" w:rsidRDefault="00B77C08" w:rsidP="00B77C08">
      <w:r>
        <w:t>295.1466</w:t>
      </w:r>
      <w:r>
        <w:tab/>
        <w:t>1.418e1</w:t>
      </w:r>
    </w:p>
    <w:p w:rsidR="00B77C08" w:rsidRDefault="00B77C08" w:rsidP="00B77C08">
      <w:r>
        <w:t>295.1598</w:t>
      </w:r>
      <w:r>
        <w:tab/>
        <w:t>6.076e0</w:t>
      </w:r>
    </w:p>
    <w:p w:rsidR="00B77C08" w:rsidRDefault="00B77C08" w:rsidP="00B77C08">
      <w:r>
        <w:t>295.1955</w:t>
      </w:r>
      <w:r>
        <w:tab/>
        <w:t>2.025e0</w:t>
      </w:r>
    </w:p>
    <w:p w:rsidR="00B77C08" w:rsidRDefault="00B77C08" w:rsidP="00B77C08">
      <w:r>
        <w:t>295.2270</w:t>
      </w:r>
      <w:r>
        <w:tab/>
        <w:t>1.013e0</w:t>
      </w:r>
    </w:p>
    <w:p w:rsidR="00B77C08" w:rsidRDefault="00B77C08" w:rsidP="00B77C08">
      <w:r>
        <w:t>295.2470</w:t>
      </w:r>
      <w:r>
        <w:tab/>
        <w:t>2.025e0</w:t>
      </w:r>
    </w:p>
    <w:p w:rsidR="00B77C08" w:rsidRDefault="00B77C08" w:rsidP="00B77C08">
      <w:r>
        <w:t>295.2490</w:t>
      </w:r>
      <w:r>
        <w:tab/>
        <w:t>1.013e0</w:t>
      </w:r>
    </w:p>
    <w:p w:rsidR="00B77C08" w:rsidRDefault="00B77C08" w:rsidP="00B77C08">
      <w:r>
        <w:t>295.2853</w:t>
      </w:r>
      <w:r>
        <w:tab/>
        <w:t>2.025e0</w:t>
      </w:r>
    </w:p>
    <w:p w:rsidR="00B77C08" w:rsidRDefault="00B77C08" w:rsidP="00B77C08">
      <w:r>
        <w:t>295.2985</w:t>
      </w:r>
      <w:r>
        <w:tab/>
        <w:t>1.013e0</w:t>
      </w:r>
    </w:p>
    <w:p w:rsidR="00B77C08" w:rsidRDefault="00B77C08" w:rsidP="00B77C08">
      <w:r>
        <w:t>295.3063</w:t>
      </w:r>
      <w:r>
        <w:tab/>
        <w:t>2.025e0</w:t>
      </w:r>
    </w:p>
    <w:p w:rsidR="00B77C08" w:rsidRDefault="00B77C08" w:rsidP="00B77C08">
      <w:r>
        <w:t>295.3262</w:t>
      </w:r>
      <w:r>
        <w:tab/>
        <w:t>1.013e0</w:t>
      </w:r>
    </w:p>
    <w:p w:rsidR="00B77C08" w:rsidRDefault="00B77C08" w:rsidP="00B77C08">
      <w:r>
        <w:t>295.3336</w:t>
      </w:r>
      <w:r>
        <w:tab/>
        <w:t>2.025e0</w:t>
      </w:r>
    </w:p>
    <w:p w:rsidR="00B77C08" w:rsidRDefault="00B77C08" w:rsidP="00B77C08">
      <w:r>
        <w:t>295.3857</w:t>
      </w:r>
      <w:r>
        <w:tab/>
        <w:t>1.013e0</w:t>
      </w:r>
    </w:p>
    <w:p w:rsidR="00B77C08" w:rsidRDefault="00B77C08" w:rsidP="00B77C08">
      <w:r>
        <w:t>295.4158</w:t>
      </w:r>
      <w:r>
        <w:tab/>
        <w:t>2.025e0</w:t>
      </w:r>
    </w:p>
    <w:p w:rsidR="00B77C08" w:rsidRDefault="00B77C08" w:rsidP="00B77C08">
      <w:r>
        <w:t>295.4321</w:t>
      </w:r>
      <w:r>
        <w:tab/>
        <w:t>1.013e0</w:t>
      </w:r>
    </w:p>
    <w:p w:rsidR="00B77C08" w:rsidRDefault="00B77C08" w:rsidP="00B77C08">
      <w:r>
        <w:lastRenderedPageBreak/>
        <w:t>295.4534</w:t>
      </w:r>
      <w:r>
        <w:tab/>
        <w:t>3.038e0</w:t>
      </w:r>
    </w:p>
    <w:p w:rsidR="00B77C08" w:rsidRDefault="00B77C08" w:rsidP="00B77C08">
      <w:r>
        <w:t>295.4644</w:t>
      </w:r>
      <w:r>
        <w:tab/>
        <w:t>1.013e0</w:t>
      </w:r>
    </w:p>
    <w:p w:rsidR="00B77C08" w:rsidRDefault="00B77C08" w:rsidP="00B77C08">
      <w:r>
        <w:t>295.4864</w:t>
      </w:r>
      <w:r>
        <w:tab/>
        <w:t>3.038e0</w:t>
      </w:r>
    </w:p>
    <w:p w:rsidR="00B77C08" w:rsidRDefault="00B77C08" w:rsidP="00B77C08">
      <w:r>
        <w:t>295.5452</w:t>
      </w:r>
      <w:r>
        <w:tab/>
        <w:t>1.013e0</w:t>
      </w:r>
    </w:p>
    <w:p w:rsidR="00B77C08" w:rsidRDefault="00B77C08" w:rsidP="00B77C08">
      <w:r>
        <w:t>295.5463</w:t>
      </w:r>
      <w:r>
        <w:tab/>
        <w:t>3.038e0</w:t>
      </w:r>
    </w:p>
    <w:p w:rsidR="00B77C08" w:rsidRDefault="00B77C08" w:rsidP="00B77C08">
      <w:r>
        <w:t>295.5921</w:t>
      </w:r>
      <w:r>
        <w:tab/>
        <w:t>3.038e0</w:t>
      </w:r>
    </w:p>
    <w:p w:rsidR="00B77C08" w:rsidRDefault="00B77C08" w:rsidP="00B77C08">
      <w:r>
        <w:t>295.6300</w:t>
      </w:r>
      <w:r>
        <w:tab/>
        <w:t>2.025e0</w:t>
      </w:r>
    </w:p>
    <w:p w:rsidR="00B77C08" w:rsidRDefault="00B77C08" w:rsidP="00B77C08">
      <w:r>
        <w:t>295.6850</w:t>
      </w:r>
      <w:r>
        <w:tab/>
        <w:t>2.025e0</w:t>
      </w:r>
    </w:p>
    <w:p w:rsidR="00B77C08" w:rsidRDefault="00B77C08" w:rsidP="00B77C08">
      <w:r>
        <w:t>295.6893</w:t>
      </w:r>
      <w:r>
        <w:tab/>
        <w:t>2.025e0</w:t>
      </w:r>
    </w:p>
    <w:p w:rsidR="00B77C08" w:rsidRDefault="00B77C08" w:rsidP="00B77C08">
      <w:r>
        <w:t>295.7231</w:t>
      </w:r>
      <w:r>
        <w:tab/>
        <w:t>1.013e0</w:t>
      </w:r>
    </w:p>
    <w:p w:rsidR="00B77C08" w:rsidRDefault="00B77C08" w:rsidP="00B77C08">
      <w:r>
        <w:t>295.7286</w:t>
      </w:r>
      <w:r>
        <w:tab/>
        <w:t>2.025e0</w:t>
      </w:r>
    </w:p>
    <w:p w:rsidR="00B77C08" w:rsidRDefault="00B77C08" w:rsidP="00B77C08">
      <w:r>
        <w:t>295.7311</w:t>
      </w:r>
      <w:r>
        <w:tab/>
        <w:t>2.025e0</w:t>
      </w:r>
    </w:p>
    <w:p w:rsidR="00B77C08" w:rsidRDefault="00B77C08" w:rsidP="00B77C08">
      <w:r>
        <w:t>295.7919</w:t>
      </w:r>
      <w:r>
        <w:tab/>
        <w:t>2.025e0</w:t>
      </w:r>
    </w:p>
    <w:p w:rsidR="00B77C08" w:rsidRDefault="00B77C08" w:rsidP="00B77C08">
      <w:r>
        <w:t>295.8206</w:t>
      </w:r>
      <w:r>
        <w:tab/>
        <w:t>2.025e0</w:t>
      </w:r>
    </w:p>
    <w:p w:rsidR="00B77C08" w:rsidRDefault="00B77C08" w:rsidP="00B77C08">
      <w:r>
        <w:t>295.8773</w:t>
      </w:r>
      <w:r>
        <w:tab/>
        <w:t>2.025e0</w:t>
      </w:r>
    </w:p>
    <w:p w:rsidR="00B77C08" w:rsidRDefault="00B77C08" w:rsidP="00B77C08">
      <w:r>
        <w:t>295.8799</w:t>
      </w:r>
      <w:r>
        <w:tab/>
        <w:t>1.013e0</w:t>
      </w:r>
    </w:p>
    <w:p w:rsidR="00B77C08" w:rsidRDefault="00B77C08" w:rsidP="00B77C08">
      <w:r>
        <w:t>295.8838</w:t>
      </w:r>
      <w:r>
        <w:tab/>
        <w:t>2.025e0</w:t>
      </w:r>
    </w:p>
    <w:p w:rsidR="00B77C08" w:rsidRDefault="00B77C08" w:rsidP="00B77C08">
      <w:r>
        <w:t>295.9257</w:t>
      </w:r>
      <w:r>
        <w:tab/>
        <w:t>3.038e0</w:t>
      </w:r>
    </w:p>
    <w:p w:rsidR="00B77C08" w:rsidRDefault="00B77C08" w:rsidP="00B77C08">
      <w:r>
        <w:t>295.9290</w:t>
      </w:r>
      <w:r>
        <w:tab/>
        <w:t>1.013e0</w:t>
      </w:r>
    </w:p>
    <w:p w:rsidR="00B77C08" w:rsidRDefault="00B77C08" w:rsidP="00B77C08">
      <w:r>
        <w:lastRenderedPageBreak/>
        <w:t>295.9527</w:t>
      </w:r>
      <w:r>
        <w:tab/>
        <w:t>1.013e0</w:t>
      </w:r>
    </w:p>
    <w:p w:rsidR="00B77C08" w:rsidRDefault="00B77C08" w:rsidP="00B77C08">
      <w:r>
        <w:t>295.9923</w:t>
      </w:r>
      <w:r>
        <w:tab/>
        <w:t>2.025e0</w:t>
      </w:r>
    </w:p>
    <w:p w:rsidR="00B77C08" w:rsidRDefault="00B77C08" w:rsidP="00B77C08">
      <w:r>
        <w:t>295.9971</w:t>
      </w:r>
      <w:r>
        <w:tab/>
        <w:t>4.051e0</w:t>
      </w:r>
    </w:p>
    <w:p w:rsidR="00B77C08" w:rsidRDefault="00B77C08" w:rsidP="00B77C08">
      <w:r>
        <w:t>296.0338</w:t>
      </w:r>
      <w:r>
        <w:tab/>
        <w:t>3.038e0</w:t>
      </w:r>
    </w:p>
    <w:p w:rsidR="00B77C08" w:rsidRDefault="00B77C08" w:rsidP="00B77C08">
      <w:r>
        <w:t>296.0469</w:t>
      </w:r>
      <w:r>
        <w:tab/>
        <w:t>4.051e0</w:t>
      </w:r>
    </w:p>
    <w:p w:rsidR="00B77C08" w:rsidRDefault="00B77C08" w:rsidP="00B77C08">
      <w:r>
        <w:t>296.0629</w:t>
      </w:r>
      <w:r>
        <w:tab/>
        <w:t>1.013e0</w:t>
      </w:r>
    </w:p>
    <w:p w:rsidR="00B77C08" w:rsidRDefault="00B77C08" w:rsidP="00B77C08">
      <w:r>
        <w:t>296.0878</w:t>
      </w:r>
      <w:r>
        <w:tab/>
        <w:t>2.056e0</w:t>
      </w:r>
    </w:p>
    <w:p w:rsidR="00B77C08" w:rsidRDefault="00B77C08" w:rsidP="00B77C08">
      <w:r>
        <w:t>296.0953</w:t>
      </w:r>
      <w:r>
        <w:tab/>
        <w:t>1.013e0</w:t>
      </w:r>
    </w:p>
    <w:p w:rsidR="00B77C08" w:rsidRDefault="00B77C08" w:rsidP="00B77C08">
      <w:r>
        <w:t>296.1035</w:t>
      </w:r>
      <w:r>
        <w:tab/>
        <w:t>1.013e0</w:t>
      </w:r>
    </w:p>
    <w:p w:rsidR="00B77C08" w:rsidRDefault="00B77C08" w:rsidP="00B77C08">
      <w:r>
        <w:t>296.1580</w:t>
      </w:r>
      <w:r>
        <w:tab/>
        <w:t>5.063e0</w:t>
      </w:r>
    </w:p>
    <w:p w:rsidR="00B77C08" w:rsidRDefault="00B77C08" w:rsidP="00B77C08">
      <w:r>
        <w:t>296.1665</w:t>
      </w:r>
      <w:r>
        <w:tab/>
        <w:t>1.364e0</w:t>
      </w:r>
    </w:p>
    <w:p w:rsidR="00B77C08" w:rsidRDefault="00B77C08" w:rsidP="00B77C08">
      <w:r>
        <w:t>296.1692</w:t>
      </w:r>
      <w:r>
        <w:tab/>
        <w:t>3.038e0</w:t>
      </w:r>
    </w:p>
    <w:p w:rsidR="00B77C08" w:rsidRDefault="00B77C08" w:rsidP="00B77C08">
      <w:r>
        <w:t>296.1939</w:t>
      </w:r>
      <w:r>
        <w:tab/>
        <w:t>4.051e0</w:t>
      </w:r>
    </w:p>
    <w:p w:rsidR="00B77C08" w:rsidRDefault="00B77C08" w:rsidP="00B77C08">
      <w:r>
        <w:t>296.2037</w:t>
      </w:r>
      <w:r>
        <w:tab/>
        <w:t>1.013e0</w:t>
      </w:r>
    </w:p>
    <w:p w:rsidR="00B77C08" w:rsidRDefault="00B77C08" w:rsidP="00B77C08">
      <w:r>
        <w:t>296.2269</w:t>
      </w:r>
      <w:r>
        <w:tab/>
        <w:t>3.038e0</w:t>
      </w:r>
    </w:p>
    <w:p w:rsidR="00B77C08" w:rsidRDefault="00B77C08" w:rsidP="00B77C08">
      <w:r>
        <w:t>296.2556</w:t>
      </w:r>
      <w:r>
        <w:tab/>
        <w:t>3.226e0</w:t>
      </w:r>
    </w:p>
    <w:p w:rsidR="00B77C08" w:rsidRDefault="00B77C08" w:rsidP="00B77C08">
      <w:r>
        <w:t>296.2735</w:t>
      </w:r>
      <w:r>
        <w:tab/>
        <w:t>1.013e0</w:t>
      </w:r>
    </w:p>
    <w:p w:rsidR="00B77C08" w:rsidRDefault="00B77C08" w:rsidP="00B77C08">
      <w:r>
        <w:t>296.2979</w:t>
      </w:r>
      <w:r>
        <w:tab/>
        <w:t>2.025e0</w:t>
      </w:r>
    </w:p>
    <w:p w:rsidR="00B77C08" w:rsidRDefault="00B77C08" w:rsidP="00B77C08">
      <w:r>
        <w:t>296.3919</w:t>
      </w:r>
      <w:r>
        <w:tab/>
        <w:t>2.025e0</w:t>
      </w:r>
    </w:p>
    <w:p w:rsidR="00B77C08" w:rsidRDefault="00B77C08" w:rsidP="00B77C08">
      <w:r>
        <w:lastRenderedPageBreak/>
        <w:t>296.4328</w:t>
      </w:r>
      <w:r>
        <w:tab/>
        <w:t>1.013e0</w:t>
      </w:r>
    </w:p>
    <w:p w:rsidR="00B77C08" w:rsidRDefault="00B77C08" w:rsidP="00B77C08">
      <w:r>
        <w:t>296.4414</w:t>
      </w:r>
      <w:r>
        <w:tab/>
        <w:t>1.013e0</w:t>
      </w:r>
    </w:p>
    <w:p w:rsidR="00B77C08" w:rsidRDefault="00B77C08" w:rsidP="00B77C08">
      <w:r>
        <w:t>296.4566</w:t>
      </w:r>
      <w:r>
        <w:tab/>
        <w:t>1.013e0</w:t>
      </w:r>
    </w:p>
    <w:p w:rsidR="00B77C08" w:rsidRDefault="00B77C08" w:rsidP="00B77C08">
      <w:r>
        <w:t>296.5224</w:t>
      </w:r>
      <w:r>
        <w:tab/>
        <w:t>3.038e0</w:t>
      </w:r>
    </w:p>
    <w:p w:rsidR="00B77C08" w:rsidRDefault="00B77C08" w:rsidP="00B77C08">
      <w:r>
        <w:t>296.5479</w:t>
      </w:r>
      <w:r>
        <w:tab/>
        <w:t>1.013e0</w:t>
      </w:r>
    </w:p>
    <w:p w:rsidR="00B77C08" w:rsidRDefault="00B77C08" w:rsidP="00B77C08">
      <w:r>
        <w:t>296.5762</w:t>
      </w:r>
      <w:r>
        <w:tab/>
        <w:t>1.013e0</w:t>
      </w:r>
    </w:p>
    <w:p w:rsidR="00B77C08" w:rsidRDefault="00B77C08" w:rsidP="00B77C08">
      <w:r>
        <w:t>296.6396</w:t>
      </w:r>
      <w:r>
        <w:tab/>
        <w:t>1.013e0</w:t>
      </w:r>
    </w:p>
    <w:p w:rsidR="00B77C08" w:rsidRDefault="00B77C08" w:rsidP="00B77C08">
      <w:r>
        <w:t>296.6674</w:t>
      </w:r>
      <w:r>
        <w:tab/>
        <w:t>1.013e0</w:t>
      </w:r>
    </w:p>
    <w:p w:rsidR="00B77C08" w:rsidRDefault="00B77C08" w:rsidP="00B77C08">
      <w:r>
        <w:t>296.6948</w:t>
      </w:r>
      <w:r>
        <w:tab/>
        <w:t>1.013e0</w:t>
      </w:r>
    </w:p>
    <w:p w:rsidR="00B77C08" w:rsidRDefault="00B77C08" w:rsidP="00B77C08">
      <w:r>
        <w:t>296.7389</w:t>
      </w:r>
      <w:r>
        <w:tab/>
        <w:t>1.013e0</w:t>
      </w:r>
    </w:p>
    <w:p w:rsidR="00B77C08" w:rsidRDefault="00B77C08" w:rsidP="00B77C08">
      <w:r>
        <w:t>296.7464</w:t>
      </w:r>
      <w:r>
        <w:tab/>
        <w:t>2.025e0</w:t>
      </w:r>
    </w:p>
    <w:p w:rsidR="00B77C08" w:rsidRDefault="00B77C08" w:rsidP="00B77C08">
      <w:r>
        <w:t>296.7711</w:t>
      </w:r>
      <w:r>
        <w:tab/>
        <w:t>1.013e0</w:t>
      </w:r>
    </w:p>
    <w:p w:rsidR="00B77C08" w:rsidRDefault="00B77C08" w:rsidP="00B77C08">
      <w:r>
        <w:t>296.7941</w:t>
      </w:r>
      <w:r>
        <w:tab/>
        <w:t>1.013e0</w:t>
      </w:r>
    </w:p>
    <w:p w:rsidR="00B77C08" w:rsidRDefault="00B77C08" w:rsidP="00B77C08">
      <w:r>
        <w:t>296.8158</w:t>
      </w:r>
      <w:r>
        <w:tab/>
        <w:t>2.025e0</w:t>
      </w:r>
    </w:p>
    <w:p w:rsidR="00B77C08" w:rsidRDefault="00B77C08" w:rsidP="00B77C08">
      <w:r>
        <w:t>296.8192</w:t>
      </w:r>
      <w:r>
        <w:tab/>
        <w:t>3.038e0</w:t>
      </w:r>
    </w:p>
    <w:p w:rsidR="00B77C08" w:rsidRDefault="00B77C08" w:rsidP="00B77C08">
      <w:r>
        <w:t>296.8854</w:t>
      </w:r>
      <w:r>
        <w:tab/>
        <w:t>1.013e0</w:t>
      </w:r>
    </w:p>
    <w:p w:rsidR="00B77C08" w:rsidRDefault="00B77C08" w:rsidP="00B77C08">
      <w:r>
        <w:t>296.8978</w:t>
      </w:r>
      <w:r>
        <w:tab/>
        <w:t>4.051e0</w:t>
      </w:r>
    </w:p>
    <w:p w:rsidR="00B77C08" w:rsidRDefault="00B77C08" w:rsidP="00B77C08">
      <w:r>
        <w:t>296.9647</w:t>
      </w:r>
      <w:r>
        <w:tab/>
        <w:t>1.013e0</w:t>
      </w:r>
    </w:p>
    <w:p w:rsidR="00B77C08" w:rsidRDefault="00B77C08" w:rsidP="00B77C08">
      <w:r>
        <w:t>296.9691</w:t>
      </w:r>
      <w:r>
        <w:tab/>
        <w:t>3.038e0</w:t>
      </w:r>
    </w:p>
    <w:p w:rsidR="00B77C08" w:rsidRDefault="00B77C08" w:rsidP="00B77C08">
      <w:r>
        <w:lastRenderedPageBreak/>
        <w:t>296.9817</w:t>
      </w:r>
      <w:r>
        <w:tab/>
        <w:t>1.013e0</w:t>
      </w:r>
    </w:p>
    <w:p w:rsidR="00B77C08" w:rsidRDefault="00B77C08" w:rsidP="00B77C08">
      <w:r>
        <w:t>297.0323</w:t>
      </w:r>
      <w:r>
        <w:tab/>
        <w:t>1.013e0</w:t>
      </w:r>
    </w:p>
    <w:p w:rsidR="00B77C08" w:rsidRDefault="00B77C08" w:rsidP="00B77C08">
      <w:r>
        <w:t>297.0744</w:t>
      </w:r>
      <w:r>
        <w:tab/>
        <w:t>1.283e0</w:t>
      </w:r>
    </w:p>
    <w:p w:rsidR="00B77C08" w:rsidRDefault="00B77C08" w:rsidP="00B77C08">
      <w:r>
        <w:t>297.0957</w:t>
      </w:r>
      <w:r>
        <w:tab/>
        <w:t>1.013e0</w:t>
      </w:r>
    </w:p>
    <w:p w:rsidR="00B77C08" w:rsidRDefault="00B77C08" w:rsidP="00B77C08">
      <w:r>
        <w:t>297.1195</w:t>
      </w:r>
      <w:r>
        <w:tab/>
        <w:t>1.539e0</w:t>
      </w:r>
    </w:p>
    <w:p w:rsidR="00B77C08" w:rsidRDefault="00B77C08" w:rsidP="00B77C08">
      <w:r>
        <w:t>297.1493</w:t>
      </w:r>
      <w:r>
        <w:tab/>
        <w:t>1.539e0</w:t>
      </w:r>
    </w:p>
    <w:p w:rsidR="00B77C08" w:rsidRDefault="00B77C08" w:rsidP="00B77C08">
      <w:r>
        <w:t>297.1609</w:t>
      </w:r>
      <w:r>
        <w:tab/>
        <w:t>3.038e0</w:t>
      </w:r>
    </w:p>
    <w:p w:rsidR="00B77C08" w:rsidRDefault="00B77C08" w:rsidP="00B77C08">
      <w:r>
        <w:t>297.1796</w:t>
      </w:r>
      <w:r>
        <w:tab/>
        <w:t>2.025e0</w:t>
      </w:r>
    </w:p>
    <w:p w:rsidR="00B77C08" w:rsidRDefault="00B77C08" w:rsidP="00B77C08">
      <w:r>
        <w:t>297.2068</w:t>
      </w:r>
      <w:r>
        <w:tab/>
        <w:t>1.013e0</w:t>
      </w:r>
    </w:p>
    <w:p w:rsidR="00B77C08" w:rsidRDefault="00B77C08" w:rsidP="00B77C08">
      <w:r>
        <w:t>297.2248</w:t>
      </w:r>
      <w:r>
        <w:tab/>
        <w:t>4.051e0</w:t>
      </w:r>
    </w:p>
    <w:p w:rsidR="00B77C08" w:rsidRDefault="00B77C08" w:rsidP="00B77C08">
      <w:r>
        <w:t>297.2346</w:t>
      </w:r>
      <w:r>
        <w:tab/>
        <w:t>1.013e0</w:t>
      </w:r>
    </w:p>
    <w:p w:rsidR="00B77C08" w:rsidRDefault="00B77C08" w:rsidP="00B77C08">
      <w:r>
        <w:t>297.2448</w:t>
      </w:r>
      <w:r>
        <w:tab/>
        <w:t>4.051e0</w:t>
      </w:r>
    </w:p>
    <w:p w:rsidR="00B77C08" w:rsidRDefault="00B77C08" w:rsidP="00B77C08">
      <w:r>
        <w:t>297.2845</w:t>
      </w:r>
      <w:r>
        <w:tab/>
        <w:t>5.063e0</w:t>
      </w:r>
    </w:p>
    <w:p w:rsidR="00B77C08" w:rsidRDefault="00B77C08" w:rsidP="00B77C08">
      <w:r>
        <w:t>297.2908</w:t>
      </w:r>
      <w:r>
        <w:tab/>
        <w:t>3.038e0</w:t>
      </w:r>
    </w:p>
    <w:p w:rsidR="00B77C08" w:rsidRDefault="00B77C08" w:rsidP="00B77C08">
      <w:r>
        <w:t>297.3010</w:t>
      </w:r>
      <w:r>
        <w:tab/>
        <w:t>8.101e0</w:t>
      </w:r>
    </w:p>
    <w:p w:rsidR="00B77C08" w:rsidRDefault="00B77C08" w:rsidP="00B77C08">
      <w:r>
        <w:t>297.3666</w:t>
      </w:r>
      <w:r>
        <w:tab/>
        <w:t>1.013e0</w:t>
      </w:r>
    </w:p>
    <w:p w:rsidR="00B77C08" w:rsidRDefault="00B77C08" w:rsidP="00B77C08">
      <w:r>
        <w:t>297.3715</w:t>
      </w:r>
      <w:r>
        <w:tab/>
        <w:t>1.013e0</w:t>
      </w:r>
    </w:p>
    <w:p w:rsidR="00B77C08" w:rsidRDefault="00B77C08" w:rsidP="00B77C08">
      <w:r>
        <w:t>297.3776</w:t>
      </w:r>
      <w:r>
        <w:tab/>
        <w:t>2.025e0</w:t>
      </w:r>
    </w:p>
    <w:p w:rsidR="00B77C08" w:rsidRDefault="00B77C08" w:rsidP="00B77C08">
      <w:r>
        <w:t>297.4370</w:t>
      </w:r>
      <w:r>
        <w:tab/>
        <w:t>1.013e0</w:t>
      </w:r>
    </w:p>
    <w:p w:rsidR="00B77C08" w:rsidRDefault="00B77C08" w:rsidP="00B77C08">
      <w:r>
        <w:lastRenderedPageBreak/>
        <w:t>297.4637</w:t>
      </w:r>
      <w:r>
        <w:tab/>
        <w:t>1.013e0</w:t>
      </w:r>
    </w:p>
    <w:p w:rsidR="00B77C08" w:rsidRDefault="00B77C08" w:rsidP="00B77C08">
      <w:r>
        <w:t>297.4658</w:t>
      </w:r>
      <w:r>
        <w:tab/>
        <w:t>3.038e0</w:t>
      </w:r>
    </w:p>
    <w:p w:rsidR="00B77C08" w:rsidRDefault="00B77C08" w:rsidP="00B77C08">
      <w:r>
        <w:t>297.4690</w:t>
      </w:r>
      <w:r>
        <w:tab/>
        <w:t>1.013e0</w:t>
      </w:r>
    </w:p>
    <w:p w:rsidR="00B77C08" w:rsidRDefault="00B77C08" w:rsidP="00B77C08">
      <w:r>
        <w:t>297.4853</w:t>
      </w:r>
      <w:r>
        <w:tab/>
        <w:t>1.013e0</w:t>
      </w:r>
    </w:p>
    <w:p w:rsidR="00B77C08" w:rsidRDefault="00B77C08" w:rsidP="00B77C08">
      <w:r>
        <w:t>297.5780</w:t>
      </w:r>
      <w:r>
        <w:tab/>
        <w:t>1.013e0</w:t>
      </w:r>
    </w:p>
    <w:p w:rsidR="00B77C08" w:rsidRDefault="00B77C08" w:rsidP="00B77C08">
      <w:r>
        <w:t>297.6198</w:t>
      </w:r>
      <w:r>
        <w:tab/>
        <w:t>1.013e0</w:t>
      </w:r>
    </w:p>
    <w:p w:rsidR="00B77C08" w:rsidRDefault="00B77C08" w:rsidP="00B77C08">
      <w:r>
        <w:t>297.6258</w:t>
      </w:r>
      <w:r>
        <w:tab/>
        <w:t>2.025e0</w:t>
      </w:r>
    </w:p>
    <w:p w:rsidR="00B77C08" w:rsidRDefault="00B77C08" w:rsidP="00B77C08">
      <w:r>
        <w:t>297.6482</w:t>
      </w:r>
      <w:r>
        <w:tab/>
        <w:t>1.013e0</w:t>
      </w:r>
    </w:p>
    <w:p w:rsidR="00B77C08" w:rsidRDefault="00B77C08" w:rsidP="00B77C08">
      <w:r>
        <w:t>297.7106</w:t>
      </w:r>
      <w:r>
        <w:tab/>
        <w:t>4.051e0</w:t>
      </w:r>
    </w:p>
    <w:p w:rsidR="00B77C08" w:rsidRDefault="00B77C08" w:rsidP="00B77C08">
      <w:r>
        <w:t>297.7347</w:t>
      </w:r>
      <w:r>
        <w:tab/>
        <w:t>1.013e0</w:t>
      </w:r>
    </w:p>
    <w:p w:rsidR="00B77C08" w:rsidRDefault="00B77C08" w:rsidP="00B77C08">
      <w:r>
        <w:t>297.7673</w:t>
      </w:r>
      <w:r>
        <w:tab/>
        <w:t>1.013e0</w:t>
      </w:r>
    </w:p>
    <w:p w:rsidR="00B77C08" w:rsidRDefault="00B77C08" w:rsidP="00B77C08">
      <w:r>
        <w:t>297.7836</w:t>
      </w:r>
      <w:r>
        <w:tab/>
        <w:t>1.013e0</w:t>
      </w:r>
    </w:p>
    <w:p w:rsidR="00B77C08" w:rsidRDefault="00B77C08" w:rsidP="00B77C08">
      <w:r>
        <w:t>297.8046</w:t>
      </w:r>
      <w:r>
        <w:tab/>
        <w:t>2.025e0</w:t>
      </w:r>
    </w:p>
    <w:p w:rsidR="00B77C08" w:rsidRDefault="00B77C08" w:rsidP="00B77C08">
      <w:r>
        <w:t>297.8153</w:t>
      </w:r>
      <w:r>
        <w:tab/>
        <w:t>2.025e0</w:t>
      </w:r>
    </w:p>
    <w:p w:rsidR="00B77C08" w:rsidRDefault="00B77C08" w:rsidP="00B77C08">
      <w:r>
        <w:t>297.9079</w:t>
      </w:r>
      <w:r>
        <w:tab/>
        <w:t>2.025e0</w:t>
      </w:r>
    </w:p>
    <w:p w:rsidR="00B77C08" w:rsidRDefault="00B77C08" w:rsidP="00B77C08">
      <w:r>
        <w:t>297.9142</w:t>
      </w:r>
      <w:r>
        <w:tab/>
        <w:t>1.013e0</w:t>
      </w:r>
    </w:p>
    <w:p w:rsidR="00B77C08" w:rsidRDefault="00B77C08" w:rsidP="00B77C08">
      <w:r>
        <w:t>297.9484</w:t>
      </w:r>
      <w:r>
        <w:tab/>
        <w:t>2.025e0</w:t>
      </w:r>
    </w:p>
    <w:p w:rsidR="00B77C08" w:rsidRDefault="00B77C08" w:rsidP="00B77C08">
      <w:r>
        <w:t>297.9760</w:t>
      </w:r>
      <w:r>
        <w:tab/>
        <w:t>1.216e0</w:t>
      </w:r>
    </w:p>
    <w:p w:rsidR="00B77C08" w:rsidRDefault="00B77C08" w:rsidP="00B77C08">
      <w:r>
        <w:t>297.9939</w:t>
      </w:r>
      <w:r>
        <w:tab/>
        <w:t>3.038e0</w:t>
      </w:r>
    </w:p>
    <w:p w:rsidR="00B77C08" w:rsidRDefault="00B77C08" w:rsidP="00B77C08">
      <w:r>
        <w:lastRenderedPageBreak/>
        <w:t>298.0450</w:t>
      </w:r>
      <w:r>
        <w:tab/>
        <w:t>1.013e0</w:t>
      </w:r>
    </w:p>
    <w:p w:rsidR="00B77C08" w:rsidRDefault="00B77C08" w:rsidP="00B77C08">
      <w:r>
        <w:t>298.0493</w:t>
      </w:r>
      <w:r>
        <w:tab/>
        <w:t>4.051e0</w:t>
      </w:r>
    </w:p>
    <w:p w:rsidR="00B77C08" w:rsidRDefault="00B77C08" w:rsidP="00B77C08">
      <w:r>
        <w:t>298.0620</w:t>
      </w:r>
      <w:r>
        <w:tab/>
        <w:t>1.805e0</w:t>
      </w:r>
    </w:p>
    <w:p w:rsidR="00B77C08" w:rsidRDefault="00B77C08" w:rsidP="00B77C08">
      <w:r>
        <w:t>298.0821</w:t>
      </w:r>
      <w:r>
        <w:tab/>
        <w:t>1.013e0</w:t>
      </w:r>
    </w:p>
    <w:p w:rsidR="00B77C08" w:rsidRDefault="00B77C08" w:rsidP="00B77C08">
      <w:r>
        <w:t>298.1006</w:t>
      </w:r>
      <w:r>
        <w:tab/>
        <w:t>1.013e0</w:t>
      </w:r>
    </w:p>
    <w:p w:rsidR="00B77C08" w:rsidRDefault="00B77C08" w:rsidP="00B77C08">
      <w:r>
        <w:t>298.1642</w:t>
      </w:r>
      <w:r>
        <w:tab/>
        <w:t>1.013e0</w:t>
      </w:r>
    </w:p>
    <w:p w:rsidR="00B77C08" w:rsidRDefault="00B77C08" w:rsidP="00B77C08">
      <w:r>
        <w:t>298.1952</w:t>
      </w:r>
      <w:r>
        <w:tab/>
        <w:t>1.106e1</w:t>
      </w:r>
    </w:p>
    <w:p w:rsidR="00B77C08" w:rsidRDefault="00B77C08" w:rsidP="00B77C08">
      <w:r>
        <w:t>298.2714</w:t>
      </w:r>
      <w:r>
        <w:tab/>
        <w:t>1.013e0</w:t>
      </w:r>
    </w:p>
    <w:p w:rsidR="00B77C08" w:rsidRDefault="00B77C08" w:rsidP="00B77C08">
      <w:r>
        <w:t>298.2799</w:t>
      </w:r>
      <w:r>
        <w:tab/>
        <w:t>1.013e0</w:t>
      </w:r>
    </w:p>
    <w:p w:rsidR="00B77C08" w:rsidRDefault="00B77C08" w:rsidP="00B77C08">
      <w:r>
        <w:t>298.2892</w:t>
      </w:r>
      <w:r>
        <w:tab/>
        <w:t>2.025e0</w:t>
      </w:r>
    </w:p>
    <w:p w:rsidR="00B77C08" w:rsidRDefault="00B77C08" w:rsidP="00B77C08">
      <w:r>
        <w:t>298.3075</w:t>
      </w:r>
      <w:r>
        <w:tab/>
        <w:t>4.051e0</w:t>
      </w:r>
    </w:p>
    <w:p w:rsidR="00B77C08" w:rsidRDefault="00B77C08" w:rsidP="00B77C08">
      <w:r>
        <w:t>298.3357</w:t>
      </w:r>
      <w:r>
        <w:tab/>
        <w:t>3.038e0</w:t>
      </w:r>
    </w:p>
    <w:p w:rsidR="00B77C08" w:rsidRDefault="00B77C08" w:rsidP="00B77C08">
      <w:r>
        <w:t>298.4223</w:t>
      </w:r>
      <w:r>
        <w:tab/>
        <w:t>1.013e0</w:t>
      </w:r>
    </w:p>
    <w:p w:rsidR="00B77C08" w:rsidRDefault="00B77C08" w:rsidP="00B77C08">
      <w:r>
        <w:t>298.4845</w:t>
      </w:r>
      <w:r>
        <w:tab/>
        <w:t>2.025e0</w:t>
      </w:r>
    </w:p>
    <w:p w:rsidR="00B77C08" w:rsidRDefault="00B77C08" w:rsidP="00B77C08">
      <w:r>
        <w:t>298.5775</w:t>
      </w:r>
      <w:r>
        <w:tab/>
        <w:t>1.013e0</w:t>
      </w:r>
    </w:p>
    <w:p w:rsidR="00B77C08" w:rsidRDefault="00B77C08" w:rsidP="00B77C08">
      <w:r>
        <w:t>298.6335</w:t>
      </w:r>
      <w:r>
        <w:tab/>
        <w:t>3.038e0</w:t>
      </w:r>
    </w:p>
    <w:p w:rsidR="00B77C08" w:rsidRDefault="00B77C08" w:rsidP="00B77C08">
      <w:r>
        <w:t>298.6371</w:t>
      </w:r>
      <w:r>
        <w:tab/>
        <w:t>2.025e0</w:t>
      </w:r>
    </w:p>
    <w:p w:rsidR="00B77C08" w:rsidRDefault="00B77C08" w:rsidP="00B77C08">
      <w:r>
        <w:t>298.6823</w:t>
      </w:r>
      <w:r>
        <w:tab/>
        <w:t>2.025e0</w:t>
      </w:r>
    </w:p>
    <w:p w:rsidR="00B77C08" w:rsidRDefault="00B77C08" w:rsidP="00B77C08">
      <w:r>
        <w:t>298.7016</w:t>
      </w:r>
      <w:r>
        <w:tab/>
        <w:t>1.013e0</w:t>
      </w:r>
    </w:p>
    <w:p w:rsidR="00B77C08" w:rsidRDefault="00B77C08" w:rsidP="00B77C08">
      <w:r>
        <w:lastRenderedPageBreak/>
        <w:t>298.7529</w:t>
      </w:r>
      <w:r>
        <w:tab/>
        <w:t>1.013e0</w:t>
      </w:r>
    </w:p>
    <w:p w:rsidR="00B77C08" w:rsidRDefault="00B77C08" w:rsidP="00B77C08">
      <w:r>
        <w:t>298.7807</w:t>
      </w:r>
      <w:r>
        <w:tab/>
        <w:t>1.013e0</w:t>
      </w:r>
    </w:p>
    <w:p w:rsidR="00B77C08" w:rsidRDefault="00B77C08" w:rsidP="00B77C08">
      <w:r>
        <w:t>298.8323</w:t>
      </w:r>
      <w:r>
        <w:tab/>
        <w:t>1.013e0</w:t>
      </w:r>
    </w:p>
    <w:p w:rsidR="00B77C08" w:rsidRDefault="00B77C08" w:rsidP="00B77C08">
      <w:r>
        <w:t>298.8640</w:t>
      </w:r>
      <w:r>
        <w:tab/>
        <w:t>1.013e0</w:t>
      </w:r>
    </w:p>
    <w:p w:rsidR="00B77C08" w:rsidRDefault="00B77C08" w:rsidP="00B77C08">
      <w:r>
        <w:t>298.9297</w:t>
      </w:r>
      <w:r>
        <w:tab/>
        <w:t>2.025e0</w:t>
      </w:r>
    </w:p>
    <w:p w:rsidR="00B77C08" w:rsidRDefault="00B77C08" w:rsidP="00B77C08">
      <w:r>
        <w:t>298.9591</w:t>
      </w:r>
      <w:r>
        <w:tab/>
        <w:t>1.013e0</w:t>
      </w:r>
    </w:p>
    <w:p w:rsidR="00B77C08" w:rsidRDefault="00B77C08" w:rsidP="00B77C08">
      <w:r>
        <w:t>298.9869</w:t>
      </w:r>
      <w:r>
        <w:tab/>
        <w:t>1.013e0</w:t>
      </w:r>
    </w:p>
    <w:p w:rsidR="00B77C08" w:rsidRDefault="00B77C08" w:rsidP="00B77C08">
      <w:r>
        <w:t>298.9914</w:t>
      </w:r>
      <w:r>
        <w:tab/>
        <w:t>2.025e0</w:t>
      </w:r>
    </w:p>
    <w:p w:rsidR="00B77C08" w:rsidRDefault="00B77C08" w:rsidP="00B77C08">
      <w:r>
        <w:t>299.0084</w:t>
      </w:r>
      <w:r>
        <w:tab/>
        <w:t>2.025e0</w:t>
      </w:r>
    </w:p>
    <w:p w:rsidR="00B77C08" w:rsidRDefault="00B77C08" w:rsidP="00B77C08">
      <w:r>
        <w:t>299.0553</w:t>
      </w:r>
      <w:r>
        <w:tab/>
        <w:t>1.013e0</w:t>
      </w:r>
    </w:p>
    <w:p w:rsidR="00B77C08" w:rsidRDefault="00B77C08" w:rsidP="00B77C08">
      <w:r>
        <w:t>299.0593</w:t>
      </w:r>
      <w:r>
        <w:tab/>
        <w:t>2.923e0</w:t>
      </w:r>
    </w:p>
    <w:p w:rsidR="00B77C08" w:rsidRDefault="00B77C08" w:rsidP="00B77C08">
      <w:r>
        <w:t>299.0784</w:t>
      </w:r>
      <w:r>
        <w:tab/>
        <w:t>1.013e0</w:t>
      </w:r>
    </w:p>
    <w:p w:rsidR="00B77C08" w:rsidRDefault="00B77C08" w:rsidP="00B77C08">
      <w:r>
        <w:t>299.0939</w:t>
      </w:r>
      <w:r>
        <w:tab/>
        <w:t>1.030e0</w:t>
      </w:r>
    </w:p>
    <w:p w:rsidR="00B77C08" w:rsidRDefault="00B77C08" w:rsidP="00B77C08">
      <w:r>
        <w:t>299.1697</w:t>
      </w:r>
      <w:r>
        <w:tab/>
        <w:t>1.013e0</w:t>
      </w:r>
    </w:p>
    <w:p w:rsidR="00B77C08" w:rsidRDefault="00B77C08" w:rsidP="00B77C08">
      <w:r>
        <w:t>299.1806</w:t>
      </w:r>
      <w:r>
        <w:tab/>
        <w:t>1.013e0</w:t>
      </w:r>
    </w:p>
    <w:p w:rsidR="00B77C08" w:rsidRDefault="00B77C08" w:rsidP="00B77C08">
      <w:r>
        <w:t>299.2083</w:t>
      </w:r>
      <w:r>
        <w:tab/>
        <w:t>1.013e0</w:t>
      </w:r>
    </w:p>
    <w:p w:rsidR="00B77C08" w:rsidRDefault="00B77C08" w:rsidP="00B77C08">
      <w:r>
        <w:t>299.2301</w:t>
      </w:r>
      <w:r>
        <w:tab/>
        <w:t>1.013e0</w:t>
      </w:r>
    </w:p>
    <w:p w:rsidR="00B77C08" w:rsidRDefault="00B77C08" w:rsidP="00B77C08">
      <w:r>
        <w:t>299.2405</w:t>
      </w:r>
      <w:r>
        <w:tab/>
        <w:t>1.013e0</w:t>
      </w:r>
    </w:p>
    <w:p w:rsidR="00B77C08" w:rsidRDefault="00B77C08" w:rsidP="00B77C08">
      <w:r>
        <w:t>299.2492</w:t>
      </w:r>
      <w:r>
        <w:tab/>
        <w:t>1.013e0</w:t>
      </w:r>
    </w:p>
    <w:p w:rsidR="00B77C08" w:rsidRDefault="00B77C08" w:rsidP="00B77C08">
      <w:r>
        <w:lastRenderedPageBreak/>
        <w:t>299.2623</w:t>
      </w:r>
      <w:r>
        <w:tab/>
        <w:t>1.013e0</w:t>
      </w:r>
    </w:p>
    <w:p w:rsidR="00B77C08" w:rsidRDefault="00B77C08" w:rsidP="00B77C08">
      <w:r>
        <w:t>299.2811</w:t>
      </w:r>
      <w:r>
        <w:tab/>
        <w:t>1.013e0</w:t>
      </w:r>
    </w:p>
    <w:p w:rsidR="00B77C08" w:rsidRDefault="00B77C08" w:rsidP="00B77C08">
      <w:r>
        <w:t>299.3094</w:t>
      </w:r>
      <w:r>
        <w:tab/>
        <w:t>1.013e0</w:t>
      </w:r>
    </w:p>
    <w:p w:rsidR="00B77C08" w:rsidRDefault="00B77C08" w:rsidP="00B77C08">
      <w:r>
        <w:t>299.3413</w:t>
      </w:r>
      <w:r>
        <w:tab/>
        <w:t>1.013e0</w:t>
      </w:r>
    </w:p>
    <w:p w:rsidR="00B77C08" w:rsidRDefault="00B77C08" w:rsidP="00B77C08">
      <w:r>
        <w:t>299.3448</w:t>
      </w:r>
      <w:r>
        <w:tab/>
        <w:t>1.013e0</w:t>
      </w:r>
    </w:p>
    <w:p w:rsidR="00B77C08" w:rsidRDefault="00B77C08" w:rsidP="00B77C08">
      <w:r>
        <w:t>299.4242</w:t>
      </w:r>
      <w:r>
        <w:tab/>
        <w:t>1.013e0</w:t>
      </w:r>
    </w:p>
    <w:p w:rsidR="00B77C08" w:rsidRDefault="00B77C08" w:rsidP="00B77C08">
      <w:r>
        <w:t>299.4367</w:t>
      </w:r>
      <w:r>
        <w:tab/>
        <w:t>1.013e0</w:t>
      </w:r>
    </w:p>
    <w:p w:rsidR="00B77C08" w:rsidRDefault="00B77C08" w:rsidP="00B77C08">
      <w:r>
        <w:t>299.4824</w:t>
      </w:r>
      <w:r>
        <w:tab/>
        <w:t>2.025e0</w:t>
      </w:r>
    </w:p>
    <w:p w:rsidR="00B77C08" w:rsidRDefault="00B77C08" w:rsidP="00B77C08">
      <w:r>
        <w:t>299.5121</w:t>
      </w:r>
      <w:r>
        <w:tab/>
        <w:t>1.013e0</w:t>
      </w:r>
    </w:p>
    <w:p w:rsidR="00B77C08" w:rsidRDefault="00B77C08" w:rsidP="00B77C08">
      <w:r>
        <w:t>299.5388</w:t>
      </w:r>
      <w:r>
        <w:tab/>
        <w:t>2.025e0</w:t>
      </w:r>
    </w:p>
    <w:p w:rsidR="00B77C08" w:rsidRDefault="00B77C08" w:rsidP="00B77C08">
      <w:r>
        <w:t>299.5899</w:t>
      </w:r>
      <w:r>
        <w:tab/>
        <w:t>1.013e0</w:t>
      </w:r>
    </w:p>
    <w:p w:rsidR="00B77C08" w:rsidRDefault="00B77C08" w:rsidP="00B77C08">
      <w:r>
        <w:t>299.6117</w:t>
      </w:r>
      <w:r>
        <w:tab/>
        <w:t>1.013e0</w:t>
      </w:r>
    </w:p>
    <w:p w:rsidR="00B77C08" w:rsidRDefault="00B77C08" w:rsidP="00B77C08">
      <w:r>
        <w:t>299.6221</w:t>
      </w:r>
      <w:r>
        <w:tab/>
        <w:t>1.013e0</w:t>
      </w:r>
    </w:p>
    <w:p w:rsidR="00B77C08" w:rsidRDefault="00B77C08" w:rsidP="00B77C08">
      <w:r>
        <w:t>299.6553</w:t>
      </w:r>
      <w:r>
        <w:tab/>
        <w:t>1.013e0</w:t>
      </w:r>
    </w:p>
    <w:p w:rsidR="00B77C08" w:rsidRDefault="00B77C08" w:rsidP="00B77C08">
      <w:r>
        <w:t>299.6912</w:t>
      </w:r>
      <w:r>
        <w:tab/>
        <w:t>1.013e0</w:t>
      </w:r>
    </w:p>
    <w:p w:rsidR="00B77C08" w:rsidRDefault="00B77C08" w:rsidP="00B77C08">
      <w:r>
        <w:t>299.7100</w:t>
      </w:r>
      <w:r>
        <w:tab/>
        <w:t>3.038e0</w:t>
      </w:r>
    </w:p>
    <w:p w:rsidR="00B77C08" w:rsidRDefault="00B77C08" w:rsidP="00B77C08">
      <w:r>
        <w:t>299.7504</w:t>
      </w:r>
      <w:r>
        <w:tab/>
        <w:t>1.013e0</w:t>
      </w:r>
    </w:p>
    <w:p w:rsidR="00B77C08" w:rsidRDefault="00B77C08" w:rsidP="00B77C08">
      <w:r>
        <w:t>299.7694</w:t>
      </w:r>
      <w:r>
        <w:tab/>
        <w:t>1.013e0</w:t>
      </w:r>
    </w:p>
    <w:p w:rsidR="00B77C08" w:rsidRDefault="00B77C08" w:rsidP="00B77C08">
      <w:r>
        <w:t>299.8106</w:t>
      </w:r>
      <w:r>
        <w:tab/>
        <w:t>1.013e0</w:t>
      </w:r>
    </w:p>
    <w:p w:rsidR="00B77C08" w:rsidRDefault="00B77C08" w:rsidP="00B77C08">
      <w:r>
        <w:lastRenderedPageBreak/>
        <w:t>299.9275</w:t>
      </w:r>
      <w:r>
        <w:tab/>
        <w:t>2.025e0</w:t>
      </w:r>
    </w:p>
    <w:p w:rsidR="00B77C08" w:rsidRDefault="00B77C08" w:rsidP="00B77C08">
      <w:r>
        <w:t>300.0129</w:t>
      </w:r>
      <w:r>
        <w:tab/>
        <w:t>1.013e0</w:t>
      </w:r>
    </w:p>
    <w:p w:rsidR="00B77C08" w:rsidRDefault="00B77C08" w:rsidP="00B77C08">
      <w:r>
        <w:t>300.0489</w:t>
      </w:r>
      <w:r>
        <w:tab/>
        <w:t>1.013e0</w:t>
      </w:r>
    </w:p>
    <w:p w:rsidR="00B77C08" w:rsidRDefault="00B77C08" w:rsidP="00B77C08">
      <w:r>
        <w:t>300.0768</w:t>
      </w:r>
      <w:r>
        <w:tab/>
        <w:t>1.013e0</w:t>
      </w:r>
    </w:p>
    <w:p w:rsidR="00B77C08" w:rsidRDefault="00B77C08" w:rsidP="00B77C08">
      <w:r>
        <w:t>300.0909</w:t>
      </w:r>
      <w:r>
        <w:tab/>
        <w:t>3.038e0</w:t>
      </w:r>
    </w:p>
    <w:p w:rsidR="00B77C08" w:rsidRDefault="00B77C08" w:rsidP="00B77C08">
      <w:r>
        <w:t>300.0929</w:t>
      </w:r>
      <w:r>
        <w:tab/>
        <w:t>3.414e0</w:t>
      </w:r>
    </w:p>
    <w:p w:rsidR="00B77C08" w:rsidRDefault="00B77C08" w:rsidP="00B77C08">
      <w:r>
        <w:t>300.1283</w:t>
      </w:r>
      <w:r>
        <w:tab/>
        <w:t>1.013e0</w:t>
      </w:r>
    </w:p>
    <w:p w:rsidR="00B77C08" w:rsidRDefault="00B77C08" w:rsidP="00B77C08">
      <w:r>
        <w:t>300.1364</w:t>
      </w:r>
      <w:r>
        <w:tab/>
        <w:t>1.013e0</w:t>
      </w:r>
    </w:p>
    <w:p w:rsidR="00B77C08" w:rsidRDefault="00B77C08" w:rsidP="00B77C08">
      <w:r>
        <w:t>300.1717</w:t>
      </w:r>
      <w:r>
        <w:tab/>
        <w:t>3.038e0</w:t>
      </w:r>
    </w:p>
    <w:p w:rsidR="00B77C08" w:rsidRDefault="00B77C08" w:rsidP="00B77C08">
      <w:r>
        <w:t>300.1990</w:t>
      </w:r>
      <w:r>
        <w:tab/>
        <w:t>2.025e0</w:t>
      </w:r>
    </w:p>
    <w:p w:rsidR="00B77C08" w:rsidRDefault="00B77C08" w:rsidP="00B77C08">
      <w:r>
        <w:t>300.2074</w:t>
      </w:r>
      <w:r>
        <w:tab/>
        <w:t>3.038e0</w:t>
      </w:r>
    </w:p>
    <w:p w:rsidR="00B77C08" w:rsidRDefault="00B77C08" w:rsidP="00B77C08">
      <w:r>
        <w:t>300.2286</w:t>
      </w:r>
      <w:r>
        <w:tab/>
        <w:t>1.013e0</w:t>
      </w:r>
    </w:p>
    <w:p w:rsidR="00B77C08" w:rsidRDefault="00B77C08" w:rsidP="00B77C08">
      <w:r>
        <w:t>300.2836</w:t>
      </w:r>
      <w:r>
        <w:tab/>
        <w:t>1.013e0</w:t>
      </w:r>
    </w:p>
    <w:p w:rsidR="00B77C08" w:rsidRDefault="00B77C08" w:rsidP="00B77C08">
      <w:r>
        <w:t>300.2961</w:t>
      </w:r>
      <w:r>
        <w:tab/>
        <w:t>3.038e0</w:t>
      </w:r>
    </w:p>
    <w:p w:rsidR="00B77C08" w:rsidRDefault="00B77C08" w:rsidP="00B77C08">
      <w:r>
        <w:t>300.3433</w:t>
      </w:r>
      <w:r>
        <w:tab/>
        <w:t>1.013e0</w:t>
      </w:r>
    </w:p>
    <w:p w:rsidR="00B77C08" w:rsidRDefault="00B77C08" w:rsidP="00B77C08">
      <w:r>
        <w:t>300.3593</w:t>
      </w:r>
      <w:r>
        <w:tab/>
        <w:t>1.013e0</w:t>
      </w:r>
    </w:p>
    <w:p w:rsidR="00B77C08" w:rsidRDefault="00B77C08" w:rsidP="00B77C08">
      <w:r>
        <w:t>300.3952</w:t>
      </w:r>
      <w:r>
        <w:tab/>
        <w:t>2.025e0</w:t>
      </w:r>
    </w:p>
    <w:p w:rsidR="00B77C08" w:rsidRDefault="00B77C08" w:rsidP="00B77C08">
      <w:r>
        <w:t>300.4358</w:t>
      </w:r>
      <w:r>
        <w:tab/>
        <w:t>1.013e0</w:t>
      </w:r>
    </w:p>
    <w:p w:rsidR="00B77C08" w:rsidRDefault="00B77C08" w:rsidP="00B77C08">
      <w:r>
        <w:t>300.4825</w:t>
      </w:r>
      <w:r>
        <w:tab/>
        <w:t>1.013e0</w:t>
      </w:r>
    </w:p>
    <w:p w:rsidR="00B77C08" w:rsidRDefault="00B77C08" w:rsidP="00B77C08">
      <w:r>
        <w:lastRenderedPageBreak/>
        <w:t>300.5382</w:t>
      </w:r>
      <w:r>
        <w:tab/>
        <w:t>2.025e0</w:t>
      </w:r>
    </w:p>
    <w:p w:rsidR="00B77C08" w:rsidRDefault="00B77C08" w:rsidP="00B77C08">
      <w:r>
        <w:t>300.5468</w:t>
      </w:r>
      <w:r>
        <w:tab/>
        <w:t>1.013e0</w:t>
      </w:r>
    </w:p>
    <w:p w:rsidR="00B77C08" w:rsidRDefault="00B77C08" w:rsidP="00B77C08">
      <w:r>
        <w:t>300.5694</w:t>
      </w:r>
      <w:r>
        <w:tab/>
        <w:t>3.038e0</w:t>
      </w:r>
    </w:p>
    <w:p w:rsidR="00B77C08" w:rsidRDefault="00B77C08" w:rsidP="00B77C08">
      <w:r>
        <w:t>300.6163</w:t>
      </w:r>
      <w:r>
        <w:tab/>
        <w:t>1.013e0</w:t>
      </w:r>
    </w:p>
    <w:p w:rsidR="00B77C08" w:rsidRDefault="00B77C08" w:rsidP="00B77C08">
      <w:r>
        <w:t>300.6382</w:t>
      </w:r>
      <w:r>
        <w:tab/>
        <w:t>1.013e0</w:t>
      </w:r>
    </w:p>
    <w:p w:rsidR="00B77C08" w:rsidRDefault="00B77C08" w:rsidP="00B77C08">
      <w:r>
        <w:t>300.6710</w:t>
      </w:r>
      <w:r>
        <w:tab/>
        <w:t>1.013e0</w:t>
      </w:r>
    </w:p>
    <w:p w:rsidR="00B77C08" w:rsidRDefault="00B77C08" w:rsidP="00B77C08">
      <w:r>
        <w:t>300.6803</w:t>
      </w:r>
      <w:r>
        <w:tab/>
        <w:t>3.038e0</w:t>
      </w:r>
    </w:p>
    <w:p w:rsidR="00B77C08" w:rsidRDefault="00B77C08" w:rsidP="00B77C08">
      <w:r>
        <w:t>300.7220</w:t>
      </w:r>
      <w:r>
        <w:tab/>
        <w:t>1.013e0</w:t>
      </w:r>
    </w:p>
    <w:p w:rsidR="00B77C08" w:rsidRDefault="00B77C08" w:rsidP="00B77C08">
      <w:r>
        <w:t>300.7493</w:t>
      </w:r>
      <w:r>
        <w:tab/>
        <w:t>1.013e0</w:t>
      </w:r>
    </w:p>
    <w:p w:rsidR="00B77C08" w:rsidRDefault="00B77C08" w:rsidP="00B77C08">
      <w:r>
        <w:t>300.7645</w:t>
      </w:r>
      <w:r>
        <w:tab/>
        <w:t>1.013e0</w:t>
      </w:r>
    </w:p>
    <w:p w:rsidR="00B77C08" w:rsidRDefault="00B77C08" w:rsidP="00B77C08">
      <w:r>
        <w:t>300.8374</w:t>
      </w:r>
      <w:r>
        <w:tab/>
        <w:t>1.013e0</w:t>
      </w:r>
    </w:p>
    <w:p w:rsidR="00B77C08" w:rsidRDefault="00B77C08" w:rsidP="00B77C08">
      <w:r>
        <w:t>300.8931</w:t>
      </w:r>
      <w:r>
        <w:tab/>
        <w:t>1.013e0</w:t>
      </w:r>
    </w:p>
    <w:p w:rsidR="00B77C08" w:rsidRDefault="00B77C08" w:rsidP="00B77C08">
      <w:r>
        <w:t>300.9494</w:t>
      </w:r>
      <w:r>
        <w:tab/>
        <w:t>2.985e0</w:t>
      </w:r>
    </w:p>
    <w:p w:rsidR="00B77C08" w:rsidRDefault="00B77C08" w:rsidP="00B77C08">
      <w:r>
        <w:t>300.9604</w:t>
      </w:r>
      <w:r>
        <w:tab/>
        <w:t>2.025e0</w:t>
      </w:r>
    </w:p>
    <w:p w:rsidR="00B77C08" w:rsidRDefault="00B77C08" w:rsidP="00B77C08">
      <w:r>
        <w:t>300.9852</w:t>
      </w:r>
      <w:r>
        <w:tab/>
        <w:t>4.051e0</w:t>
      </w:r>
    </w:p>
    <w:p w:rsidR="00B77C08" w:rsidRDefault="00B77C08" w:rsidP="00B77C08">
      <w:r>
        <w:t>300.9908</w:t>
      </w:r>
      <w:r>
        <w:tab/>
        <w:t>3.038e0</w:t>
      </w:r>
    </w:p>
    <w:p w:rsidR="00B77C08" w:rsidRDefault="00B77C08" w:rsidP="00B77C08">
      <w:r>
        <w:t>301.0334</w:t>
      </w:r>
      <w:r>
        <w:tab/>
        <w:t>6.217e0</w:t>
      </w:r>
    </w:p>
    <w:p w:rsidR="00B77C08" w:rsidRDefault="00B77C08" w:rsidP="00B77C08">
      <w:r>
        <w:t>301.0363</w:t>
      </w:r>
      <w:r>
        <w:tab/>
        <w:t>1.013e0</w:t>
      </w:r>
    </w:p>
    <w:p w:rsidR="00B77C08" w:rsidRDefault="00B77C08" w:rsidP="00B77C08">
      <w:r>
        <w:t>301.0518</w:t>
      </w:r>
      <w:r>
        <w:tab/>
        <w:t>2.025e0</w:t>
      </w:r>
    </w:p>
    <w:p w:rsidR="00B77C08" w:rsidRDefault="00B77C08" w:rsidP="00B77C08">
      <w:r>
        <w:lastRenderedPageBreak/>
        <w:t>301.0943</w:t>
      </w:r>
      <w:r>
        <w:tab/>
        <w:t>1.834e0</w:t>
      </w:r>
    </w:p>
    <w:p w:rsidR="00B77C08" w:rsidRDefault="00B77C08" w:rsidP="00B77C08">
      <w:r>
        <w:t>301.1418</w:t>
      </w:r>
      <w:r>
        <w:tab/>
        <w:t>1.013e0</w:t>
      </w:r>
    </w:p>
    <w:p w:rsidR="00B77C08" w:rsidRDefault="00B77C08" w:rsidP="00B77C08">
      <w:r>
        <w:t>301.1478</w:t>
      </w:r>
      <w:r>
        <w:tab/>
        <w:t>1.013e0</w:t>
      </w:r>
    </w:p>
    <w:p w:rsidR="00B77C08" w:rsidRDefault="00B77C08" w:rsidP="00B77C08">
      <w:r>
        <w:t>301.1619</w:t>
      </w:r>
      <w:r>
        <w:tab/>
        <w:t>2.025e0</w:t>
      </w:r>
    </w:p>
    <w:p w:rsidR="00B77C08" w:rsidRDefault="00B77C08" w:rsidP="00B77C08">
      <w:r>
        <w:t>301.2111</w:t>
      </w:r>
      <w:r>
        <w:tab/>
        <w:t>2.025e0</w:t>
      </w:r>
    </w:p>
    <w:p w:rsidR="00B77C08" w:rsidRDefault="00B77C08" w:rsidP="00B77C08">
      <w:r>
        <w:t>301.2394</w:t>
      </w:r>
      <w:r>
        <w:tab/>
        <w:t>1.013e0</w:t>
      </w:r>
    </w:p>
    <w:p w:rsidR="00B77C08" w:rsidRDefault="00B77C08" w:rsidP="00B77C08">
      <w:r>
        <w:t>301.2409</w:t>
      </w:r>
      <w:r>
        <w:tab/>
        <w:t>2.025e0</w:t>
      </w:r>
    </w:p>
    <w:p w:rsidR="00B77C08" w:rsidRDefault="00B77C08" w:rsidP="00B77C08">
      <w:r>
        <w:t>301.2713</w:t>
      </w:r>
      <w:r>
        <w:tab/>
        <w:t>2.025e0</w:t>
      </w:r>
    </w:p>
    <w:p w:rsidR="00B77C08" w:rsidRDefault="00B77C08" w:rsidP="00B77C08">
      <w:r>
        <w:t>301.2788</w:t>
      </w:r>
      <w:r>
        <w:tab/>
        <w:t>1.013e0</w:t>
      </w:r>
    </w:p>
    <w:p w:rsidR="00B77C08" w:rsidRDefault="00B77C08" w:rsidP="00B77C08">
      <w:r>
        <w:t>301.3028</w:t>
      </w:r>
      <w:r>
        <w:tab/>
        <w:t>1.013e0</w:t>
      </w:r>
    </w:p>
    <w:p w:rsidR="00B77C08" w:rsidRDefault="00B77C08" w:rsidP="00B77C08">
      <w:r>
        <w:t>301.3291</w:t>
      </w:r>
      <w:r>
        <w:tab/>
        <w:t>2.025e0</w:t>
      </w:r>
    </w:p>
    <w:p w:rsidR="00B77C08" w:rsidRDefault="00B77C08" w:rsidP="00B77C08">
      <w:r>
        <w:t>301.3544</w:t>
      </w:r>
      <w:r>
        <w:tab/>
        <w:t>1.013e0</w:t>
      </w:r>
    </w:p>
    <w:p w:rsidR="00B77C08" w:rsidRDefault="00B77C08" w:rsidP="00B77C08">
      <w:r>
        <w:t>301.4048</w:t>
      </w:r>
      <w:r>
        <w:tab/>
        <w:t>2.025e0</w:t>
      </w:r>
    </w:p>
    <w:p w:rsidR="00B77C08" w:rsidRDefault="00B77C08" w:rsidP="00B77C08">
      <w:r>
        <w:t>301.4182</w:t>
      </w:r>
      <w:r>
        <w:tab/>
        <w:t>1.013e0</w:t>
      </w:r>
    </w:p>
    <w:p w:rsidR="00B77C08" w:rsidRDefault="00B77C08" w:rsidP="00B77C08">
      <w:r>
        <w:t>301.4461</w:t>
      </w:r>
      <w:r>
        <w:tab/>
        <w:t>1.013e0</w:t>
      </w:r>
    </w:p>
    <w:p w:rsidR="00B77C08" w:rsidRDefault="00B77C08" w:rsidP="00B77C08">
      <w:r>
        <w:t>301.4877</w:t>
      </w:r>
      <w:r>
        <w:tab/>
        <w:t>1.013e0</w:t>
      </w:r>
    </w:p>
    <w:p w:rsidR="00B77C08" w:rsidRDefault="00B77C08" w:rsidP="00B77C08">
      <w:r>
        <w:t>301.4927</w:t>
      </w:r>
      <w:r>
        <w:tab/>
        <w:t>1.013e0</w:t>
      </w:r>
    </w:p>
    <w:p w:rsidR="00B77C08" w:rsidRDefault="00B77C08" w:rsidP="00B77C08">
      <w:r>
        <w:t>301.5103</w:t>
      </w:r>
      <w:r>
        <w:tab/>
        <w:t>1.013e0</w:t>
      </w:r>
    </w:p>
    <w:p w:rsidR="00B77C08" w:rsidRDefault="00B77C08" w:rsidP="00B77C08">
      <w:r>
        <w:t>301.5256</w:t>
      </w:r>
      <w:r>
        <w:tab/>
        <w:t>1.013e0</w:t>
      </w:r>
    </w:p>
    <w:p w:rsidR="00B77C08" w:rsidRDefault="00B77C08" w:rsidP="00B77C08">
      <w:r>
        <w:lastRenderedPageBreak/>
        <w:t>301.5475</w:t>
      </w:r>
      <w:r>
        <w:tab/>
        <w:t>1.013e0</w:t>
      </w:r>
    </w:p>
    <w:p w:rsidR="00B77C08" w:rsidRDefault="00B77C08" w:rsidP="00B77C08">
      <w:r>
        <w:t>301.5754</w:t>
      </w:r>
      <w:r>
        <w:tab/>
        <w:t>1.013e0</w:t>
      </w:r>
    </w:p>
    <w:p w:rsidR="00B77C08" w:rsidRDefault="00B77C08" w:rsidP="00B77C08">
      <w:r>
        <w:t>301.6651</w:t>
      </w:r>
      <w:r>
        <w:tab/>
        <w:t>2.025e0</w:t>
      </w:r>
    </w:p>
    <w:p w:rsidR="00B77C08" w:rsidRDefault="00B77C08" w:rsidP="00B77C08">
      <w:r>
        <w:t>301.7880</w:t>
      </w:r>
      <w:r>
        <w:tab/>
        <w:t>3.038e0</w:t>
      </w:r>
    </w:p>
    <w:p w:rsidR="00B77C08" w:rsidRDefault="00B77C08" w:rsidP="00B77C08">
      <w:r>
        <w:t>301.8329</w:t>
      </w:r>
      <w:r>
        <w:tab/>
        <w:t>1.013e0</w:t>
      </w:r>
    </w:p>
    <w:p w:rsidR="00B77C08" w:rsidRDefault="00B77C08" w:rsidP="00B77C08">
      <w:r>
        <w:t>301.8443</w:t>
      </w:r>
      <w:r>
        <w:tab/>
        <w:t>1.013e0</w:t>
      </w:r>
    </w:p>
    <w:p w:rsidR="00B77C08" w:rsidRDefault="00B77C08" w:rsidP="00B77C08">
      <w:r>
        <w:t>301.8992</w:t>
      </w:r>
      <w:r>
        <w:tab/>
        <w:t>1.013e0</w:t>
      </w:r>
    </w:p>
    <w:p w:rsidR="00B77C08" w:rsidRDefault="00B77C08" w:rsidP="00B77C08">
      <w:r>
        <w:t>301.9081</w:t>
      </w:r>
      <w:r>
        <w:tab/>
        <w:t>1.013e0</w:t>
      </w:r>
    </w:p>
    <w:p w:rsidR="00B77C08" w:rsidRDefault="00B77C08" w:rsidP="00B77C08">
      <w:r>
        <w:t>301.9859</w:t>
      </w:r>
      <w:r>
        <w:tab/>
        <w:t>2.025e0</w:t>
      </w:r>
    </w:p>
    <w:p w:rsidR="00B77C08" w:rsidRDefault="00B77C08" w:rsidP="00B77C08">
      <w:r>
        <w:t>302.0166</w:t>
      </w:r>
      <w:r>
        <w:tab/>
        <w:t>1.196e1</w:t>
      </w:r>
    </w:p>
    <w:p w:rsidR="00B77C08" w:rsidRDefault="00B77C08" w:rsidP="00B77C08">
      <w:r>
        <w:t>302.0238</w:t>
      </w:r>
      <w:r>
        <w:tab/>
        <w:t>1.215e1</w:t>
      </w:r>
    </w:p>
    <w:p w:rsidR="00B77C08" w:rsidRDefault="00B77C08" w:rsidP="00B77C08">
      <w:r>
        <w:t>302.0321</w:t>
      </w:r>
      <w:r>
        <w:tab/>
        <w:t>8.101e0</w:t>
      </w:r>
    </w:p>
    <w:p w:rsidR="00B77C08" w:rsidRDefault="00B77C08" w:rsidP="00B77C08">
      <w:r>
        <w:t>302.0745</w:t>
      </w:r>
      <w:r>
        <w:tab/>
        <w:t>1.013e0</w:t>
      </w:r>
    </w:p>
    <w:p w:rsidR="00B77C08" w:rsidRDefault="00B77C08" w:rsidP="00B77C08">
      <w:r>
        <w:t>302.1392</w:t>
      </w:r>
      <w:r>
        <w:tab/>
        <w:t>2.025e0</w:t>
      </w:r>
    </w:p>
    <w:p w:rsidR="00B77C08" w:rsidRDefault="00B77C08" w:rsidP="00B77C08">
      <w:r>
        <w:t>302.1752</w:t>
      </w:r>
      <w:r>
        <w:tab/>
        <w:t>2.025e0</w:t>
      </w:r>
    </w:p>
    <w:p w:rsidR="00B77C08" w:rsidRDefault="00B77C08" w:rsidP="00B77C08">
      <w:r>
        <w:t>302.1996</w:t>
      </w:r>
      <w:r>
        <w:tab/>
        <w:t>2.025e0</w:t>
      </w:r>
    </w:p>
    <w:p w:rsidR="00B77C08" w:rsidRDefault="00B77C08" w:rsidP="00B77C08">
      <w:r>
        <w:t>302.2174</w:t>
      </w:r>
      <w:r>
        <w:tab/>
        <w:t>1.013e0</w:t>
      </w:r>
    </w:p>
    <w:p w:rsidR="00B77C08" w:rsidRDefault="00B77C08" w:rsidP="00B77C08">
      <w:r>
        <w:t>302.2354</w:t>
      </w:r>
      <w:r>
        <w:tab/>
        <w:t>1.013e0</w:t>
      </w:r>
    </w:p>
    <w:p w:rsidR="00B77C08" w:rsidRDefault="00B77C08" w:rsidP="00B77C08">
      <w:r>
        <w:t>302.2548</w:t>
      </w:r>
      <w:r>
        <w:tab/>
        <w:t>1.013e0</w:t>
      </w:r>
    </w:p>
    <w:p w:rsidR="00B77C08" w:rsidRDefault="00B77C08" w:rsidP="00B77C08">
      <w:r>
        <w:lastRenderedPageBreak/>
        <w:t>302.3823</w:t>
      </w:r>
      <w:r>
        <w:tab/>
        <w:t>1.013e0</w:t>
      </w:r>
    </w:p>
    <w:p w:rsidR="00B77C08" w:rsidRDefault="00B77C08" w:rsidP="00B77C08">
      <w:r>
        <w:t>302.4428</w:t>
      </w:r>
      <w:r>
        <w:tab/>
        <w:t>1.013e0</w:t>
      </w:r>
    </w:p>
    <w:p w:rsidR="00B77C08" w:rsidRDefault="00B77C08" w:rsidP="00B77C08">
      <w:r>
        <w:t>302.4483</w:t>
      </w:r>
      <w:r>
        <w:tab/>
        <w:t>1.013e0</w:t>
      </w:r>
    </w:p>
    <w:p w:rsidR="00B77C08" w:rsidRDefault="00B77C08" w:rsidP="00B77C08">
      <w:r>
        <w:t>302.4813</w:t>
      </w:r>
      <w:r>
        <w:tab/>
        <w:t>1.013e0</w:t>
      </w:r>
    </w:p>
    <w:p w:rsidR="00B77C08" w:rsidRDefault="00B77C08" w:rsidP="00B77C08">
      <w:r>
        <w:t>302.5139</w:t>
      </w:r>
      <w:r>
        <w:tab/>
        <w:t>1.013e0</w:t>
      </w:r>
    </w:p>
    <w:p w:rsidR="00B77C08" w:rsidRDefault="00B77C08" w:rsidP="00B77C08">
      <w:r>
        <w:t>302.5423</w:t>
      </w:r>
      <w:r>
        <w:tab/>
        <w:t>1.013e0</w:t>
      </w:r>
    </w:p>
    <w:p w:rsidR="00B77C08" w:rsidRDefault="00B77C08" w:rsidP="00B77C08">
      <w:r>
        <w:t>302.5901</w:t>
      </w:r>
      <w:r>
        <w:tab/>
        <w:t>2.025e0</w:t>
      </w:r>
    </w:p>
    <w:p w:rsidR="00B77C08" w:rsidRDefault="00B77C08" w:rsidP="00B77C08">
      <w:r>
        <w:t>302.6118</w:t>
      </w:r>
      <w:r>
        <w:tab/>
        <w:t>2.025e0</w:t>
      </w:r>
    </w:p>
    <w:p w:rsidR="00B77C08" w:rsidRDefault="00B77C08" w:rsidP="00B77C08">
      <w:r>
        <w:t>302.6339</w:t>
      </w:r>
      <w:r>
        <w:tab/>
        <w:t>1.013e0</w:t>
      </w:r>
    </w:p>
    <w:p w:rsidR="00B77C08" w:rsidRDefault="00B77C08" w:rsidP="00B77C08">
      <w:r>
        <w:t>302.6713</w:t>
      </w:r>
      <w:r>
        <w:tab/>
        <w:t>3.038e0</w:t>
      </w:r>
    </w:p>
    <w:p w:rsidR="00B77C08" w:rsidRDefault="00B77C08" w:rsidP="00B77C08">
      <w:r>
        <w:t>302.6854</w:t>
      </w:r>
      <w:r>
        <w:tab/>
        <w:t>1.013e0</w:t>
      </w:r>
    </w:p>
    <w:p w:rsidR="00B77C08" w:rsidRDefault="00B77C08" w:rsidP="00B77C08">
      <w:r>
        <w:t>302.7304</w:t>
      </w:r>
      <w:r>
        <w:tab/>
        <w:t>2.025e0</w:t>
      </w:r>
    </w:p>
    <w:p w:rsidR="00B77C08" w:rsidRDefault="00B77C08" w:rsidP="00B77C08">
      <w:r>
        <w:t>302.7769</w:t>
      </w:r>
      <w:r>
        <w:tab/>
        <w:t>1.013e0</w:t>
      </w:r>
    </w:p>
    <w:p w:rsidR="00B77C08" w:rsidRDefault="00B77C08" w:rsidP="00B77C08">
      <w:r>
        <w:t>302.8170</w:t>
      </w:r>
      <w:r>
        <w:tab/>
        <w:t>1.013e0</w:t>
      </w:r>
    </w:p>
    <w:p w:rsidR="00B77C08" w:rsidRDefault="00B77C08" w:rsidP="00B77C08">
      <w:r>
        <w:t>302.8232</w:t>
      </w:r>
      <w:r>
        <w:tab/>
        <w:t>3.038e0</w:t>
      </w:r>
    </w:p>
    <w:p w:rsidR="00B77C08" w:rsidRDefault="00B77C08" w:rsidP="00B77C08">
      <w:r>
        <w:t>302.8409</w:t>
      </w:r>
      <w:r>
        <w:tab/>
        <w:t>1.013e0</w:t>
      </w:r>
    </w:p>
    <w:p w:rsidR="00B77C08" w:rsidRDefault="00B77C08" w:rsidP="00B77C08">
      <w:r>
        <w:t>302.8651</w:t>
      </w:r>
      <w:r>
        <w:tab/>
        <w:t>1.013e0</w:t>
      </w:r>
    </w:p>
    <w:p w:rsidR="00B77C08" w:rsidRDefault="00B77C08" w:rsidP="00B77C08">
      <w:r>
        <w:t>302.9135</w:t>
      </w:r>
      <w:r>
        <w:tab/>
        <w:t>2.025e0</w:t>
      </w:r>
    </w:p>
    <w:p w:rsidR="00B77C08" w:rsidRDefault="00B77C08" w:rsidP="00B77C08">
      <w:r>
        <w:t>302.9570</w:t>
      </w:r>
      <w:r>
        <w:tab/>
        <w:t>1.013e0</w:t>
      </w:r>
    </w:p>
    <w:p w:rsidR="00B77C08" w:rsidRDefault="00B77C08" w:rsidP="00B77C08">
      <w:r>
        <w:lastRenderedPageBreak/>
        <w:t>303.0269</w:t>
      </w:r>
      <w:r>
        <w:tab/>
        <w:t>3.656e1</w:t>
      </w:r>
    </w:p>
    <w:p w:rsidR="00B77C08" w:rsidRDefault="00B77C08" w:rsidP="00B77C08">
      <w:r>
        <w:t>303.0283</w:t>
      </w:r>
      <w:r>
        <w:tab/>
        <w:t>3.117e1</w:t>
      </w:r>
    </w:p>
    <w:p w:rsidR="00B77C08" w:rsidRDefault="00B77C08" w:rsidP="00B77C08">
      <w:r>
        <w:t>303.0300</w:t>
      </w:r>
      <w:r>
        <w:tab/>
        <w:t>3.342e1</w:t>
      </w:r>
    </w:p>
    <w:p w:rsidR="00B77C08" w:rsidRDefault="00B77C08" w:rsidP="00B77C08">
      <w:r>
        <w:t>303.0916</w:t>
      </w:r>
      <w:r>
        <w:tab/>
        <w:t>3.038e1</w:t>
      </w:r>
    </w:p>
    <w:p w:rsidR="00B77C08" w:rsidRDefault="00B77C08" w:rsidP="00B77C08">
      <w:r>
        <w:t>303.0951</w:t>
      </w:r>
      <w:r>
        <w:tab/>
        <w:t>1.814e2</w:t>
      </w:r>
    </w:p>
    <w:p w:rsidR="00B77C08" w:rsidRDefault="00B77C08" w:rsidP="00B77C08">
      <w:r>
        <w:t>303.0975</w:t>
      </w:r>
      <w:r>
        <w:tab/>
        <w:t>5.248e1</w:t>
      </w:r>
    </w:p>
    <w:p w:rsidR="00B77C08" w:rsidRDefault="00B77C08" w:rsidP="00B77C08">
      <w:r>
        <w:t>303.1716</w:t>
      </w:r>
      <w:r>
        <w:tab/>
        <w:t>2.025e0</w:t>
      </w:r>
    </w:p>
    <w:p w:rsidR="00B77C08" w:rsidRDefault="00B77C08" w:rsidP="00B77C08">
      <w:r>
        <w:t>303.1745</w:t>
      </w:r>
      <w:r>
        <w:tab/>
        <w:t>2.025e0</w:t>
      </w:r>
    </w:p>
    <w:p w:rsidR="00B77C08" w:rsidRDefault="00B77C08" w:rsidP="00B77C08">
      <w:r>
        <w:t>303.2302</w:t>
      </w:r>
      <w:r>
        <w:tab/>
        <w:t>1.013e0</w:t>
      </w:r>
    </w:p>
    <w:p w:rsidR="00B77C08" w:rsidRDefault="00B77C08" w:rsidP="00B77C08">
      <w:r>
        <w:t>303.2396</w:t>
      </w:r>
      <w:r>
        <w:tab/>
        <w:t>2.025e0</w:t>
      </w:r>
    </w:p>
    <w:p w:rsidR="00B77C08" w:rsidRDefault="00B77C08" w:rsidP="00B77C08">
      <w:r>
        <w:t>303.2440</w:t>
      </w:r>
      <w:r>
        <w:tab/>
        <w:t>1.013e0</w:t>
      </w:r>
    </w:p>
    <w:p w:rsidR="00B77C08" w:rsidRDefault="00B77C08" w:rsidP="00B77C08">
      <w:r>
        <w:t>303.2798</w:t>
      </w:r>
      <w:r>
        <w:tab/>
        <w:t>1.013e0</w:t>
      </w:r>
    </w:p>
    <w:p w:rsidR="00B77C08" w:rsidRDefault="00B77C08" w:rsidP="00B77C08">
      <w:r>
        <w:t>303.2853</w:t>
      </w:r>
      <w:r>
        <w:tab/>
        <w:t>1.013e0</w:t>
      </w:r>
    </w:p>
    <w:p w:rsidR="00B77C08" w:rsidRDefault="00B77C08" w:rsidP="00B77C08">
      <w:r>
        <w:t>303.3079</w:t>
      </w:r>
      <w:r>
        <w:tab/>
        <w:t>1.013e0</w:t>
      </w:r>
    </w:p>
    <w:p w:rsidR="00B77C08" w:rsidRDefault="00B77C08" w:rsidP="00B77C08">
      <w:r>
        <w:t>303.3409</w:t>
      </w:r>
      <w:r>
        <w:tab/>
        <w:t>1.013e0</w:t>
      </w:r>
    </w:p>
    <w:p w:rsidR="00B77C08" w:rsidRDefault="00B77C08" w:rsidP="00B77C08">
      <w:r>
        <w:t>303.3736</w:t>
      </w:r>
      <w:r>
        <w:tab/>
        <w:t>1.013e0</w:t>
      </w:r>
    </w:p>
    <w:p w:rsidR="00B77C08" w:rsidRDefault="00B77C08" w:rsidP="00B77C08">
      <w:r>
        <w:t>303.4071</w:t>
      </w:r>
      <w:r>
        <w:tab/>
        <w:t>1.013e0</w:t>
      </w:r>
    </w:p>
    <w:p w:rsidR="00B77C08" w:rsidRDefault="00B77C08" w:rsidP="00B77C08">
      <w:r>
        <w:t>303.4110</w:t>
      </w:r>
      <w:r>
        <w:tab/>
        <w:t>1.013e0</w:t>
      </w:r>
    </w:p>
    <w:p w:rsidR="00B77C08" w:rsidRDefault="00B77C08" w:rsidP="00B77C08">
      <w:r>
        <w:t>303.4150</w:t>
      </w:r>
      <w:r>
        <w:tab/>
        <w:t>1.013e0</w:t>
      </w:r>
    </w:p>
    <w:p w:rsidR="00B77C08" w:rsidRDefault="00B77C08" w:rsidP="00B77C08">
      <w:r>
        <w:lastRenderedPageBreak/>
        <w:t>303.4362</w:t>
      </w:r>
      <w:r>
        <w:tab/>
        <w:t>2.025e0</w:t>
      </w:r>
    </w:p>
    <w:p w:rsidR="00B77C08" w:rsidRDefault="00B77C08" w:rsidP="00B77C08">
      <w:r>
        <w:t>303.4513</w:t>
      </w:r>
      <w:r>
        <w:tab/>
        <w:t>1.013e0</w:t>
      </w:r>
    </w:p>
    <w:p w:rsidR="00B77C08" w:rsidRDefault="00B77C08" w:rsidP="00B77C08">
      <w:r>
        <w:t>303.4708</w:t>
      </w:r>
      <w:r>
        <w:tab/>
        <w:t>1.013e0</w:t>
      </w:r>
    </w:p>
    <w:p w:rsidR="00B77C08" w:rsidRDefault="00B77C08" w:rsidP="00B77C08">
      <w:r>
        <w:t>303.4754</w:t>
      </w:r>
      <w:r>
        <w:tab/>
        <w:t>1.013e0</w:t>
      </w:r>
    </w:p>
    <w:p w:rsidR="00B77C08" w:rsidRDefault="00B77C08" w:rsidP="00B77C08">
      <w:r>
        <w:t>303.5027</w:t>
      </w:r>
      <w:r>
        <w:tab/>
        <w:t>3.038e0</w:t>
      </w:r>
    </w:p>
    <w:p w:rsidR="00B77C08" w:rsidRDefault="00B77C08" w:rsidP="00B77C08">
      <w:r>
        <w:t>303.5115</w:t>
      </w:r>
      <w:r>
        <w:tab/>
        <w:t>1.013e0</w:t>
      </w:r>
    </w:p>
    <w:p w:rsidR="00B77C08" w:rsidRDefault="00B77C08" w:rsidP="00B77C08">
      <w:r>
        <w:t>303.5439</w:t>
      </w:r>
      <w:r>
        <w:tab/>
        <w:t>3.038e0</w:t>
      </w:r>
    </w:p>
    <w:p w:rsidR="00B77C08" w:rsidRDefault="00B77C08" w:rsidP="00B77C08">
      <w:r>
        <w:t>303.5627</w:t>
      </w:r>
      <w:r>
        <w:tab/>
        <w:t>1.013e0</w:t>
      </w:r>
    </w:p>
    <w:p w:rsidR="00B77C08" w:rsidRDefault="00B77C08" w:rsidP="00B77C08">
      <w:r>
        <w:t>303.5711</w:t>
      </w:r>
      <w:r>
        <w:tab/>
        <w:t>3.038e0</w:t>
      </w:r>
    </w:p>
    <w:p w:rsidR="00B77C08" w:rsidRDefault="00B77C08" w:rsidP="00B77C08">
      <w:r>
        <w:t>303.5941</w:t>
      </w:r>
      <w:r>
        <w:tab/>
        <w:t>2.025e0</w:t>
      </w:r>
    </w:p>
    <w:p w:rsidR="00B77C08" w:rsidRDefault="00B77C08" w:rsidP="00B77C08">
      <w:r>
        <w:t>303.5982</w:t>
      </w:r>
      <w:r>
        <w:tab/>
        <w:t>2.025e0</w:t>
      </w:r>
    </w:p>
    <w:p w:rsidR="00B77C08" w:rsidRDefault="00B77C08" w:rsidP="00B77C08">
      <w:r>
        <w:t>303.5998</w:t>
      </w:r>
      <w:r>
        <w:tab/>
        <w:t>1.013e0</w:t>
      </w:r>
    </w:p>
    <w:p w:rsidR="00B77C08" w:rsidRDefault="00B77C08" w:rsidP="00B77C08">
      <w:r>
        <w:t>303.6423</w:t>
      </w:r>
      <w:r>
        <w:tab/>
        <w:t>2.025e0</w:t>
      </w:r>
    </w:p>
    <w:p w:rsidR="00B77C08" w:rsidRDefault="00B77C08" w:rsidP="00B77C08">
      <w:r>
        <w:t>303.6554</w:t>
      </w:r>
      <w:r>
        <w:tab/>
        <w:t>1.013e0</w:t>
      </w:r>
    </w:p>
    <w:p w:rsidR="00B77C08" w:rsidRDefault="00B77C08" w:rsidP="00B77C08">
      <w:r>
        <w:t>303.6743</w:t>
      </w:r>
      <w:r>
        <w:tab/>
        <w:t>1.013e0</w:t>
      </w:r>
    </w:p>
    <w:p w:rsidR="00B77C08" w:rsidRDefault="00B77C08" w:rsidP="00B77C08">
      <w:r>
        <w:t>303.7027</w:t>
      </w:r>
      <w:r>
        <w:tab/>
        <w:t>1.013e0</w:t>
      </w:r>
    </w:p>
    <w:p w:rsidR="00B77C08" w:rsidRDefault="00B77C08" w:rsidP="00B77C08">
      <w:r>
        <w:t>303.7301</w:t>
      </w:r>
      <w:r>
        <w:tab/>
        <w:t>1.013e0</w:t>
      </w:r>
    </w:p>
    <w:p w:rsidR="00B77C08" w:rsidRDefault="00B77C08" w:rsidP="00B77C08">
      <w:r>
        <w:t>303.7381</w:t>
      </w:r>
      <w:r>
        <w:tab/>
        <w:t>1.013e0</w:t>
      </w:r>
    </w:p>
    <w:p w:rsidR="00B77C08" w:rsidRDefault="00B77C08" w:rsidP="00B77C08">
      <w:r>
        <w:t>303.7686</w:t>
      </w:r>
      <w:r>
        <w:tab/>
        <w:t>2.025e0</w:t>
      </w:r>
    </w:p>
    <w:p w:rsidR="00B77C08" w:rsidRDefault="00B77C08" w:rsidP="00B77C08">
      <w:r>
        <w:lastRenderedPageBreak/>
        <w:t>303.7985</w:t>
      </w:r>
      <w:r>
        <w:tab/>
        <w:t>2.025e0</w:t>
      </w:r>
    </w:p>
    <w:p w:rsidR="00B77C08" w:rsidRDefault="00B77C08" w:rsidP="00B77C08">
      <w:r>
        <w:t>303.8121</w:t>
      </w:r>
      <w:r>
        <w:tab/>
        <w:t>2.025e0</w:t>
      </w:r>
    </w:p>
    <w:p w:rsidR="00B77C08" w:rsidRDefault="00B77C08" w:rsidP="00B77C08">
      <w:r>
        <w:t>303.8597</w:t>
      </w:r>
      <w:r>
        <w:tab/>
        <w:t>1.013e0</w:t>
      </w:r>
    </w:p>
    <w:p w:rsidR="00B77C08" w:rsidRDefault="00B77C08" w:rsidP="00B77C08">
      <w:r>
        <w:t>303.8698</w:t>
      </w:r>
      <w:r>
        <w:tab/>
        <w:t>1.013e0</w:t>
      </w:r>
    </w:p>
    <w:p w:rsidR="00B77C08" w:rsidRDefault="00B77C08" w:rsidP="00B77C08">
      <w:r>
        <w:t>303.8978</w:t>
      </w:r>
      <w:r>
        <w:tab/>
        <w:t>1.013e0</w:t>
      </w:r>
    </w:p>
    <w:p w:rsidR="00B77C08" w:rsidRDefault="00B77C08" w:rsidP="00B77C08">
      <w:r>
        <w:t>303.9058</w:t>
      </w:r>
      <w:r>
        <w:tab/>
        <w:t>1.013e0</w:t>
      </w:r>
    </w:p>
    <w:p w:rsidR="00B77C08" w:rsidRDefault="00B77C08" w:rsidP="00B77C08">
      <w:r>
        <w:t>303.9204</w:t>
      </w:r>
      <w:r>
        <w:tab/>
        <w:t>1.013e0</w:t>
      </w:r>
    </w:p>
    <w:p w:rsidR="00B77C08" w:rsidRDefault="00B77C08" w:rsidP="00B77C08">
      <w:r>
        <w:t>303.9440</w:t>
      </w:r>
      <w:r>
        <w:tab/>
        <w:t>2.025e0</w:t>
      </w:r>
    </w:p>
    <w:p w:rsidR="00B77C08" w:rsidRDefault="00B77C08" w:rsidP="00B77C08">
      <w:r>
        <w:t>303.9580</w:t>
      </w:r>
      <w:r>
        <w:tab/>
        <w:t>1.013e0</w:t>
      </w:r>
    </w:p>
    <w:p w:rsidR="00B77C08" w:rsidRDefault="00B77C08" w:rsidP="00B77C08">
      <w:r>
        <w:t>303.9721</w:t>
      </w:r>
      <w:r>
        <w:tab/>
        <w:t>2.025e0</w:t>
      </w:r>
    </w:p>
    <w:p w:rsidR="00B77C08" w:rsidRDefault="00B77C08" w:rsidP="00B77C08">
      <w:r>
        <w:t>303.9812</w:t>
      </w:r>
      <w:r>
        <w:tab/>
        <w:t>1.013e0</w:t>
      </w:r>
    </w:p>
    <w:p w:rsidR="00B77C08" w:rsidRDefault="00B77C08" w:rsidP="00B77C08">
      <w:r>
        <w:t>303.9934</w:t>
      </w:r>
      <w:r>
        <w:tab/>
        <w:t>2.025e0</w:t>
      </w:r>
    </w:p>
    <w:p w:rsidR="00B77C08" w:rsidRDefault="00B77C08" w:rsidP="00B77C08">
      <w:r>
        <w:t>304.0305</w:t>
      </w:r>
      <w:r>
        <w:tab/>
        <w:t>1.013e0</w:t>
      </w:r>
    </w:p>
    <w:p w:rsidR="00B77C08" w:rsidRDefault="00B77C08" w:rsidP="00B77C08">
      <w:r>
        <w:t>304.0370</w:t>
      </w:r>
      <w:r>
        <w:tab/>
        <w:t>6.076e0</w:t>
      </w:r>
    </w:p>
    <w:p w:rsidR="00B77C08" w:rsidRDefault="00B77C08" w:rsidP="00B77C08">
      <w:r>
        <w:t>304.0393</w:t>
      </w:r>
      <w:r>
        <w:tab/>
        <w:t>4.051e0</w:t>
      </w:r>
    </w:p>
    <w:p w:rsidR="00B77C08" w:rsidRDefault="00B77C08" w:rsidP="00B77C08">
      <w:r>
        <w:t>304.0803</w:t>
      </w:r>
      <w:r>
        <w:tab/>
        <w:t>7.089e0</w:t>
      </w:r>
    </w:p>
    <w:p w:rsidR="00B77C08" w:rsidRDefault="00B77C08" w:rsidP="00B77C08">
      <w:r>
        <w:t>304.1041</w:t>
      </w:r>
      <w:r>
        <w:tab/>
        <w:t>3.963e1</w:t>
      </w:r>
    </w:p>
    <w:p w:rsidR="00B77C08" w:rsidRDefault="00B77C08" w:rsidP="00B77C08">
      <w:r>
        <w:t>304.1191</w:t>
      </w:r>
      <w:r>
        <w:tab/>
        <w:t>3.038e0</w:t>
      </w:r>
    </w:p>
    <w:p w:rsidR="00B77C08" w:rsidRDefault="00B77C08" w:rsidP="00B77C08">
      <w:r>
        <w:t>304.1734</w:t>
      </w:r>
      <w:r>
        <w:tab/>
        <w:t>2.025e0</w:t>
      </w:r>
    </w:p>
    <w:p w:rsidR="00B77C08" w:rsidRDefault="00B77C08" w:rsidP="00B77C08">
      <w:r>
        <w:lastRenderedPageBreak/>
        <w:t>304.1973</w:t>
      </w:r>
      <w:r>
        <w:tab/>
        <w:t>2.025e0</w:t>
      </w:r>
    </w:p>
    <w:p w:rsidR="00B77C08" w:rsidRDefault="00B77C08" w:rsidP="00B77C08">
      <w:r>
        <w:t>304.2299</w:t>
      </w:r>
      <w:r>
        <w:tab/>
        <w:t>1.013e0</w:t>
      </w:r>
    </w:p>
    <w:p w:rsidR="00B77C08" w:rsidRDefault="00B77C08" w:rsidP="00B77C08">
      <w:r>
        <w:t>304.2747</w:t>
      </w:r>
      <w:r>
        <w:tab/>
        <w:t>3.886e0</w:t>
      </w:r>
    </w:p>
    <w:p w:rsidR="00B77C08" w:rsidRDefault="00B77C08" w:rsidP="00B77C08">
      <w:r>
        <w:t>304.3057</w:t>
      </w:r>
      <w:r>
        <w:tab/>
        <w:t>1.114e1</w:t>
      </w:r>
    </w:p>
    <w:p w:rsidR="00B77C08" w:rsidRDefault="00B77C08" w:rsidP="00B77C08">
      <w:r>
        <w:t>304.3123</w:t>
      </w:r>
      <w:r>
        <w:tab/>
        <w:t>1.796e1</w:t>
      </w:r>
    </w:p>
    <w:p w:rsidR="00B77C08" w:rsidRDefault="00B77C08" w:rsidP="00B77C08">
      <w:r>
        <w:t>304.4246</w:t>
      </w:r>
      <w:r>
        <w:tab/>
        <w:t>2.025e0</w:t>
      </w:r>
    </w:p>
    <w:p w:rsidR="00B77C08" w:rsidRDefault="00B77C08" w:rsidP="00B77C08">
      <w:r>
        <w:t>304.4403</w:t>
      </w:r>
      <w:r>
        <w:tab/>
        <w:t>2.025e0</w:t>
      </w:r>
    </w:p>
    <w:p w:rsidR="00B77C08" w:rsidRDefault="00B77C08" w:rsidP="00B77C08">
      <w:r>
        <w:t>304.4645</w:t>
      </w:r>
      <w:r>
        <w:tab/>
        <w:t>3.038e0</w:t>
      </w:r>
    </w:p>
    <w:p w:rsidR="00B77C08" w:rsidRDefault="00B77C08" w:rsidP="00B77C08">
      <w:r>
        <w:t>304.5047</w:t>
      </w:r>
      <w:r>
        <w:tab/>
        <w:t>1.013e0</w:t>
      </w:r>
    </w:p>
    <w:p w:rsidR="00B77C08" w:rsidRDefault="00B77C08" w:rsidP="00B77C08">
      <w:r>
        <w:t>304.5084</w:t>
      </w:r>
      <w:r>
        <w:tab/>
        <w:t>1.013e0</w:t>
      </w:r>
    </w:p>
    <w:p w:rsidR="00B77C08" w:rsidRDefault="00B77C08" w:rsidP="00B77C08">
      <w:r>
        <w:t>304.5284</w:t>
      </w:r>
      <w:r>
        <w:tab/>
        <w:t>2.025e0</w:t>
      </w:r>
    </w:p>
    <w:p w:rsidR="00B77C08" w:rsidRDefault="00B77C08" w:rsidP="00B77C08">
      <w:r>
        <w:t>304.5927</w:t>
      </w:r>
      <w:r>
        <w:tab/>
        <w:t>3.038e0</w:t>
      </w:r>
    </w:p>
    <w:p w:rsidR="00B77C08" w:rsidRDefault="00B77C08" w:rsidP="00B77C08">
      <w:r>
        <w:t>304.6446</w:t>
      </w:r>
      <w:r>
        <w:tab/>
        <w:t>1.013e0</w:t>
      </w:r>
    </w:p>
    <w:p w:rsidR="00B77C08" w:rsidRDefault="00B77C08" w:rsidP="00B77C08">
      <w:r>
        <w:t>304.6560</w:t>
      </w:r>
      <w:r>
        <w:tab/>
        <w:t>1.013e0</w:t>
      </w:r>
    </w:p>
    <w:p w:rsidR="00B77C08" w:rsidRDefault="00B77C08" w:rsidP="00B77C08">
      <w:r>
        <w:t>304.7047</w:t>
      </w:r>
      <w:r>
        <w:tab/>
        <w:t>3.038e0</w:t>
      </w:r>
    </w:p>
    <w:p w:rsidR="00B77C08" w:rsidRDefault="00B77C08" w:rsidP="00B77C08">
      <w:r>
        <w:t>304.7201</w:t>
      </w:r>
      <w:r>
        <w:tab/>
        <w:t>2.025e0</w:t>
      </w:r>
    </w:p>
    <w:p w:rsidR="00B77C08" w:rsidRDefault="00B77C08" w:rsidP="00B77C08">
      <w:r>
        <w:t>304.7638</w:t>
      </w:r>
      <w:r>
        <w:tab/>
        <w:t>2.025e0</w:t>
      </w:r>
    </w:p>
    <w:p w:rsidR="00B77C08" w:rsidRDefault="00B77C08" w:rsidP="00B77C08">
      <w:r>
        <w:t>304.8130</w:t>
      </w:r>
      <w:r>
        <w:tab/>
        <w:t>2.025e0</w:t>
      </w:r>
    </w:p>
    <w:p w:rsidR="00B77C08" w:rsidRDefault="00B77C08" w:rsidP="00B77C08">
      <w:r>
        <w:t>304.8145</w:t>
      </w:r>
      <w:r>
        <w:tab/>
        <w:t>2.025e0</w:t>
      </w:r>
    </w:p>
    <w:p w:rsidR="00B77C08" w:rsidRDefault="00B77C08" w:rsidP="00B77C08">
      <w:r>
        <w:lastRenderedPageBreak/>
        <w:t>304.8476</w:t>
      </w:r>
      <w:r>
        <w:tab/>
        <w:t>1.013e0</w:t>
      </w:r>
    </w:p>
    <w:p w:rsidR="00B77C08" w:rsidRDefault="00B77C08" w:rsidP="00B77C08">
      <w:r>
        <w:t>304.8517</w:t>
      </w:r>
      <w:r>
        <w:tab/>
        <w:t>1.013e0</w:t>
      </w:r>
    </w:p>
    <w:p w:rsidR="00B77C08" w:rsidRDefault="00B77C08" w:rsidP="00B77C08">
      <w:r>
        <w:t>304.8755</w:t>
      </w:r>
      <w:r>
        <w:tab/>
        <w:t>1.013e0</w:t>
      </w:r>
    </w:p>
    <w:p w:rsidR="00B77C08" w:rsidRDefault="00B77C08" w:rsidP="00B77C08">
      <w:r>
        <w:t>304.8941</w:t>
      </w:r>
      <w:r>
        <w:tab/>
        <w:t>4.051e0</w:t>
      </w:r>
    </w:p>
    <w:p w:rsidR="00B77C08" w:rsidRDefault="00B77C08" w:rsidP="00B77C08">
      <w:r>
        <w:t>304.8979</w:t>
      </w:r>
      <w:r>
        <w:tab/>
        <w:t>2.025e0</w:t>
      </w:r>
    </w:p>
    <w:p w:rsidR="00B77C08" w:rsidRDefault="00B77C08" w:rsidP="00B77C08">
      <w:r>
        <w:t>304.9287</w:t>
      </w:r>
      <w:r>
        <w:tab/>
        <w:t>2.025e0</w:t>
      </w:r>
    </w:p>
    <w:p w:rsidR="00B77C08" w:rsidRDefault="00B77C08" w:rsidP="00B77C08">
      <w:r>
        <w:t>304.9565</w:t>
      </w:r>
      <w:r>
        <w:tab/>
        <w:t>2.025e0</w:t>
      </w:r>
    </w:p>
    <w:p w:rsidR="00B77C08" w:rsidRDefault="00B77C08" w:rsidP="00B77C08">
      <w:r>
        <w:t>305.0009</w:t>
      </w:r>
      <w:r>
        <w:tab/>
        <w:t>4.051e0</w:t>
      </w:r>
    </w:p>
    <w:p w:rsidR="00B77C08" w:rsidRDefault="00B77C08" w:rsidP="00B77C08">
      <w:r>
        <w:t>305.0179</w:t>
      </w:r>
      <w:r>
        <w:tab/>
        <w:t>4.051e0</w:t>
      </w:r>
    </w:p>
    <w:p w:rsidR="00B77C08" w:rsidRDefault="00B77C08" w:rsidP="00B77C08">
      <w:r>
        <w:t>305.0350</w:t>
      </w:r>
      <w:r>
        <w:tab/>
        <w:t>2.025e0</w:t>
      </w:r>
    </w:p>
    <w:p w:rsidR="00B77C08" w:rsidRDefault="00B77C08" w:rsidP="00B77C08">
      <w:r>
        <w:t>305.0783</w:t>
      </w:r>
      <w:r>
        <w:tab/>
        <w:t>5.357e0</w:t>
      </w:r>
    </w:p>
    <w:p w:rsidR="00B77C08" w:rsidRDefault="00B77C08" w:rsidP="00B77C08">
      <w:r>
        <w:t>305.1339</w:t>
      </w:r>
      <w:r>
        <w:tab/>
        <w:t>4.239e2</w:t>
      </w:r>
    </w:p>
    <w:p w:rsidR="00B77C08" w:rsidRDefault="00B77C08" w:rsidP="00B77C08">
      <w:r>
        <w:t>305.1353</w:t>
      </w:r>
      <w:r>
        <w:tab/>
        <w:t>7.345e2</w:t>
      </w:r>
    </w:p>
    <w:p w:rsidR="00B77C08" w:rsidRDefault="00B77C08" w:rsidP="00B77C08">
      <w:r>
        <w:t>305.2097</w:t>
      </w:r>
      <w:r>
        <w:tab/>
        <w:t>6.076e0</w:t>
      </w:r>
    </w:p>
    <w:p w:rsidR="00B77C08" w:rsidRDefault="00B77C08" w:rsidP="00B77C08">
      <w:r>
        <w:t>305.2380</w:t>
      </w:r>
      <w:r>
        <w:tab/>
        <w:t>3.038e0</w:t>
      </w:r>
    </w:p>
    <w:p w:rsidR="00B77C08" w:rsidRDefault="00B77C08" w:rsidP="00B77C08">
      <w:r>
        <w:t>305.2401</w:t>
      </w:r>
      <w:r>
        <w:tab/>
        <w:t>4.051e0</w:t>
      </w:r>
    </w:p>
    <w:p w:rsidR="00B77C08" w:rsidRDefault="00B77C08" w:rsidP="00B77C08">
      <w:r>
        <w:t>305.2609</w:t>
      </w:r>
      <w:r>
        <w:tab/>
        <w:t>4.051e0</w:t>
      </w:r>
    </w:p>
    <w:p w:rsidR="00B77C08" w:rsidRDefault="00B77C08" w:rsidP="00B77C08">
      <w:r>
        <w:t>305.2981</w:t>
      </w:r>
      <w:r>
        <w:tab/>
        <w:t>1.013e0</w:t>
      </w:r>
    </w:p>
    <w:p w:rsidR="00B77C08" w:rsidRDefault="00B77C08" w:rsidP="00B77C08">
      <w:r>
        <w:t>305.3107</w:t>
      </w:r>
      <w:r>
        <w:tab/>
        <w:t>5.063e0</w:t>
      </w:r>
    </w:p>
    <w:p w:rsidR="00B77C08" w:rsidRDefault="00B77C08" w:rsidP="00B77C08">
      <w:r>
        <w:lastRenderedPageBreak/>
        <w:t>305.3235</w:t>
      </w:r>
      <w:r>
        <w:tab/>
        <w:t>1.007e1</w:t>
      </w:r>
    </w:p>
    <w:p w:rsidR="00B77C08" w:rsidRDefault="00B77C08" w:rsidP="00B77C08">
      <w:r>
        <w:t>305.3735</w:t>
      </w:r>
      <w:r>
        <w:tab/>
        <w:t>2.025e0</w:t>
      </w:r>
    </w:p>
    <w:p w:rsidR="00B77C08" w:rsidRDefault="00B77C08" w:rsidP="00B77C08">
      <w:r>
        <w:t>305.4109</w:t>
      </w:r>
      <w:r>
        <w:tab/>
        <w:t>3.038e0</w:t>
      </w:r>
    </w:p>
    <w:p w:rsidR="00B77C08" w:rsidRDefault="00B77C08" w:rsidP="00B77C08">
      <w:r>
        <w:t>305.4182</w:t>
      </w:r>
      <w:r>
        <w:tab/>
        <w:t>4.051e0</w:t>
      </w:r>
    </w:p>
    <w:p w:rsidR="00B77C08" w:rsidRDefault="00B77C08" w:rsidP="00B77C08">
      <w:r>
        <w:t>305.4507</w:t>
      </w:r>
      <w:r>
        <w:tab/>
        <w:t>1.013e0</w:t>
      </w:r>
    </w:p>
    <w:p w:rsidR="00B77C08" w:rsidRDefault="00B77C08" w:rsidP="00B77C08">
      <w:r>
        <w:t>305.4537</w:t>
      </w:r>
      <w:r>
        <w:tab/>
        <w:t>2.025e0</w:t>
      </w:r>
    </w:p>
    <w:p w:rsidR="00B77C08" w:rsidRDefault="00B77C08" w:rsidP="00B77C08">
      <w:r>
        <w:t>305.4562</w:t>
      </w:r>
      <w:r>
        <w:tab/>
        <w:t>3.038e0</w:t>
      </w:r>
    </w:p>
    <w:p w:rsidR="00B77C08" w:rsidRDefault="00B77C08" w:rsidP="00B77C08">
      <w:r>
        <w:t>305.4923</w:t>
      </w:r>
      <w:r>
        <w:tab/>
        <w:t>1.013e0</w:t>
      </w:r>
    </w:p>
    <w:p w:rsidR="00B77C08" w:rsidRDefault="00B77C08" w:rsidP="00B77C08">
      <w:r>
        <w:t>305.5146</w:t>
      </w:r>
      <w:r>
        <w:tab/>
        <w:t>3.038e0</w:t>
      </w:r>
    </w:p>
    <w:p w:rsidR="00B77C08" w:rsidRDefault="00B77C08" w:rsidP="00B77C08">
      <w:r>
        <w:t>305.5306</w:t>
      </w:r>
      <w:r>
        <w:tab/>
        <w:t>2.025e0</w:t>
      </w:r>
    </w:p>
    <w:p w:rsidR="00B77C08" w:rsidRDefault="00B77C08" w:rsidP="00B77C08">
      <w:r>
        <w:t>305.5531</w:t>
      </w:r>
      <w:r>
        <w:tab/>
        <w:t>5.063e0</w:t>
      </w:r>
    </w:p>
    <w:p w:rsidR="00B77C08" w:rsidRDefault="00B77C08" w:rsidP="00B77C08">
      <w:r>
        <w:t>305.5811</w:t>
      </w:r>
      <w:r>
        <w:tab/>
        <w:t>1.013e0</w:t>
      </w:r>
    </w:p>
    <w:p w:rsidR="00B77C08" w:rsidRDefault="00B77C08" w:rsidP="00B77C08">
      <w:r>
        <w:t>305.6036</w:t>
      </w:r>
      <w:r>
        <w:tab/>
        <w:t>4.051e0</w:t>
      </w:r>
    </w:p>
    <w:p w:rsidR="00B77C08" w:rsidRDefault="00B77C08" w:rsidP="00B77C08">
      <w:r>
        <w:t>305.6089</w:t>
      </w:r>
      <w:r>
        <w:tab/>
        <w:t>1.013e0</w:t>
      </w:r>
    </w:p>
    <w:p w:rsidR="00B77C08" w:rsidRDefault="00B77C08" w:rsidP="00B77C08">
      <w:r>
        <w:t>305.6414</w:t>
      </w:r>
      <w:r>
        <w:tab/>
        <w:t>5.063e0</w:t>
      </w:r>
    </w:p>
    <w:p w:rsidR="00B77C08" w:rsidRDefault="00B77C08" w:rsidP="00B77C08">
      <w:r>
        <w:t>305.6644</w:t>
      </w:r>
      <w:r>
        <w:tab/>
        <w:t>2.025e0</w:t>
      </w:r>
    </w:p>
    <w:p w:rsidR="00B77C08" w:rsidRDefault="00B77C08" w:rsidP="00B77C08">
      <w:r>
        <w:t>305.6921</w:t>
      </w:r>
      <w:r>
        <w:tab/>
        <w:t>1.013e0</w:t>
      </w:r>
    </w:p>
    <w:p w:rsidR="00B77C08" w:rsidRDefault="00B77C08" w:rsidP="00B77C08">
      <w:r>
        <w:t>305.6982</w:t>
      </w:r>
      <w:r>
        <w:tab/>
        <w:t>1.013e0</w:t>
      </w:r>
    </w:p>
    <w:p w:rsidR="00B77C08" w:rsidRDefault="00B77C08" w:rsidP="00B77C08">
      <w:r>
        <w:t>305.7254</w:t>
      </w:r>
      <w:r>
        <w:tab/>
        <w:t>2.025e0</w:t>
      </w:r>
    </w:p>
    <w:p w:rsidR="00B77C08" w:rsidRDefault="00B77C08" w:rsidP="00B77C08">
      <w:r>
        <w:lastRenderedPageBreak/>
        <w:t>305.7408</w:t>
      </w:r>
      <w:r>
        <w:tab/>
        <w:t>2.025e0</w:t>
      </w:r>
    </w:p>
    <w:p w:rsidR="00B77C08" w:rsidRDefault="00B77C08" w:rsidP="00B77C08">
      <w:r>
        <w:t>305.7477</w:t>
      </w:r>
      <w:r>
        <w:tab/>
        <w:t>1.013e0</w:t>
      </w:r>
    </w:p>
    <w:p w:rsidR="00B77C08" w:rsidRDefault="00B77C08" w:rsidP="00B77C08">
      <w:r>
        <w:t>305.7902</w:t>
      </w:r>
      <w:r>
        <w:tab/>
        <w:t>2.025e0</w:t>
      </w:r>
    </w:p>
    <w:p w:rsidR="00B77C08" w:rsidRDefault="00B77C08" w:rsidP="00B77C08">
      <w:r>
        <w:t>305.7928</w:t>
      </w:r>
      <w:r>
        <w:tab/>
        <w:t>2.025e0</w:t>
      </w:r>
    </w:p>
    <w:p w:rsidR="00B77C08" w:rsidRDefault="00B77C08" w:rsidP="00B77C08">
      <w:r>
        <w:t>305.7943</w:t>
      </w:r>
      <w:r>
        <w:tab/>
        <w:t>1.013e0</w:t>
      </w:r>
    </w:p>
    <w:p w:rsidR="00B77C08" w:rsidRDefault="00B77C08" w:rsidP="00B77C08">
      <w:r>
        <w:t>305.8262</w:t>
      </w:r>
      <w:r>
        <w:tab/>
        <w:t>1.013e0</w:t>
      </w:r>
    </w:p>
    <w:p w:rsidR="00B77C08" w:rsidRDefault="00B77C08" w:rsidP="00B77C08">
      <w:r>
        <w:t>305.8300</w:t>
      </w:r>
      <w:r>
        <w:tab/>
        <w:t>3.038e0</w:t>
      </w:r>
    </w:p>
    <w:p w:rsidR="00B77C08" w:rsidRDefault="00B77C08" w:rsidP="00B77C08">
      <w:r>
        <w:t>305.8474</w:t>
      </w:r>
      <w:r>
        <w:tab/>
        <w:t>3.038e0</w:t>
      </w:r>
    </w:p>
    <w:p w:rsidR="00B77C08" w:rsidRDefault="00B77C08" w:rsidP="00B77C08">
      <w:r>
        <w:t>305.8643</w:t>
      </w:r>
      <w:r>
        <w:tab/>
        <w:t>1.013e0</w:t>
      </w:r>
    </w:p>
    <w:p w:rsidR="00B77C08" w:rsidRDefault="00B77C08" w:rsidP="00B77C08">
      <w:r>
        <w:t>305.8682</w:t>
      </w:r>
      <w:r>
        <w:tab/>
        <w:t>4.051e0</w:t>
      </w:r>
    </w:p>
    <w:p w:rsidR="00B77C08" w:rsidRDefault="00B77C08" w:rsidP="00B77C08">
      <w:r>
        <w:t>305.9155</w:t>
      </w:r>
      <w:r>
        <w:tab/>
        <w:t>3.962e0</w:t>
      </w:r>
    </w:p>
    <w:p w:rsidR="00B77C08" w:rsidRDefault="00B77C08" w:rsidP="00B77C08">
      <w:r>
        <w:t>305.9168</w:t>
      </w:r>
      <w:r>
        <w:tab/>
        <w:t>4.051e0</w:t>
      </w:r>
    </w:p>
    <w:p w:rsidR="00B77C08" w:rsidRDefault="00B77C08" w:rsidP="00B77C08">
      <w:r>
        <w:t>305.9201</w:t>
      </w:r>
      <w:r>
        <w:tab/>
        <w:t>2.025e0</w:t>
      </w:r>
    </w:p>
    <w:p w:rsidR="00B77C08" w:rsidRDefault="00B77C08" w:rsidP="00B77C08">
      <w:r>
        <w:t>305.9481</w:t>
      </w:r>
      <w:r>
        <w:tab/>
        <w:t>2.025e0</w:t>
      </w:r>
    </w:p>
    <w:p w:rsidR="00B77C08" w:rsidRDefault="00B77C08" w:rsidP="00B77C08">
      <w:r>
        <w:t>305.9835</w:t>
      </w:r>
      <w:r>
        <w:tab/>
        <w:t>4.858e0</w:t>
      </w:r>
    </w:p>
    <w:p w:rsidR="00B77C08" w:rsidRDefault="00B77C08" w:rsidP="00B77C08">
      <w:r>
        <w:t>305.9900</w:t>
      </w:r>
      <w:r>
        <w:tab/>
        <w:t>1.013e0</w:t>
      </w:r>
    </w:p>
    <w:p w:rsidR="00B77C08" w:rsidRDefault="00B77C08" w:rsidP="00B77C08">
      <w:r>
        <w:t>306.0080</w:t>
      </w:r>
      <w:r>
        <w:tab/>
        <w:t>2.025e0</w:t>
      </w:r>
    </w:p>
    <w:p w:rsidR="00B77C08" w:rsidRDefault="00B77C08" w:rsidP="00B77C08">
      <w:r>
        <w:t>306.0395</w:t>
      </w:r>
      <w:r>
        <w:tab/>
        <w:t>4.051e0</w:t>
      </w:r>
    </w:p>
    <w:p w:rsidR="00B77C08" w:rsidRDefault="00B77C08" w:rsidP="00B77C08">
      <w:r>
        <w:t>306.0407</w:t>
      </w:r>
      <w:r>
        <w:tab/>
        <w:t>2.025e0</w:t>
      </w:r>
    </w:p>
    <w:p w:rsidR="00B77C08" w:rsidRDefault="00B77C08" w:rsidP="00B77C08">
      <w:r>
        <w:lastRenderedPageBreak/>
        <w:t>306.0760</w:t>
      </w:r>
      <w:r>
        <w:tab/>
        <w:t>2.025e0</w:t>
      </w:r>
    </w:p>
    <w:p w:rsidR="00B77C08" w:rsidRDefault="00B77C08" w:rsidP="00B77C08">
      <w:r>
        <w:t>306.1398</w:t>
      </w:r>
      <w:r>
        <w:tab/>
        <w:t>2.137e2</w:t>
      </w:r>
    </w:p>
    <w:p w:rsidR="00B77C08" w:rsidRDefault="00B77C08" w:rsidP="00B77C08">
      <w:r>
        <w:t>306.1442</w:t>
      </w:r>
      <w:r>
        <w:tab/>
        <w:t>2.996e1</w:t>
      </w:r>
    </w:p>
    <w:p w:rsidR="00B77C08" w:rsidRDefault="00B77C08" w:rsidP="00B77C08">
      <w:r>
        <w:t>306.2156</w:t>
      </w:r>
      <w:r>
        <w:tab/>
        <w:t>4.051e0</w:t>
      </w:r>
    </w:p>
    <w:p w:rsidR="00B77C08" w:rsidRDefault="00B77C08" w:rsidP="00B77C08">
      <w:r>
        <w:t>306.2443</w:t>
      </w:r>
      <w:r>
        <w:tab/>
        <w:t>2.214e0</w:t>
      </w:r>
    </w:p>
    <w:p w:rsidR="00B77C08" w:rsidRDefault="00B77C08" w:rsidP="00B77C08">
      <w:r>
        <w:t>306.2589</w:t>
      </w:r>
      <w:r>
        <w:tab/>
        <w:t>2.025e0</w:t>
      </w:r>
    </w:p>
    <w:p w:rsidR="00B77C08" w:rsidRDefault="00B77C08" w:rsidP="00B77C08">
      <w:r>
        <w:t>306.2778</w:t>
      </w:r>
      <w:r>
        <w:tab/>
        <w:t>1.013e0</w:t>
      </w:r>
    </w:p>
    <w:p w:rsidR="00B77C08" w:rsidRDefault="00B77C08" w:rsidP="00B77C08">
      <w:r>
        <w:t>306.2956</w:t>
      </w:r>
      <w:r>
        <w:tab/>
        <w:t>2.025e0</w:t>
      </w:r>
    </w:p>
    <w:p w:rsidR="00B77C08" w:rsidRDefault="00B77C08" w:rsidP="00B77C08">
      <w:r>
        <w:t>306.3076</w:t>
      </w:r>
      <w:r>
        <w:tab/>
        <w:t>2.025e0</w:t>
      </w:r>
    </w:p>
    <w:p w:rsidR="00B77C08" w:rsidRDefault="00B77C08" w:rsidP="00B77C08">
      <w:r>
        <w:t>306.3423</w:t>
      </w:r>
      <w:r>
        <w:tab/>
        <w:t>1.013e0</w:t>
      </w:r>
    </w:p>
    <w:p w:rsidR="00B77C08" w:rsidRDefault="00B77C08" w:rsidP="00B77C08">
      <w:r>
        <w:t>306.3540</w:t>
      </w:r>
      <w:r>
        <w:tab/>
        <w:t>1.013e0</w:t>
      </w:r>
    </w:p>
    <w:p w:rsidR="00B77C08" w:rsidRDefault="00B77C08" w:rsidP="00B77C08">
      <w:r>
        <w:t>306.3780</w:t>
      </w:r>
      <w:r>
        <w:tab/>
        <w:t>2.025e0</w:t>
      </w:r>
    </w:p>
    <w:p w:rsidR="00B77C08" w:rsidRDefault="00B77C08" w:rsidP="00B77C08">
      <w:r>
        <w:t>306.3857</w:t>
      </w:r>
      <w:r>
        <w:tab/>
        <w:t>1.013e0</w:t>
      </w:r>
    </w:p>
    <w:p w:rsidR="00B77C08" w:rsidRDefault="00B77C08" w:rsidP="00B77C08">
      <w:r>
        <w:t>306.3962</w:t>
      </w:r>
      <w:r>
        <w:tab/>
        <w:t>2.025e0</w:t>
      </w:r>
    </w:p>
    <w:p w:rsidR="00B77C08" w:rsidRDefault="00B77C08" w:rsidP="00B77C08">
      <w:r>
        <w:t>306.4091</w:t>
      </w:r>
      <w:r>
        <w:tab/>
        <w:t>1.013e0</w:t>
      </w:r>
    </w:p>
    <w:p w:rsidR="00B77C08" w:rsidRDefault="00B77C08" w:rsidP="00B77C08">
      <w:r>
        <w:t>306.4153</w:t>
      </w:r>
      <w:r>
        <w:tab/>
        <w:t>2.025e0</w:t>
      </w:r>
    </w:p>
    <w:p w:rsidR="00B77C08" w:rsidRDefault="00B77C08" w:rsidP="00B77C08">
      <w:r>
        <w:t>306.4931</w:t>
      </w:r>
      <w:r>
        <w:tab/>
        <w:t>1.013e0</w:t>
      </w:r>
    </w:p>
    <w:p w:rsidR="00B77C08" w:rsidRDefault="00B77C08" w:rsidP="00B77C08">
      <w:r>
        <w:t>306.5257</w:t>
      </w:r>
      <w:r>
        <w:tab/>
        <w:t>1.013e0</w:t>
      </w:r>
    </w:p>
    <w:p w:rsidR="00B77C08" w:rsidRDefault="00B77C08" w:rsidP="00B77C08">
      <w:r>
        <w:t>306.5736</w:t>
      </w:r>
      <w:r>
        <w:tab/>
        <w:t>2.025e0</w:t>
      </w:r>
    </w:p>
    <w:p w:rsidR="00B77C08" w:rsidRDefault="00B77C08" w:rsidP="00B77C08">
      <w:r>
        <w:lastRenderedPageBreak/>
        <w:t>306.6044</w:t>
      </w:r>
      <w:r>
        <w:tab/>
        <w:t>1.013e0</w:t>
      </w:r>
    </w:p>
    <w:p w:rsidR="00B77C08" w:rsidRDefault="00B77C08" w:rsidP="00B77C08">
      <w:r>
        <w:t>306.6216</w:t>
      </w:r>
      <w:r>
        <w:tab/>
        <w:t>1.013e0</w:t>
      </w:r>
    </w:p>
    <w:p w:rsidR="00B77C08" w:rsidRDefault="00B77C08" w:rsidP="00B77C08">
      <w:r>
        <w:t>306.6415</w:t>
      </w:r>
      <w:r>
        <w:tab/>
        <w:t>1.013e0</w:t>
      </w:r>
    </w:p>
    <w:p w:rsidR="00B77C08" w:rsidRDefault="00B77C08" w:rsidP="00B77C08">
      <w:r>
        <w:t>306.6568</w:t>
      </w:r>
      <w:r>
        <w:tab/>
        <w:t>4.051e0</w:t>
      </w:r>
    </w:p>
    <w:p w:rsidR="00B77C08" w:rsidRDefault="00B77C08" w:rsidP="00B77C08">
      <w:r>
        <w:t>306.6695</w:t>
      </w:r>
      <w:r>
        <w:tab/>
        <w:t>1.013e0</w:t>
      </w:r>
    </w:p>
    <w:p w:rsidR="00B77C08" w:rsidRDefault="00B77C08" w:rsidP="00B77C08">
      <w:r>
        <w:t>306.6776</w:t>
      </w:r>
      <w:r>
        <w:tab/>
        <w:t>1.013e0</w:t>
      </w:r>
    </w:p>
    <w:p w:rsidR="00B77C08" w:rsidRDefault="00B77C08" w:rsidP="00B77C08">
      <w:r>
        <w:t>306.7213</w:t>
      </w:r>
      <w:r>
        <w:tab/>
        <w:t>1.013e0</w:t>
      </w:r>
    </w:p>
    <w:p w:rsidR="00B77C08" w:rsidRDefault="00B77C08" w:rsidP="00B77C08">
      <w:r>
        <w:t>306.7618</w:t>
      </w:r>
      <w:r>
        <w:tab/>
        <w:t>2.025e0</w:t>
      </w:r>
    </w:p>
    <w:p w:rsidR="00B77C08" w:rsidRDefault="00B77C08" w:rsidP="00B77C08">
      <w:r>
        <w:t>306.8304</w:t>
      </w:r>
      <w:r>
        <w:tab/>
        <w:t>3.038e0</w:t>
      </w:r>
    </w:p>
    <w:p w:rsidR="00B77C08" w:rsidRDefault="00B77C08" w:rsidP="00B77C08">
      <w:r>
        <w:t>306.8375</w:t>
      </w:r>
      <w:r>
        <w:tab/>
        <w:t>1.013e0</w:t>
      </w:r>
    </w:p>
    <w:p w:rsidR="00B77C08" w:rsidRDefault="00B77C08" w:rsidP="00B77C08">
      <w:r>
        <w:t>306.8601</w:t>
      </w:r>
      <w:r>
        <w:tab/>
        <w:t>1.013e0</w:t>
      </w:r>
    </w:p>
    <w:p w:rsidR="00B77C08" w:rsidRDefault="00B77C08" w:rsidP="00B77C08">
      <w:r>
        <w:t>306.8879</w:t>
      </w:r>
      <w:r>
        <w:tab/>
        <w:t>1.013e0</w:t>
      </w:r>
    </w:p>
    <w:p w:rsidR="00B77C08" w:rsidRDefault="00B77C08" w:rsidP="00B77C08">
      <w:r>
        <w:t>306.9117</w:t>
      </w:r>
      <w:r>
        <w:tab/>
        <w:t>2.025e0</w:t>
      </w:r>
    </w:p>
    <w:p w:rsidR="00B77C08" w:rsidRDefault="00B77C08" w:rsidP="00B77C08">
      <w:r>
        <w:t>306.9515</w:t>
      </w:r>
      <w:r>
        <w:tab/>
        <w:t>1.281e0</w:t>
      </w:r>
    </w:p>
    <w:p w:rsidR="00B77C08" w:rsidRDefault="00B77C08" w:rsidP="00B77C08">
      <w:r>
        <w:t>306.9574</w:t>
      </w:r>
      <w:r>
        <w:tab/>
        <w:t>1.013e0</w:t>
      </w:r>
    </w:p>
    <w:p w:rsidR="00B77C08" w:rsidRDefault="00B77C08" w:rsidP="00B77C08">
      <w:r>
        <w:t>306.9969</w:t>
      </w:r>
      <w:r>
        <w:tab/>
        <w:t>3.038e0</w:t>
      </w:r>
    </w:p>
    <w:p w:rsidR="00B77C08" w:rsidRDefault="00B77C08" w:rsidP="00B77C08">
      <w:r>
        <w:t>307.0027</w:t>
      </w:r>
      <w:r>
        <w:tab/>
        <w:t>3.038e0</w:t>
      </w:r>
    </w:p>
    <w:p w:rsidR="00B77C08" w:rsidRDefault="00B77C08" w:rsidP="00B77C08">
      <w:r>
        <w:t>307.0054</w:t>
      </w:r>
      <w:r>
        <w:tab/>
        <w:t>3.038e0</w:t>
      </w:r>
    </w:p>
    <w:p w:rsidR="00B77C08" w:rsidRDefault="00B77C08" w:rsidP="00B77C08">
      <w:r>
        <w:t>307.0496</w:t>
      </w:r>
      <w:r>
        <w:tab/>
        <w:t>1.013e0</w:t>
      </w:r>
    </w:p>
    <w:p w:rsidR="00B77C08" w:rsidRDefault="00B77C08" w:rsidP="00B77C08">
      <w:r>
        <w:lastRenderedPageBreak/>
        <w:t>307.0509</w:t>
      </w:r>
      <w:r>
        <w:tab/>
        <w:t>6.076e0</w:t>
      </w:r>
    </w:p>
    <w:p w:rsidR="00B77C08" w:rsidRDefault="00B77C08" w:rsidP="00B77C08">
      <w:r>
        <w:t>307.0553</w:t>
      </w:r>
      <w:r>
        <w:tab/>
        <w:t>3.038e0</w:t>
      </w:r>
    </w:p>
    <w:p w:rsidR="00B77C08" w:rsidRDefault="00B77C08" w:rsidP="00B77C08">
      <w:r>
        <w:t>307.1341</w:t>
      </w:r>
      <w:r>
        <w:tab/>
        <w:t>6.160e1</w:t>
      </w:r>
    </w:p>
    <w:p w:rsidR="00B77C08" w:rsidRDefault="00B77C08" w:rsidP="00B77C08">
      <w:r>
        <w:t>307.1353</w:t>
      </w:r>
      <w:r>
        <w:tab/>
        <w:t>1.013e1</w:t>
      </w:r>
    </w:p>
    <w:p w:rsidR="00B77C08" w:rsidRDefault="00B77C08" w:rsidP="00B77C08">
      <w:r>
        <w:t>307.1364</w:t>
      </w:r>
      <w:r>
        <w:tab/>
        <w:t>1.997e1</w:t>
      </w:r>
    </w:p>
    <w:p w:rsidR="00B77C08" w:rsidRDefault="00B77C08" w:rsidP="00B77C08">
      <w:r>
        <w:t>307.1717</w:t>
      </w:r>
      <w:r>
        <w:tab/>
        <w:t>3.038e0</w:t>
      </w:r>
    </w:p>
    <w:p w:rsidR="00B77C08" w:rsidRDefault="00B77C08" w:rsidP="00B77C08">
      <w:r>
        <w:t>307.2173</w:t>
      </w:r>
      <w:r>
        <w:tab/>
        <w:t>1.013e0</w:t>
      </w:r>
    </w:p>
    <w:p w:rsidR="00B77C08" w:rsidRDefault="00B77C08" w:rsidP="00B77C08">
      <w:r>
        <w:t>307.2374</w:t>
      </w:r>
      <w:r>
        <w:tab/>
        <w:t>2.025e0</w:t>
      </w:r>
    </w:p>
    <w:p w:rsidR="00B77C08" w:rsidRDefault="00B77C08" w:rsidP="00B77C08">
      <w:r>
        <w:t>307.2419</w:t>
      </w:r>
      <w:r>
        <w:tab/>
        <w:t>2.025e0</w:t>
      </w:r>
    </w:p>
    <w:p w:rsidR="00B77C08" w:rsidRDefault="00B77C08" w:rsidP="00B77C08">
      <w:r>
        <w:t>307.2893</w:t>
      </w:r>
      <w:r>
        <w:tab/>
        <w:t>1.013e0</w:t>
      </w:r>
    </w:p>
    <w:p w:rsidR="00B77C08" w:rsidRDefault="00B77C08" w:rsidP="00B77C08">
      <w:r>
        <w:t>307.3655</w:t>
      </w:r>
      <w:r>
        <w:tab/>
        <w:t>2.025e0</w:t>
      </w:r>
    </w:p>
    <w:p w:rsidR="00B77C08" w:rsidRDefault="00B77C08" w:rsidP="00B77C08">
      <w:r>
        <w:t>307.4369</w:t>
      </w:r>
      <w:r>
        <w:tab/>
        <w:t>2.025e0</w:t>
      </w:r>
    </w:p>
    <w:p w:rsidR="00B77C08" w:rsidRDefault="00B77C08" w:rsidP="00B77C08">
      <w:r>
        <w:t>307.4414</w:t>
      </w:r>
      <w:r>
        <w:tab/>
        <w:t>1.013e0</w:t>
      </w:r>
    </w:p>
    <w:p w:rsidR="00B77C08" w:rsidRDefault="00B77C08" w:rsidP="00B77C08">
      <w:r>
        <w:t>307.4658</w:t>
      </w:r>
      <w:r>
        <w:tab/>
        <w:t>1.013e0</w:t>
      </w:r>
    </w:p>
    <w:p w:rsidR="00B77C08" w:rsidRDefault="00B77C08" w:rsidP="00B77C08">
      <w:r>
        <w:t>307.4694</w:t>
      </w:r>
      <w:r>
        <w:tab/>
        <w:t>1.013e0</w:t>
      </w:r>
    </w:p>
    <w:p w:rsidR="00B77C08" w:rsidRDefault="00B77C08" w:rsidP="00B77C08">
      <w:r>
        <w:t>307.4816</w:t>
      </w:r>
      <w:r>
        <w:tab/>
        <w:t>2.025e0</w:t>
      </w:r>
    </w:p>
    <w:p w:rsidR="00B77C08" w:rsidRDefault="00B77C08" w:rsidP="00B77C08">
      <w:r>
        <w:t>307.5338</w:t>
      </w:r>
      <w:r>
        <w:tab/>
        <w:t>2.025e0</w:t>
      </w:r>
    </w:p>
    <w:p w:rsidR="00B77C08" w:rsidRDefault="00B77C08" w:rsidP="00B77C08">
      <w:r>
        <w:t>307.5349</w:t>
      </w:r>
      <w:r>
        <w:tab/>
        <w:t>1.013e0</w:t>
      </w:r>
    </w:p>
    <w:p w:rsidR="00B77C08" w:rsidRDefault="00B77C08" w:rsidP="00B77C08">
      <w:r>
        <w:t>307.6189</w:t>
      </w:r>
      <w:r>
        <w:tab/>
        <w:t>3.038e0</w:t>
      </w:r>
    </w:p>
    <w:p w:rsidR="00B77C08" w:rsidRDefault="00B77C08" w:rsidP="00B77C08">
      <w:r>
        <w:lastRenderedPageBreak/>
        <w:t>307.6470</w:t>
      </w:r>
      <w:r>
        <w:tab/>
        <w:t>1.013e0</w:t>
      </w:r>
    </w:p>
    <w:p w:rsidR="00B77C08" w:rsidRDefault="00B77C08" w:rsidP="00B77C08">
      <w:r>
        <w:t>307.6654</w:t>
      </w:r>
      <w:r>
        <w:tab/>
        <w:t>1.013e0</w:t>
      </w:r>
    </w:p>
    <w:p w:rsidR="00B77C08" w:rsidRDefault="00B77C08" w:rsidP="00B77C08">
      <w:r>
        <w:t>307.7419</w:t>
      </w:r>
      <w:r>
        <w:tab/>
        <w:t>1.013e0</w:t>
      </w:r>
    </w:p>
    <w:p w:rsidR="00B77C08" w:rsidRDefault="00B77C08" w:rsidP="00B77C08">
      <w:r>
        <w:t>307.7453</w:t>
      </w:r>
      <w:r>
        <w:tab/>
        <w:t>1.013e0</w:t>
      </w:r>
    </w:p>
    <w:p w:rsidR="00B77C08" w:rsidRDefault="00B77C08" w:rsidP="00B77C08">
      <w:r>
        <w:t>307.7694</w:t>
      </w:r>
      <w:r>
        <w:tab/>
        <w:t>1.013e0</w:t>
      </w:r>
    </w:p>
    <w:p w:rsidR="00B77C08" w:rsidRDefault="00B77C08" w:rsidP="00B77C08">
      <w:r>
        <w:t>307.7757</w:t>
      </w:r>
      <w:r>
        <w:tab/>
        <w:t>2.025e0</w:t>
      </w:r>
    </w:p>
    <w:p w:rsidR="00B77C08" w:rsidRDefault="00B77C08" w:rsidP="00B77C08">
      <w:r>
        <w:t>307.8293</w:t>
      </w:r>
      <w:r>
        <w:tab/>
        <w:t>1.013e0</w:t>
      </w:r>
    </w:p>
    <w:p w:rsidR="00B77C08" w:rsidRDefault="00B77C08" w:rsidP="00B77C08">
      <w:r>
        <w:t>307.8436</w:t>
      </w:r>
      <w:r>
        <w:tab/>
        <w:t>2.025e0</w:t>
      </w:r>
    </w:p>
    <w:p w:rsidR="00B77C08" w:rsidRDefault="00B77C08" w:rsidP="00B77C08">
      <w:r>
        <w:t>307.8494</w:t>
      </w:r>
      <w:r>
        <w:tab/>
        <w:t>3.038e0</w:t>
      </w:r>
    </w:p>
    <w:p w:rsidR="00B77C08" w:rsidRDefault="00B77C08" w:rsidP="00B77C08">
      <w:r>
        <w:t>307.9040</w:t>
      </w:r>
      <w:r>
        <w:tab/>
        <w:t>1.013e0</w:t>
      </w:r>
    </w:p>
    <w:p w:rsidR="00B77C08" w:rsidRDefault="00B77C08" w:rsidP="00B77C08">
      <w:r>
        <w:t>307.9134</w:t>
      </w:r>
      <w:r>
        <w:tab/>
        <w:t>1.013e0</w:t>
      </w:r>
    </w:p>
    <w:p w:rsidR="00B77C08" w:rsidRDefault="00B77C08" w:rsidP="00B77C08">
      <w:r>
        <w:t>307.9258</w:t>
      </w:r>
      <w:r>
        <w:tab/>
        <w:t>1.013e0</w:t>
      </w:r>
    </w:p>
    <w:p w:rsidR="00B77C08" w:rsidRDefault="00B77C08" w:rsidP="00B77C08">
      <w:r>
        <w:t>307.9623</w:t>
      </w:r>
      <w:r>
        <w:tab/>
        <w:t>2.025e0</w:t>
      </w:r>
    </w:p>
    <w:p w:rsidR="00B77C08" w:rsidRDefault="00B77C08" w:rsidP="00B77C08">
      <w:r>
        <w:t>307.9716</w:t>
      </w:r>
      <w:r>
        <w:tab/>
        <w:t>2.025e0</w:t>
      </w:r>
    </w:p>
    <w:p w:rsidR="00B77C08" w:rsidRDefault="00B77C08" w:rsidP="00B77C08">
      <w:r>
        <w:t>308.0001</w:t>
      </w:r>
      <w:r>
        <w:tab/>
        <w:t>2.025e0</w:t>
      </w:r>
    </w:p>
    <w:p w:rsidR="00B77C08" w:rsidRDefault="00B77C08" w:rsidP="00B77C08">
      <w:r>
        <w:t>308.0155</w:t>
      </w:r>
      <w:r>
        <w:tab/>
        <w:t>2.025e0</w:t>
      </w:r>
    </w:p>
    <w:p w:rsidR="00B77C08" w:rsidRDefault="00B77C08" w:rsidP="00B77C08">
      <w:r>
        <w:t>308.0491</w:t>
      </w:r>
      <w:r>
        <w:tab/>
        <w:t>3.038e0</w:t>
      </w:r>
    </w:p>
    <w:p w:rsidR="00B77C08" w:rsidRDefault="00B77C08" w:rsidP="00B77C08">
      <w:r>
        <w:t>308.0896</w:t>
      </w:r>
      <w:r>
        <w:tab/>
        <w:t>1.013e0</w:t>
      </w:r>
    </w:p>
    <w:p w:rsidR="00B77C08" w:rsidRDefault="00B77C08" w:rsidP="00B77C08">
      <w:r>
        <w:t>308.0985</w:t>
      </w:r>
      <w:r>
        <w:tab/>
        <w:t>3.038e0</w:t>
      </w:r>
    </w:p>
    <w:p w:rsidR="00B77C08" w:rsidRDefault="00B77C08" w:rsidP="00B77C08">
      <w:r>
        <w:lastRenderedPageBreak/>
        <w:t>308.1344</w:t>
      </w:r>
      <w:r>
        <w:tab/>
        <w:t>5.063e0</w:t>
      </w:r>
    </w:p>
    <w:p w:rsidR="00B77C08" w:rsidRDefault="00B77C08" w:rsidP="00B77C08">
      <w:r>
        <w:t>308.1409</w:t>
      </w:r>
      <w:r>
        <w:tab/>
        <w:t>5.063e0</w:t>
      </w:r>
    </w:p>
    <w:p w:rsidR="00B77C08" w:rsidRDefault="00B77C08" w:rsidP="00B77C08">
      <w:r>
        <w:t>308.2125</w:t>
      </w:r>
      <w:r>
        <w:tab/>
        <w:t>3.038e0</w:t>
      </w:r>
    </w:p>
    <w:p w:rsidR="00B77C08" w:rsidRDefault="00B77C08" w:rsidP="00B77C08">
      <w:r>
        <w:t>308.2383</w:t>
      </w:r>
      <w:r>
        <w:tab/>
        <w:t>7.089e0</w:t>
      </w:r>
    </w:p>
    <w:p w:rsidR="00B77C08" w:rsidRDefault="00B77C08" w:rsidP="00B77C08">
      <w:r>
        <w:t>308.2953</w:t>
      </w:r>
      <w:r>
        <w:tab/>
        <w:t>1.013e0</w:t>
      </w:r>
    </w:p>
    <w:p w:rsidR="00B77C08" w:rsidRDefault="00B77C08" w:rsidP="00B77C08">
      <w:r>
        <w:t>308.3228</w:t>
      </w:r>
      <w:r>
        <w:tab/>
        <w:t>1.013e0</w:t>
      </w:r>
    </w:p>
    <w:p w:rsidR="00B77C08" w:rsidRDefault="00B77C08" w:rsidP="00B77C08">
      <w:r>
        <w:t>308.3569</w:t>
      </w:r>
      <w:r>
        <w:tab/>
        <w:t>1.013e0</w:t>
      </w:r>
    </w:p>
    <w:p w:rsidR="00B77C08" w:rsidRDefault="00B77C08" w:rsidP="00B77C08">
      <w:r>
        <w:t>308.3936</w:t>
      </w:r>
      <w:r>
        <w:tab/>
        <w:t>1.013e0</w:t>
      </w:r>
    </w:p>
    <w:p w:rsidR="00B77C08" w:rsidRDefault="00B77C08" w:rsidP="00B77C08">
      <w:r>
        <w:t>308.4361</w:t>
      </w:r>
      <w:r>
        <w:tab/>
        <w:t>2.025e0</w:t>
      </w:r>
    </w:p>
    <w:p w:rsidR="00B77C08" w:rsidRDefault="00B77C08" w:rsidP="00B77C08">
      <w:r>
        <w:t>308.5024</w:t>
      </w:r>
      <w:r>
        <w:tab/>
        <w:t>1.013e0</w:t>
      </w:r>
    </w:p>
    <w:p w:rsidR="00B77C08" w:rsidRDefault="00B77C08" w:rsidP="00B77C08">
      <w:r>
        <w:t>308.5523</w:t>
      </w:r>
      <w:r>
        <w:tab/>
        <w:t>1.013e0</w:t>
      </w:r>
    </w:p>
    <w:p w:rsidR="00B77C08" w:rsidRDefault="00B77C08" w:rsidP="00B77C08">
      <w:r>
        <w:t>308.5822</w:t>
      </w:r>
      <w:r>
        <w:tab/>
        <w:t>5.063e0</w:t>
      </w:r>
    </w:p>
    <w:p w:rsidR="00B77C08" w:rsidRDefault="00B77C08" w:rsidP="00B77C08">
      <w:r>
        <w:t>308.6010</w:t>
      </w:r>
      <w:r>
        <w:tab/>
        <w:t>2.025e0</w:t>
      </w:r>
    </w:p>
    <w:p w:rsidR="00B77C08" w:rsidRDefault="00B77C08" w:rsidP="00B77C08">
      <w:r>
        <w:t>308.6213</w:t>
      </w:r>
      <w:r>
        <w:tab/>
        <w:t>3.038e0</w:t>
      </w:r>
    </w:p>
    <w:p w:rsidR="00B77C08" w:rsidRDefault="00B77C08" w:rsidP="00B77C08">
      <w:r>
        <w:t>308.6780</w:t>
      </w:r>
      <w:r>
        <w:tab/>
        <w:t>1.013e0</w:t>
      </w:r>
    </w:p>
    <w:p w:rsidR="00B77C08" w:rsidRDefault="00B77C08" w:rsidP="00B77C08">
      <w:r>
        <w:t>308.6832</w:t>
      </w:r>
      <w:r>
        <w:tab/>
        <w:t>2.025e0</w:t>
      </w:r>
    </w:p>
    <w:p w:rsidR="00B77C08" w:rsidRDefault="00B77C08" w:rsidP="00B77C08">
      <w:r>
        <w:t>308.7147</w:t>
      </w:r>
      <w:r>
        <w:tab/>
        <w:t>1.013e0</w:t>
      </w:r>
    </w:p>
    <w:p w:rsidR="00B77C08" w:rsidRDefault="00B77C08" w:rsidP="00B77C08">
      <w:r>
        <w:t>308.7621</w:t>
      </w:r>
      <w:r>
        <w:tab/>
        <w:t>1.013e0</w:t>
      </w:r>
    </w:p>
    <w:p w:rsidR="00B77C08" w:rsidRDefault="00B77C08" w:rsidP="00B77C08">
      <w:r>
        <w:t>308.7768</w:t>
      </w:r>
      <w:r>
        <w:tab/>
        <w:t>1.013e0</w:t>
      </w:r>
    </w:p>
    <w:p w:rsidR="00B77C08" w:rsidRDefault="00B77C08" w:rsidP="00B77C08">
      <w:r>
        <w:lastRenderedPageBreak/>
        <w:t>308.8099</w:t>
      </w:r>
      <w:r>
        <w:tab/>
        <w:t>1.013e0</w:t>
      </w:r>
    </w:p>
    <w:p w:rsidR="00B77C08" w:rsidRDefault="00B77C08" w:rsidP="00B77C08">
      <w:r>
        <w:t>308.8121</w:t>
      </w:r>
      <w:r>
        <w:tab/>
        <w:t>2.025e0</w:t>
      </w:r>
    </w:p>
    <w:p w:rsidR="00B77C08" w:rsidRDefault="00B77C08" w:rsidP="00B77C08">
      <w:r>
        <w:t>308.8401</w:t>
      </w:r>
      <w:r>
        <w:tab/>
        <w:t>2.025e0</w:t>
      </w:r>
    </w:p>
    <w:p w:rsidR="00B77C08" w:rsidRDefault="00B77C08" w:rsidP="00B77C08">
      <w:r>
        <w:t>308.8787</w:t>
      </w:r>
      <w:r>
        <w:tab/>
        <w:t>1.013e0</w:t>
      </w:r>
    </w:p>
    <w:p w:rsidR="00B77C08" w:rsidRDefault="00B77C08" w:rsidP="00B77C08">
      <w:r>
        <w:t>308.8940</w:t>
      </w:r>
      <w:r>
        <w:tab/>
        <w:t>1.013e0</w:t>
      </w:r>
    </w:p>
    <w:p w:rsidR="00B77C08" w:rsidRDefault="00B77C08" w:rsidP="00B77C08">
      <w:r>
        <w:t>308.9168</w:t>
      </w:r>
      <w:r>
        <w:tab/>
        <w:t>1.013e0</w:t>
      </w:r>
    </w:p>
    <w:p w:rsidR="00B77C08" w:rsidRDefault="00B77C08" w:rsidP="00B77C08">
      <w:r>
        <w:t>308.9623</w:t>
      </w:r>
      <w:r>
        <w:tab/>
        <w:t>1.013e0</w:t>
      </w:r>
    </w:p>
    <w:p w:rsidR="00B77C08" w:rsidRDefault="00B77C08" w:rsidP="00B77C08">
      <w:r>
        <w:t>308.9827</w:t>
      </w:r>
      <w:r>
        <w:tab/>
        <w:t>1.013e0</w:t>
      </w:r>
    </w:p>
    <w:p w:rsidR="00B77C08" w:rsidRDefault="00B77C08" w:rsidP="00B77C08">
      <w:r>
        <w:t>308.9863</w:t>
      </w:r>
      <w:r>
        <w:tab/>
        <w:t>1.013e0</w:t>
      </w:r>
    </w:p>
    <w:p w:rsidR="00B77C08" w:rsidRDefault="00B77C08" w:rsidP="00B77C08">
      <w:r>
        <w:t>309.0143</w:t>
      </w:r>
      <w:r>
        <w:tab/>
        <w:t>1.013e0</w:t>
      </w:r>
    </w:p>
    <w:p w:rsidR="00B77C08" w:rsidRDefault="00B77C08" w:rsidP="00B77C08">
      <w:r>
        <w:t>309.0385</w:t>
      </w:r>
      <w:r>
        <w:tab/>
        <w:t>2.025e0</w:t>
      </w:r>
    </w:p>
    <w:p w:rsidR="00B77C08" w:rsidRDefault="00B77C08" w:rsidP="00B77C08">
      <w:r>
        <w:t>309.0509</w:t>
      </w:r>
      <w:r>
        <w:tab/>
        <w:t>1.013e0</w:t>
      </w:r>
    </w:p>
    <w:p w:rsidR="00B77C08" w:rsidRDefault="00B77C08" w:rsidP="00B77C08">
      <w:r>
        <w:t>309.0944</w:t>
      </w:r>
      <w:r>
        <w:tab/>
        <w:t>1.013e0</w:t>
      </w:r>
    </w:p>
    <w:p w:rsidR="00B77C08" w:rsidRDefault="00B77C08" w:rsidP="00B77C08">
      <w:r>
        <w:t>309.1063</w:t>
      </w:r>
      <w:r>
        <w:tab/>
        <w:t>3.038e0</w:t>
      </w:r>
    </w:p>
    <w:p w:rsidR="00B77C08" w:rsidRDefault="00B77C08" w:rsidP="00B77C08">
      <w:r>
        <w:t>309.1199</w:t>
      </w:r>
      <w:r>
        <w:tab/>
        <w:t>2.025e0</w:t>
      </w:r>
    </w:p>
    <w:p w:rsidR="00B77C08" w:rsidRDefault="00B77C08" w:rsidP="00B77C08">
      <w:r>
        <w:t>309.1630</w:t>
      </w:r>
      <w:r>
        <w:tab/>
        <w:t>1.013e0</w:t>
      </w:r>
    </w:p>
    <w:p w:rsidR="00B77C08" w:rsidRDefault="00B77C08" w:rsidP="00B77C08">
      <w:r>
        <w:t>309.1911</w:t>
      </w:r>
      <w:r>
        <w:tab/>
        <w:t>1.013e0</w:t>
      </w:r>
    </w:p>
    <w:p w:rsidR="00B77C08" w:rsidRDefault="00B77C08" w:rsidP="00B77C08">
      <w:r>
        <w:t>309.1991</w:t>
      </w:r>
      <w:r>
        <w:tab/>
        <w:t>2.025e0</w:t>
      </w:r>
    </w:p>
    <w:p w:rsidR="00B77C08" w:rsidRDefault="00B77C08" w:rsidP="00B77C08">
      <w:r>
        <w:t>309.2196</w:t>
      </w:r>
      <w:r>
        <w:tab/>
        <w:t>1.013e0</w:t>
      </w:r>
    </w:p>
    <w:p w:rsidR="00B77C08" w:rsidRDefault="00B77C08" w:rsidP="00B77C08">
      <w:r>
        <w:lastRenderedPageBreak/>
        <w:t>309.2386</w:t>
      </w:r>
      <w:r>
        <w:tab/>
        <w:t>1.095e0</w:t>
      </w:r>
    </w:p>
    <w:p w:rsidR="00B77C08" w:rsidRDefault="00B77C08" w:rsidP="00B77C08">
      <w:r>
        <w:t>309.2426</w:t>
      </w:r>
      <w:r>
        <w:tab/>
        <w:t>1.013e0</w:t>
      </w:r>
    </w:p>
    <w:p w:rsidR="00B77C08" w:rsidRDefault="00B77C08" w:rsidP="00B77C08">
      <w:r>
        <w:t>309.3038</w:t>
      </w:r>
      <w:r>
        <w:tab/>
        <w:t>1.013e0</w:t>
      </w:r>
    </w:p>
    <w:p w:rsidR="00B77C08" w:rsidRDefault="00B77C08" w:rsidP="00B77C08">
      <w:r>
        <w:t>309.3145</w:t>
      </w:r>
      <w:r>
        <w:tab/>
        <w:t>2.025e0</w:t>
      </w:r>
    </w:p>
    <w:p w:rsidR="00B77C08" w:rsidRDefault="00B77C08" w:rsidP="00B77C08">
      <w:r>
        <w:t>309.3594</w:t>
      </w:r>
      <w:r>
        <w:tab/>
        <w:t>1.013e0</w:t>
      </w:r>
    </w:p>
    <w:p w:rsidR="00B77C08" w:rsidRDefault="00B77C08" w:rsidP="00B77C08">
      <w:r>
        <w:t>309.3610</w:t>
      </w:r>
      <w:r>
        <w:tab/>
        <w:t>2.025e0</w:t>
      </w:r>
    </w:p>
    <w:p w:rsidR="00B77C08" w:rsidRDefault="00B77C08" w:rsidP="00B77C08">
      <w:r>
        <w:t>309.4313</w:t>
      </w:r>
      <w:r>
        <w:tab/>
        <w:t>1.013e0</w:t>
      </w:r>
    </w:p>
    <w:p w:rsidR="00B77C08" w:rsidRDefault="00B77C08" w:rsidP="00B77C08">
      <w:r>
        <w:t>309.4950</w:t>
      </w:r>
      <w:r>
        <w:tab/>
        <w:t>1.013e0</w:t>
      </w:r>
    </w:p>
    <w:p w:rsidR="00B77C08" w:rsidRDefault="00B77C08" w:rsidP="00B77C08">
      <w:r>
        <w:t>309.5710</w:t>
      </w:r>
      <w:r>
        <w:tab/>
        <w:t>1.013e0</w:t>
      </w:r>
    </w:p>
    <w:p w:rsidR="00B77C08" w:rsidRDefault="00B77C08" w:rsidP="00B77C08">
      <w:r>
        <w:t>309.6457</w:t>
      </w:r>
      <w:r>
        <w:tab/>
        <w:t>1.013e0</w:t>
      </w:r>
    </w:p>
    <w:p w:rsidR="00B77C08" w:rsidRDefault="00B77C08" w:rsidP="00B77C08">
      <w:r>
        <w:t>309.6873</w:t>
      </w:r>
      <w:r>
        <w:tab/>
        <w:t>1.013e0</w:t>
      </w:r>
    </w:p>
    <w:p w:rsidR="00B77C08" w:rsidRDefault="00B77C08" w:rsidP="00B77C08">
      <w:r>
        <w:t>309.7866</w:t>
      </w:r>
      <w:r>
        <w:tab/>
        <w:t>1.013e0</w:t>
      </w:r>
    </w:p>
    <w:p w:rsidR="00B77C08" w:rsidRDefault="00B77C08" w:rsidP="00B77C08">
      <w:r>
        <w:t>309.8091</w:t>
      </w:r>
      <w:r>
        <w:tab/>
        <w:t>1.013e0</w:t>
      </w:r>
    </w:p>
    <w:p w:rsidR="00B77C08" w:rsidRDefault="00B77C08" w:rsidP="00B77C08">
      <w:r>
        <w:t>309.8704</w:t>
      </w:r>
      <w:r>
        <w:tab/>
        <w:t>1.013e0</w:t>
      </w:r>
    </w:p>
    <w:p w:rsidR="00B77C08" w:rsidRDefault="00B77C08" w:rsidP="00B77C08">
      <w:r>
        <w:t>309.8862</w:t>
      </w:r>
      <w:r>
        <w:tab/>
        <w:t>2.025e0</w:t>
      </w:r>
    </w:p>
    <w:p w:rsidR="00B77C08" w:rsidRDefault="00B77C08" w:rsidP="00B77C08">
      <w:r>
        <w:t>309.9885</w:t>
      </w:r>
      <w:r>
        <w:tab/>
        <w:t>2.025e0</w:t>
      </w:r>
    </w:p>
    <w:p w:rsidR="00B77C08" w:rsidRDefault="00B77C08" w:rsidP="00B77C08">
      <w:r>
        <w:t>310.0184</w:t>
      </w:r>
      <w:r>
        <w:tab/>
        <w:t>2.025e0</w:t>
      </w:r>
    </w:p>
    <w:p w:rsidR="00B77C08" w:rsidRDefault="00B77C08" w:rsidP="00B77C08">
      <w:r>
        <w:t>310.0199</w:t>
      </w:r>
      <w:r>
        <w:tab/>
        <w:t>2.025e0</w:t>
      </w:r>
    </w:p>
    <w:p w:rsidR="00B77C08" w:rsidRDefault="00B77C08" w:rsidP="00B77C08">
      <w:r>
        <w:t>310.0504</w:t>
      </w:r>
      <w:r>
        <w:tab/>
        <w:t>2.025e0</w:t>
      </w:r>
    </w:p>
    <w:p w:rsidR="00B77C08" w:rsidRDefault="00B77C08" w:rsidP="00B77C08">
      <w:r>
        <w:lastRenderedPageBreak/>
        <w:t>310.0846</w:t>
      </w:r>
      <w:r>
        <w:tab/>
        <w:t>3.038e0</w:t>
      </w:r>
    </w:p>
    <w:p w:rsidR="00B77C08" w:rsidRDefault="00B77C08" w:rsidP="00B77C08">
      <w:r>
        <w:t>310.1235</w:t>
      </w:r>
      <w:r>
        <w:tab/>
        <w:t>3.038e0</w:t>
      </w:r>
    </w:p>
    <w:p w:rsidR="00B77C08" w:rsidRDefault="00B77C08" w:rsidP="00B77C08">
      <w:r>
        <w:t>310.1340</w:t>
      </w:r>
      <w:r>
        <w:tab/>
        <w:t>2.025e0</w:t>
      </w:r>
    </w:p>
    <w:p w:rsidR="00B77C08" w:rsidRDefault="00B77C08" w:rsidP="00B77C08">
      <w:r>
        <w:t>310.1509</w:t>
      </w:r>
      <w:r>
        <w:tab/>
        <w:t>2.025e0</w:t>
      </w:r>
    </w:p>
    <w:p w:rsidR="00B77C08" w:rsidRDefault="00B77C08" w:rsidP="00B77C08">
      <w:r>
        <w:t>310.1642</w:t>
      </w:r>
      <w:r>
        <w:tab/>
        <w:t>1.013e0</w:t>
      </w:r>
    </w:p>
    <w:p w:rsidR="00B77C08" w:rsidRDefault="00B77C08" w:rsidP="00B77C08">
      <w:r>
        <w:t>310.2307</w:t>
      </w:r>
      <w:r>
        <w:tab/>
        <w:t>1.013e0</w:t>
      </w:r>
    </w:p>
    <w:p w:rsidR="00B77C08" w:rsidRDefault="00B77C08" w:rsidP="00B77C08">
      <w:r>
        <w:t>310.2809</w:t>
      </w:r>
      <w:r>
        <w:tab/>
        <w:t>1.013e0</w:t>
      </w:r>
    </w:p>
    <w:p w:rsidR="00B77C08" w:rsidRDefault="00B77C08" w:rsidP="00B77C08">
      <w:r>
        <w:t>310.3050</w:t>
      </w:r>
      <w:r>
        <w:tab/>
        <w:t>2.025e0</w:t>
      </w:r>
    </w:p>
    <w:p w:rsidR="00B77C08" w:rsidRDefault="00B77C08" w:rsidP="00B77C08">
      <w:r>
        <w:t>310.3151</w:t>
      </w:r>
      <w:r>
        <w:tab/>
        <w:t>1.013e0</w:t>
      </w:r>
    </w:p>
    <w:p w:rsidR="00B77C08" w:rsidRDefault="00B77C08" w:rsidP="00B77C08">
      <w:r>
        <w:t>310.3371</w:t>
      </w:r>
      <w:r>
        <w:tab/>
        <w:t>1.013e0</w:t>
      </w:r>
    </w:p>
    <w:p w:rsidR="00B77C08" w:rsidRDefault="00B77C08" w:rsidP="00B77C08">
      <w:r>
        <w:t>310.3990</w:t>
      </w:r>
      <w:r>
        <w:tab/>
        <w:t>1.013e0</w:t>
      </w:r>
    </w:p>
    <w:p w:rsidR="00B77C08" w:rsidRDefault="00B77C08" w:rsidP="00B77C08">
      <w:r>
        <w:t>310.4497</w:t>
      </w:r>
      <w:r>
        <w:tab/>
        <w:t>1.013e0</w:t>
      </w:r>
    </w:p>
    <w:p w:rsidR="00B77C08" w:rsidRDefault="00B77C08" w:rsidP="00B77C08">
      <w:r>
        <w:t>310.4732</w:t>
      </w:r>
      <w:r>
        <w:tab/>
        <w:t>1.013e0</w:t>
      </w:r>
    </w:p>
    <w:p w:rsidR="00B77C08" w:rsidRDefault="00B77C08" w:rsidP="00B77C08">
      <w:r>
        <w:t>310.5008</w:t>
      </w:r>
      <w:r>
        <w:tab/>
        <w:t>1.013e0</w:t>
      </w:r>
    </w:p>
    <w:p w:rsidR="00B77C08" w:rsidRDefault="00B77C08" w:rsidP="00B77C08">
      <w:r>
        <w:t>310.5170</w:t>
      </w:r>
      <w:r>
        <w:tab/>
        <w:t>1.013e0</w:t>
      </w:r>
    </w:p>
    <w:p w:rsidR="00B77C08" w:rsidRDefault="00B77C08" w:rsidP="00B77C08">
      <w:r>
        <w:t>310.5684</w:t>
      </w:r>
      <w:r>
        <w:tab/>
        <w:t>1.013e0</w:t>
      </w:r>
    </w:p>
    <w:p w:rsidR="00B77C08" w:rsidRDefault="00B77C08" w:rsidP="00B77C08">
      <w:r>
        <w:t>310.5811</w:t>
      </w:r>
      <w:r>
        <w:tab/>
        <w:t>1.013e0</w:t>
      </w:r>
    </w:p>
    <w:p w:rsidR="00B77C08" w:rsidRDefault="00B77C08" w:rsidP="00B77C08">
      <w:r>
        <w:t>310.6811</w:t>
      </w:r>
      <w:r>
        <w:tab/>
        <w:t>1.013e0</w:t>
      </w:r>
    </w:p>
    <w:p w:rsidR="00B77C08" w:rsidRDefault="00B77C08" w:rsidP="00B77C08">
      <w:r>
        <w:t>310.8301</w:t>
      </w:r>
      <w:r>
        <w:tab/>
        <w:t>1.013e0</w:t>
      </w:r>
    </w:p>
    <w:p w:rsidR="00B77C08" w:rsidRDefault="00B77C08" w:rsidP="00B77C08">
      <w:r>
        <w:lastRenderedPageBreak/>
        <w:t>310.8496</w:t>
      </w:r>
      <w:r>
        <w:tab/>
        <w:t>1.013e0</w:t>
      </w:r>
    </w:p>
    <w:p w:rsidR="00B77C08" w:rsidRDefault="00B77C08" w:rsidP="00B77C08">
      <w:r>
        <w:t>310.8778</w:t>
      </w:r>
      <w:r>
        <w:tab/>
        <w:t>1.013e0</w:t>
      </w:r>
    </w:p>
    <w:p w:rsidR="00B77C08" w:rsidRDefault="00B77C08" w:rsidP="00B77C08">
      <w:r>
        <w:t>310.8991</w:t>
      </w:r>
      <w:r>
        <w:tab/>
        <w:t>3.038e0</w:t>
      </w:r>
    </w:p>
    <w:p w:rsidR="00B77C08" w:rsidRDefault="00B77C08" w:rsidP="00B77C08">
      <w:r>
        <w:t>310.9152</w:t>
      </w:r>
      <w:r>
        <w:tab/>
        <w:t>2.025e0</w:t>
      </w:r>
    </w:p>
    <w:p w:rsidR="00B77C08" w:rsidRDefault="00B77C08" w:rsidP="00B77C08">
      <w:r>
        <w:t>310.9572</w:t>
      </w:r>
      <w:r>
        <w:tab/>
        <w:t>1.013e0</w:t>
      </w:r>
    </w:p>
    <w:p w:rsidR="00B77C08" w:rsidRDefault="00B77C08" w:rsidP="00B77C08">
      <w:r>
        <w:t>310.9719</w:t>
      </w:r>
      <w:r>
        <w:tab/>
        <w:t>2.025e0</w:t>
      </w:r>
    </w:p>
    <w:p w:rsidR="00B77C08" w:rsidRDefault="00B77C08" w:rsidP="00B77C08">
      <w:r>
        <w:t>311.0288</w:t>
      </w:r>
      <w:r>
        <w:tab/>
        <w:t>2.025e0</w:t>
      </w:r>
    </w:p>
    <w:p w:rsidR="00B77C08" w:rsidRDefault="00B77C08" w:rsidP="00B77C08">
      <w:r>
        <w:t>311.0300</w:t>
      </w:r>
      <w:r>
        <w:tab/>
        <w:t>1.013e0</w:t>
      </w:r>
    </w:p>
    <w:p w:rsidR="00B77C08" w:rsidRDefault="00B77C08" w:rsidP="00B77C08">
      <w:r>
        <w:t>311.0664</w:t>
      </w:r>
      <w:r>
        <w:tab/>
        <w:t>2.025e0</w:t>
      </w:r>
    </w:p>
    <w:p w:rsidR="00B77C08" w:rsidRDefault="00B77C08" w:rsidP="00B77C08">
      <w:r>
        <w:t>311.0748</w:t>
      </w:r>
      <w:r>
        <w:tab/>
        <w:t>1.013e0</w:t>
      </w:r>
    </w:p>
    <w:p w:rsidR="00B77C08" w:rsidRDefault="00B77C08" w:rsidP="00B77C08">
      <w:r>
        <w:t>311.0981</w:t>
      </w:r>
      <w:r>
        <w:tab/>
        <w:t>1.013e0</w:t>
      </w:r>
    </w:p>
    <w:p w:rsidR="00B77C08" w:rsidRDefault="00B77C08" w:rsidP="00B77C08">
      <w:r>
        <w:t>311.1063</w:t>
      </w:r>
      <w:r>
        <w:tab/>
        <w:t>1.013e0</w:t>
      </w:r>
    </w:p>
    <w:p w:rsidR="00B77C08" w:rsidRDefault="00B77C08" w:rsidP="00B77C08">
      <w:r>
        <w:t>311.1298</w:t>
      </w:r>
      <w:r>
        <w:tab/>
        <w:t>2.025e0</w:t>
      </w:r>
    </w:p>
    <w:p w:rsidR="00B77C08" w:rsidRDefault="00B77C08" w:rsidP="00B77C08">
      <w:r>
        <w:t>311.1545</w:t>
      </w:r>
      <w:r>
        <w:tab/>
        <w:t>1.013e0</w:t>
      </w:r>
    </w:p>
    <w:p w:rsidR="00B77C08" w:rsidRDefault="00B77C08" w:rsidP="00B77C08">
      <w:r>
        <w:t>311.1906</w:t>
      </w:r>
      <w:r>
        <w:tab/>
        <w:t>4.051e0</w:t>
      </w:r>
    </w:p>
    <w:p w:rsidR="00B77C08" w:rsidRDefault="00B77C08" w:rsidP="00B77C08">
      <w:r>
        <w:t>311.2025</w:t>
      </w:r>
      <w:r>
        <w:tab/>
        <w:t>2.564e0</w:t>
      </w:r>
    </w:p>
    <w:p w:rsidR="00B77C08" w:rsidRDefault="00B77C08" w:rsidP="00B77C08">
      <w:r>
        <w:t>311.2391</w:t>
      </w:r>
      <w:r>
        <w:tab/>
        <w:t>1.013e0</w:t>
      </w:r>
    </w:p>
    <w:p w:rsidR="00B77C08" w:rsidRDefault="00B77C08" w:rsidP="00B77C08">
      <w:r>
        <w:t>311.2727</w:t>
      </w:r>
      <w:r>
        <w:tab/>
        <w:t>2.025e0</w:t>
      </w:r>
    </w:p>
    <w:p w:rsidR="00B77C08" w:rsidRDefault="00B77C08" w:rsidP="00B77C08">
      <w:r>
        <w:t>311.3073</w:t>
      </w:r>
      <w:r>
        <w:tab/>
        <w:t>1.013e0</w:t>
      </w:r>
    </w:p>
    <w:p w:rsidR="00B77C08" w:rsidRDefault="00B77C08" w:rsidP="00B77C08">
      <w:r>
        <w:lastRenderedPageBreak/>
        <w:t>311.3349</w:t>
      </w:r>
      <w:r>
        <w:tab/>
        <w:t>2.025e0</w:t>
      </w:r>
    </w:p>
    <w:p w:rsidR="00B77C08" w:rsidRDefault="00B77C08" w:rsidP="00B77C08">
      <w:r>
        <w:t>311.3516</w:t>
      </w:r>
      <w:r>
        <w:tab/>
        <w:t>1.013e0</w:t>
      </w:r>
    </w:p>
    <w:p w:rsidR="00B77C08" w:rsidRDefault="00B77C08" w:rsidP="00B77C08">
      <w:r>
        <w:t>311.3684</w:t>
      </w:r>
      <w:r>
        <w:tab/>
        <w:t>1.013e0</w:t>
      </w:r>
    </w:p>
    <w:p w:rsidR="00B77C08" w:rsidRDefault="00B77C08" w:rsidP="00B77C08">
      <w:r>
        <w:t>311.3831</w:t>
      </w:r>
      <w:r>
        <w:tab/>
        <w:t>1.013e0</w:t>
      </w:r>
    </w:p>
    <w:p w:rsidR="00B77C08" w:rsidRDefault="00B77C08" w:rsidP="00B77C08">
      <w:r>
        <w:t>311.4023</w:t>
      </w:r>
      <w:r>
        <w:tab/>
        <w:t>1.013e0</w:t>
      </w:r>
    </w:p>
    <w:p w:rsidR="00B77C08" w:rsidRDefault="00B77C08" w:rsidP="00B77C08">
      <w:r>
        <w:t>311.4237</w:t>
      </w:r>
      <w:r>
        <w:tab/>
        <w:t>2.025e0</w:t>
      </w:r>
    </w:p>
    <w:p w:rsidR="00B77C08" w:rsidRDefault="00B77C08" w:rsidP="00B77C08">
      <w:r>
        <w:t>311.4757</w:t>
      </w:r>
      <w:r>
        <w:tab/>
        <w:t>1.013e0</w:t>
      </w:r>
    </w:p>
    <w:p w:rsidR="00B77C08" w:rsidRDefault="00B77C08" w:rsidP="00B77C08">
      <w:r>
        <w:t>311.5286</w:t>
      </w:r>
      <w:r>
        <w:tab/>
        <w:t>3.038e0</w:t>
      </w:r>
    </w:p>
    <w:p w:rsidR="00B77C08" w:rsidRDefault="00B77C08" w:rsidP="00B77C08">
      <w:r>
        <w:t>311.5455</w:t>
      </w:r>
      <w:r>
        <w:tab/>
        <w:t>5.008e0</w:t>
      </w:r>
    </w:p>
    <w:p w:rsidR="00B77C08" w:rsidRDefault="00B77C08" w:rsidP="00B77C08">
      <w:r>
        <w:t>311.5891</w:t>
      </w:r>
      <w:r>
        <w:tab/>
        <w:t>1.013e0</w:t>
      </w:r>
    </w:p>
    <w:p w:rsidR="00B77C08" w:rsidRDefault="00B77C08" w:rsidP="00B77C08">
      <w:r>
        <w:t>311.6560</w:t>
      </w:r>
      <w:r>
        <w:tab/>
        <w:t>1.013e0</w:t>
      </w:r>
    </w:p>
    <w:p w:rsidR="00B77C08" w:rsidRDefault="00B77C08" w:rsidP="00B77C08">
      <w:r>
        <w:t>311.6845</w:t>
      </w:r>
      <w:r>
        <w:tab/>
        <w:t>1.013e0</w:t>
      </w:r>
    </w:p>
    <w:p w:rsidR="00B77C08" w:rsidRDefault="00B77C08" w:rsidP="00B77C08">
      <w:r>
        <w:t>311.6921</w:t>
      </w:r>
      <w:r>
        <w:tab/>
        <w:t>1.013e0</w:t>
      </w:r>
    </w:p>
    <w:p w:rsidR="00B77C08" w:rsidRDefault="00B77C08" w:rsidP="00B77C08">
      <w:r>
        <w:t>311.7094</w:t>
      </w:r>
      <w:r>
        <w:tab/>
        <w:t>2.025e0</w:t>
      </w:r>
    </w:p>
    <w:p w:rsidR="00B77C08" w:rsidRDefault="00B77C08" w:rsidP="00B77C08">
      <w:r>
        <w:t>311.7126</w:t>
      </w:r>
      <w:r>
        <w:tab/>
        <w:t>1.013e0</w:t>
      </w:r>
    </w:p>
    <w:p w:rsidR="00B77C08" w:rsidRDefault="00B77C08" w:rsidP="00B77C08">
      <w:r>
        <w:t>311.8304</w:t>
      </w:r>
      <w:r>
        <w:tab/>
        <w:t>2.025e0</w:t>
      </w:r>
    </w:p>
    <w:p w:rsidR="00B77C08" w:rsidRDefault="00B77C08" w:rsidP="00B77C08">
      <w:r>
        <w:t>311.9128</w:t>
      </w:r>
      <w:r>
        <w:tab/>
        <w:t>1.013e0</w:t>
      </w:r>
    </w:p>
    <w:p w:rsidR="00B77C08" w:rsidRDefault="00B77C08" w:rsidP="00B77C08">
      <w:r>
        <w:t>311.9373</w:t>
      </w:r>
      <w:r>
        <w:tab/>
        <w:t>1.013e0</w:t>
      </w:r>
    </w:p>
    <w:p w:rsidR="00B77C08" w:rsidRDefault="00B77C08" w:rsidP="00B77C08">
      <w:r>
        <w:t>311.9790</w:t>
      </w:r>
      <w:r>
        <w:tab/>
        <w:t>1.013e0</w:t>
      </w:r>
    </w:p>
    <w:p w:rsidR="00B77C08" w:rsidRDefault="00B77C08" w:rsidP="00B77C08">
      <w:r>
        <w:lastRenderedPageBreak/>
        <w:t>312.0326</w:t>
      </w:r>
      <w:r>
        <w:tab/>
        <w:t>2.025e0</w:t>
      </w:r>
    </w:p>
    <w:p w:rsidR="00B77C08" w:rsidRDefault="00B77C08" w:rsidP="00B77C08">
      <w:r>
        <w:t>312.0400</w:t>
      </w:r>
      <w:r>
        <w:tab/>
        <w:t>2.025e0</w:t>
      </w:r>
    </w:p>
    <w:p w:rsidR="00B77C08" w:rsidRDefault="00B77C08" w:rsidP="00B77C08">
      <w:r>
        <w:t>312.0576</w:t>
      </w:r>
      <w:r>
        <w:tab/>
        <w:t>1.013e0</w:t>
      </w:r>
    </w:p>
    <w:p w:rsidR="00B77C08" w:rsidRDefault="00B77C08" w:rsidP="00B77C08">
      <w:r>
        <w:t>312.0690</w:t>
      </w:r>
      <w:r>
        <w:tab/>
        <w:t>1.013e0</w:t>
      </w:r>
    </w:p>
    <w:p w:rsidR="00B77C08" w:rsidRDefault="00B77C08" w:rsidP="00B77C08">
      <w:r>
        <w:t>312.1255</w:t>
      </w:r>
      <w:r>
        <w:tab/>
        <w:t>1.013e0</w:t>
      </w:r>
    </w:p>
    <w:p w:rsidR="00B77C08" w:rsidRDefault="00B77C08" w:rsidP="00B77C08">
      <w:r>
        <w:t>312.1390</w:t>
      </w:r>
      <w:r>
        <w:tab/>
        <w:t>2.025e0</w:t>
      </w:r>
    </w:p>
    <w:p w:rsidR="00B77C08" w:rsidRDefault="00B77C08" w:rsidP="00B77C08">
      <w:r>
        <w:t>312.1923</w:t>
      </w:r>
      <w:r>
        <w:tab/>
        <w:t>2.025e0</w:t>
      </w:r>
    </w:p>
    <w:p w:rsidR="00B77C08" w:rsidRDefault="00B77C08" w:rsidP="00B77C08">
      <w:r>
        <w:t>312.1991</w:t>
      </w:r>
      <w:r>
        <w:tab/>
        <w:t>2.025e0</w:t>
      </w:r>
    </w:p>
    <w:p w:rsidR="00B77C08" w:rsidRDefault="00B77C08" w:rsidP="00B77C08">
      <w:r>
        <w:t>312.2005</w:t>
      </w:r>
      <w:r>
        <w:tab/>
        <w:t>3.038e0</w:t>
      </w:r>
    </w:p>
    <w:p w:rsidR="00B77C08" w:rsidRDefault="00B77C08" w:rsidP="00B77C08">
      <w:r>
        <w:t>312.2414</w:t>
      </w:r>
      <w:r>
        <w:tab/>
        <w:t>3.038e0</w:t>
      </w:r>
    </w:p>
    <w:p w:rsidR="00B77C08" w:rsidRDefault="00B77C08" w:rsidP="00B77C08">
      <w:r>
        <w:t>312.2613</w:t>
      </w:r>
      <w:r>
        <w:tab/>
        <w:t>1.013e0</w:t>
      </w:r>
    </w:p>
    <w:p w:rsidR="00B77C08" w:rsidRDefault="00B77C08" w:rsidP="00B77C08">
      <w:r>
        <w:t>312.2659</w:t>
      </w:r>
      <w:r>
        <w:tab/>
        <w:t>1.013e0</w:t>
      </w:r>
    </w:p>
    <w:p w:rsidR="00B77C08" w:rsidRDefault="00B77C08" w:rsidP="00B77C08">
      <w:r>
        <w:t>312.3201</w:t>
      </w:r>
      <w:r>
        <w:tab/>
        <w:t>2.025e0</w:t>
      </w:r>
    </w:p>
    <w:p w:rsidR="00B77C08" w:rsidRDefault="00B77C08" w:rsidP="00B77C08">
      <w:r>
        <w:t>312.3587</w:t>
      </w:r>
      <w:r>
        <w:tab/>
        <w:t>1.013e0</w:t>
      </w:r>
    </w:p>
    <w:p w:rsidR="00B77C08" w:rsidRDefault="00B77C08" w:rsidP="00B77C08">
      <w:r>
        <w:t>312.3792</w:t>
      </w:r>
      <w:r>
        <w:tab/>
        <w:t>3.282e0</w:t>
      </w:r>
    </w:p>
    <w:p w:rsidR="00B77C08" w:rsidRDefault="00B77C08" w:rsidP="00B77C08">
      <w:r>
        <w:t>312.4105</w:t>
      </w:r>
      <w:r>
        <w:tab/>
        <w:t>1.013e0</w:t>
      </w:r>
    </w:p>
    <w:p w:rsidR="00B77C08" w:rsidRDefault="00B77C08" w:rsidP="00B77C08">
      <w:r>
        <w:t>312.4385</w:t>
      </w:r>
      <w:r>
        <w:tab/>
        <w:t>2.025e0</w:t>
      </w:r>
    </w:p>
    <w:p w:rsidR="00B77C08" w:rsidRDefault="00B77C08" w:rsidP="00B77C08">
      <w:r>
        <w:t>312.4912</w:t>
      </w:r>
      <w:r>
        <w:tab/>
        <w:t>1.013e0</w:t>
      </w:r>
    </w:p>
    <w:p w:rsidR="00B77C08" w:rsidRDefault="00B77C08" w:rsidP="00B77C08">
      <w:r>
        <w:t>312.5273</w:t>
      </w:r>
      <w:r>
        <w:tab/>
        <w:t>1.013e0</w:t>
      </w:r>
    </w:p>
    <w:p w:rsidR="00B77C08" w:rsidRDefault="00B77C08" w:rsidP="00B77C08">
      <w:r>
        <w:lastRenderedPageBreak/>
        <w:t>312.5710</w:t>
      </w:r>
      <w:r>
        <w:tab/>
        <w:t>1.013e0</w:t>
      </w:r>
    </w:p>
    <w:p w:rsidR="00B77C08" w:rsidRDefault="00B77C08" w:rsidP="00B77C08">
      <w:r>
        <w:t>312.6313</w:t>
      </w:r>
      <w:r>
        <w:tab/>
        <w:t>1.013e0</w:t>
      </w:r>
    </w:p>
    <w:p w:rsidR="00B77C08" w:rsidRDefault="00B77C08" w:rsidP="00B77C08">
      <w:r>
        <w:t>312.7120</w:t>
      </w:r>
      <w:r>
        <w:tab/>
        <w:t>1.013e0</w:t>
      </w:r>
    </w:p>
    <w:p w:rsidR="00B77C08" w:rsidRDefault="00B77C08" w:rsidP="00B77C08">
      <w:r>
        <w:t>312.8346</w:t>
      </w:r>
      <w:r>
        <w:tab/>
        <w:t>2.025e0</w:t>
      </w:r>
    </w:p>
    <w:p w:rsidR="00B77C08" w:rsidRDefault="00B77C08" w:rsidP="00B77C08">
      <w:r>
        <w:t>312.8480</w:t>
      </w:r>
      <w:r>
        <w:tab/>
        <w:t>2.025e0</w:t>
      </w:r>
    </w:p>
    <w:p w:rsidR="00B77C08" w:rsidRDefault="00B77C08" w:rsidP="00B77C08">
      <w:r>
        <w:t>312.8961</w:t>
      </w:r>
      <w:r>
        <w:tab/>
        <w:t>2.025e0</w:t>
      </w:r>
    </w:p>
    <w:p w:rsidR="00B77C08" w:rsidRDefault="00B77C08" w:rsidP="00B77C08">
      <w:r>
        <w:t>312.9240</w:t>
      </w:r>
      <w:r>
        <w:tab/>
        <w:t>2.025e0</w:t>
      </w:r>
    </w:p>
    <w:p w:rsidR="00B77C08" w:rsidRDefault="00B77C08" w:rsidP="00B77C08">
      <w:r>
        <w:t>312.9329</w:t>
      </w:r>
      <w:r>
        <w:tab/>
        <w:t>1.013e0</w:t>
      </w:r>
    </w:p>
    <w:p w:rsidR="00B77C08" w:rsidRDefault="00B77C08" w:rsidP="00B77C08">
      <w:r>
        <w:t>312.9502</w:t>
      </w:r>
      <w:r>
        <w:tab/>
        <w:t>5.006e0</w:t>
      </w:r>
    </w:p>
    <w:p w:rsidR="00B77C08" w:rsidRDefault="00B77C08" w:rsidP="00B77C08">
      <w:r>
        <w:t>312.9926</w:t>
      </w:r>
      <w:r>
        <w:tab/>
        <w:t>1.013e0</w:t>
      </w:r>
    </w:p>
    <w:p w:rsidR="00B77C08" w:rsidRDefault="00B77C08" w:rsidP="00B77C08">
      <w:r>
        <w:t>313.0038</w:t>
      </w:r>
      <w:r>
        <w:tab/>
        <w:t>1.013e0</w:t>
      </w:r>
    </w:p>
    <w:p w:rsidR="00B77C08" w:rsidRDefault="00B77C08" w:rsidP="00B77C08">
      <w:r>
        <w:t>313.0092</w:t>
      </w:r>
      <w:r>
        <w:tab/>
        <w:t>3.038e0</w:t>
      </w:r>
    </w:p>
    <w:p w:rsidR="00B77C08" w:rsidRDefault="00B77C08" w:rsidP="00B77C08">
      <w:r>
        <w:t>313.0322</w:t>
      </w:r>
      <w:r>
        <w:tab/>
        <w:t>1.013e0</w:t>
      </w:r>
    </w:p>
    <w:p w:rsidR="00B77C08" w:rsidRDefault="00B77C08" w:rsidP="00B77C08">
      <w:r>
        <w:t>313.0369</w:t>
      </w:r>
      <w:r>
        <w:tab/>
        <w:t>1.013e0</w:t>
      </w:r>
    </w:p>
    <w:p w:rsidR="00B77C08" w:rsidRDefault="00B77C08" w:rsidP="00B77C08">
      <w:r>
        <w:t>313.1158</w:t>
      </w:r>
      <w:r>
        <w:tab/>
        <w:t>5.028e0</w:t>
      </w:r>
    </w:p>
    <w:p w:rsidR="00B77C08" w:rsidRDefault="00B77C08" w:rsidP="00B77C08">
      <w:r>
        <w:t>313.1451</w:t>
      </w:r>
      <w:r>
        <w:tab/>
        <w:t>2.025e0</w:t>
      </w:r>
    </w:p>
    <w:p w:rsidR="00B77C08" w:rsidRDefault="00B77C08" w:rsidP="00B77C08">
      <w:r>
        <w:t>313.1573</w:t>
      </w:r>
      <w:r>
        <w:tab/>
        <w:t>1.013e0</w:t>
      </w:r>
    </w:p>
    <w:p w:rsidR="00B77C08" w:rsidRDefault="00B77C08" w:rsidP="00B77C08">
      <w:r>
        <w:t>313.1776</w:t>
      </w:r>
      <w:r>
        <w:tab/>
        <w:t>3.038e0</w:t>
      </w:r>
    </w:p>
    <w:p w:rsidR="00B77C08" w:rsidRDefault="00B77C08" w:rsidP="00B77C08">
      <w:r>
        <w:t>313.1820</w:t>
      </w:r>
      <w:r>
        <w:tab/>
        <w:t>1.013e0</w:t>
      </w:r>
    </w:p>
    <w:p w:rsidR="00B77C08" w:rsidRDefault="00B77C08" w:rsidP="00B77C08">
      <w:r>
        <w:lastRenderedPageBreak/>
        <w:t>313.2188</w:t>
      </w:r>
      <w:r>
        <w:tab/>
        <w:t>1.013e0</w:t>
      </w:r>
    </w:p>
    <w:p w:rsidR="00B77C08" w:rsidRDefault="00B77C08" w:rsidP="00B77C08">
      <w:r>
        <w:t>313.2308</w:t>
      </w:r>
      <w:r>
        <w:tab/>
        <w:t>3.445e0</w:t>
      </w:r>
    </w:p>
    <w:p w:rsidR="00B77C08" w:rsidRDefault="00B77C08" w:rsidP="00B77C08">
      <w:r>
        <w:t>313.2477</w:t>
      </w:r>
      <w:r>
        <w:tab/>
        <w:t>1.013e0</w:t>
      </w:r>
    </w:p>
    <w:p w:rsidR="00B77C08" w:rsidRDefault="00B77C08" w:rsidP="00B77C08">
      <w:r>
        <w:t>313.2617</w:t>
      </w:r>
      <w:r>
        <w:tab/>
        <w:t>1.013e0</w:t>
      </w:r>
    </w:p>
    <w:p w:rsidR="00B77C08" w:rsidRDefault="00B77C08" w:rsidP="00B77C08">
      <w:r>
        <w:t>313.2939</w:t>
      </w:r>
      <w:r>
        <w:tab/>
        <w:t>1.013e0</w:t>
      </w:r>
    </w:p>
    <w:p w:rsidR="00B77C08" w:rsidRDefault="00B77C08" w:rsidP="00B77C08">
      <w:r>
        <w:t>313.3466</w:t>
      </w:r>
      <w:r>
        <w:tab/>
        <w:t>1.013e0</w:t>
      </w:r>
    </w:p>
    <w:p w:rsidR="00B77C08" w:rsidRDefault="00B77C08" w:rsidP="00B77C08">
      <w:r>
        <w:t>313.3550</w:t>
      </w:r>
      <w:r>
        <w:tab/>
        <w:t>1.013e0</w:t>
      </w:r>
    </w:p>
    <w:p w:rsidR="00B77C08" w:rsidRDefault="00B77C08" w:rsidP="00B77C08">
      <w:r>
        <w:t>313.3827</w:t>
      </w:r>
      <w:r>
        <w:tab/>
        <w:t>2.025e0</w:t>
      </w:r>
    </w:p>
    <w:p w:rsidR="00B77C08" w:rsidRDefault="00B77C08" w:rsidP="00B77C08">
      <w:r>
        <w:t>313.3848</w:t>
      </w:r>
      <w:r>
        <w:tab/>
        <w:t>2.025e0</w:t>
      </w:r>
    </w:p>
    <w:p w:rsidR="00B77C08" w:rsidRDefault="00B77C08" w:rsidP="00B77C08">
      <w:r>
        <w:t>313.4511</w:t>
      </w:r>
      <w:r>
        <w:tab/>
        <w:t>1.013e0</w:t>
      </w:r>
    </w:p>
    <w:p w:rsidR="00B77C08" w:rsidRDefault="00B77C08" w:rsidP="00B77C08">
      <w:r>
        <w:t>313.4827</w:t>
      </w:r>
      <w:r>
        <w:tab/>
        <w:t>1.013e0</w:t>
      </w:r>
    </w:p>
    <w:p w:rsidR="00B77C08" w:rsidRDefault="00B77C08" w:rsidP="00B77C08">
      <w:r>
        <w:t>313.6583</w:t>
      </w:r>
      <w:r>
        <w:tab/>
        <w:t>2.025e0</w:t>
      </w:r>
    </w:p>
    <w:p w:rsidR="00B77C08" w:rsidRDefault="00B77C08" w:rsidP="00B77C08">
      <w:r>
        <w:t>313.7076</w:t>
      </w:r>
      <w:r>
        <w:tab/>
        <w:t>1.013e0</w:t>
      </w:r>
    </w:p>
    <w:p w:rsidR="00B77C08" w:rsidRDefault="00B77C08" w:rsidP="00B77C08">
      <w:r>
        <w:t>313.7417</w:t>
      </w:r>
      <w:r>
        <w:tab/>
        <w:t>1.013e0</w:t>
      </w:r>
    </w:p>
    <w:p w:rsidR="00B77C08" w:rsidRDefault="00B77C08" w:rsidP="00B77C08">
      <w:r>
        <w:t>313.7696</w:t>
      </w:r>
      <w:r>
        <w:tab/>
        <w:t>1.013e0</w:t>
      </w:r>
    </w:p>
    <w:p w:rsidR="00B77C08" w:rsidRDefault="00B77C08" w:rsidP="00B77C08">
      <w:r>
        <w:t>313.7840</w:t>
      </w:r>
      <w:r>
        <w:tab/>
        <w:t>1.013e0</w:t>
      </w:r>
    </w:p>
    <w:p w:rsidR="00B77C08" w:rsidRDefault="00B77C08" w:rsidP="00B77C08">
      <w:r>
        <w:t>313.8264</w:t>
      </w:r>
      <w:r>
        <w:tab/>
        <w:t>1.013e0</w:t>
      </w:r>
    </w:p>
    <w:p w:rsidR="00B77C08" w:rsidRDefault="00B77C08" w:rsidP="00B77C08">
      <w:r>
        <w:t>313.8326</w:t>
      </w:r>
      <w:r>
        <w:tab/>
        <w:t>1.013e0</w:t>
      </w:r>
    </w:p>
    <w:p w:rsidR="00B77C08" w:rsidRDefault="00B77C08" w:rsidP="00B77C08">
      <w:r>
        <w:t>313.9047</w:t>
      </w:r>
      <w:r>
        <w:tab/>
        <w:t>2.025e0</w:t>
      </w:r>
    </w:p>
    <w:p w:rsidR="00B77C08" w:rsidRDefault="00B77C08" w:rsidP="00B77C08">
      <w:r>
        <w:lastRenderedPageBreak/>
        <w:t>313.9448</w:t>
      </w:r>
      <w:r>
        <w:tab/>
        <w:t>1.013e0</w:t>
      </w:r>
    </w:p>
    <w:p w:rsidR="00B77C08" w:rsidRDefault="00B77C08" w:rsidP="00B77C08">
      <w:r>
        <w:t>313.9975</w:t>
      </w:r>
      <w:r>
        <w:tab/>
        <w:t>1.013e0</w:t>
      </w:r>
    </w:p>
    <w:p w:rsidR="00B77C08" w:rsidRDefault="00B77C08" w:rsidP="00B77C08">
      <w:r>
        <w:t>314.0141</w:t>
      </w:r>
      <w:r>
        <w:tab/>
        <w:t>1.013e0</w:t>
      </w:r>
    </w:p>
    <w:p w:rsidR="00B77C08" w:rsidRDefault="00B77C08" w:rsidP="00B77C08">
      <w:r>
        <w:t>314.0217</w:t>
      </w:r>
      <w:r>
        <w:tab/>
        <w:t>3.038e0</w:t>
      </w:r>
    </w:p>
    <w:p w:rsidR="00B77C08" w:rsidRDefault="00B77C08" w:rsidP="00B77C08">
      <w:r>
        <w:t>314.0614</w:t>
      </w:r>
      <w:r>
        <w:tab/>
        <w:t>1.013e0</w:t>
      </w:r>
    </w:p>
    <w:p w:rsidR="00B77C08" w:rsidRDefault="00B77C08" w:rsidP="00B77C08">
      <w:r>
        <w:t>314.1096</w:t>
      </w:r>
      <w:r>
        <w:tab/>
        <w:t>3.038e0</w:t>
      </w:r>
    </w:p>
    <w:p w:rsidR="00B77C08" w:rsidRDefault="00B77C08" w:rsidP="00B77C08">
      <w:r>
        <w:t>314.1636</w:t>
      </w:r>
      <w:r>
        <w:tab/>
        <w:t>2.025e0</w:t>
      </w:r>
    </w:p>
    <w:p w:rsidR="00B77C08" w:rsidRDefault="00B77C08" w:rsidP="00B77C08">
      <w:r>
        <w:t>314.2081</w:t>
      </w:r>
      <w:r>
        <w:tab/>
        <w:t>2.025e0</w:t>
      </w:r>
    </w:p>
    <w:p w:rsidR="00B77C08" w:rsidRDefault="00B77C08" w:rsidP="00B77C08">
      <w:r>
        <w:t>314.2253</w:t>
      </w:r>
      <w:r>
        <w:tab/>
        <w:t>3.038e0</w:t>
      </w:r>
    </w:p>
    <w:p w:rsidR="00B77C08" w:rsidRDefault="00B77C08" w:rsidP="00B77C08">
      <w:r>
        <w:t>314.2569</w:t>
      </w:r>
      <w:r>
        <w:tab/>
        <w:t>2.025e0</w:t>
      </w:r>
    </w:p>
    <w:p w:rsidR="00B77C08" w:rsidRDefault="00B77C08" w:rsidP="00B77C08">
      <w:r>
        <w:t>314.2722</w:t>
      </w:r>
      <w:r>
        <w:tab/>
        <w:t>4.051e0</w:t>
      </w:r>
    </w:p>
    <w:p w:rsidR="00B77C08" w:rsidRDefault="00B77C08" w:rsidP="00B77C08">
      <w:r>
        <w:t>314.3497</w:t>
      </w:r>
      <w:r>
        <w:tab/>
        <w:t>1.013e0</w:t>
      </w:r>
    </w:p>
    <w:p w:rsidR="00B77C08" w:rsidRDefault="00B77C08" w:rsidP="00B77C08">
      <w:r>
        <w:t>314.4009</w:t>
      </w:r>
      <w:r>
        <w:tab/>
        <w:t>1.013e0</w:t>
      </w:r>
    </w:p>
    <w:p w:rsidR="00B77C08" w:rsidRDefault="00B77C08" w:rsidP="00B77C08">
      <w:r>
        <w:t>314.4151</w:t>
      </w:r>
      <w:r>
        <w:tab/>
        <w:t>1.013e0</w:t>
      </w:r>
    </w:p>
    <w:p w:rsidR="00B77C08" w:rsidRDefault="00B77C08" w:rsidP="00B77C08">
      <w:r>
        <w:t>314.4196</w:t>
      </w:r>
      <w:r>
        <w:tab/>
        <w:t>1.013e0</w:t>
      </w:r>
    </w:p>
    <w:p w:rsidR="00B77C08" w:rsidRDefault="00B77C08" w:rsidP="00B77C08">
      <w:r>
        <w:t>314.4392</w:t>
      </w:r>
      <w:r>
        <w:tab/>
        <w:t>1.013e0</w:t>
      </w:r>
    </w:p>
    <w:p w:rsidR="00B77C08" w:rsidRDefault="00B77C08" w:rsidP="00B77C08">
      <w:r>
        <w:t>314.4522</w:t>
      </w:r>
      <w:r>
        <w:tab/>
        <w:t>1.013e0</w:t>
      </w:r>
    </w:p>
    <w:p w:rsidR="00B77C08" w:rsidRDefault="00B77C08" w:rsidP="00B77C08">
      <w:r>
        <w:t>314.4955</w:t>
      </w:r>
      <w:r>
        <w:tab/>
        <w:t>1.013e0</w:t>
      </w:r>
    </w:p>
    <w:p w:rsidR="00B77C08" w:rsidRDefault="00B77C08" w:rsidP="00B77C08">
      <w:r>
        <w:t>314.5305</w:t>
      </w:r>
      <w:r>
        <w:tab/>
        <w:t>2.025e0</w:t>
      </w:r>
    </w:p>
    <w:p w:rsidR="00B77C08" w:rsidRDefault="00B77C08" w:rsidP="00B77C08">
      <w:r>
        <w:lastRenderedPageBreak/>
        <w:t>314.5563</w:t>
      </w:r>
      <w:r>
        <w:tab/>
        <w:t>1.013e0</w:t>
      </w:r>
    </w:p>
    <w:p w:rsidR="00B77C08" w:rsidRDefault="00B77C08" w:rsidP="00B77C08">
      <w:r>
        <w:t>314.6125</w:t>
      </w:r>
      <w:r>
        <w:tab/>
        <w:t>1.013e0</w:t>
      </w:r>
    </w:p>
    <w:p w:rsidR="00B77C08" w:rsidRDefault="00B77C08" w:rsidP="00B77C08">
      <w:r>
        <w:t>314.6644</w:t>
      </w:r>
      <w:r>
        <w:tab/>
        <w:t>1.013e0</w:t>
      </w:r>
    </w:p>
    <w:p w:rsidR="00B77C08" w:rsidRDefault="00B77C08" w:rsidP="00B77C08">
      <w:r>
        <w:t>314.6890</w:t>
      </w:r>
      <w:r>
        <w:tab/>
        <w:t>1.013e0</w:t>
      </w:r>
    </w:p>
    <w:p w:rsidR="00B77C08" w:rsidRDefault="00B77C08" w:rsidP="00B77C08">
      <w:r>
        <w:t>314.7167</w:t>
      </w:r>
      <w:r>
        <w:tab/>
        <w:t>1.013e0</w:t>
      </w:r>
    </w:p>
    <w:p w:rsidR="00B77C08" w:rsidRDefault="00B77C08" w:rsidP="00B77C08">
      <w:r>
        <w:t>314.7516</w:t>
      </w:r>
      <w:r>
        <w:tab/>
        <w:t>2.025e0</w:t>
      </w:r>
    </w:p>
    <w:p w:rsidR="00B77C08" w:rsidRDefault="00B77C08" w:rsidP="00B77C08">
      <w:r>
        <w:t>314.7855</w:t>
      </w:r>
      <w:r>
        <w:tab/>
        <w:t>2.025e0</w:t>
      </w:r>
    </w:p>
    <w:p w:rsidR="00B77C08" w:rsidRDefault="00B77C08" w:rsidP="00B77C08">
      <w:r>
        <w:t>314.7971</w:t>
      </w:r>
      <w:r>
        <w:tab/>
        <w:t>2.025e0</w:t>
      </w:r>
    </w:p>
    <w:p w:rsidR="00B77C08" w:rsidRDefault="00B77C08" w:rsidP="00B77C08">
      <w:r>
        <w:t>314.8629</w:t>
      </w:r>
      <w:r>
        <w:tab/>
        <w:t>1.013e0</w:t>
      </w:r>
    </w:p>
    <w:p w:rsidR="00B77C08" w:rsidRDefault="00B77C08" w:rsidP="00B77C08">
      <w:r>
        <w:t>314.9137</w:t>
      </w:r>
      <w:r>
        <w:tab/>
        <w:t>1.013e0</w:t>
      </w:r>
    </w:p>
    <w:p w:rsidR="00B77C08" w:rsidRDefault="00B77C08" w:rsidP="00B77C08">
      <w:r>
        <w:t>314.9346</w:t>
      </w:r>
      <w:r>
        <w:tab/>
        <w:t>3.038e0</w:t>
      </w:r>
    </w:p>
    <w:p w:rsidR="00B77C08" w:rsidRDefault="00B77C08" w:rsidP="00B77C08">
      <w:r>
        <w:t>314.9554</w:t>
      </w:r>
      <w:r>
        <w:tab/>
        <w:t>2.025e0</w:t>
      </w:r>
    </w:p>
    <w:p w:rsidR="00B77C08" w:rsidRDefault="00B77C08" w:rsidP="00B77C08">
      <w:r>
        <w:t>315.0222</w:t>
      </w:r>
      <w:r>
        <w:tab/>
        <w:t>1.013e0</w:t>
      </w:r>
    </w:p>
    <w:p w:rsidR="00B77C08" w:rsidRDefault="00B77C08" w:rsidP="00B77C08">
      <w:r>
        <w:t>315.0505</w:t>
      </w:r>
      <w:r>
        <w:tab/>
        <w:t>1.013e0</w:t>
      </w:r>
    </w:p>
    <w:p w:rsidR="00B77C08" w:rsidRDefault="00B77C08" w:rsidP="00B77C08">
      <w:r>
        <w:t>315.0619</w:t>
      </w:r>
      <w:r>
        <w:tab/>
        <w:t>1.013e0</w:t>
      </w:r>
    </w:p>
    <w:p w:rsidR="00B77C08" w:rsidRDefault="00B77C08" w:rsidP="00B77C08">
      <w:r>
        <w:t>315.1197</w:t>
      </w:r>
      <w:r>
        <w:tab/>
        <w:t>4.296e1</w:t>
      </w:r>
    </w:p>
    <w:p w:rsidR="00B77C08" w:rsidRDefault="00B77C08" w:rsidP="00B77C08">
      <w:r>
        <w:t>315.1216</w:t>
      </w:r>
      <w:r>
        <w:tab/>
        <w:t>7.089e0</w:t>
      </w:r>
    </w:p>
    <w:p w:rsidR="00B77C08" w:rsidRDefault="00B77C08" w:rsidP="00B77C08">
      <w:r>
        <w:t>315.1791</w:t>
      </w:r>
      <w:r>
        <w:tab/>
        <w:t>2.025e0</w:t>
      </w:r>
    </w:p>
    <w:p w:rsidR="00B77C08" w:rsidRDefault="00B77C08" w:rsidP="00B77C08">
      <w:r>
        <w:t>315.2218</w:t>
      </w:r>
      <w:r>
        <w:tab/>
        <w:t>3.038e0</w:t>
      </w:r>
    </w:p>
    <w:p w:rsidR="00B77C08" w:rsidRDefault="00B77C08" w:rsidP="00B77C08">
      <w:r>
        <w:lastRenderedPageBreak/>
        <w:t>315.2228</w:t>
      </w:r>
      <w:r>
        <w:tab/>
        <w:t>3.038e0</w:t>
      </w:r>
    </w:p>
    <w:p w:rsidR="00B77C08" w:rsidRDefault="00B77C08" w:rsidP="00B77C08">
      <w:r>
        <w:t>315.2557</w:t>
      </w:r>
      <w:r>
        <w:tab/>
        <w:t>1.013e0</w:t>
      </w:r>
    </w:p>
    <w:p w:rsidR="00B77C08" w:rsidRDefault="00B77C08" w:rsidP="00B77C08">
      <w:r>
        <w:t>315.2635</w:t>
      </w:r>
      <w:r>
        <w:tab/>
        <w:t>4.051e0</w:t>
      </w:r>
    </w:p>
    <w:p w:rsidR="00B77C08" w:rsidRDefault="00B77C08" w:rsidP="00B77C08">
      <w:r>
        <w:t>315.2964</w:t>
      </w:r>
      <w:r>
        <w:tab/>
        <w:t>1.013e0</w:t>
      </w:r>
    </w:p>
    <w:p w:rsidR="00B77C08" w:rsidRDefault="00B77C08" w:rsidP="00B77C08">
      <w:r>
        <w:t>315.3726</w:t>
      </w:r>
      <w:r>
        <w:tab/>
        <w:t>2.025e0</w:t>
      </w:r>
    </w:p>
    <w:p w:rsidR="00B77C08" w:rsidRDefault="00B77C08" w:rsidP="00B77C08">
      <w:r>
        <w:t>315.3872</w:t>
      </w:r>
      <w:r>
        <w:tab/>
        <w:t>1.013e0</w:t>
      </w:r>
    </w:p>
    <w:p w:rsidR="00B77C08" w:rsidRDefault="00B77C08" w:rsidP="00B77C08">
      <w:r>
        <w:t>315.4567</w:t>
      </w:r>
      <w:r>
        <w:tab/>
        <w:t>1.013e0</w:t>
      </w:r>
    </w:p>
    <w:p w:rsidR="00B77C08" w:rsidRDefault="00B77C08" w:rsidP="00B77C08">
      <w:r>
        <w:t>315.4619</w:t>
      </w:r>
      <w:r>
        <w:tab/>
        <w:t>1.013e0</w:t>
      </w:r>
    </w:p>
    <w:p w:rsidR="00B77C08" w:rsidRDefault="00B77C08" w:rsidP="00B77C08">
      <w:r>
        <w:t>315.4828</w:t>
      </w:r>
      <w:r>
        <w:tab/>
        <w:t>2.025e0</w:t>
      </w:r>
    </w:p>
    <w:p w:rsidR="00B77C08" w:rsidRDefault="00B77C08" w:rsidP="00B77C08">
      <w:r>
        <w:t>315.4853</w:t>
      </w:r>
      <w:r>
        <w:tab/>
        <w:t>1.013e0</w:t>
      </w:r>
    </w:p>
    <w:p w:rsidR="00B77C08" w:rsidRDefault="00B77C08" w:rsidP="00B77C08">
      <w:r>
        <w:t>315.5945</w:t>
      </w:r>
      <w:r>
        <w:tab/>
        <w:t>2.025e0</w:t>
      </w:r>
    </w:p>
    <w:p w:rsidR="00B77C08" w:rsidRDefault="00B77C08" w:rsidP="00B77C08">
      <w:r>
        <w:t>315.6946</w:t>
      </w:r>
      <w:r>
        <w:tab/>
        <w:t>1.013e0</w:t>
      </w:r>
    </w:p>
    <w:p w:rsidR="00B77C08" w:rsidRDefault="00B77C08" w:rsidP="00B77C08">
      <w:r>
        <w:t>315.7465</w:t>
      </w:r>
      <w:r>
        <w:tab/>
        <w:t>1.013e0</w:t>
      </w:r>
    </w:p>
    <w:p w:rsidR="00B77C08" w:rsidRDefault="00B77C08" w:rsidP="00B77C08">
      <w:r>
        <w:t>315.7589</w:t>
      </w:r>
      <w:r>
        <w:tab/>
        <w:t>1.013e0</w:t>
      </w:r>
    </w:p>
    <w:p w:rsidR="00B77C08" w:rsidRDefault="00B77C08" w:rsidP="00B77C08">
      <w:r>
        <w:t>315.8309</w:t>
      </w:r>
      <w:r>
        <w:tab/>
        <w:t>1.013e0</w:t>
      </w:r>
    </w:p>
    <w:p w:rsidR="00B77C08" w:rsidRDefault="00B77C08" w:rsidP="00B77C08">
      <w:r>
        <w:t>315.8495</w:t>
      </w:r>
      <w:r>
        <w:tab/>
        <w:t>2.025e0</w:t>
      </w:r>
    </w:p>
    <w:p w:rsidR="00B77C08" w:rsidRDefault="00B77C08" w:rsidP="00B77C08">
      <w:r>
        <w:t>315.8552</w:t>
      </w:r>
      <w:r>
        <w:tab/>
        <w:t>1.013e0</w:t>
      </w:r>
    </w:p>
    <w:p w:rsidR="00B77C08" w:rsidRDefault="00B77C08" w:rsidP="00B77C08">
      <w:r>
        <w:t>315.8913</w:t>
      </w:r>
      <w:r>
        <w:tab/>
        <w:t>1.013e0</w:t>
      </w:r>
    </w:p>
    <w:p w:rsidR="00B77C08" w:rsidRDefault="00B77C08" w:rsidP="00B77C08">
      <w:r>
        <w:t>315.9018</w:t>
      </w:r>
      <w:r>
        <w:tab/>
        <w:t>1.013e0</w:t>
      </w:r>
    </w:p>
    <w:p w:rsidR="00B77C08" w:rsidRDefault="00B77C08" w:rsidP="00B77C08">
      <w:r>
        <w:lastRenderedPageBreak/>
        <w:t>315.9442</w:t>
      </w:r>
      <w:r>
        <w:tab/>
        <w:t>1.013e0</w:t>
      </w:r>
    </w:p>
    <w:p w:rsidR="00B77C08" w:rsidRDefault="00B77C08" w:rsidP="00B77C08">
      <w:r>
        <w:t>315.9959</w:t>
      </w:r>
      <w:r>
        <w:tab/>
        <w:t>1.013e0</w:t>
      </w:r>
    </w:p>
    <w:p w:rsidR="00B77C08" w:rsidRDefault="00B77C08" w:rsidP="00B77C08">
      <w:r>
        <w:t>316.0157</w:t>
      </w:r>
      <w:r>
        <w:tab/>
        <w:t>1.013e0</w:t>
      </w:r>
    </w:p>
    <w:p w:rsidR="00B77C08" w:rsidRDefault="00B77C08" w:rsidP="00B77C08">
      <w:r>
        <w:t>316.0528</w:t>
      </w:r>
      <w:r>
        <w:tab/>
        <w:t>1.013e0</w:t>
      </w:r>
    </w:p>
    <w:p w:rsidR="00B77C08" w:rsidRDefault="00B77C08" w:rsidP="00B77C08">
      <w:r>
        <w:t>316.0614</w:t>
      </w:r>
      <w:r>
        <w:tab/>
        <w:t>1.013e0</w:t>
      </w:r>
    </w:p>
    <w:p w:rsidR="00B77C08" w:rsidRDefault="00B77C08" w:rsidP="00B77C08">
      <w:r>
        <w:t>316.1219</w:t>
      </w:r>
      <w:r>
        <w:tab/>
        <w:t>1.519e1</w:t>
      </w:r>
    </w:p>
    <w:p w:rsidR="00B77C08" w:rsidRDefault="00B77C08" w:rsidP="00B77C08">
      <w:r>
        <w:t>316.1697</w:t>
      </w:r>
      <w:r>
        <w:tab/>
        <w:t>1.661e0</w:t>
      </w:r>
    </w:p>
    <w:p w:rsidR="00B77C08" w:rsidRDefault="00B77C08" w:rsidP="00B77C08">
      <w:r>
        <w:t>316.1930</w:t>
      </w:r>
      <w:r>
        <w:tab/>
        <w:t>1.013e0</w:t>
      </w:r>
    </w:p>
    <w:p w:rsidR="00B77C08" w:rsidRDefault="00B77C08" w:rsidP="00B77C08">
      <w:r>
        <w:t>316.2274</w:t>
      </w:r>
      <w:r>
        <w:tab/>
        <w:t>2.025e0</w:t>
      </w:r>
    </w:p>
    <w:p w:rsidR="00B77C08" w:rsidRDefault="00B77C08" w:rsidP="00B77C08">
      <w:r>
        <w:t>316.2290</w:t>
      </w:r>
      <w:r>
        <w:tab/>
        <w:t>6.076e0</w:t>
      </w:r>
    </w:p>
    <w:p w:rsidR="00B77C08" w:rsidRDefault="00B77C08" w:rsidP="00B77C08">
      <w:r>
        <w:t>316.2379</w:t>
      </w:r>
      <w:r>
        <w:tab/>
        <w:t>1.013e0</w:t>
      </w:r>
    </w:p>
    <w:p w:rsidR="00B77C08" w:rsidRDefault="00B77C08" w:rsidP="00B77C08">
      <w:r>
        <w:t>316.2645</w:t>
      </w:r>
      <w:r>
        <w:tab/>
        <w:t>3.038e0</w:t>
      </w:r>
    </w:p>
    <w:p w:rsidR="00B77C08" w:rsidRDefault="00B77C08" w:rsidP="00B77C08">
      <w:r>
        <w:t>316.2702</w:t>
      </w:r>
      <w:r>
        <w:tab/>
        <w:t>1.013e0</w:t>
      </w:r>
    </w:p>
    <w:p w:rsidR="00B77C08" w:rsidRDefault="00B77C08" w:rsidP="00B77C08">
      <w:r>
        <w:t>316.2736</w:t>
      </w:r>
      <w:r>
        <w:tab/>
        <w:t>1.013e0</w:t>
      </w:r>
    </w:p>
    <w:p w:rsidR="00B77C08" w:rsidRDefault="00B77C08" w:rsidP="00B77C08">
      <w:r>
        <w:t>316.3904</w:t>
      </w:r>
      <w:r>
        <w:tab/>
        <w:t>2.025e0</w:t>
      </w:r>
    </w:p>
    <w:p w:rsidR="00B77C08" w:rsidRDefault="00B77C08" w:rsidP="00B77C08">
      <w:r>
        <w:t>316.4453</w:t>
      </w:r>
      <w:r>
        <w:tab/>
        <w:t>1.013e0</w:t>
      </w:r>
    </w:p>
    <w:p w:rsidR="00B77C08" w:rsidRDefault="00B77C08" w:rsidP="00B77C08">
      <w:r>
        <w:t>316.5396</w:t>
      </w:r>
      <w:r>
        <w:tab/>
        <w:t>2.025e0</w:t>
      </w:r>
    </w:p>
    <w:p w:rsidR="00B77C08" w:rsidRDefault="00B77C08" w:rsidP="00B77C08">
      <w:r>
        <w:t>316.5716</w:t>
      </w:r>
      <w:r>
        <w:tab/>
        <w:t>1.013e0</w:t>
      </w:r>
    </w:p>
    <w:p w:rsidR="00B77C08" w:rsidRDefault="00B77C08" w:rsidP="00B77C08">
      <w:r>
        <w:t>316.6109</w:t>
      </w:r>
      <w:r>
        <w:tab/>
        <w:t>1.013e0</w:t>
      </w:r>
    </w:p>
    <w:p w:rsidR="00B77C08" w:rsidRDefault="00B77C08" w:rsidP="00B77C08">
      <w:r>
        <w:lastRenderedPageBreak/>
        <w:t>316.6343</w:t>
      </w:r>
      <w:r>
        <w:tab/>
        <w:t>1.013e0</w:t>
      </w:r>
    </w:p>
    <w:p w:rsidR="00B77C08" w:rsidRDefault="00B77C08" w:rsidP="00B77C08">
      <w:r>
        <w:t>316.7714</w:t>
      </w:r>
      <w:r>
        <w:tab/>
        <w:t>1.013e0</w:t>
      </w:r>
    </w:p>
    <w:p w:rsidR="00B77C08" w:rsidRDefault="00B77C08" w:rsidP="00B77C08">
      <w:r>
        <w:t>316.8695</w:t>
      </w:r>
      <w:r>
        <w:tab/>
        <w:t>1.013e0</w:t>
      </w:r>
    </w:p>
    <w:p w:rsidR="00B77C08" w:rsidRDefault="00B77C08" w:rsidP="00B77C08">
      <w:r>
        <w:t>316.8864</w:t>
      </w:r>
      <w:r>
        <w:tab/>
        <w:t>1.013e0</w:t>
      </w:r>
    </w:p>
    <w:p w:rsidR="00B77C08" w:rsidRDefault="00B77C08" w:rsidP="00B77C08">
      <w:r>
        <w:t>316.8938</w:t>
      </w:r>
      <w:r>
        <w:tab/>
        <w:t>1.013e0</w:t>
      </w:r>
    </w:p>
    <w:p w:rsidR="00B77C08" w:rsidRDefault="00B77C08" w:rsidP="00B77C08">
      <w:r>
        <w:t>316.9225</w:t>
      </w:r>
      <w:r>
        <w:tab/>
        <w:t>1.013e0</w:t>
      </w:r>
    </w:p>
    <w:p w:rsidR="00B77C08" w:rsidRDefault="00B77C08" w:rsidP="00B77C08">
      <w:r>
        <w:t>316.9534</w:t>
      </w:r>
      <w:r>
        <w:tab/>
        <w:t>2.025e0</w:t>
      </w:r>
    </w:p>
    <w:p w:rsidR="00B77C08" w:rsidRDefault="00B77C08" w:rsidP="00B77C08">
      <w:r>
        <w:t>316.9892</w:t>
      </w:r>
      <w:r>
        <w:tab/>
        <w:t>1.013e0</w:t>
      </w:r>
    </w:p>
    <w:p w:rsidR="00B77C08" w:rsidRDefault="00B77C08" w:rsidP="00B77C08">
      <w:r>
        <w:t>317.0226</w:t>
      </w:r>
      <w:r>
        <w:tab/>
        <w:t>1.013e0</w:t>
      </w:r>
    </w:p>
    <w:p w:rsidR="00B77C08" w:rsidRDefault="00B77C08" w:rsidP="00B77C08">
      <w:r>
        <w:t>317.0502</w:t>
      </w:r>
      <w:r>
        <w:tab/>
        <w:t>3.038e0</w:t>
      </w:r>
    </w:p>
    <w:p w:rsidR="00B77C08" w:rsidRDefault="00B77C08" w:rsidP="00B77C08">
      <w:r>
        <w:t>317.1072</w:t>
      </w:r>
      <w:r>
        <w:tab/>
        <w:t>2.025e0</w:t>
      </w:r>
    </w:p>
    <w:p w:rsidR="00B77C08" w:rsidRDefault="00B77C08" w:rsidP="00B77C08">
      <w:r>
        <w:t>317.1210</w:t>
      </w:r>
      <w:r>
        <w:tab/>
        <w:t>6.076e0</w:t>
      </w:r>
    </w:p>
    <w:p w:rsidR="00B77C08" w:rsidRDefault="00B77C08" w:rsidP="00B77C08">
      <w:r>
        <w:t>317.1250</w:t>
      </w:r>
      <w:r>
        <w:tab/>
        <w:t>1.473e1</w:t>
      </w:r>
    </w:p>
    <w:p w:rsidR="00B77C08" w:rsidRDefault="00B77C08" w:rsidP="00B77C08">
      <w:r>
        <w:t>317.1394</w:t>
      </w:r>
      <w:r>
        <w:tab/>
        <w:t>1.013e0</w:t>
      </w:r>
    </w:p>
    <w:p w:rsidR="00B77C08" w:rsidRDefault="00B77C08" w:rsidP="00B77C08">
      <w:r>
        <w:t>317.1877</w:t>
      </w:r>
      <w:r>
        <w:tab/>
        <w:t>1.013e0</w:t>
      </w:r>
    </w:p>
    <w:p w:rsidR="00B77C08" w:rsidRDefault="00B77C08" w:rsidP="00B77C08">
      <w:r>
        <w:t>317.2077</w:t>
      </w:r>
      <w:r>
        <w:tab/>
        <w:t>1.013e0</w:t>
      </w:r>
    </w:p>
    <w:p w:rsidR="00B77C08" w:rsidRDefault="00B77C08" w:rsidP="00B77C08">
      <w:r>
        <w:t>317.2159</w:t>
      </w:r>
      <w:r>
        <w:tab/>
        <w:t>1.013e0</w:t>
      </w:r>
    </w:p>
    <w:p w:rsidR="00B77C08" w:rsidRDefault="00B77C08" w:rsidP="00B77C08">
      <w:r>
        <w:t>317.2645</w:t>
      </w:r>
      <w:r>
        <w:tab/>
        <w:t>1.013e0</w:t>
      </w:r>
    </w:p>
    <w:p w:rsidR="00B77C08" w:rsidRDefault="00B77C08" w:rsidP="00B77C08">
      <w:r>
        <w:t>317.3167</w:t>
      </w:r>
      <w:r>
        <w:tab/>
        <w:t>1.013e0</w:t>
      </w:r>
    </w:p>
    <w:p w:rsidR="00B77C08" w:rsidRDefault="00B77C08" w:rsidP="00B77C08">
      <w:r>
        <w:lastRenderedPageBreak/>
        <w:t>317.4099</w:t>
      </w:r>
      <w:r>
        <w:tab/>
        <w:t>1.013e0</w:t>
      </w:r>
    </w:p>
    <w:p w:rsidR="00B77C08" w:rsidRDefault="00B77C08" w:rsidP="00B77C08">
      <w:r>
        <w:t>317.4196</w:t>
      </w:r>
      <w:r>
        <w:tab/>
        <w:t>1.013e0</w:t>
      </w:r>
    </w:p>
    <w:p w:rsidR="00B77C08" w:rsidRDefault="00B77C08" w:rsidP="00B77C08">
      <w:r>
        <w:t>317.4335</w:t>
      </w:r>
      <w:r>
        <w:tab/>
        <w:t>1.013e0</w:t>
      </w:r>
    </w:p>
    <w:p w:rsidR="00B77C08" w:rsidRDefault="00B77C08" w:rsidP="00B77C08">
      <w:r>
        <w:t>317.4878</w:t>
      </w:r>
      <w:r>
        <w:tab/>
        <w:t>2.025e0</w:t>
      </w:r>
    </w:p>
    <w:p w:rsidR="00B77C08" w:rsidRDefault="00B77C08" w:rsidP="00B77C08">
      <w:r>
        <w:t>317.4947</w:t>
      </w:r>
      <w:r>
        <w:tab/>
        <w:t>1.013e0</w:t>
      </w:r>
    </w:p>
    <w:p w:rsidR="00B77C08" w:rsidRDefault="00B77C08" w:rsidP="00B77C08">
      <w:r>
        <w:t>317.5349</w:t>
      </w:r>
      <w:r>
        <w:tab/>
        <w:t>1.013e0</w:t>
      </w:r>
    </w:p>
    <w:p w:rsidR="00B77C08" w:rsidRDefault="00B77C08" w:rsidP="00B77C08">
      <w:r>
        <w:t>317.5669</w:t>
      </w:r>
      <w:r>
        <w:tab/>
        <w:t>1.013e0</w:t>
      </w:r>
    </w:p>
    <w:p w:rsidR="00B77C08" w:rsidRDefault="00B77C08" w:rsidP="00B77C08">
      <w:r>
        <w:t>317.6842</w:t>
      </w:r>
      <w:r>
        <w:tab/>
        <w:t>1.013e0</w:t>
      </w:r>
    </w:p>
    <w:p w:rsidR="00B77C08" w:rsidRDefault="00B77C08" w:rsidP="00B77C08">
      <w:r>
        <w:t>317.7317</w:t>
      </w:r>
      <w:r>
        <w:tab/>
        <w:t>1.013e0</w:t>
      </w:r>
    </w:p>
    <w:p w:rsidR="00B77C08" w:rsidRDefault="00B77C08" w:rsidP="00B77C08">
      <w:r>
        <w:t>317.8014</w:t>
      </w:r>
      <w:r>
        <w:tab/>
        <w:t>2.025e0</w:t>
      </w:r>
    </w:p>
    <w:p w:rsidR="00B77C08" w:rsidRDefault="00B77C08" w:rsidP="00B77C08">
      <w:r>
        <w:t>317.8968</w:t>
      </w:r>
      <w:r>
        <w:tab/>
        <w:t>1.013e0</w:t>
      </w:r>
    </w:p>
    <w:p w:rsidR="00B77C08" w:rsidRDefault="00B77C08" w:rsidP="00B77C08">
      <w:r>
        <w:t>317.9779</w:t>
      </w:r>
      <w:r>
        <w:tab/>
        <w:t>1.013e0</w:t>
      </w:r>
    </w:p>
    <w:p w:rsidR="00B77C08" w:rsidRDefault="00B77C08" w:rsidP="00B77C08">
      <w:r>
        <w:t>318.0459</w:t>
      </w:r>
      <w:r>
        <w:tab/>
        <w:t>1.013e0</w:t>
      </w:r>
    </w:p>
    <w:p w:rsidR="00B77C08" w:rsidRDefault="00B77C08" w:rsidP="00B77C08">
      <w:r>
        <w:t>318.1105</w:t>
      </w:r>
      <w:r>
        <w:tab/>
        <w:t>1.013e0</w:t>
      </w:r>
    </w:p>
    <w:p w:rsidR="00B77C08" w:rsidRDefault="00B77C08" w:rsidP="00B77C08">
      <w:r>
        <w:t>318.1309</w:t>
      </w:r>
      <w:r>
        <w:tab/>
        <w:t>2.025e0</w:t>
      </w:r>
    </w:p>
    <w:p w:rsidR="00B77C08" w:rsidRDefault="00B77C08" w:rsidP="00B77C08">
      <w:r>
        <w:t>318.1387</w:t>
      </w:r>
      <w:r>
        <w:tab/>
        <w:t>1.013e0</w:t>
      </w:r>
    </w:p>
    <w:p w:rsidR="00B77C08" w:rsidRDefault="00B77C08" w:rsidP="00B77C08">
      <w:r>
        <w:t>318.1668</w:t>
      </w:r>
      <w:r>
        <w:tab/>
        <w:t>1.013e0</w:t>
      </w:r>
    </w:p>
    <w:p w:rsidR="00B77C08" w:rsidRDefault="00B77C08" w:rsidP="00B77C08">
      <w:r>
        <w:t>318.1896</w:t>
      </w:r>
      <w:r>
        <w:tab/>
        <w:t>3.038e0</w:t>
      </w:r>
    </w:p>
    <w:p w:rsidR="00B77C08" w:rsidRDefault="00B77C08" w:rsidP="00B77C08">
      <w:r>
        <w:t>318.2300</w:t>
      </w:r>
      <w:r>
        <w:tab/>
        <w:t>2.025e0</w:t>
      </w:r>
    </w:p>
    <w:p w:rsidR="00B77C08" w:rsidRDefault="00B77C08" w:rsidP="00B77C08">
      <w:r>
        <w:lastRenderedPageBreak/>
        <w:t>318.2678</w:t>
      </w:r>
      <w:r>
        <w:tab/>
        <w:t>3.038e0</w:t>
      </w:r>
    </w:p>
    <w:p w:rsidR="00B77C08" w:rsidRDefault="00B77C08" w:rsidP="00B77C08">
      <w:r>
        <w:t>318.2823</w:t>
      </w:r>
      <w:r>
        <w:tab/>
        <w:t>2.025e0</w:t>
      </w:r>
    </w:p>
    <w:p w:rsidR="00B77C08" w:rsidRDefault="00B77C08" w:rsidP="00B77C08">
      <w:r>
        <w:t>318.3048</w:t>
      </w:r>
      <w:r>
        <w:tab/>
        <w:t>1.013e0</w:t>
      </w:r>
    </w:p>
    <w:p w:rsidR="00B77C08" w:rsidRDefault="00B77C08" w:rsidP="00B77C08">
      <w:r>
        <w:t>318.3331</w:t>
      </w:r>
      <w:r>
        <w:tab/>
        <w:t>2.025e0</w:t>
      </w:r>
    </w:p>
    <w:p w:rsidR="00B77C08" w:rsidRDefault="00B77C08" w:rsidP="00B77C08">
      <w:r>
        <w:t>318.3570</w:t>
      </w:r>
      <w:r>
        <w:tab/>
        <w:t>3.038e0</w:t>
      </w:r>
    </w:p>
    <w:p w:rsidR="00B77C08" w:rsidRDefault="00B77C08" w:rsidP="00B77C08">
      <w:r>
        <w:t>318.4167</w:t>
      </w:r>
      <w:r>
        <w:tab/>
        <w:t>4.051e0</w:t>
      </w:r>
    </w:p>
    <w:p w:rsidR="00B77C08" w:rsidRDefault="00B77C08" w:rsidP="00B77C08">
      <w:r>
        <w:t>318.4290</w:t>
      </w:r>
      <w:r>
        <w:tab/>
        <w:t>1.013e0</w:t>
      </w:r>
    </w:p>
    <w:p w:rsidR="00B77C08" w:rsidRDefault="00B77C08" w:rsidP="00B77C08">
      <w:r>
        <w:t>318.4620</w:t>
      </w:r>
      <w:r>
        <w:tab/>
        <w:t>2.025e0</w:t>
      </w:r>
    </w:p>
    <w:p w:rsidR="00B77C08" w:rsidRDefault="00B77C08" w:rsidP="00B77C08">
      <w:r>
        <w:t>318.5471</w:t>
      </w:r>
      <w:r>
        <w:tab/>
        <w:t>2.025e0</w:t>
      </w:r>
    </w:p>
    <w:p w:rsidR="00B77C08" w:rsidRDefault="00B77C08" w:rsidP="00B77C08">
      <w:r>
        <w:t>318.6045</w:t>
      </w:r>
      <w:r>
        <w:tab/>
        <w:t>2.025e0</w:t>
      </w:r>
    </w:p>
    <w:p w:rsidR="00B77C08" w:rsidRDefault="00B77C08" w:rsidP="00B77C08">
      <w:r>
        <w:t>318.6393</w:t>
      </w:r>
      <w:r>
        <w:tab/>
        <w:t>1.013e0</w:t>
      </w:r>
    </w:p>
    <w:p w:rsidR="00B77C08" w:rsidRDefault="00B77C08" w:rsidP="00B77C08">
      <w:r>
        <w:t>318.6468</w:t>
      </w:r>
      <w:r>
        <w:tab/>
        <w:t>1.013e0</w:t>
      </w:r>
    </w:p>
    <w:p w:rsidR="00B77C08" w:rsidRDefault="00B77C08" w:rsidP="00B77C08">
      <w:r>
        <w:t>318.7545</w:t>
      </w:r>
      <w:r>
        <w:tab/>
        <w:t>2.025e0</w:t>
      </w:r>
    </w:p>
    <w:p w:rsidR="00B77C08" w:rsidRDefault="00B77C08" w:rsidP="00B77C08">
      <w:r>
        <w:t>318.8282</w:t>
      </w:r>
      <w:r>
        <w:tab/>
        <w:t>1.013e0</w:t>
      </w:r>
    </w:p>
    <w:p w:rsidR="00B77C08" w:rsidRDefault="00B77C08" w:rsidP="00B77C08">
      <w:r>
        <w:t>318.8564</w:t>
      </w:r>
      <w:r>
        <w:tab/>
        <w:t>1.013e0</w:t>
      </w:r>
    </w:p>
    <w:p w:rsidR="00B77C08" w:rsidRDefault="00B77C08" w:rsidP="00B77C08">
      <w:r>
        <w:t>318.8610</w:t>
      </w:r>
      <w:r>
        <w:tab/>
        <w:t>1.013e0</w:t>
      </w:r>
    </w:p>
    <w:p w:rsidR="00B77C08" w:rsidRDefault="00B77C08" w:rsidP="00B77C08">
      <w:r>
        <w:t>318.8917</w:t>
      </w:r>
      <w:r>
        <w:tab/>
        <w:t>3.038e0</w:t>
      </w:r>
    </w:p>
    <w:p w:rsidR="00B77C08" w:rsidRDefault="00B77C08" w:rsidP="00B77C08">
      <w:r>
        <w:t>318.9018</w:t>
      </w:r>
      <w:r>
        <w:tab/>
        <w:t>3.038e0</w:t>
      </w:r>
    </w:p>
    <w:p w:rsidR="00B77C08" w:rsidRDefault="00B77C08" w:rsidP="00B77C08">
      <w:r>
        <w:t>318.9411</w:t>
      </w:r>
      <w:r>
        <w:tab/>
        <w:t>2.025e0</w:t>
      </w:r>
    </w:p>
    <w:p w:rsidR="00B77C08" w:rsidRDefault="00B77C08" w:rsidP="00B77C08">
      <w:r>
        <w:lastRenderedPageBreak/>
        <w:t>318.9456</w:t>
      </w:r>
      <w:r>
        <w:tab/>
        <w:t>1.013e0</w:t>
      </w:r>
    </w:p>
    <w:p w:rsidR="00B77C08" w:rsidRDefault="00B77C08" w:rsidP="00B77C08">
      <w:r>
        <w:t>318.9897</w:t>
      </w:r>
      <w:r>
        <w:tab/>
        <w:t>3.038e0</w:t>
      </w:r>
    </w:p>
    <w:p w:rsidR="00B77C08" w:rsidRDefault="00B77C08" w:rsidP="00B77C08">
      <w:r>
        <w:t>319.0077</w:t>
      </w:r>
      <w:r>
        <w:tab/>
        <w:t>1.013e0</w:t>
      </w:r>
    </w:p>
    <w:p w:rsidR="00B77C08" w:rsidRDefault="00B77C08" w:rsidP="00B77C08">
      <w:r>
        <w:t>319.0522</w:t>
      </w:r>
      <w:r>
        <w:tab/>
        <w:t>2.025e0</w:t>
      </w:r>
    </w:p>
    <w:p w:rsidR="00B77C08" w:rsidRDefault="00B77C08" w:rsidP="00B77C08">
      <w:r>
        <w:t>319.0757</w:t>
      </w:r>
      <w:r>
        <w:tab/>
        <w:t>3.038e0</w:t>
      </w:r>
    </w:p>
    <w:p w:rsidR="00B77C08" w:rsidRDefault="00B77C08" w:rsidP="00B77C08">
      <w:r>
        <w:t>319.0888</w:t>
      </w:r>
      <w:r>
        <w:tab/>
        <w:t>2.025e0</w:t>
      </w:r>
    </w:p>
    <w:p w:rsidR="00B77C08" w:rsidRDefault="00B77C08" w:rsidP="00B77C08">
      <w:r>
        <w:t>319.1064</w:t>
      </w:r>
      <w:r>
        <w:tab/>
        <w:t>1.013e0</w:t>
      </w:r>
    </w:p>
    <w:p w:rsidR="00B77C08" w:rsidRDefault="00B77C08" w:rsidP="00B77C08">
      <w:r>
        <w:t>319.1210</w:t>
      </w:r>
      <w:r>
        <w:tab/>
        <w:t>3.038e0</w:t>
      </w:r>
    </w:p>
    <w:p w:rsidR="00B77C08" w:rsidRDefault="00B77C08" w:rsidP="00B77C08">
      <w:r>
        <w:t>319.1335</w:t>
      </w:r>
      <w:r>
        <w:tab/>
        <w:t>2.025e0</w:t>
      </w:r>
    </w:p>
    <w:p w:rsidR="00B77C08" w:rsidRDefault="00B77C08" w:rsidP="00B77C08">
      <w:r>
        <w:t>319.1631</w:t>
      </w:r>
      <w:r>
        <w:tab/>
        <w:t>4.051e0</w:t>
      </w:r>
    </w:p>
    <w:p w:rsidR="00B77C08" w:rsidRDefault="00B77C08" w:rsidP="00B77C08">
      <w:r>
        <w:t>319.1697</w:t>
      </w:r>
      <w:r>
        <w:tab/>
        <w:t>1.013e0</w:t>
      </w:r>
    </w:p>
    <w:p w:rsidR="00B77C08" w:rsidRDefault="00B77C08" w:rsidP="00B77C08">
      <w:r>
        <w:t>319.1988</w:t>
      </w:r>
      <w:r>
        <w:tab/>
        <w:t>2.025e0</w:t>
      </w:r>
    </w:p>
    <w:p w:rsidR="00B77C08" w:rsidRDefault="00B77C08" w:rsidP="00B77C08">
      <w:r>
        <w:t>319.2078</w:t>
      </w:r>
      <w:r>
        <w:tab/>
        <w:t>1.013e0</w:t>
      </w:r>
    </w:p>
    <w:p w:rsidR="00B77C08" w:rsidRDefault="00B77C08" w:rsidP="00B77C08">
      <w:r>
        <w:t>319.2090</w:t>
      </w:r>
      <w:r>
        <w:tab/>
        <w:t>3.038e0</w:t>
      </w:r>
    </w:p>
    <w:p w:rsidR="00B77C08" w:rsidRDefault="00B77C08" w:rsidP="00B77C08">
      <w:r>
        <w:t>319.2690</w:t>
      </w:r>
      <w:r>
        <w:tab/>
        <w:t>2.025e0</w:t>
      </w:r>
    </w:p>
    <w:p w:rsidR="00B77C08" w:rsidRDefault="00B77C08" w:rsidP="00B77C08">
      <w:r>
        <w:t>319.2928</w:t>
      </w:r>
      <w:r>
        <w:tab/>
        <w:t>2.025e0</w:t>
      </w:r>
    </w:p>
    <w:p w:rsidR="00B77C08" w:rsidRDefault="00B77C08" w:rsidP="00B77C08">
      <w:r>
        <w:t>319.3489</w:t>
      </w:r>
      <w:r>
        <w:tab/>
        <w:t>1.013e0</w:t>
      </w:r>
    </w:p>
    <w:p w:rsidR="00B77C08" w:rsidRDefault="00B77C08" w:rsidP="00B77C08">
      <w:r>
        <w:t>319.3539</w:t>
      </w:r>
      <w:r>
        <w:tab/>
        <w:t>1.013e0</w:t>
      </w:r>
    </w:p>
    <w:p w:rsidR="00B77C08" w:rsidRDefault="00B77C08" w:rsidP="00B77C08">
      <w:r>
        <w:t>319.4216</w:t>
      </w:r>
      <w:r>
        <w:tab/>
        <w:t>1.013e0</w:t>
      </w:r>
    </w:p>
    <w:p w:rsidR="00B77C08" w:rsidRDefault="00B77C08" w:rsidP="00B77C08">
      <w:r>
        <w:lastRenderedPageBreak/>
        <w:t>319.4641</w:t>
      </w:r>
      <w:r>
        <w:tab/>
        <w:t>1.013e0</w:t>
      </w:r>
    </w:p>
    <w:p w:rsidR="00B77C08" w:rsidRDefault="00B77C08" w:rsidP="00B77C08">
      <w:r>
        <w:t>319.4984</w:t>
      </w:r>
      <w:r>
        <w:tab/>
        <w:t>1.013e0</w:t>
      </w:r>
    </w:p>
    <w:p w:rsidR="00B77C08" w:rsidRDefault="00B77C08" w:rsidP="00B77C08">
      <w:r>
        <w:t>319.5507</w:t>
      </w:r>
      <w:r>
        <w:tab/>
        <w:t>1.013e0</w:t>
      </w:r>
    </w:p>
    <w:p w:rsidR="00B77C08" w:rsidRDefault="00B77C08" w:rsidP="00B77C08">
      <w:r>
        <w:t>319.5791</w:t>
      </w:r>
      <w:r>
        <w:tab/>
        <w:t>1.013e0</w:t>
      </w:r>
    </w:p>
    <w:p w:rsidR="00B77C08" w:rsidRDefault="00B77C08" w:rsidP="00B77C08">
      <w:r>
        <w:t>319.6593</w:t>
      </w:r>
      <w:r>
        <w:tab/>
        <w:t>1.013e0</w:t>
      </w:r>
    </w:p>
    <w:p w:rsidR="00B77C08" w:rsidRDefault="00B77C08" w:rsidP="00B77C08">
      <w:r>
        <w:t>319.7236</w:t>
      </w:r>
      <w:r>
        <w:tab/>
        <w:t>1.013e0</w:t>
      </w:r>
    </w:p>
    <w:p w:rsidR="00B77C08" w:rsidRDefault="00B77C08" w:rsidP="00B77C08">
      <w:r>
        <w:t>319.8670</w:t>
      </w:r>
      <w:r>
        <w:tab/>
        <w:t>2.025e0</w:t>
      </w:r>
    </w:p>
    <w:p w:rsidR="00B77C08" w:rsidRDefault="00B77C08" w:rsidP="00B77C08">
      <w:r>
        <w:t>319.8917</w:t>
      </w:r>
      <w:r>
        <w:tab/>
        <w:t>1.013e0</w:t>
      </w:r>
    </w:p>
    <w:p w:rsidR="00B77C08" w:rsidRDefault="00B77C08" w:rsidP="00B77C08">
      <w:r>
        <w:t>319.9211</w:t>
      </w:r>
      <w:r>
        <w:tab/>
        <w:t>2.025e0</w:t>
      </w:r>
    </w:p>
    <w:p w:rsidR="00B77C08" w:rsidRDefault="00B77C08" w:rsidP="00B77C08">
      <w:r>
        <w:t>319.9598</w:t>
      </w:r>
      <w:r>
        <w:tab/>
        <w:t>2.025e0</w:t>
      </w:r>
    </w:p>
    <w:p w:rsidR="00B77C08" w:rsidRDefault="00B77C08" w:rsidP="00B77C08">
      <w:r>
        <w:t>319.9721</w:t>
      </w:r>
      <w:r>
        <w:tab/>
        <w:t>1.013e0</w:t>
      </w:r>
    </w:p>
    <w:p w:rsidR="00B77C08" w:rsidRDefault="00B77C08" w:rsidP="00B77C08">
      <w:r>
        <w:t>319.9784</w:t>
      </w:r>
      <w:r>
        <w:tab/>
        <w:t>1.013e0</w:t>
      </w:r>
    </w:p>
    <w:p w:rsidR="00B77C08" w:rsidRDefault="00B77C08" w:rsidP="00B77C08">
      <w:r>
        <w:t>320.0189</w:t>
      </w:r>
      <w:r>
        <w:tab/>
        <w:t>1.013e0</w:t>
      </w:r>
    </w:p>
    <w:p w:rsidR="00B77C08" w:rsidRDefault="00B77C08" w:rsidP="00B77C08">
      <w:r>
        <w:t>320.0452</w:t>
      </w:r>
      <w:r>
        <w:tab/>
        <w:t>3.038e0</w:t>
      </w:r>
    </w:p>
    <w:p w:rsidR="00B77C08" w:rsidRDefault="00B77C08" w:rsidP="00B77C08">
      <w:r>
        <w:t>320.1155</w:t>
      </w:r>
      <w:r>
        <w:tab/>
        <w:t>5.063e0</w:t>
      </w:r>
    </w:p>
    <w:p w:rsidR="00B77C08" w:rsidRDefault="00B77C08" w:rsidP="00B77C08">
      <w:r>
        <w:t>320.1193</w:t>
      </w:r>
      <w:r>
        <w:tab/>
        <w:t>1.013e0</w:t>
      </w:r>
    </w:p>
    <w:p w:rsidR="00B77C08" w:rsidRDefault="00B77C08" w:rsidP="00B77C08">
      <w:r>
        <w:t>320.1567</w:t>
      </w:r>
      <w:r>
        <w:tab/>
        <w:t>6.076e0</w:t>
      </w:r>
    </w:p>
    <w:p w:rsidR="00B77C08" w:rsidRDefault="00B77C08" w:rsidP="00B77C08">
      <w:r>
        <w:t>320.1803</w:t>
      </w:r>
      <w:r>
        <w:tab/>
        <w:t>1.013e0</w:t>
      </w:r>
    </w:p>
    <w:p w:rsidR="00B77C08" w:rsidRDefault="00B77C08" w:rsidP="00B77C08">
      <w:r>
        <w:t>320.2045</w:t>
      </w:r>
      <w:r>
        <w:tab/>
        <w:t>1.013e0</w:t>
      </w:r>
    </w:p>
    <w:p w:rsidR="00B77C08" w:rsidRDefault="00B77C08" w:rsidP="00B77C08">
      <w:r>
        <w:lastRenderedPageBreak/>
        <w:t>320.2324</w:t>
      </w:r>
      <w:r>
        <w:tab/>
        <w:t>2.025e0</w:t>
      </w:r>
    </w:p>
    <w:p w:rsidR="00B77C08" w:rsidRDefault="00B77C08" w:rsidP="00B77C08">
      <w:r>
        <w:t>320.2445</w:t>
      </w:r>
      <w:r>
        <w:tab/>
        <w:t>2.025e0</w:t>
      </w:r>
    </w:p>
    <w:p w:rsidR="00B77C08" w:rsidRDefault="00B77C08" w:rsidP="00B77C08">
      <w:r>
        <w:t>320.2525</w:t>
      </w:r>
      <w:r>
        <w:tab/>
        <w:t>2.025e0</w:t>
      </w:r>
    </w:p>
    <w:p w:rsidR="00B77C08" w:rsidRDefault="00B77C08" w:rsidP="00B77C08">
      <w:r>
        <w:t>320.2966</w:t>
      </w:r>
      <w:r>
        <w:tab/>
        <w:t>1.013e0</w:t>
      </w:r>
    </w:p>
    <w:p w:rsidR="00B77C08" w:rsidRDefault="00B77C08" w:rsidP="00B77C08">
      <w:r>
        <w:t>320.4060</w:t>
      </w:r>
      <w:r>
        <w:tab/>
        <w:t>1.013e0</w:t>
      </w:r>
    </w:p>
    <w:p w:rsidR="00B77C08" w:rsidRDefault="00B77C08" w:rsidP="00B77C08">
      <w:r>
        <w:t>320.4292</w:t>
      </w:r>
      <w:r>
        <w:tab/>
        <w:t>1.013e0</w:t>
      </w:r>
    </w:p>
    <w:p w:rsidR="00B77C08" w:rsidRDefault="00B77C08" w:rsidP="00B77C08">
      <w:r>
        <w:t>320.4466</w:t>
      </w:r>
      <w:r>
        <w:tab/>
        <w:t>1.013e0</w:t>
      </w:r>
    </w:p>
    <w:p w:rsidR="00B77C08" w:rsidRDefault="00B77C08" w:rsidP="00B77C08">
      <w:r>
        <w:t>320.4987</w:t>
      </w:r>
      <w:r>
        <w:tab/>
        <w:t>2.025e0</w:t>
      </w:r>
    </w:p>
    <w:p w:rsidR="00B77C08" w:rsidRDefault="00B77C08" w:rsidP="00B77C08">
      <w:r>
        <w:t>320.5258</w:t>
      </w:r>
      <w:r>
        <w:tab/>
        <w:t>2.025e0</w:t>
      </w:r>
    </w:p>
    <w:p w:rsidR="00B77C08" w:rsidRDefault="00B77C08" w:rsidP="00B77C08">
      <w:r>
        <w:t>320.7652</w:t>
      </w:r>
      <w:r>
        <w:tab/>
        <w:t>1.013e0</w:t>
      </w:r>
    </w:p>
    <w:p w:rsidR="00B77C08" w:rsidRDefault="00B77C08" w:rsidP="00B77C08">
      <w:r>
        <w:t>320.9188</w:t>
      </w:r>
      <w:r>
        <w:tab/>
        <w:t>1.013e0</w:t>
      </w:r>
    </w:p>
    <w:p w:rsidR="00B77C08" w:rsidRDefault="00B77C08" w:rsidP="00B77C08">
      <w:r>
        <w:t>320.9396</w:t>
      </w:r>
      <w:r>
        <w:tab/>
        <w:t>1.013e0</w:t>
      </w:r>
    </w:p>
    <w:p w:rsidR="00B77C08" w:rsidRDefault="00B77C08" w:rsidP="00B77C08">
      <w:r>
        <w:t>321.0035</w:t>
      </w:r>
      <w:r>
        <w:tab/>
        <w:t>1.013e0</w:t>
      </w:r>
    </w:p>
    <w:p w:rsidR="00B77C08" w:rsidRDefault="00B77C08" w:rsidP="00B77C08">
      <w:r>
        <w:t>321.0377</w:t>
      </w:r>
      <w:r>
        <w:tab/>
        <w:t>1.013e0</w:t>
      </w:r>
    </w:p>
    <w:p w:rsidR="00B77C08" w:rsidRDefault="00B77C08" w:rsidP="00B77C08">
      <w:r>
        <w:t>321.0485</w:t>
      </w:r>
      <w:r>
        <w:tab/>
        <w:t>3.038e0</w:t>
      </w:r>
    </w:p>
    <w:p w:rsidR="00B77C08" w:rsidRDefault="00B77C08" w:rsidP="00B77C08">
      <w:r>
        <w:t>321.0962</w:t>
      </w:r>
      <w:r>
        <w:tab/>
        <w:t>1.013e0</w:t>
      </w:r>
    </w:p>
    <w:p w:rsidR="00B77C08" w:rsidRDefault="00B77C08" w:rsidP="00B77C08">
      <w:r>
        <w:t>321.1286</w:t>
      </w:r>
      <w:r>
        <w:tab/>
        <w:t>4.051e0</w:t>
      </w:r>
    </w:p>
    <w:p w:rsidR="00B77C08" w:rsidRDefault="00B77C08" w:rsidP="00B77C08">
      <w:r>
        <w:t>321.1305</w:t>
      </w:r>
      <w:r>
        <w:tab/>
        <w:t>2.025e0</w:t>
      </w:r>
    </w:p>
    <w:p w:rsidR="00B77C08" w:rsidRDefault="00B77C08" w:rsidP="00B77C08">
      <w:r>
        <w:t>321.1484</w:t>
      </w:r>
      <w:r>
        <w:tab/>
        <w:t>1.013e0</w:t>
      </w:r>
    </w:p>
    <w:p w:rsidR="00B77C08" w:rsidRDefault="00B77C08" w:rsidP="00B77C08">
      <w:r>
        <w:lastRenderedPageBreak/>
        <w:t>321.1711</w:t>
      </w:r>
      <w:r>
        <w:tab/>
        <w:t>1.013e0</w:t>
      </w:r>
    </w:p>
    <w:p w:rsidR="00B77C08" w:rsidRDefault="00B77C08" w:rsidP="00B77C08">
      <w:r>
        <w:t>321.2098</w:t>
      </w:r>
      <w:r>
        <w:tab/>
        <w:t>4.051e0</w:t>
      </w:r>
    </w:p>
    <w:p w:rsidR="00B77C08" w:rsidRDefault="00B77C08" w:rsidP="00B77C08">
      <w:r>
        <w:t>321.2233</w:t>
      </w:r>
      <w:r>
        <w:tab/>
        <w:t>1.013e0</w:t>
      </w:r>
    </w:p>
    <w:p w:rsidR="00B77C08" w:rsidRDefault="00B77C08" w:rsidP="00B77C08">
      <w:r>
        <w:t>321.2822</w:t>
      </w:r>
      <w:r>
        <w:tab/>
        <w:t>2.025e0</w:t>
      </w:r>
    </w:p>
    <w:p w:rsidR="00B77C08" w:rsidRDefault="00B77C08" w:rsidP="00B77C08">
      <w:r>
        <w:t>321.2953</w:t>
      </w:r>
      <w:r>
        <w:tab/>
        <w:t>2.025e0</w:t>
      </w:r>
    </w:p>
    <w:p w:rsidR="00B77C08" w:rsidRDefault="00B77C08" w:rsidP="00B77C08">
      <w:r>
        <w:t>321.4479</w:t>
      </w:r>
      <w:r>
        <w:tab/>
        <w:t>1.013e0</w:t>
      </w:r>
    </w:p>
    <w:p w:rsidR="00B77C08" w:rsidRDefault="00B77C08" w:rsidP="00B77C08">
      <w:r>
        <w:t>321.5050</w:t>
      </w:r>
      <w:r>
        <w:tab/>
        <w:t>1.013e0</w:t>
      </w:r>
    </w:p>
    <w:p w:rsidR="00B77C08" w:rsidRDefault="00B77C08" w:rsidP="00B77C08">
      <w:r>
        <w:t>321.5484</w:t>
      </w:r>
      <w:r>
        <w:tab/>
        <w:t>1.013e0</w:t>
      </w:r>
    </w:p>
    <w:p w:rsidR="00B77C08" w:rsidRDefault="00B77C08" w:rsidP="00B77C08">
      <w:r>
        <w:t>321.6384</w:t>
      </w:r>
      <w:r>
        <w:tab/>
        <w:t>1.013e0</w:t>
      </w:r>
    </w:p>
    <w:p w:rsidR="00B77C08" w:rsidRDefault="00B77C08" w:rsidP="00B77C08">
      <w:r>
        <w:t>321.6662</w:t>
      </w:r>
      <w:r>
        <w:tab/>
        <w:t>1.013e0</w:t>
      </w:r>
    </w:p>
    <w:p w:rsidR="00B77C08" w:rsidRDefault="00B77C08" w:rsidP="00B77C08">
      <w:r>
        <w:t>321.6762</w:t>
      </w:r>
      <w:r>
        <w:tab/>
        <w:t>1.013e0</w:t>
      </w:r>
    </w:p>
    <w:p w:rsidR="00B77C08" w:rsidRDefault="00B77C08" w:rsidP="00B77C08">
      <w:r>
        <w:t>321.7995</w:t>
      </w:r>
      <w:r>
        <w:tab/>
        <w:t>1.013e0</w:t>
      </w:r>
    </w:p>
    <w:p w:rsidR="00B77C08" w:rsidRDefault="00B77C08" w:rsidP="00B77C08">
      <w:r>
        <w:t>321.8162</w:t>
      </w:r>
      <w:r>
        <w:tab/>
        <w:t>1.013e0</w:t>
      </w:r>
    </w:p>
    <w:p w:rsidR="00B77C08" w:rsidRDefault="00B77C08" w:rsidP="00B77C08">
      <w:r>
        <w:t>321.8763</w:t>
      </w:r>
      <w:r>
        <w:tab/>
        <w:t>1.013e0</w:t>
      </w:r>
    </w:p>
    <w:p w:rsidR="00B77C08" w:rsidRDefault="00B77C08" w:rsidP="00B77C08">
      <w:r>
        <w:t>321.8969</w:t>
      </w:r>
      <w:r>
        <w:tab/>
        <w:t>2.025e0</w:t>
      </w:r>
    </w:p>
    <w:p w:rsidR="00B77C08" w:rsidRDefault="00B77C08" w:rsidP="00B77C08">
      <w:r>
        <w:t>321.9051</w:t>
      </w:r>
      <w:r>
        <w:tab/>
        <w:t>1.013e0</w:t>
      </w:r>
    </w:p>
    <w:p w:rsidR="00B77C08" w:rsidRDefault="00B77C08" w:rsidP="00B77C08">
      <w:r>
        <w:t>321.9087</w:t>
      </w:r>
      <w:r>
        <w:tab/>
        <w:t>1.013e0</w:t>
      </w:r>
    </w:p>
    <w:p w:rsidR="00B77C08" w:rsidRDefault="00B77C08" w:rsidP="00B77C08">
      <w:r>
        <w:t>321.9995</w:t>
      </w:r>
      <w:r>
        <w:tab/>
        <w:t>2.025e0</w:t>
      </w:r>
    </w:p>
    <w:p w:rsidR="00B77C08" w:rsidRDefault="00B77C08" w:rsidP="00B77C08">
      <w:r>
        <w:t>322.0075</w:t>
      </w:r>
      <w:r>
        <w:tab/>
        <w:t>2.025e0</w:t>
      </w:r>
    </w:p>
    <w:p w:rsidR="00B77C08" w:rsidRDefault="00B77C08" w:rsidP="00B77C08">
      <w:r>
        <w:lastRenderedPageBreak/>
        <w:t>322.0385</w:t>
      </w:r>
      <w:r>
        <w:tab/>
        <w:t>1.013e0</w:t>
      </w:r>
    </w:p>
    <w:p w:rsidR="00B77C08" w:rsidRDefault="00B77C08" w:rsidP="00B77C08">
      <w:r>
        <w:t>322.0825</w:t>
      </w:r>
      <w:r>
        <w:tab/>
        <w:t>1.013e0</w:t>
      </w:r>
    </w:p>
    <w:p w:rsidR="00B77C08" w:rsidRDefault="00B77C08" w:rsidP="00B77C08">
      <w:r>
        <w:t>322.1268</w:t>
      </w:r>
      <w:r>
        <w:tab/>
        <w:t>4.051e0</w:t>
      </w:r>
    </w:p>
    <w:p w:rsidR="00B77C08" w:rsidRDefault="00B77C08" w:rsidP="00B77C08">
      <w:r>
        <w:t>322.1519</w:t>
      </w:r>
      <w:r>
        <w:tab/>
        <w:t>3.038e0</w:t>
      </w:r>
    </w:p>
    <w:p w:rsidR="00B77C08" w:rsidRDefault="00B77C08" w:rsidP="00B77C08">
      <w:r>
        <w:t>322.1713</w:t>
      </w:r>
      <w:r>
        <w:tab/>
        <w:t>1.013e0</w:t>
      </w:r>
    </w:p>
    <w:p w:rsidR="00B77C08" w:rsidRDefault="00B77C08" w:rsidP="00B77C08">
      <w:r>
        <w:t>322.1762</w:t>
      </w:r>
      <w:r>
        <w:tab/>
        <w:t>1.013e0</w:t>
      </w:r>
    </w:p>
    <w:p w:rsidR="00B77C08" w:rsidRDefault="00B77C08" w:rsidP="00B77C08">
      <w:r>
        <w:t>322.2116</w:t>
      </w:r>
      <w:r>
        <w:tab/>
        <w:t>1.013e0</w:t>
      </w:r>
    </w:p>
    <w:p w:rsidR="00B77C08" w:rsidRDefault="00B77C08" w:rsidP="00B77C08">
      <w:r>
        <w:t>322.2487</w:t>
      </w:r>
      <w:r>
        <w:tab/>
        <w:t>1.013e0</w:t>
      </w:r>
    </w:p>
    <w:p w:rsidR="00B77C08" w:rsidRDefault="00B77C08" w:rsidP="00B77C08">
      <w:r>
        <w:t>322.2635</w:t>
      </w:r>
      <w:r>
        <w:tab/>
        <w:t>1.013e0</w:t>
      </w:r>
    </w:p>
    <w:p w:rsidR="00B77C08" w:rsidRDefault="00B77C08" w:rsidP="00B77C08">
      <w:r>
        <w:t>322.2770</w:t>
      </w:r>
      <w:r>
        <w:tab/>
        <w:t>1.013e0</w:t>
      </w:r>
    </w:p>
    <w:p w:rsidR="00B77C08" w:rsidRDefault="00B77C08" w:rsidP="00B77C08">
      <w:r>
        <w:t>322.3921</w:t>
      </w:r>
      <w:r>
        <w:tab/>
        <w:t>1.013e0</w:t>
      </w:r>
    </w:p>
    <w:p w:rsidR="00B77C08" w:rsidRDefault="00B77C08" w:rsidP="00B77C08">
      <w:r>
        <w:t>322.4381</w:t>
      </w:r>
      <w:r>
        <w:tab/>
        <w:t>1.013e0</w:t>
      </w:r>
    </w:p>
    <w:p w:rsidR="00B77C08" w:rsidRDefault="00B77C08" w:rsidP="00B77C08">
      <w:r>
        <w:t>322.4503</w:t>
      </w:r>
      <w:r>
        <w:tab/>
        <w:t>1.013e0</w:t>
      </w:r>
    </w:p>
    <w:p w:rsidR="00B77C08" w:rsidRDefault="00B77C08" w:rsidP="00B77C08">
      <w:r>
        <w:t>322.4969</w:t>
      </w:r>
      <w:r>
        <w:tab/>
        <w:t>1.013e0</w:t>
      </w:r>
    </w:p>
    <w:p w:rsidR="00B77C08" w:rsidRDefault="00B77C08" w:rsidP="00B77C08">
      <w:r>
        <w:t>322.5721</w:t>
      </w:r>
      <w:r>
        <w:tab/>
        <w:t>1.013e0</w:t>
      </w:r>
    </w:p>
    <w:p w:rsidR="00B77C08" w:rsidRDefault="00B77C08" w:rsidP="00B77C08">
      <w:r>
        <w:t>322.6886</w:t>
      </w:r>
      <w:r>
        <w:tab/>
        <w:t>2.025e0</w:t>
      </w:r>
    </w:p>
    <w:p w:rsidR="00B77C08" w:rsidRDefault="00B77C08" w:rsidP="00B77C08">
      <w:r>
        <w:t>322.6975</w:t>
      </w:r>
      <w:r>
        <w:tab/>
        <w:t>1.013e0</w:t>
      </w:r>
    </w:p>
    <w:p w:rsidR="00B77C08" w:rsidRDefault="00B77C08" w:rsidP="00B77C08">
      <w:r>
        <w:t>322.7253</w:t>
      </w:r>
      <w:r>
        <w:tab/>
        <w:t>1.013e0</w:t>
      </w:r>
    </w:p>
    <w:p w:rsidR="00B77C08" w:rsidRDefault="00B77C08" w:rsidP="00B77C08">
      <w:r>
        <w:t>322.9450</w:t>
      </w:r>
      <w:r>
        <w:tab/>
        <w:t>1.013e0</w:t>
      </w:r>
    </w:p>
    <w:p w:rsidR="00B77C08" w:rsidRDefault="00B77C08" w:rsidP="00B77C08">
      <w:r>
        <w:lastRenderedPageBreak/>
        <w:t>322.9742</w:t>
      </w:r>
      <w:r>
        <w:tab/>
        <w:t>1.013e0</w:t>
      </w:r>
    </w:p>
    <w:p w:rsidR="00B77C08" w:rsidRDefault="00B77C08" w:rsidP="00B77C08">
      <w:r>
        <w:t>323.0090</w:t>
      </w:r>
      <w:r>
        <w:tab/>
        <w:t>1.013e0</w:t>
      </w:r>
    </w:p>
    <w:p w:rsidR="00B77C08" w:rsidRDefault="00B77C08" w:rsidP="00B77C08">
      <w:r>
        <w:t>323.0325</w:t>
      </w:r>
      <w:r>
        <w:tab/>
        <w:t>1.013e0</w:t>
      </w:r>
    </w:p>
    <w:p w:rsidR="00B77C08" w:rsidRDefault="00B77C08" w:rsidP="00B77C08">
      <w:r>
        <w:t>323.0611</w:t>
      </w:r>
      <w:r>
        <w:tab/>
        <w:t>1.013e0</w:t>
      </w:r>
    </w:p>
    <w:p w:rsidR="00B77C08" w:rsidRDefault="00B77C08" w:rsidP="00B77C08">
      <w:r>
        <w:t>323.0635</w:t>
      </w:r>
      <w:r>
        <w:tab/>
        <w:t>4.051e0</w:t>
      </w:r>
    </w:p>
    <w:p w:rsidR="00B77C08" w:rsidRDefault="00B77C08" w:rsidP="00B77C08">
      <w:r>
        <w:t>323.1435</w:t>
      </w:r>
      <w:r>
        <w:tab/>
        <w:t>9.114e0</w:t>
      </w:r>
    </w:p>
    <w:p w:rsidR="00B77C08" w:rsidRDefault="00B77C08" w:rsidP="00B77C08">
      <w:r>
        <w:t>323.1582</w:t>
      </w:r>
      <w:r>
        <w:tab/>
        <w:t>3.038e0</w:t>
      </w:r>
    </w:p>
    <w:p w:rsidR="00B77C08" w:rsidRDefault="00B77C08" w:rsidP="00B77C08">
      <w:r>
        <w:t>323.1609</w:t>
      </w:r>
      <w:r>
        <w:tab/>
        <w:t>4.051e0</w:t>
      </w:r>
    </w:p>
    <w:p w:rsidR="00B77C08" w:rsidRDefault="00B77C08" w:rsidP="00B77C08">
      <w:r>
        <w:t>323.2071</w:t>
      </w:r>
      <w:r>
        <w:tab/>
        <w:t>5.063e0</w:t>
      </w:r>
    </w:p>
    <w:p w:rsidR="00B77C08" w:rsidRDefault="00B77C08" w:rsidP="00B77C08">
      <w:r>
        <w:t>323.2087</w:t>
      </w:r>
      <w:r>
        <w:tab/>
        <w:t>2.025e0</w:t>
      </w:r>
    </w:p>
    <w:p w:rsidR="00B77C08" w:rsidRDefault="00B77C08" w:rsidP="00B77C08">
      <w:r>
        <w:t>323.2511</w:t>
      </w:r>
      <w:r>
        <w:tab/>
        <w:t>1.013e0</w:t>
      </w:r>
    </w:p>
    <w:p w:rsidR="00B77C08" w:rsidRDefault="00B77C08" w:rsidP="00B77C08">
      <w:r>
        <w:t>323.2897</w:t>
      </w:r>
      <w:r>
        <w:tab/>
        <w:t>1.013e0</w:t>
      </w:r>
    </w:p>
    <w:p w:rsidR="00B77C08" w:rsidRDefault="00B77C08" w:rsidP="00B77C08">
      <w:r>
        <w:t>323.3279</w:t>
      </w:r>
      <w:r>
        <w:tab/>
        <w:t>1.013e0</w:t>
      </w:r>
    </w:p>
    <w:p w:rsidR="00B77C08" w:rsidRDefault="00B77C08" w:rsidP="00B77C08">
      <w:r>
        <w:t>323.3712</w:t>
      </w:r>
      <w:r>
        <w:tab/>
        <w:t>2.025e0</w:t>
      </w:r>
    </w:p>
    <w:p w:rsidR="00B77C08" w:rsidRDefault="00B77C08" w:rsidP="00B77C08">
      <w:r>
        <w:t>323.4526</w:t>
      </w:r>
      <w:r>
        <w:tab/>
        <w:t>1.013e0</w:t>
      </w:r>
    </w:p>
    <w:p w:rsidR="00B77C08" w:rsidRDefault="00B77C08" w:rsidP="00B77C08">
      <w:r>
        <w:t>323.4566</w:t>
      </w:r>
      <w:r>
        <w:tab/>
        <w:t>2.025e0</w:t>
      </w:r>
    </w:p>
    <w:p w:rsidR="00B77C08" w:rsidRDefault="00B77C08" w:rsidP="00B77C08">
      <w:r>
        <w:t>323.4580</w:t>
      </w:r>
      <w:r>
        <w:tab/>
        <w:t>1.013e0</w:t>
      </w:r>
    </w:p>
    <w:p w:rsidR="00B77C08" w:rsidRDefault="00B77C08" w:rsidP="00B77C08">
      <w:r>
        <w:t>323.5170</w:t>
      </w:r>
      <w:r>
        <w:tab/>
        <w:t>2.025e0</w:t>
      </w:r>
    </w:p>
    <w:p w:rsidR="00B77C08" w:rsidRDefault="00B77C08" w:rsidP="00B77C08">
      <w:r>
        <w:t>323.5869</w:t>
      </w:r>
      <w:r>
        <w:tab/>
        <w:t>1.013e0</w:t>
      </w:r>
    </w:p>
    <w:p w:rsidR="00B77C08" w:rsidRDefault="00B77C08" w:rsidP="00B77C08">
      <w:r>
        <w:lastRenderedPageBreak/>
        <w:t>323.6283</w:t>
      </w:r>
      <w:r>
        <w:tab/>
        <w:t>1.013e0</w:t>
      </w:r>
    </w:p>
    <w:p w:rsidR="00B77C08" w:rsidRDefault="00B77C08" w:rsidP="00B77C08">
      <w:r>
        <w:t>323.6395</w:t>
      </w:r>
      <w:r>
        <w:tab/>
        <w:t>1.013e0</w:t>
      </w:r>
    </w:p>
    <w:p w:rsidR="00B77C08" w:rsidRDefault="00B77C08" w:rsidP="00B77C08">
      <w:r>
        <w:t>323.6840</w:t>
      </w:r>
      <w:r>
        <w:tab/>
        <w:t>2.025e0</w:t>
      </w:r>
    </w:p>
    <w:p w:rsidR="00B77C08" w:rsidRDefault="00B77C08" w:rsidP="00B77C08">
      <w:r>
        <w:t>323.6921</w:t>
      </w:r>
      <w:r>
        <w:tab/>
        <w:t>1.013e0</w:t>
      </w:r>
    </w:p>
    <w:p w:rsidR="00B77C08" w:rsidRDefault="00B77C08" w:rsidP="00B77C08">
      <w:r>
        <w:t>323.7285</w:t>
      </w:r>
      <w:r>
        <w:tab/>
        <w:t>1.013e0</w:t>
      </w:r>
    </w:p>
    <w:p w:rsidR="00B77C08" w:rsidRDefault="00B77C08" w:rsidP="00B77C08">
      <w:r>
        <w:t>323.8540</w:t>
      </w:r>
      <w:r>
        <w:tab/>
        <w:t>1.013e0</w:t>
      </w:r>
    </w:p>
    <w:p w:rsidR="00B77C08" w:rsidRDefault="00B77C08" w:rsidP="00B77C08">
      <w:r>
        <w:t>323.8966</w:t>
      </w:r>
      <w:r>
        <w:tab/>
        <w:t>1.013e0</w:t>
      </w:r>
    </w:p>
    <w:p w:rsidR="00B77C08" w:rsidRDefault="00B77C08" w:rsidP="00B77C08">
      <w:r>
        <w:t>323.9556</w:t>
      </w:r>
      <w:r>
        <w:tab/>
        <w:t>1.013e0</w:t>
      </w:r>
    </w:p>
    <w:p w:rsidR="00B77C08" w:rsidRDefault="00B77C08" w:rsidP="00B77C08">
      <w:r>
        <w:t>324.0118</w:t>
      </w:r>
      <w:r>
        <w:tab/>
        <w:t>1.013e0</w:t>
      </w:r>
    </w:p>
    <w:p w:rsidR="00B77C08" w:rsidRDefault="00B77C08" w:rsidP="00B77C08">
      <w:r>
        <w:t>324.0139</w:t>
      </w:r>
      <w:r>
        <w:tab/>
        <w:t>2.025e0</w:t>
      </w:r>
    </w:p>
    <w:p w:rsidR="00B77C08" w:rsidRDefault="00B77C08" w:rsidP="00B77C08">
      <w:r>
        <w:t>324.0164</w:t>
      </w:r>
      <w:r>
        <w:tab/>
        <w:t>1.013e0</w:t>
      </w:r>
    </w:p>
    <w:p w:rsidR="00B77C08" w:rsidRDefault="00B77C08" w:rsidP="00B77C08">
      <w:r>
        <w:t>324.0429</w:t>
      </w:r>
      <w:r>
        <w:tab/>
        <w:t>2.025e0</w:t>
      </w:r>
    </w:p>
    <w:p w:rsidR="00B77C08" w:rsidRDefault="00B77C08" w:rsidP="00B77C08">
      <w:r>
        <w:t>324.0898</w:t>
      </w:r>
      <w:r>
        <w:tab/>
        <w:t>2.025e0</w:t>
      </w:r>
    </w:p>
    <w:p w:rsidR="00B77C08" w:rsidRDefault="00B77C08" w:rsidP="00B77C08">
      <w:r>
        <w:t>324.0968</w:t>
      </w:r>
      <w:r>
        <w:tab/>
        <w:t>1.013e0</w:t>
      </w:r>
    </w:p>
    <w:p w:rsidR="00B77C08" w:rsidRDefault="00B77C08" w:rsidP="00B77C08">
      <w:r>
        <w:t>324.1338</w:t>
      </w:r>
      <w:r>
        <w:tab/>
        <w:t>2.025e0</w:t>
      </w:r>
    </w:p>
    <w:p w:rsidR="00B77C08" w:rsidRDefault="00B77C08" w:rsidP="00B77C08">
      <w:r>
        <w:t>324.1364</w:t>
      </w:r>
      <w:r>
        <w:tab/>
        <w:t>1.013e0</w:t>
      </w:r>
    </w:p>
    <w:p w:rsidR="00B77C08" w:rsidRDefault="00B77C08" w:rsidP="00B77C08">
      <w:r>
        <w:t>324.1414</w:t>
      </w:r>
      <w:r>
        <w:tab/>
        <w:t>1.013e0</w:t>
      </w:r>
    </w:p>
    <w:p w:rsidR="00B77C08" w:rsidRDefault="00B77C08" w:rsidP="00B77C08">
      <w:r>
        <w:t>324.2264</w:t>
      </w:r>
      <w:r>
        <w:tab/>
        <w:t>1.013e0</w:t>
      </w:r>
    </w:p>
    <w:p w:rsidR="00B77C08" w:rsidRDefault="00B77C08" w:rsidP="00B77C08">
      <w:r>
        <w:t>324.2303</w:t>
      </w:r>
      <w:r>
        <w:tab/>
        <w:t>1.013e0</w:t>
      </w:r>
    </w:p>
    <w:p w:rsidR="00B77C08" w:rsidRDefault="00B77C08" w:rsidP="00B77C08">
      <w:r>
        <w:lastRenderedPageBreak/>
        <w:t>324.2592</w:t>
      </w:r>
      <w:r>
        <w:tab/>
        <w:t>1.013e0</w:t>
      </w:r>
    </w:p>
    <w:p w:rsidR="00B77C08" w:rsidRDefault="00B77C08" w:rsidP="00B77C08">
      <w:r>
        <w:t>324.2610</w:t>
      </w:r>
      <w:r>
        <w:tab/>
        <w:t>2.025e0</w:t>
      </w:r>
    </w:p>
    <w:p w:rsidR="00B77C08" w:rsidRDefault="00B77C08" w:rsidP="00B77C08">
      <w:r>
        <w:t>324.2811</w:t>
      </w:r>
      <w:r>
        <w:tab/>
        <w:t>2.025e0</w:t>
      </w:r>
    </w:p>
    <w:p w:rsidR="00B77C08" w:rsidRDefault="00B77C08" w:rsidP="00B77C08">
      <w:r>
        <w:t>324.2943</w:t>
      </w:r>
      <w:r>
        <w:tab/>
        <w:t>1.013e0</w:t>
      </w:r>
    </w:p>
    <w:p w:rsidR="00B77C08" w:rsidRDefault="00B77C08" w:rsidP="00B77C08">
      <w:r>
        <w:t>324.3275</w:t>
      </w:r>
      <w:r>
        <w:tab/>
        <w:t>1.013e0</w:t>
      </w:r>
    </w:p>
    <w:p w:rsidR="00B77C08" w:rsidRDefault="00B77C08" w:rsidP="00B77C08">
      <w:r>
        <w:t>324.3470</w:t>
      </w:r>
      <w:r>
        <w:tab/>
        <w:t>1.013e0</w:t>
      </w:r>
    </w:p>
    <w:p w:rsidR="00B77C08" w:rsidRDefault="00B77C08" w:rsidP="00B77C08">
      <w:r>
        <w:t>324.3564</w:t>
      </w:r>
      <w:r>
        <w:tab/>
        <w:t>1.013e0</w:t>
      </w:r>
    </w:p>
    <w:p w:rsidR="00B77C08" w:rsidRDefault="00B77C08" w:rsidP="00B77C08">
      <w:r>
        <w:t>324.3949</w:t>
      </w:r>
      <w:r>
        <w:tab/>
        <w:t>2.025e0</w:t>
      </w:r>
    </w:p>
    <w:p w:rsidR="00B77C08" w:rsidRDefault="00B77C08" w:rsidP="00B77C08">
      <w:r>
        <w:t>324.4437</w:t>
      </w:r>
      <w:r>
        <w:tab/>
        <w:t>2.025e0</w:t>
      </w:r>
    </w:p>
    <w:p w:rsidR="00B77C08" w:rsidRDefault="00B77C08" w:rsidP="00B77C08">
      <w:r>
        <w:t>324.4572</w:t>
      </w:r>
      <w:r>
        <w:tab/>
        <w:t>1.013e0</w:t>
      </w:r>
    </w:p>
    <w:p w:rsidR="00B77C08" w:rsidRDefault="00B77C08" w:rsidP="00B77C08">
      <w:r>
        <w:t>324.5051</w:t>
      </w:r>
      <w:r>
        <w:tab/>
        <w:t>1.013e0</w:t>
      </w:r>
    </w:p>
    <w:p w:rsidR="00B77C08" w:rsidRDefault="00B77C08" w:rsidP="00B77C08">
      <w:r>
        <w:t>324.5705</w:t>
      </w:r>
      <w:r>
        <w:tab/>
        <w:t>1.013e0</w:t>
      </w:r>
    </w:p>
    <w:p w:rsidR="00B77C08" w:rsidRDefault="00B77C08" w:rsidP="00B77C08">
      <w:r>
        <w:t>324.5739</w:t>
      </w:r>
      <w:r>
        <w:tab/>
        <w:t>2.025e0</w:t>
      </w:r>
    </w:p>
    <w:p w:rsidR="00B77C08" w:rsidRDefault="00B77C08" w:rsidP="00B77C08">
      <w:r>
        <w:t>324.6191</w:t>
      </w:r>
      <w:r>
        <w:tab/>
        <w:t>2.025e0</w:t>
      </w:r>
    </w:p>
    <w:p w:rsidR="00B77C08" w:rsidRDefault="00B77C08" w:rsidP="00B77C08">
      <w:r>
        <w:t>324.6237</w:t>
      </w:r>
      <w:r>
        <w:tab/>
        <w:t>1.418e1</w:t>
      </w:r>
    </w:p>
    <w:p w:rsidR="00B77C08" w:rsidRDefault="00B77C08" w:rsidP="00B77C08">
      <w:r>
        <w:t>324.6808</w:t>
      </w:r>
      <w:r>
        <w:tab/>
        <w:t>1.013e0</w:t>
      </w:r>
    </w:p>
    <w:p w:rsidR="00B77C08" w:rsidRDefault="00B77C08" w:rsidP="00B77C08">
      <w:r>
        <w:t>324.6872</w:t>
      </w:r>
      <w:r>
        <w:tab/>
        <w:t>1.013e0</w:t>
      </w:r>
    </w:p>
    <w:p w:rsidR="00B77C08" w:rsidRDefault="00B77C08" w:rsidP="00B77C08">
      <w:r>
        <w:t>324.7399</w:t>
      </w:r>
      <w:r>
        <w:tab/>
        <w:t>1.013e0</w:t>
      </w:r>
    </w:p>
    <w:p w:rsidR="00B77C08" w:rsidRDefault="00B77C08" w:rsidP="00B77C08">
      <w:r>
        <w:t>324.7528</w:t>
      </w:r>
      <w:r>
        <w:tab/>
        <w:t>1.013e0</w:t>
      </w:r>
    </w:p>
    <w:p w:rsidR="00B77C08" w:rsidRDefault="00B77C08" w:rsidP="00B77C08">
      <w:r>
        <w:lastRenderedPageBreak/>
        <w:t>324.7927</w:t>
      </w:r>
      <w:r>
        <w:tab/>
        <w:t>2.025e0</w:t>
      </w:r>
    </w:p>
    <w:p w:rsidR="00B77C08" w:rsidRDefault="00B77C08" w:rsidP="00B77C08">
      <w:r>
        <w:t>324.8256</w:t>
      </w:r>
      <w:r>
        <w:tab/>
        <w:t>1.013e0</w:t>
      </w:r>
    </w:p>
    <w:p w:rsidR="00B77C08" w:rsidRDefault="00B77C08" w:rsidP="00B77C08">
      <w:r>
        <w:t>324.8742</w:t>
      </w:r>
      <w:r>
        <w:tab/>
        <w:t>1.013e0</w:t>
      </w:r>
    </w:p>
    <w:p w:rsidR="00B77C08" w:rsidRDefault="00B77C08" w:rsidP="00B77C08">
      <w:r>
        <w:t>324.8914</w:t>
      </w:r>
      <w:r>
        <w:tab/>
        <w:t>2.025e0</w:t>
      </w:r>
    </w:p>
    <w:p w:rsidR="00B77C08" w:rsidRDefault="00B77C08" w:rsidP="00B77C08">
      <w:r>
        <w:t>324.9066</w:t>
      </w:r>
      <w:r>
        <w:tab/>
        <w:t>1.013e0</w:t>
      </w:r>
    </w:p>
    <w:p w:rsidR="00B77C08" w:rsidRDefault="00B77C08" w:rsidP="00B77C08">
      <w:r>
        <w:t>324.9553</w:t>
      </w:r>
      <w:r>
        <w:tab/>
        <w:t>1.013e0</w:t>
      </w:r>
    </w:p>
    <w:p w:rsidR="00B77C08" w:rsidRDefault="00B77C08" w:rsidP="00B77C08">
      <w:r>
        <w:t>324.9958</w:t>
      </w:r>
      <w:r>
        <w:tab/>
        <w:t>3.038e0</w:t>
      </w:r>
    </w:p>
    <w:p w:rsidR="00B77C08" w:rsidRDefault="00B77C08" w:rsidP="00B77C08">
      <w:r>
        <w:t>325.0208</w:t>
      </w:r>
      <w:r>
        <w:tab/>
        <w:t>1.013e0</w:t>
      </w:r>
    </w:p>
    <w:p w:rsidR="00B77C08" w:rsidRDefault="00B77C08" w:rsidP="00B77C08">
      <w:r>
        <w:t>325.0362</w:t>
      </w:r>
      <w:r>
        <w:tab/>
        <w:t>1.013e0</w:t>
      </w:r>
    </w:p>
    <w:p w:rsidR="00B77C08" w:rsidRDefault="00B77C08" w:rsidP="00B77C08">
      <w:r>
        <w:t>325.0442</w:t>
      </w:r>
      <w:r>
        <w:tab/>
        <w:t>1.013e0</w:t>
      </w:r>
    </w:p>
    <w:p w:rsidR="00B77C08" w:rsidRDefault="00B77C08" w:rsidP="00B77C08">
      <w:r>
        <w:t>325.0686</w:t>
      </w:r>
      <w:r>
        <w:tab/>
        <w:t>1.013e0</w:t>
      </w:r>
    </w:p>
    <w:p w:rsidR="00B77C08" w:rsidRDefault="00B77C08" w:rsidP="00B77C08">
      <w:r>
        <w:t>325.1184</w:t>
      </w:r>
      <w:r>
        <w:tab/>
        <w:t>3.038e0</w:t>
      </w:r>
    </w:p>
    <w:p w:rsidR="00B77C08" w:rsidRDefault="00B77C08" w:rsidP="00B77C08">
      <w:r>
        <w:t>325.1223</w:t>
      </w:r>
      <w:r>
        <w:tab/>
        <w:t>3.038e0</w:t>
      </w:r>
    </w:p>
    <w:p w:rsidR="00B77C08" w:rsidRDefault="00B77C08" w:rsidP="00B77C08">
      <w:r>
        <w:t>325.1248</w:t>
      </w:r>
      <w:r>
        <w:tab/>
        <w:t>7.089e0</w:t>
      </w:r>
    </w:p>
    <w:p w:rsidR="00B77C08" w:rsidRDefault="00B77C08" w:rsidP="00B77C08">
      <w:r>
        <w:t>325.2143</w:t>
      </w:r>
      <w:r>
        <w:tab/>
        <w:t>1.013e0</w:t>
      </w:r>
    </w:p>
    <w:p w:rsidR="00B77C08" w:rsidRDefault="00B77C08" w:rsidP="00B77C08">
      <w:r>
        <w:t>325.2474</w:t>
      </w:r>
      <w:r>
        <w:tab/>
        <w:t>1.013e0</w:t>
      </w:r>
    </w:p>
    <w:p w:rsidR="00B77C08" w:rsidRDefault="00B77C08" w:rsidP="00B77C08">
      <w:r>
        <w:t>325.2757</w:t>
      </w:r>
      <w:r>
        <w:tab/>
        <w:t>2.025e0</w:t>
      </w:r>
    </w:p>
    <w:p w:rsidR="00B77C08" w:rsidRDefault="00B77C08" w:rsidP="00B77C08">
      <w:r>
        <w:t>325.3230</w:t>
      </w:r>
      <w:r>
        <w:tab/>
        <w:t>3.038e0</w:t>
      </w:r>
    </w:p>
    <w:p w:rsidR="00B77C08" w:rsidRDefault="00B77C08" w:rsidP="00B77C08">
      <w:r>
        <w:t>325.3249</w:t>
      </w:r>
      <w:r>
        <w:tab/>
        <w:t>4.352e0</w:t>
      </w:r>
    </w:p>
    <w:p w:rsidR="00B77C08" w:rsidRDefault="00B77C08" w:rsidP="00B77C08">
      <w:r>
        <w:lastRenderedPageBreak/>
        <w:t>325.3268</w:t>
      </w:r>
      <w:r>
        <w:tab/>
        <w:t>7.089e0</w:t>
      </w:r>
    </w:p>
    <w:p w:rsidR="00B77C08" w:rsidRDefault="00B77C08" w:rsidP="00B77C08">
      <w:r>
        <w:t>325.4197</w:t>
      </w:r>
      <w:r>
        <w:tab/>
        <w:t>1.013e0</w:t>
      </w:r>
    </w:p>
    <w:p w:rsidR="00B77C08" w:rsidRDefault="00B77C08" w:rsidP="00B77C08">
      <w:r>
        <w:t>325.4432</w:t>
      </w:r>
      <w:r>
        <w:tab/>
        <w:t>1.013e0</w:t>
      </w:r>
    </w:p>
    <w:p w:rsidR="00B77C08" w:rsidRDefault="00B77C08" w:rsidP="00B77C08">
      <w:r>
        <w:t>325.4785</w:t>
      </w:r>
      <w:r>
        <w:tab/>
        <w:t>1.013e0</w:t>
      </w:r>
    </w:p>
    <w:p w:rsidR="00B77C08" w:rsidRDefault="00B77C08" w:rsidP="00B77C08">
      <w:r>
        <w:t>325.5489</w:t>
      </w:r>
      <w:r>
        <w:tab/>
        <w:t>1.013e0</w:t>
      </w:r>
    </w:p>
    <w:p w:rsidR="00B77C08" w:rsidRDefault="00B77C08" w:rsidP="00B77C08">
      <w:r>
        <w:t>325.5985</w:t>
      </w:r>
      <w:r>
        <w:tab/>
        <w:t>3.038e0</w:t>
      </w:r>
    </w:p>
    <w:p w:rsidR="00B77C08" w:rsidRDefault="00B77C08" w:rsidP="00B77C08">
      <w:r>
        <w:t>325.6448</w:t>
      </w:r>
      <w:r>
        <w:tab/>
        <w:t>2.025e0</w:t>
      </w:r>
    </w:p>
    <w:p w:rsidR="00B77C08" w:rsidRDefault="00B77C08" w:rsidP="00B77C08">
      <w:r>
        <w:t>325.6689</w:t>
      </w:r>
      <w:r>
        <w:tab/>
        <w:t>1.013e0</w:t>
      </w:r>
    </w:p>
    <w:p w:rsidR="00B77C08" w:rsidRDefault="00B77C08" w:rsidP="00B77C08">
      <w:r>
        <w:t>325.7016</w:t>
      </w:r>
      <w:r>
        <w:tab/>
        <w:t>1.013e0</w:t>
      </w:r>
    </w:p>
    <w:p w:rsidR="00B77C08" w:rsidRDefault="00B77C08" w:rsidP="00B77C08">
      <w:r>
        <w:t>325.8710</w:t>
      </w:r>
      <w:r>
        <w:tab/>
        <w:t>1.013e0</w:t>
      </w:r>
    </w:p>
    <w:p w:rsidR="00B77C08" w:rsidRDefault="00B77C08" w:rsidP="00B77C08">
      <w:r>
        <w:t>325.9034</w:t>
      </w:r>
      <w:r>
        <w:tab/>
        <w:t>1.013e0</w:t>
      </w:r>
    </w:p>
    <w:p w:rsidR="00B77C08" w:rsidRDefault="00B77C08" w:rsidP="00B77C08">
      <w:r>
        <w:t>325.9563</w:t>
      </w:r>
      <w:r>
        <w:tab/>
        <w:t>2.025e0</w:t>
      </w:r>
    </w:p>
    <w:p w:rsidR="00B77C08" w:rsidRDefault="00B77C08" w:rsidP="00B77C08">
      <w:r>
        <w:t>326.0369</w:t>
      </w:r>
      <w:r>
        <w:tab/>
        <w:t>1.013e0</w:t>
      </w:r>
    </w:p>
    <w:p w:rsidR="00B77C08" w:rsidRDefault="00B77C08" w:rsidP="00B77C08">
      <w:r>
        <w:t>326.0520</w:t>
      </w:r>
      <w:r>
        <w:tab/>
        <w:t>3.038e0</w:t>
      </w:r>
    </w:p>
    <w:p w:rsidR="00B77C08" w:rsidRDefault="00B77C08" w:rsidP="00B77C08">
      <w:r>
        <w:t>326.1018</w:t>
      </w:r>
      <w:r>
        <w:tab/>
        <w:t>1.013e0</w:t>
      </w:r>
    </w:p>
    <w:p w:rsidR="00B77C08" w:rsidRDefault="00B77C08" w:rsidP="00B77C08">
      <w:r>
        <w:t>326.1046</w:t>
      </w:r>
      <w:r>
        <w:tab/>
        <w:t>4.051e0</w:t>
      </w:r>
    </w:p>
    <w:p w:rsidR="00B77C08" w:rsidRDefault="00B77C08" w:rsidP="00B77C08">
      <w:r>
        <w:t>326.1430</w:t>
      </w:r>
      <w:r>
        <w:tab/>
        <w:t>1.013e0</w:t>
      </w:r>
    </w:p>
    <w:p w:rsidR="00B77C08" w:rsidRDefault="00B77C08" w:rsidP="00B77C08">
      <w:r>
        <w:t>326.1523</w:t>
      </w:r>
      <w:r>
        <w:tab/>
        <w:t>2.025e0</w:t>
      </w:r>
    </w:p>
    <w:p w:rsidR="00B77C08" w:rsidRDefault="00B77C08" w:rsidP="00B77C08">
      <w:r>
        <w:t>326.1783</w:t>
      </w:r>
      <w:r>
        <w:tab/>
        <w:t>1.013e0</w:t>
      </w:r>
    </w:p>
    <w:p w:rsidR="00B77C08" w:rsidRDefault="00B77C08" w:rsidP="00B77C08">
      <w:r>
        <w:lastRenderedPageBreak/>
        <w:t>326.1871</w:t>
      </w:r>
      <w:r>
        <w:tab/>
        <w:t>2.025e0</w:t>
      </w:r>
    </w:p>
    <w:p w:rsidR="00B77C08" w:rsidRDefault="00B77C08" w:rsidP="00B77C08">
      <w:r>
        <w:t>326.2155</w:t>
      </w:r>
      <w:r>
        <w:tab/>
        <w:t>1.013e0</w:t>
      </w:r>
    </w:p>
    <w:p w:rsidR="00B77C08" w:rsidRDefault="00B77C08" w:rsidP="00B77C08">
      <w:r>
        <w:t>326.2194</w:t>
      </w:r>
      <w:r>
        <w:tab/>
        <w:t>2.025e0</w:t>
      </w:r>
    </w:p>
    <w:p w:rsidR="00B77C08" w:rsidRDefault="00B77C08" w:rsidP="00B77C08">
      <w:r>
        <w:t>326.2484</w:t>
      </w:r>
      <w:r>
        <w:tab/>
        <w:t>1.013e0</w:t>
      </w:r>
    </w:p>
    <w:p w:rsidR="00B77C08" w:rsidRDefault="00B77C08" w:rsidP="00B77C08">
      <w:r>
        <w:t>326.2720</w:t>
      </w:r>
      <w:r>
        <w:tab/>
        <w:t>1.013e0</w:t>
      </w:r>
    </w:p>
    <w:p w:rsidR="00B77C08" w:rsidRDefault="00B77C08" w:rsidP="00B77C08">
      <w:r>
        <w:t>326.3658</w:t>
      </w:r>
      <w:r>
        <w:tab/>
        <w:t>2.025e0</w:t>
      </w:r>
    </w:p>
    <w:p w:rsidR="00B77C08" w:rsidRDefault="00B77C08" w:rsidP="00B77C08">
      <w:r>
        <w:t>326.3754</w:t>
      </w:r>
      <w:r>
        <w:tab/>
        <w:t>1.418e1</w:t>
      </w:r>
    </w:p>
    <w:p w:rsidR="00B77C08" w:rsidRDefault="00B77C08" w:rsidP="00B77C08">
      <w:r>
        <w:t>326.3838</w:t>
      </w:r>
      <w:r>
        <w:tab/>
        <w:t>1.114e1</w:t>
      </w:r>
    </w:p>
    <w:p w:rsidR="00B77C08" w:rsidRDefault="00B77C08" w:rsidP="00B77C08">
      <w:r>
        <w:t>326.3979</w:t>
      </w:r>
      <w:r>
        <w:tab/>
        <w:t>1.013e0</w:t>
      </w:r>
    </w:p>
    <w:p w:rsidR="00B77C08" w:rsidRDefault="00B77C08" w:rsidP="00B77C08">
      <w:r>
        <w:t>326.4470</w:t>
      </w:r>
      <w:r>
        <w:tab/>
        <w:t>2.025e0</w:t>
      </w:r>
    </w:p>
    <w:p w:rsidR="00B77C08" w:rsidRDefault="00B77C08" w:rsidP="00B77C08">
      <w:r>
        <w:t>326.5079</w:t>
      </w:r>
      <w:r>
        <w:tab/>
        <w:t>1.013e0</w:t>
      </w:r>
    </w:p>
    <w:p w:rsidR="00B77C08" w:rsidRDefault="00B77C08" w:rsidP="00B77C08">
      <w:r>
        <w:t>326.5328</w:t>
      </w:r>
      <w:r>
        <w:tab/>
        <w:t>2.025e0</w:t>
      </w:r>
    </w:p>
    <w:p w:rsidR="00B77C08" w:rsidRDefault="00B77C08" w:rsidP="00B77C08">
      <w:r>
        <w:t>326.5829</w:t>
      </w:r>
      <w:r>
        <w:tab/>
        <w:t>2.025e0</w:t>
      </w:r>
    </w:p>
    <w:p w:rsidR="00B77C08" w:rsidRDefault="00B77C08" w:rsidP="00B77C08">
      <w:r>
        <w:t>326.6664</w:t>
      </w:r>
      <w:r>
        <w:tab/>
        <w:t>2.025e0</w:t>
      </w:r>
    </w:p>
    <w:p w:rsidR="00B77C08" w:rsidRDefault="00B77C08" w:rsidP="00B77C08">
      <w:r>
        <w:t>326.7199</w:t>
      </w:r>
      <w:r>
        <w:tab/>
        <w:t>1.013e0</w:t>
      </w:r>
    </w:p>
    <w:p w:rsidR="00B77C08" w:rsidRDefault="00B77C08" w:rsidP="00B77C08">
      <w:r>
        <w:t>326.7385</w:t>
      </w:r>
      <w:r>
        <w:tab/>
        <w:t>1.013e0</w:t>
      </w:r>
    </w:p>
    <w:p w:rsidR="00B77C08" w:rsidRDefault="00B77C08" w:rsidP="00B77C08">
      <w:r>
        <w:t>326.8399</w:t>
      </w:r>
      <w:r>
        <w:tab/>
        <w:t>1.013e0</w:t>
      </w:r>
    </w:p>
    <w:p w:rsidR="00B77C08" w:rsidRDefault="00B77C08" w:rsidP="00B77C08">
      <w:r>
        <w:t>326.8970</w:t>
      </w:r>
      <w:r>
        <w:tab/>
        <w:t>1.013e0</w:t>
      </w:r>
    </w:p>
    <w:p w:rsidR="00B77C08" w:rsidRDefault="00B77C08" w:rsidP="00B77C08">
      <w:r>
        <w:t>326.9119</w:t>
      </w:r>
      <w:r>
        <w:tab/>
        <w:t>2.025e0</w:t>
      </w:r>
    </w:p>
    <w:p w:rsidR="00B77C08" w:rsidRDefault="00B77C08" w:rsidP="00B77C08">
      <w:r>
        <w:lastRenderedPageBreak/>
        <w:t>326.9170</w:t>
      </w:r>
      <w:r>
        <w:tab/>
        <w:t>1.013e0</w:t>
      </w:r>
    </w:p>
    <w:p w:rsidR="00B77C08" w:rsidRDefault="00B77C08" w:rsidP="00B77C08">
      <w:r>
        <w:t>326.9274</w:t>
      </w:r>
      <w:r>
        <w:tab/>
        <w:t>2.025e0</w:t>
      </w:r>
    </w:p>
    <w:p w:rsidR="00B77C08" w:rsidRDefault="00B77C08" w:rsidP="00B77C08">
      <w:r>
        <w:t>326.9433</w:t>
      </w:r>
      <w:r>
        <w:tab/>
        <w:t>2.025e0</w:t>
      </w:r>
    </w:p>
    <w:p w:rsidR="00B77C08" w:rsidRDefault="00B77C08" w:rsidP="00B77C08">
      <w:r>
        <w:t>326.9528</w:t>
      </w:r>
      <w:r>
        <w:tab/>
        <w:t>2.025e0</w:t>
      </w:r>
    </w:p>
    <w:p w:rsidR="00B77C08" w:rsidRDefault="00B77C08" w:rsidP="00B77C08">
      <w:r>
        <w:t>327.0107</w:t>
      </w:r>
      <w:r>
        <w:tab/>
        <w:t>2.025e0</w:t>
      </w:r>
    </w:p>
    <w:p w:rsidR="00B77C08" w:rsidRDefault="00B77C08" w:rsidP="00B77C08">
      <w:r>
        <w:t>327.0537</w:t>
      </w:r>
      <w:r>
        <w:tab/>
        <w:t>3.038e0</w:t>
      </w:r>
    </w:p>
    <w:p w:rsidR="00B77C08" w:rsidRDefault="00B77C08" w:rsidP="00B77C08">
      <w:r>
        <w:t>327.0586</w:t>
      </w:r>
      <w:r>
        <w:tab/>
        <w:t>2.025e0</w:t>
      </w:r>
    </w:p>
    <w:p w:rsidR="00B77C08" w:rsidRDefault="00B77C08" w:rsidP="00B77C08">
      <w:r>
        <w:t>327.0915</w:t>
      </w:r>
      <w:r>
        <w:tab/>
        <w:t>4.454e0</w:t>
      </w:r>
    </w:p>
    <w:p w:rsidR="00B77C08" w:rsidRDefault="00B77C08" w:rsidP="00B77C08">
      <w:r>
        <w:t>327.0978</w:t>
      </w:r>
      <w:r>
        <w:tab/>
        <w:t>3.342e1</w:t>
      </w:r>
    </w:p>
    <w:p w:rsidR="00B77C08" w:rsidRDefault="00B77C08" w:rsidP="00B77C08">
      <w:r>
        <w:t>327.1034</w:t>
      </w:r>
      <w:r>
        <w:tab/>
        <w:t>4.473e0</w:t>
      </w:r>
    </w:p>
    <w:p w:rsidR="00B77C08" w:rsidRDefault="00B77C08" w:rsidP="00B77C08">
      <w:r>
        <w:t>327.1758</w:t>
      </w:r>
      <w:r>
        <w:tab/>
        <w:t>2.025e0</w:t>
      </w:r>
    </w:p>
    <w:p w:rsidR="00B77C08" w:rsidRDefault="00B77C08" w:rsidP="00B77C08">
      <w:r>
        <w:t>327.1969</w:t>
      </w:r>
      <w:r>
        <w:tab/>
        <w:t>2.025e0</w:t>
      </w:r>
    </w:p>
    <w:p w:rsidR="00B77C08" w:rsidRDefault="00B77C08" w:rsidP="00B77C08">
      <w:r>
        <w:t>327.2055</w:t>
      </w:r>
      <w:r>
        <w:tab/>
        <w:t>1.013e0</w:t>
      </w:r>
    </w:p>
    <w:p w:rsidR="00B77C08" w:rsidRDefault="00B77C08" w:rsidP="00B77C08">
      <w:r>
        <w:t>327.2503</w:t>
      </w:r>
      <w:r>
        <w:tab/>
        <w:t>2.025e0</w:t>
      </w:r>
    </w:p>
    <w:p w:rsidR="00B77C08" w:rsidRDefault="00B77C08" w:rsidP="00B77C08">
      <w:r>
        <w:t>327.2677</w:t>
      </w:r>
      <w:r>
        <w:tab/>
        <w:t>2.025e0</w:t>
      </w:r>
    </w:p>
    <w:p w:rsidR="00B77C08" w:rsidRDefault="00B77C08" w:rsidP="00B77C08">
      <w:r>
        <w:t>327.2736</w:t>
      </w:r>
      <w:r>
        <w:tab/>
        <w:t>1.013e0</w:t>
      </w:r>
    </w:p>
    <w:p w:rsidR="00B77C08" w:rsidRDefault="00B77C08" w:rsidP="00B77C08">
      <w:r>
        <w:t>327.3312</w:t>
      </w:r>
      <w:r>
        <w:tab/>
        <w:t>1.013e0</w:t>
      </w:r>
    </w:p>
    <w:p w:rsidR="00B77C08" w:rsidRDefault="00B77C08" w:rsidP="00B77C08">
      <w:r>
        <w:t>327.3739</w:t>
      </w:r>
      <w:r>
        <w:tab/>
        <w:t>1.013e0</w:t>
      </w:r>
    </w:p>
    <w:p w:rsidR="00B77C08" w:rsidRDefault="00B77C08" w:rsidP="00B77C08">
      <w:r>
        <w:t>327.3758</w:t>
      </w:r>
      <w:r>
        <w:tab/>
        <w:t>4.051e0</w:t>
      </w:r>
    </w:p>
    <w:p w:rsidR="00B77C08" w:rsidRDefault="00B77C08" w:rsidP="00B77C08">
      <w:r>
        <w:lastRenderedPageBreak/>
        <w:t>327.3801</w:t>
      </w:r>
      <w:r>
        <w:tab/>
        <w:t>1.013e0</w:t>
      </w:r>
    </w:p>
    <w:p w:rsidR="00B77C08" w:rsidRDefault="00B77C08" w:rsidP="00B77C08">
      <w:r>
        <w:t>327.4211</w:t>
      </w:r>
      <w:r>
        <w:tab/>
        <w:t>1.013e0</w:t>
      </w:r>
    </w:p>
    <w:p w:rsidR="00B77C08" w:rsidRDefault="00B77C08" w:rsidP="00B77C08">
      <w:r>
        <w:t>327.6233</w:t>
      </w:r>
      <w:r>
        <w:tab/>
        <w:t>1.013e0</w:t>
      </w:r>
    </w:p>
    <w:p w:rsidR="00B77C08" w:rsidRDefault="00B77C08" w:rsidP="00B77C08">
      <w:r>
        <w:t>327.6289</w:t>
      </w:r>
      <w:r>
        <w:tab/>
        <w:t>2.025e0</w:t>
      </w:r>
    </w:p>
    <w:p w:rsidR="00B77C08" w:rsidRDefault="00B77C08" w:rsidP="00B77C08">
      <w:r>
        <w:t>327.6393</w:t>
      </w:r>
      <w:r>
        <w:tab/>
        <w:t>1.013e0</w:t>
      </w:r>
    </w:p>
    <w:p w:rsidR="00B77C08" w:rsidRDefault="00B77C08" w:rsidP="00B77C08">
      <w:r>
        <w:t>327.6680</w:t>
      </w:r>
      <w:r>
        <w:tab/>
        <w:t>1.013e0</w:t>
      </w:r>
    </w:p>
    <w:p w:rsidR="00B77C08" w:rsidRDefault="00B77C08" w:rsidP="00B77C08">
      <w:r>
        <w:t>327.7005</w:t>
      </w:r>
      <w:r>
        <w:tab/>
        <w:t>1.013e0</w:t>
      </w:r>
    </w:p>
    <w:p w:rsidR="00B77C08" w:rsidRDefault="00B77C08" w:rsidP="00B77C08">
      <w:r>
        <w:t>327.7164</w:t>
      </w:r>
      <w:r>
        <w:tab/>
        <w:t>1.013e0</w:t>
      </w:r>
    </w:p>
    <w:p w:rsidR="00B77C08" w:rsidRDefault="00B77C08" w:rsidP="00B77C08">
      <w:r>
        <w:t>327.8298</w:t>
      </w:r>
      <w:r>
        <w:tab/>
        <w:t>1.013e0</w:t>
      </w:r>
    </w:p>
    <w:p w:rsidR="00B77C08" w:rsidRDefault="00B77C08" w:rsidP="00B77C08">
      <w:r>
        <w:t>327.8345</w:t>
      </w:r>
      <w:r>
        <w:tab/>
        <w:t>1.013e0</w:t>
      </w:r>
    </w:p>
    <w:p w:rsidR="00B77C08" w:rsidRDefault="00B77C08" w:rsidP="00B77C08">
      <w:r>
        <w:t>327.8786</w:t>
      </w:r>
      <w:r>
        <w:tab/>
        <w:t>1.013e0</w:t>
      </w:r>
    </w:p>
    <w:p w:rsidR="00B77C08" w:rsidRDefault="00B77C08" w:rsidP="00B77C08">
      <w:r>
        <w:t>327.8830</w:t>
      </w:r>
      <w:r>
        <w:tab/>
        <w:t>1.013e0</w:t>
      </w:r>
    </w:p>
    <w:p w:rsidR="00B77C08" w:rsidRDefault="00B77C08" w:rsidP="00B77C08">
      <w:r>
        <w:t>327.9114</w:t>
      </w:r>
      <w:r>
        <w:tab/>
        <w:t>2.025e0</w:t>
      </w:r>
    </w:p>
    <w:p w:rsidR="00B77C08" w:rsidRDefault="00B77C08" w:rsidP="00B77C08">
      <w:r>
        <w:t>327.9698</w:t>
      </w:r>
      <w:r>
        <w:tab/>
        <w:t>4.051e0</w:t>
      </w:r>
    </w:p>
    <w:p w:rsidR="00B77C08" w:rsidRDefault="00B77C08" w:rsidP="00B77C08">
      <w:r>
        <w:t>327.9803</w:t>
      </w:r>
      <w:r>
        <w:tab/>
        <w:t>3.038e0</w:t>
      </w:r>
    </w:p>
    <w:p w:rsidR="00B77C08" w:rsidRDefault="00B77C08" w:rsidP="00B77C08">
      <w:r>
        <w:t>328.0330</w:t>
      </w:r>
      <w:r>
        <w:tab/>
        <w:t>4.051e0</w:t>
      </w:r>
    </w:p>
    <w:p w:rsidR="00B77C08" w:rsidRDefault="00B77C08" w:rsidP="00B77C08">
      <w:r>
        <w:t>328.0848</w:t>
      </w:r>
      <w:r>
        <w:tab/>
        <w:t>6.076e0</w:t>
      </w:r>
    </w:p>
    <w:p w:rsidR="00B77C08" w:rsidRDefault="00B77C08" w:rsidP="00B77C08">
      <w:r>
        <w:t>328.0934</w:t>
      </w:r>
      <w:r>
        <w:tab/>
        <w:t>5.063e0</w:t>
      </w:r>
    </w:p>
    <w:p w:rsidR="00B77C08" w:rsidRDefault="00B77C08" w:rsidP="00B77C08">
      <w:r>
        <w:t>328.1144</w:t>
      </w:r>
      <w:r>
        <w:tab/>
        <w:t>3.038e0</w:t>
      </w:r>
    </w:p>
    <w:p w:rsidR="00B77C08" w:rsidRDefault="00B77C08" w:rsidP="00B77C08">
      <w:r>
        <w:lastRenderedPageBreak/>
        <w:t>328.1301</w:t>
      </w:r>
      <w:r>
        <w:tab/>
        <w:t>1.013e0</w:t>
      </w:r>
    </w:p>
    <w:p w:rsidR="00B77C08" w:rsidRDefault="00B77C08" w:rsidP="00B77C08">
      <w:r>
        <w:t>328.1832</w:t>
      </w:r>
      <w:r>
        <w:tab/>
        <w:t>1.013e0</w:t>
      </w:r>
    </w:p>
    <w:p w:rsidR="00B77C08" w:rsidRDefault="00B77C08" w:rsidP="00B77C08">
      <w:r>
        <w:t>328.2194</w:t>
      </w:r>
      <w:r>
        <w:tab/>
        <w:t>1.013e0</w:t>
      </w:r>
    </w:p>
    <w:p w:rsidR="00B77C08" w:rsidRDefault="00B77C08" w:rsidP="00B77C08">
      <w:r>
        <w:t>328.2253</w:t>
      </w:r>
      <w:r>
        <w:tab/>
        <w:t>1.013e0</w:t>
      </w:r>
    </w:p>
    <w:p w:rsidR="00B77C08" w:rsidRDefault="00B77C08" w:rsidP="00B77C08">
      <w:r>
        <w:t>328.2560</w:t>
      </w:r>
      <w:r>
        <w:tab/>
        <w:t>2.025e0</w:t>
      </w:r>
    </w:p>
    <w:p w:rsidR="00B77C08" w:rsidRDefault="00B77C08" w:rsidP="00B77C08">
      <w:r>
        <w:t>328.2628</w:t>
      </w:r>
      <w:r>
        <w:tab/>
        <w:t>3.038e0</w:t>
      </w:r>
    </w:p>
    <w:p w:rsidR="00B77C08" w:rsidRDefault="00B77C08" w:rsidP="00B77C08">
      <w:r>
        <w:t>328.2965</w:t>
      </w:r>
      <w:r>
        <w:tab/>
        <w:t>1.013e0</w:t>
      </w:r>
    </w:p>
    <w:p w:rsidR="00B77C08" w:rsidRDefault="00B77C08" w:rsidP="00B77C08">
      <w:r>
        <w:t>328.3215</w:t>
      </w:r>
      <w:r>
        <w:tab/>
        <w:t>1.013e0</w:t>
      </w:r>
    </w:p>
    <w:p w:rsidR="00B77C08" w:rsidRDefault="00B77C08" w:rsidP="00B77C08">
      <w:r>
        <w:t>328.4319</w:t>
      </w:r>
      <w:r>
        <w:tab/>
        <w:t>1.013e0</w:t>
      </w:r>
    </w:p>
    <w:p w:rsidR="00B77C08" w:rsidRDefault="00B77C08" w:rsidP="00B77C08">
      <w:r>
        <w:t>328.4398</w:t>
      </w:r>
      <w:r>
        <w:tab/>
        <w:t>2.025e0</w:t>
      </w:r>
    </w:p>
    <w:p w:rsidR="00B77C08" w:rsidRDefault="00B77C08" w:rsidP="00B77C08">
      <w:r>
        <w:t>328.4956</w:t>
      </w:r>
      <w:r>
        <w:tab/>
        <w:t>1.013e0</w:t>
      </w:r>
    </w:p>
    <w:p w:rsidR="00B77C08" w:rsidRDefault="00B77C08" w:rsidP="00B77C08">
      <w:r>
        <w:t>328.5147</w:t>
      </w:r>
      <w:r>
        <w:tab/>
        <w:t>1.013e0</w:t>
      </w:r>
    </w:p>
    <w:p w:rsidR="00B77C08" w:rsidRDefault="00B77C08" w:rsidP="00B77C08">
      <w:r>
        <w:t>328.5325</w:t>
      </w:r>
      <w:r>
        <w:tab/>
        <w:t>1.013e0</w:t>
      </w:r>
    </w:p>
    <w:p w:rsidR="00B77C08" w:rsidRDefault="00B77C08" w:rsidP="00B77C08">
      <w:r>
        <w:t>328.6037</w:t>
      </w:r>
      <w:r>
        <w:tab/>
        <w:t>2.025e0</w:t>
      </w:r>
    </w:p>
    <w:p w:rsidR="00B77C08" w:rsidRDefault="00B77C08" w:rsidP="00B77C08">
      <w:r>
        <w:t>328.6335</w:t>
      </w:r>
      <w:r>
        <w:tab/>
        <w:t>1.013e0</w:t>
      </w:r>
    </w:p>
    <w:p w:rsidR="00B77C08" w:rsidRDefault="00B77C08" w:rsidP="00B77C08">
      <w:r>
        <w:t>328.6396</w:t>
      </w:r>
      <w:r>
        <w:tab/>
        <w:t>1.013e0</w:t>
      </w:r>
    </w:p>
    <w:p w:rsidR="00B77C08" w:rsidRDefault="00B77C08" w:rsidP="00B77C08">
      <w:r>
        <w:t>328.8326</w:t>
      </w:r>
      <w:r>
        <w:tab/>
        <w:t>1.013e0</w:t>
      </w:r>
    </w:p>
    <w:p w:rsidR="00B77C08" w:rsidRDefault="00B77C08" w:rsidP="00B77C08">
      <w:r>
        <w:t>328.9093</w:t>
      </w:r>
      <w:r>
        <w:tab/>
        <w:t>7.089e0</w:t>
      </w:r>
    </w:p>
    <w:p w:rsidR="00B77C08" w:rsidRDefault="00B77C08" w:rsidP="00B77C08">
      <w:r>
        <w:t>328.9140</w:t>
      </w:r>
      <w:r>
        <w:tab/>
        <w:t>1.087e1</w:t>
      </w:r>
    </w:p>
    <w:p w:rsidR="00B77C08" w:rsidRDefault="00B77C08" w:rsidP="00B77C08">
      <w:r>
        <w:lastRenderedPageBreak/>
        <w:t>328.9191</w:t>
      </w:r>
      <w:r>
        <w:tab/>
        <w:t>1.519e1</w:t>
      </w:r>
    </w:p>
    <w:p w:rsidR="00B77C08" w:rsidRDefault="00B77C08" w:rsidP="00B77C08">
      <w:r>
        <w:t>328.9730</w:t>
      </w:r>
      <w:r>
        <w:tab/>
        <w:t>1.597e0</w:t>
      </w:r>
    </w:p>
    <w:p w:rsidR="00B77C08" w:rsidRDefault="00B77C08" w:rsidP="00B77C08">
      <w:r>
        <w:t>329.0010</w:t>
      </w:r>
      <w:r>
        <w:tab/>
        <w:t>1.013e0</w:t>
      </w:r>
    </w:p>
    <w:p w:rsidR="00B77C08" w:rsidRDefault="00B77C08" w:rsidP="00B77C08">
      <w:r>
        <w:t>329.0287</w:t>
      </w:r>
      <w:r>
        <w:tab/>
        <w:t>3.038e0</w:t>
      </w:r>
    </w:p>
    <w:p w:rsidR="00B77C08" w:rsidRDefault="00B77C08" w:rsidP="00B77C08">
      <w:r>
        <w:t>329.0374</w:t>
      </w:r>
      <w:r>
        <w:tab/>
        <w:t>6.076e0</w:t>
      </w:r>
    </w:p>
    <w:p w:rsidR="00B77C08" w:rsidRDefault="00B77C08" w:rsidP="00B77C08">
      <w:r>
        <w:t>329.0656</w:t>
      </w:r>
      <w:r>
        <w:tab/>
        <w:t>3.038e0</w:t>
      </w:r>
    </w:p>
    <w:p w:rsidR="00B77C08" w:rsidRDefault="00B77C08" w:rsidP="00B77C08">
      <w:r>
        <w:t>329.0714</w:t>
      </w:r>
      <w:r>
        <w:tab/>
        <w:t>5.063e0</w:t>
      </w:r>
    </w:p>
    <w:p w:rsidR="00B77C08" w:rsidRDefault="00B77C08" w:rsidP="00B77C08">
      <w:r>
        <w:t>329.0956</w:t>
      </w:r>
      <w:r>
        <w:tab/>
        <w:t>2.025e0</w:t>
      </w:r>
    </w:p>
    <w:p w:rsidR="00B77C08" w:rsidRDefault="00B77C08" w:rsidP="00B77C08">
      <w:r>
        <w:t>329.1170</w:t>
      </w:r>
      <w:r>
        <w:tab/>
        <w:t>2.025e0</w:t>
      </w:r>
    </w:p>
    <w:p w:rsidR="00B77C08" w:rsidRDefault="00B77C08" w:rsidP="00B77C08">
      <w:r>
        <w:t>329.1341</w:t>
      </w:r>
      <w:r>
        <w:tab/>
        <w:t>2.025e0</w:t>
      </w:r>
    </w:p>
    <w:p w:rsidR="00B77C08" w:rsidRDefault="00B77C08" w:rsidP="00B77C08">
      <w:r>
        <w:t>329.1625</w:t>
      </w:r>
      <w:r>
        <w:tab/>
        <w:t>5.063e0</w:t>
      </w:r>
    </w:p>
    <w:p w:rsidR="00B77C08" w:rsidRDefault="00B77C08" w:rsidP="00B77C08">
      <w:r>
        <w:t>329.1658</w:t>
      </w:r>
      <w:r>
        <w:tab/>
        <w:t>1.013e0</w:t>
      </w:r>
    </w:p>
    <w:p w:rsidR="00B77C08" w:rsidRDefault="00B77C08" w:rsidP="00B77C08">
      <w:r>
        <w:t>329.2250</w:t>
      </w:r>
      <w:r>
        <w:tab/>
        <w:t>2.025e0</w:t>
      </w:r>
    </w:p>
    <w:p w:rsidR="00B77C08" w:rsidRDefault="00B77C08" w:rsidP="00B77C08">
      <w:r>
        <w:t>329.2523</w:t>
      </w:r>
      <w:r>
        <w:tab/>
        <w:t>4.051e0</w:t>
      </w:r>
    </w:p>
    <w:p w:rsidR="00B77C08" w:rsidRDefault="00B77C08" w:rsidP="00B77C08">
      <w:r>
        <w:t>329.2592</w:t>
      </w:r>
      <w:r>
        <w:tab/>
        <w:t>2.025e0</w:t>
      </w:r>
    </w:p>
    <w:p w:rsidR="00B77C08" w:rsidRDefault="00B77C08" w:rsidP="00B77C08">
      <w:r>
        <w:t>329.2963</w:t>
      </w:r>
      <w:r>
        <w:tab/>
        <w:t>1.013e0</w:t>
      </w:r>
    </w:p>
    <w:p w:rsidR="00B77C08" w:rsidRDefault="00B77C08" w:rsidP="00B77C08">
      <w:r>
        <w:t>329.3116</w:t>
      </w:r>
      <w:r>
        <w:tab/>
        <w:t>4.051e0</w:t>
      </w:r>
    </w:p>
    <w:p w:rsidR="00B77C08" w:rsidRDefault="00B77C08" w:rsidP="00B77C08">
      <w:r>
        <w:t>329.3332</w:t>
      </w:r>
      <w:r>
        <w:tab/>
        <w:t>1.013e0</w:t>
      </w:r>
    </w:p>
    <w:p w:rsidR="00B77C08" w:rsidRDefault="00B77C08" w:rsidP="00B77C08">
      <w:r>
        <w:t>329.3735</w:t>
      </w:r>
      <w:r>
        <w:tab/>
        <w:t>1.013e0</w:t>
      </w:r>
    </w:p>
    <w:p w:rsidR="00B77C08" w:rsidRDefault="00B77C08" w:rsidP="00B77C08">
      <w:r>
        <w:lastRenderedPageBreak/>
        <w:t>329.4103</w:t>
      </w:r>
      <w:r>
        <w:tab/>
        <w:t>1.013e0</w:t>
      </w:r>
    </w:p>
    <w:p w:rsidR="00B77C08" w:rsidRDefault="00B77C08" w:rsidP="00B77C08">
      <w:r>
        <w:t>329.4233</w:t>
      </w:r>
      <w:r>
        <w:tab/>
        <w:t>2.025e0</w:t>
      </w:r>
    </w:p>
    <w:p w:rsidR="00B77C08" w:rsidRDefault="00B77C08" w:rsidP="00B77C08">
      <w:r>
        <w:t>329.4419</w:t>
      </w:r>
      <w:r>
        <w:tab/>
        <w:t>2.025e0</w:t>
      </w:r>
    </w:p>
    <w:p w:rsidR="00B77C08" w:rsidRDefault="00B77C08" w:rsidP="00B77C08">
      <w:r>
        <w:t>329.4869</w:t>
      </w:r>
      <w:r>
        <w:tab/>
        <w:t>1.013e0</w:t>
      </w:r>
    </w:p>
    <w:p w:rsidR="00B77C08" w:rsidRDefault="00B77C08" w:rsidP="00B77C08">
      <w:r>
        <w:t>329.5149</w:t>
      </w:r>
      <w:r>
        <w:tab/>
        <w:t>2.025e0</w:t>
      </w:r>
    </w:p>
    <w:p w:rsidR="00B77C08" w:rsidRDefault="00B77C08" w:rsidP="00B77C08">
      <w:r>
        <w:t>329.5166</w:t>
      </w:r>
      <w:r>
        <w:tab/>
        <w:t>1.013e0</w:t>
      </w:r>
    </w:p>
    <w:p w:rsidR="00B77C08" w:rsidRDefault="00B77C08" w:rsidP="00B77C08">
      <w:r>
        <w:t>329.5353</w:t>
      </w:r>
      <w:r>
        <w:tab/>
        <w:t>1.013e0</w:t>
      </w:r>
    </w:p>
    <w:p w:rsidR="00B77C08" w:rsidRDefault="00B77C08" w:rsidP="00B77C08">
      <w:r>
        <w:t>329.5822</w:t>
      </w:r>
      <w:r>
        <w:tab/>
        <w:t>2.025e0</w:t>
      </w:r>
    </w:p>
    <w:p w:rsidR="00B77C08" w:rsidRDefault="00B77C08" w:rsidP="00B77C08">
      <w:r>
        <w:t>329.5847</w:t>
      </w:r>
      <w:r>
        <w:tab/>
        <w:t>1.013e0</w:t>
      </w:r>
    </w:p>
    <w:p w:rsidR="00B77C08" w:rsidRDefault="00B77C08" w:rsidP="00B77C08">
      <w:r>
        <w:t>329.6291</w:t>
      </w:r>
      <w:r>
        <w:tab/>
        <w:t>1.013e0</w:t>
      </w:r>
    </w:p>
    <w:p w:rsidR="00B77C08" w:rsidRDefault="00B77C08" w:rsidP="00B77C08">
      <w:r>
        <w:t>329.6948</w:t>
      </w:r>
      <w:r>
        <w:tab/>
        <w:t>1.013e0</w:t>
      </w:r>
    </w:p>
    <w:p w:rsidR="00B77C08" w:rsidRDefault="00B77C08" w:rsidP="00B77C08">
      <w:r>
        <w:t>329.7032</w:t>
      </w:r>
      <w:r>
        <w:tab/>
        <w:t>2.025e0</w:t>
      </w:r>
    </w:p>
    <w:p w:rsidR="00B77C08" w:rsidRDefault="00B77C08" w:rsidP="00B77C08">
      <w:r>
        <w:t>329.7635</w:t>
      </w:r>
      <w:r>
        <w:tab/>
        <w:t>1.013e0</w:t>
      </w:r>
    </w:p>
    <w:p w:rsidR="00B77C08" w:rsidRDefault="00B77C08" w:rsidP="00B77C08">
      <w:r>
        <w:t>329.7772</w:t>
      </w:r>
      <w:r>
        <w:tab/>
        <w:t>2.025e0</w:t>
      </w:r>
    </w:p>
    <w:p w:rsidR="00B77C08" w:rsidRDefault="00B77C08" w:rsidP="00B77C08">
      <w:r>
        <w:t>329.8260</w:t>
      </w:r>
      <w:r>
        <w:tab/>
        <w:t>1.013e0</w:t>
      </w:r>
    </w:p>
    <w:p w:rsidR="00B77C08" w:rsidRDefault="00B77C08" w:rsidP="00B77C08">
      <w:r>
        <w:t>329.8646</w:t>
      </w:r>
      <w:r>
        <w:tab/>
        <w:t>1.013e0</w:t>
      </w:r>
    </w:p>
    <w:p w:rsidR="00B77C08" w:rsidRDefault="00B77C08" w:rsidP="00B77C08">
      <w:r>
        <w:t>329.8974</w:t>
      </w:r>
      <w:r>
        <w:tab/>
        <w:t>1.013e0</w:t>
      </w:r>
    </w:p>
    <w:p w:rsidR="00B77C08" w:rsidRDefault="00B77C08" w:rsidP="00B77C08">
      <w:r>
        <w:t>329.9086</w:t>
      </w:r>
      <w:r>
        <w:tab/>
        <w:t>2.025e0</w:t>
      </w:r>
    </w:p>
    <w:p w:rsidR="00B77C08" w:rsidRDefault="00B77C08" w:rsidP="00B77C08">
      <w:r>
        <w:t>329.9336</w:t>
      </w:r>
      <w:r>
        <w:tab/>
        <w:t>5.063e0</w:t>
      </w:r>
    </w:p>
    <w:p w:rsidR="00B77C08" w:rsidRDefault="00B77C08" w:rsidP="00B77C08">
      <w:r>
        <w:lastRenderedPageBreak/>
        <w:t>329.9392</w:t>
      </w:r>
      <w:r>
        <w:tab/>
        <w:t>3.038e0</w:t>
      </w:r>
    </w:p>
    <w:p w:rsidR="00B77C08" w:rsidRDefault="00B77C08" w:rsidP="00B77C08">
      <w:r>
        <w:t>329.9418</w:t>
      </w:r>
      <w:r>
        <w:tab/>
        <w:t>1.013e0</w:t>
      </w:r>
    </w:p>
    <w:p w:rsidR="00B77C08" w:rsidRDefault="00B77C08" w:rsidP="00B77C08">
      <w:r>
        <w:t>329.9799</w:t>
      </w:r>
      <w:r>
        <w:tab/>
        <w:t>1.013e0</w:t>
      </w:r>
    </w:p>
    <w:p w:rsidR="00B77C08" w:rsidRDefault="00B77C08" w:rsidP="00B77C08">
      <w:r>
        <w:t>330.0094</w:t>
      </w:r>
      <w:r>
        <w:tab/>
        <w:t>2.025e0</w:t>
      </w:r>
    </w:p>
    <w:p w:rsidR="00B77C08" w:rsidRDefault="00B77C08" w:rsidP="00B77C08">
      <w:r>
        <w:t>330.0308</w:t>
      </w:r>
      <w:r>
        <w:tab/>
        <w:t>2.025e0</w:t>
      </w:r>
    </w:p>
    <w:p w:rsidR="00B77C08" w:rsidRDefault="00B77C08" w:rsidP="00B77C08">
      <w:r>
        <w:t>330.0700</w:t>
      </w:r>
      <w:r>
        <w:tab/>
        <w:t>2.025e0</w:t>
      </w:r>
    </w:p>
    <w:p w:rsidR="00B77C08" w:rsidRDefault="00B77C08" w:rsidP="00B77C08">
      <w:r>
        <w:t>330.0719</w:t>
      </w:r>
      <w:r>
        <w:tab/>
        <w:t>1.013e0</w:t>
      </w:r>
    </w:p>
    <w:p w:rsidR="00B77C08" w:rsidRDefault="00B77C08" w:rsidP="00B77C08">
      <w:r>
        <w:t>330.0792</w:t>
      </w:r>
      <w:r>
        <w:tab/>
        <w:t>3.038e0</w:t>
      </w:r>
    </w:p>
    <w:p w:rsidR="00B77C08" w:rsidRDefault="00B77C08" w:rsidP="00B77C08">
      <w:r>
        <w:t>330.1405</w:t>
      </w:r>
      <w:r>
        <w:tab/>
        <w:t>1.013e0</w:t>
      </w:r>
    </w:p>
    <w:p w:rsidR="00B77C08" w:rsidRDefault="00B77C08" w:rsidP="00B77C08">
      <w:r>
        <w:t>330.1497</w:t>
      </w:r>
      <w:r>
        <w:tab/>
        <w:t>1.013e0</w:t>
      </w:r>
    </w:p>
    <w:p w:rsidR="00B77C08" w:rsidRDefault="00B77C08" w:rsidP="00B77C08">
      <w:r>
        <w:t>330.1776</w:t>
      </w:r>
      <w:r>
        <w:tab/>
        <w:t>1.013e0</w:t>
      </w:r>
    </w:p>
    <w:p w:rsidR="00B77C08" w:rsidRDefault="00B77C08" w:rsidP="00B77C08">
      <w:r>
        <w:t>330.1931</w:t>
      </w:r>
      <w:r>
        <w:tab/>
        <w:t>3.038e0</w:t>
      </w:r>
    </w:p>
    <w:p w:rsidR="00B77C08" w:rsidRDefault="00B77C08" w:rsidP="00B77C08">
      <w:r>
        <w:t>330.2463</w:t>
      </w:r>
      <w:r>
        <w:tab/>
        <w:t>3.038e0</w:t>
      </w:r>
    </w:p>
    <w:p w:rsidR="00B77C08" w:rsidRDefault="00B77C08" w:rsidP="00B77C08">
      <w:r>
        <w:t>330.3163</w:t>
      </w:r>
      <w:r>
        <w:tab/>
        <w:t>2.025e0</w:t>
      </w:r>
    </w:p>
    <w:p w:rsidR="00B77C08" w:rsidRDefault="00B77C08" w:rsidP="00B77C08">
      <w:r>
        <w:t>330.3724</w:t>
      </w:r>
      <w:r>
        <w:tab/>
        <w:t>1.013e0</w:t>
      </w:r>
    </w:p>
    <w:p w:rsidR="00B77C08" w:rsidRDefault="00B77C08" w:rsidP="00B77C08">
      <w:r>
        <w:t>330.4787</w:t>
      </w:r>
      <w:r>
        <w:tab/>
        <w:t>3.038e0</w:t>
      </w:r>
    </w:p>
    <w:p w:rsidR="00B77C08" w:rsidRDefault="00B77C08" w:rsidP="00B77C08">
      <w:r>
        <w:t>330.4915</w:t>
      </w:r>
      <w:r>
        <w:tab/>
        <w:t>1.013e0</w:t>
      </w:r>
    </w:p>
    <w:p w:rsidR="00B77C08" w:rsidRDefault="00B77C08" w:rsidP="00B77C08">
      <w:r>
        <w:t>330.5069</w:t>
      </w:r>
      <w:r>
        <w:tab/>
        <w:t>1.013e0</w:t>
      </w:r>
    </w:p>
    <w:p w:rsidR="00B77C08" w:rsidRDefault="00B77C08" w:rsidP="00B77C08">
      <w:r>
        <w:t>330.5562</w:t>
      </w:r>
      <w:r>
        <w:tab/>
        <w:t>1.013e0</w:t>
      </w:r>
    </w:p>
    <w:p w:rsidR="00B77C08" w:rsidRDefault="00B77C08" w:rsidP="00B77C08">
      <w:r>
        <w:lastRenderedPageBreak/>
        <w:t>330.5688</w:t>
      </w:r>
      <w:r>
        <w:tab/>
        <w:t>1.013e0</w:t>
      </w:r>
    </w:p>
    <w:p w:rsidR="00B77C08" w:rsidRDefault="00B77C08" w:rsidP="00B77C08">
      <w:r>
        <w:t>330.6085</w:t>
      </w:r>
      <w:r>
        <w:tab/>
        <w:t>1.013e0</w:t>
      </w:r>
    </w:p>
    <w:p w:rsidR="00B77C08" w:rsidRDefault="00B77C08" w:rsidP="00B77C08">
      <w:r>
        <w:t>330.6415</w:t>
      </w:r>
      <w:r>
        <w:tab/>
        <w:t>1.013e0</w:t>
      </w:r>
    </w:p>
    <w:p w:rsidR="00B77C08" w:rsidRDefault="00B77C08" w:rsidP="00B77C08">
      <w:r>
        <w:t>330.6819</w:t>
      </w:r>
      <w:r>
        <w:tab/>
        <w:t>2.025e0</w:t>
      </w:r>
    </w:p>
    <w:p w:rsidR="00B77C08" w:rsidRDefault="00B77C08" w:rsidP="00B77C08">
      <w:r>
        <w:t>330.6899</w:t>
      </w:r>
      <w:r>
        <w:tab/>
        <w:t>1.013e0</w:t>
      </w:r>
    </w:p>
    <w:p w:rsidR="00B77C08" w:rsidRDefault="00B77C08" w:rsidP="00B77C08">
      <w:r>
        <w:t>330.7004</w:t>
      </w:r>
      <w:r>
        <w:tab/>
        <w:t>2.025e0</w:t>
      </w:r>
    </w:p>
    <w:p w:rsidR="00B77C08" w:rsidRDefault="00B77C08" w:rsidP="00B77C08">
      <w:r>
        <w:t>330.7937</w:t>
      </w:r>
      <w:r>
        <w:tab/>
        <w:t>2.025e0</w:t>
      </w:r>
    </w:p>
    <w:p w:rsidR="00B77C08" w:rsidRDefault="00B77C08" w:rsidP="00B77C08">
      <w:r>
        <w:t>330.8126</w:t>
      </w:r>
      <w:r>
        <w:tab/>
        <w:t>3.038e0</w:t>
      </w:r>
    </w:p>
    <w:p w:rsidR="00B77C08" w:rsidRDefault="00B77C08" w:rsidP="00B77C08">
      <w:r>
        <w:t>330.8449</w:t>
      </w:r>
      <w:r>
        <w:tab/>
        <w:t>1.013e0</w:t>
      </w:r>
    </w:p>
    <w:p w:rsidR="00B77C08" w:rsidRDefault="00B77C08" w:rsidP="00B77C08">
      <w:r>
        <w:t>330.8892</w:t>
      </w:r>
      <w:r>
        <w:tab/>
        <w:t>1.013e0</w:t>
      </w:r>
    </w:p>
    <w:p w:rsidR="00B77C08" w:rsidRDefault="00B77C08" w:rsidP="00B77C08">
      <w:r>
        <w:t>330.9182</w:t>
      </w:r>
      <w:r>
        <w:tab/>
        <w:t>2.025e0</w:t>
      </w:r>
    </w:p>
    <w:p w:rsidR="00B77C08" w:rsidRDefault="00B77C08" w:rsidP="00B77C08">
      <w:r>
        <w:t>330.9316</w:t>
      </w:r>
      <w:r>
        <w:tab/>
        <w:t>4.051e0</w:t>
      </w:r>
    </w:p>
    <w:p w:rsidR="00B77C08" w:rsidRDefault="00B77C08" w:rsidP="00B77C08">
      <w:r>
        <w:t>330.9503</w:t>
      </w:r>
      <w:r>
        <w:tab/>
        <w:t>2.025e0</w:t>
      </w:r>
    </w:p>
    <w:p w:rsidR="00B77C08" w:rsidRDefault="00B77C08" w:rsidP="00B77C08">
      <w:r>
        <w:t>331.0160</w:t>
      </w:r>
      <w:r>
        <w:tab/>
        <w:t>1.013e0</w:t>
      </w:r>
    </w:p>
    <w:p w:rsidR="00B77C08" w:rsidRDefault="00B77C08" w:rsidP="00B77C08">
      <w:r>
        <w:t>331.0191</w:t>
      </w:r>
      <w:r>
        <w:tab/>
        <w:t>3.038e0</w:t>
      </w:r>
    </w:p>
    <w:p w:rsidR="00B77C08" w:rsidRDefault="00B77C08" w:rsidP="00B77C08">
      <w:r>
        <w:t>331.0478</w:t>
      </w:r>
      <w:r>
        <w:tab/>
        <w:t>1.013e0</w:t>
      </w:r>
    </w:p>
    <w:p w:rsidR="00B77C08" w:rsidRDefault="00B77C08" w:rsidP="00B77C08">
      <w:r>
        <w:t>331.0658</w:t>
      </w:r>
      <w:r>
        <w:tab/>
        <w:t>2.025e0</w:t>
      </w:r>
    </w:p>
    <w:p w:rsidR="00B77C08" w:rsidRDefault="00B77C08" w:rsidP="00B77C08">
      <w:r>
        <w:t>331.0943</w:t>
      </w:r>
      <w:r>
        <w:tab/>
        <w:t>3.038e0</w:t>
      </w:r>
    </w:p>
    <w:p w:rsidR="00B77C08" w:rsidRDefault="00B77C08" w:rsidP="00B77C08">
      <w:r>
        <w:t>331.1038</w:t>
      </w:r>
      <w:r>
        <w:tab/>
        <w:t>2.025e0</w:t>
      </w:r>
    </w:p>
    <w:p w:rsidR="00B77C08" w:rsidRDefault="00B77C08" w:rsidP="00B77C08">
      <w:r>
        <w:lastRenderedPageBreak/>
        <w:t>331.1065</w:t>
      </w:r>
      <w:r>
        <w:tab/>
        <w:t>3.038e0</w:t>
      </w:r>
    </w:p>
    <w:p w:rsidR="00B77C08" w:rsidRDefault="00B77C08" w:rsidP="00B77C08">
      <w:r>
        <w:t>331.1294</w:t>
      </w:r>
      <w:r>
        <w:tab/>
        <w:t>1.013e0</w:t>
      </w:r>
    </w:p>
    <w:p w:rsidR="00B77C08" w:rsidRDefault="00B77C08" w:rsidP="00B77C08">
      <w:r>
        <w:t>331.1465</w:t>
      </w:r>
      <w:r>
        <w:tab/>
        <w:t>2.025e0</w:t>
      </w:r>
    </w:p>
    <w:p w:rsidR="00B77C08" w:rsidRDefault="00B77C08" w:rsidP="00B77C08">
      <w:r>
        <w:t>331.1826</w:t>
      </w:r>
      <w:r>
        <w:tab/>
        <w:t>1.013e0</w:t>
      </w:r>
    </w:p>
    <w:p w:rsidR="00B77C08" w:rsidRDefault="00B77C08" w:rsidP="00B77C08">
      <w:r>
        <w:t>331.2064</w:t>
      </w:r>
      <w:r>
        <w:tab/>
        <w:t>1.013e0</w:t>
      </w:r>
    </w:p>
    <w:p w:rsidR="00B77C08" w:rsidRDefault="00B77C08" w:rsidP="00B77C08">
      <w:r>
        <w:t>331.2232</w:t>
      </w:r>
      <w:r>
        <w:tab/>
        <w:t>1.013e0</w:t>
      </w:r>
    </w:p>
    <w:p w:rsidR="00B77C08" w:rsidRDefault="00B77C08" w:rsidP="00B77C08">
      <w:r>
        <w:t>331.2390</w:t>
      </w:r>
      <w:r>
        <w:tab/>
        <w:t>2.025e0</w:t>
      </w:r>
    </w:p>
    <w:p w:rsidR="00B77C08" w:rsidRDefault="00B77C08" w:rsidP="00B77C08">
      <w:r>
        <w:t>331.2517</w:t>
      </w:r>
      <w:r>
        <w:tab/>
        <w:t>1.013e0</w:t>
      </w:r>
    </w:p>
    <w:p w:rsidR="00B77C08" w:rsidRDefault="00B77C08" w:rsidP="00B77C08">
      <w:r>
        <w:t>331.2800</w:t>
      </w:r>
      <w:r>
        <w:tab/>
        <w:t>2.025e0</w:t>
      </w:r>
    </w:p>
    <w:p w:rsidR="00B77C08" w:rsidRDefault="00B77C08" w:rsidP="00B77C08">
      <w:r>
        <w:t>331.2904</w:t>
      </w:r>
      <w:r>
        <w:tab/>
        <w:t>1.013e0</w:t>
      </w:r>
    </w:p>
    <w:p w:rsidR="00B77C08" w:rsidRDefault="00B77C08" w:rsidP="00B77C08">
      <w:r>
        <w:t>331.3138</w:t>
      </w:r>
      <w:r>
        <w:tab/>
        <w:t>1.013e0</w:t>
      </w:r>
    </w:p>
    <w:p w:rsidR="00B77C08" w:rsidRDefault="00B77C08" w:rsidP="00B77C08">
      <w:r>
        <w:t>331.4307</w:t>
      </w:r>
      <w:r>
        <w:tab/>
        <w:t>1.013e0</w:t>
      </w:r>
    </w:p>
    <w:p w:rsidR="00B77C08" w:rsidRDefault="00B77C08" w:rsidP="00B77C08">
      <w:r>
        <w:t>331.4507</w:t>
      </w:r>
      <w:r>
        <w:tab/>
        <w:t>2.025e0</w:t>
      </w:r>
    </w:p>
    <w:p w:rsidR="00B77C08" w:rsidRDefault="00B77C08" w:rsidP="00B77C08">
      <w:r>
        <w:t>331.4635</w:t>
      </w:r>
      <w:r>
        <w:tab/>
        <w:t>1.013e0</w:t>
      </w:r>
    </w:p>
    <w:p w:rsidR="00B77C08" w:rsidRDefault="00B77C08" w:rsidP="00B77C08">
      <w:r>
        <w:t>331.5226</w:t>
      </w:r>
      <w:r>
        <w:tab/>
        <w:t>1.013e0</w:t>
      </w:r>
    </w:p>
    <w:p w:rsidR="00B77C08" w:rsidRDefault="00B77C08" w:rsidP="00B77C08">
      <w:r>
        <w:t>331.5644</w:t>
      </w:r>
      <w:r>
        <w:tab/>
        <w:t>1.013e0</w:t>
      </w:r>
    </w:p>
    <w:p w:rsidR="00B77C08" w:rsidRDefault="00B77C08" w:rsidP="00B77C08">
      <w:r>
        <w:t>331.5689</w:t>
      </w:r>
      <w:r>
        <w:tab/>
        <w:t>6.076e0</w:t>
      </w:r>
    </w:p>
    <w:p w:rsidR="00B77C08" w:rsidRDefault="00B77C08" w:rsidP="00B77C08">
      <w:r>
        <w:t>331.5970</w:t>
      </w:r>
      <w:r>
        <w:tab/>
        <w:t>2.025e0</w:t>
      </w:r>
    </w:p>
    <w:p w:rsidR="00B77C08" w:rsidRDefault="00B77C08" w:rsidP="00B77C08">
      <w:r>
        <w:t>331.6162</w:t>
      </w:r>
      <w:r>
        <w:tab/>
        <w:t>2.025e0</w:t>
      </w:r>
    </w:p>
    <w:p w:rsidR="00B77C08" w:rsidRDefault="00B77C08" w:rsidP="00B77C08">
      <w:r>
        <w:lastRenderedPageBreak/>
        <w:t>331.6228</w:t>
      </w:r>
      <w:r>
        <w:tab/>
        <w:t>5.063e0</w:t>
      </w:r>
    </w:p>
    <w:p w:rsidR="00B77C08" w:rsidRDefault="00B77C08" w:rsidP="00B77C08">
      <w:r>
        <w:t>331.6377</w:t>
      </w:r>
      <w:r>
        <w:tab/>
        <w:t>1.013e0</w:t>
      </w:r>
    </w:p>
    <w:p w:rsidR="00B77C08" w:rsidRDefault="00B77C08" w:rsidP="00B77C08">
      <w:r>
        <w:t>331.7359</w:t>
      </w:r>
      <w:r>
        <w:tab/>
        <w:t>1.013e0</w:t>
      </w:r>
    </w:p>
    <w:p w:rsidR="00B77C08" w:rsidRDefault="00B77C08" w:rsidP="00B77C08">
      <w:r>
        <w:t>331.7639</w:t>
      </w:r>
      <w:r>
        <w:tab/>
        <w:t>1.013e0</w:t>
      </w:r>
    </w:p>
    <w:p w:rsidR="00B77C08" w:rsidRDefault="00B77C08" w:rsidP="00B77C08">
      <w:r>
        <w:t>331.7973</w:t>
      </w:r>
      <w:r>
        <w:tab/>
        <w:t>1.013e0</w:t>
      </w:r>
    </w:p>
    <w:p w:rsidR="00B77C08" w:rsidRDefault="00B77C08" w:rsidP="00B77C08">
      <w:r>
        <w:t>331.8518</w:t>
      </w:r>
      <w:r>
        <w:tab/>
        <w:t>3.038e0</w:t>
      </w:r>
    </w:p>
    <w:p w:rsidR="00B77C08" w:rsidRDefault="00B77C08" w:rsidP="00B77C08">
      <w:r>
        <w:t>331.8849</w:t>
      </w:r>
      <w:r>
        <w:tab/>
        <w:t>2.210e0</w:t>
      </w:r>
    </w:p>
    <w:p w:rsidR="00B77C08" w:rsidRDefault="00B77C08" w:rsidP="00B77C08">
      <w:r>
        <w:t>331.9267</w:t>
      </w:r>
      <w:r>
        <w:tab/>
        <w:t>2.025e0</w:t>
      </w:r>
    </w:p>
    <w:p w:rsidR="00B77C08" w:rsidRDefault="00B77C08" w:rsidP="00B77C08">
      <w:r>
        <w:t>331.9579</w:t>
      </w:r>
      <w:r>
        <w:tab/>
        <w:t>2.025e0</w:t>
      </w:r>
    </w:p>
    <w:p w:rsidR="00B77C08" w:rsidRDefault="00B77C08" w:rsidP="00B77C08">
      <w:r>
        <w:t>331.9655</w:t>
      </w:r>
      <w:r>
        <w:tab/>
        <w:t>2.025e0</w:t>
      </w:r>
    </w:p>
    <w:p w:rsidR="00B77C08" w:rsidRDefault="00B77C08" w:rsidP="00B77C08">
      <w:r>
        <w:t>331.9765</w:t>
      </w:r>
      <w:r>
        <w:tab/>
        <w:t>1.013e0</w:t>
      </w:r>
    </w:p>
    <w:p w:rsidR="00B77C08" w:rsidRDefault="00B77C08" w:rsidP="00B77C08">
      <w:r>
        <w:t>332.0129</w:t>
      </w:r>
      <w:r>
        <w:tab/>
        <w:t>1.013e0</w:t>
      </w:r>
    </w:p>
    <w:p w:rsidR="00B77C08" w:rsidRDefault="00B77C08" w:rsidP="00B77C08">
      <w:r>
        <w:t>332.0162</w:t>
      </w:r>
      <w:r>
        <w:tab/>
        <w:t>2.025e0</w:t>
      </w:r>
    </w:p>
    <w:p w:rsidR="00B77C08" w:rsidRDefault="00B77C08" w:rsidP="00B77C08">
      <w:r>
        <w:t>332.0602</w:t>
      </w:r>
      <w:r>
        <w:tab/>
        <w:t>2.025e0</w:t>
      </w:r>
    </w:p>
    <w:p w:rsidR="00B77C08" w:rsidRDefault="00B77C08" w:rsidP="00B77C08">
      <w:r>
        <w:t>332.0647</w:t>
      </w:r>
      <w:r>
        <w:tab/>
        <w:t>3.038e0</w:t>
      </w:r>
    </w:p>
    <w:p w:rsidR="00B77C08" w:rsidRDefault="00B77C08" w:rsidP="00B77C08">
      <w:r>
        <w:t>332.1440</w:t>
      </w:r>
      <w:r>
        <w:tab/>
        <w:t>1.151e2</w:t>
      </w:r>
    </w:p>
    <w:p w:rsidR="00B77C08" w:rsidRDefault="00B77C08" w:rsidP="00B77C08">
      <w:r>
        <w:t>332.1451</w:t>
      </w:r>
      <w:r>
        <w:tab/>
        <w:t>1.736e2</w:t>
      </w:r>
    </w:p>
    <w:p w:rsidR="00B77C08" w:rsidRDefault="00B77C08" w:rsidP="00B77C08">
      <w:r>
        <w:t>332.1464</w:t>
      </w:r>
      <w:r>
        <w:tab/>
        <w:t>4.215e2</w:t>
      </w:r>
    </w:p>
    <w:p w:rsidR="00B77C08" w:rsidRDefault="00B77C08" w:rsidP="00B77C08">
      <w:r>
        <w:t>332.2184</w:t>
      </w:r>
      <w:r>
        <w:tab/>
        <w:t>6.076e0</w:t>
      </w:r>
    </w:p>
    <w:p w:rsidR="00B77C08" w:rsidRDefault="00B77C08" w:rsidP="00B77C08">
      <w:r>
        <w:lastRenderedPageBreak/>
        <w:t>332.2442</w:t>
      </w:r>
      <w:r>
        <w:tab/>
        <w:t>1.013e0</w:t>
      </w:r>
    </w:p>
    <w:p w:rsidR="00B77C08" w:rsidRDefault="00B77C08" w:rsidP="00B77C08">
      <w:r>
        <w:t>332.2680</w:t>
      </w:r>
      <w:r>
        <w:tab/>
        <w:t>4.051e0</w:t>
      </w:r>
    </w:p>
    <w:p w:rsidR="00B77C08" w:rsidRDefault="00B77C08" w:rsidP="00B77C08">
      <w:r>
        <w:t>332.2758</w:t>
      </w:r>
      <w:r>
        <w:tab/>
        <w:t>4.051e0</w:t>
      </w:r>
    </w:p>
    <w:p w:rsidR="00B77C08" w:rsidRDefault="00B77C08" w:rsidP="00B77C08">
      <w:r>
        <w:t>332.3168</w:t>
      </w:r>
      <w:r>
        <w:tab/>
        <w:t>3.038e0</w:t>
      </w:r>
    </w:p>
    <w:p w:rsidR="00B77C08" w:rsidRDefault="00B77C08" w:rsidP="00B77C08">
      <w:r>
        <w:t>332.3323</w:t>
      </w:r>
      <w:r>
        <w:tab/>
        <w:t>1.215e1</w:t>
      </w:r>
    </w:p>
    <w:p w:rsidR="00B77C08" w:rsidRDefault="00B77C08" w:rsidP="00B77C08">
      <w:r>
        <w:t>332.3415</w:t>
      </w:r>
      <w:r>
        <w:tab/>
        <w:t>5.063e0</w:t>
      </w:r>
    </w:p>
    <w:p w:rsidR="00B77C08" w:rsidRDefault="00B77C08" w:rsidP="00B77C08">
      <w:r>
        <w:t>332.3887</w:t>
      </w:r>
      <w:r>
        <w:tab/>
        <w:t>2.025e0</w:t>
      </w:r>
    </w:p>
    <w:p w:rsidR="00B77C08" w:rsidRDefault="00B77C08" w:rsidP="00B77C08">
      <w:r>
        <w:t>332.4070</w:t>
      </w:r>
      <w:r>
        <w:tab/>
        <w:t>1.013e0</w:t>
      </w:r>
    </w:p>
    <w:p w:rsidR="00B77C08" w:rsidRDefault="00B77C08" w:rsidP="00B77C08">
      <w:r>
        <w:t>332.4408</w:t>
      </w:r>
      <w:r>
        <w:tab/>
        <w:t>5.063e0</w:t>
      </w:r>
    </w:p>
    <w:p w:rsidR="00B77C08" w:rsidRDefault="00B77C08" w:rsidP="00B77C08">
      <w:r>
        <w:t>332.4518</w:t>
      </w:r>
      <w:r>
        <w:tab/>
        <w:t>1.013e0</w:t>
      </w:r>
    </w:p>
    <w:p w:rsidR="00B77C08" w:rsidRDefault="00B77C08" w:rsidP="00B77C08">
      <w:r>
        <w:t>332.4908</w:t>
      </w:r>
      <w:r>
        <w:tab/>
        <w:t>2.025e0</w:t>
      </w:r>
    </w:p>
    <w:p w:rsidR="00B77C08" w:rsidRDefault="00B77C08" w:rsidP="00B77C08">
      <w:r>
        <w:t>332.5012</w:t>
      </w:r>
      <w:r>
        <w:tab/>
        <w:t>1.013e0</w:t>
      </w:r>
    </w:p>
    <w:p w:rsidR="00B77C08" w:rsidRDefault="00B77C08" w:rsidP="00B77C08">
      <w:r>
        <w:t>332.5359</w:t>
      </w:r>
      <w:r>
        <w:tab/>
        <w:t>3.038e0</w:t>
      </w:r>
    </w:p>
    <w:p w:rsidR="00B77C08" w:rsidRDefault="00B77C08" w:rsidP="00B77C08">
      <w:r>
        <w:t>332.5399</w:t>
      </w:r>
      <w:r>
        <w:tab/>
        <w:t>2.025e0</w:t>
      </w:r>
    </w:p>
    <w:p w:rsidR="00B77C08" w:rsidRDefault="00B77C08" w:rsidP="00B77C08">
      <w:r>
        <w:t>332.5715</w:t>
      </w:r>
      <w:r>
        <w:tab/>
        <w:t>3.038e0</w:t>
      </w:r>
    </w:p>
    <w:p w:rsidR="00B77C08" w:rsidRDefault="00B77C08" w:rsidP="00B77C08">
      <w:r>
        <w:t>332.5786</w:t>
      </w:r>
      <w:r>
        <w:tab/>
        <w:t>2.025e0</w:t>
      </w:r>
    </w:p>
    <w:p w:rsidR="00B77C08" w:rsidRDefault="00B77C08" w:rsidP="00B77C08">
      <w:r>
        <w:t>332.5904</w:t>
      </w:r>
      <w:r>
        <w:tab/>
        <w:t>2.025e0</w:t>
      </w:r>
    </w:p>
    <w:p w:rsidR="00B77C08" w:rsidRDefault="00B77C08" w:rsidP="00B77C08">
      <w:r>
        <w:t>332.6240</w:t>
      </w:r>
      <w:r>
        <w:tab/>
        <w:t>3.038e0</w:t>
      </w:r>
    </w:p>
    <w:p w:rsidR="00B77C08" w:rsidRDefault="00B77C08" w:rsidP="00B77C08">
      <w:r>
        <w:t>332.6464</w:t>
      </w:r>
      <w:r>
        <w:tab/>
        <w:t>1.013e0</w:t>
      </w:r>
    </w:p>
    <w:p w:rsidR="00B77C08" w:rsidRDefault="00B77C08" w:rsidP="00B77C08">
      <w:r>
        <w:lastRenderedPageBreak/>
        <w:t>332.6572</w:t>
      </w:r>
      <w:r>
        <w:tab/>
        <w:t>5.063e0</w:t>
      </w:r>
    </w:p>
    <w:p w:rsidR="00B77C08" w:rsidRDefault="00B77C08" w:rsidP="00B77C08">
      <w:r>
        <w:t>332.6884</w:t>
      </w:r>
      <w:r>
        <w:tab/>
        <w:t>1.013e0</w:t>
      </w:r>
    </w:p>
    <w:p w:rsidR="00B77C08" w:rsidRDefault="00B77C08" w:rsidP="00B77C08">
      <w:r>
        <w:t>332.6980</w:t>
      </w:r>
      <w:r>
        <w:tab/>
        <w:t>3.038e0</w:t>
      </w:r>
    </w:p>
    <w:p w:rsidR="00B77C08" w:rsidRDefault="00B77C08" w:rsidP="00B77C08">
      <w:r>
        <w:t>332.7137</w:t>
      </w:r>
      <w:r>
        <w:tab/>
        <w:t>3.038e0</w:t>
      </w:r>
    </w:p>
    <w:p w:rsidR="00B77C08" w:rsidRDefault="00B77C08" w:rsidP="00B77C08">
      <w:r>
        <w:t>332.7333</w:t>
      </w:r>
      <w:r>
        <w:tab/>
        <w:t>2.025e0</w:t>
      </w:r>
    </w:p>
    <w:p w:rsidR="00B77C08" w:rsidRDefault="00B77C08" w:rsidP="00B77C08">
      <w:r>
        <w:t>332.7470</w:t>
      </w:r>
      <w:r>
        <w:tab/>
        <w:t>5.063e0</w:t>
      </w:r>
    </w:p>
    <w:p w:rsidR="00B77C08" w:rsidRDefault="00B77C08" w:rsidP="00B77C08">
      <w:r>
        <w:t>332.7727</w:t>
      </w:r>
      <w:r>
        <w:tab/>
        <w:t>1.013e0</w:t>
      </w:r>
    </w:p>
    <w:p w:rsidR="00B77C08" w:rsidRDefault="00B77C08" w:rsidP="00B77C08">
      <w:r>
        <w:t>332.8125</w:t>
      </w:r>
      <w:r>
        <w:tab/>
        <w:t>2.025e0</w:t>
      </w:r>
    </w:p>
    <w:p w:rsidR="00B77C08" w:rsidRDefault="00B77C08" w:rsidP="00B77C08">
      <w:r>
        <w:t>332.8146</w:t>
      </w:r>
      <w:r>
        <w:tab/>
        <w:t>1.013e0</w:t>
      </w:r>
    </w:p>
    <w:p w:rsidR="00B77C08" w:rsidRDefault="00B77C08" w:rsidP="00B77C08">
      <w:r>
        <w:t>332.8247</w:t>
      </w:r>
      <w:r>
        <w:tab/>
        <w:t>2.025e0</w:t>
      </w:r>
    </w:p>
    <w:p w:rsidR="00B77C08" w:rsidRDefault="00B77C08" w:rsidP="00B77C08">
      <w:r>
        <w:t>332.8767</w:t>
      </w:r>
      <w:r>
        <w:tab/>
        <w:t>2.025e0</w:t>
      </w:r>
    </w:p>
    <w:p w:rsidR="00B77C08" w:rsidRDefault="00B77C08" w:rsidP="00B77C08">
      <w:r>
        <w:t>332.8943</w:t>
      </w:r>
      <w:r>
        <w:tab/>
        <w:t>3.038e0</w:t>
      </w:r>
    </w:p>
    <w:p w:rsidR="00B77C08" w:rsidRDefault="00B77C08" w:rsidP="00B77C08">
      <w:r>
        <w:t>332.9038</w:t>
      </w:r>
      <w:r>
        <w:tab/>
        <w:t>3.038e0</w:t>
      </w:r>
    </w:p>
    <w:p w:rsidR="00B77C08" w:rsidRDefault="00B77C08" w:rsidP="00B77C08">
      <w:r>
        <w:t>332.9279</w:t>
      </w:r>
      <w:r>
        <w:tab/>
        <w:t>2.025e0</w:t>
      </w:r>
    </w:p>
    <w:p w:rsidR="00B77C08" w:rsidRDefault="00B77C08" w:rsidP="00B77C08">
      <w:r>
        <w:t>332.9364</w:t>
      </w:r>
      <w:r>
        <w:tab/>
        <w:t>1.013e0</w:t>
      </w:r>
    </w:p>
    <w:p w:rsidR="00B77C08" w:rsidRDefault="00B77C08" w:rsidP="00B77C08">
      <w:r>
        <w:t>332.9607</w:t>
      </w:r>
      <w:r>
        <w:tab/>
        <w:t>7.089e0</w:t>
      </w:r>
    </w:p>
    <w:p w:rsidR="00B77C08" w:rsidRDefault="00B77C08" w:rsidP="00B77C08">
      <w:r>
        <w:t>332.9853</w:t>
      </w:r>
      <w:r>
        <w:tab/>
        <w:t>1.013e0</w:t>
      </w:r>
    </w:p>
    <w:p w:rsidR="00B77C08" w:rsidRDefault="00B77C08" w:rsidP="00B77C08">
      <w:r>
        <w:t>332.9938</w:t>
      </w:r>
      <w:r>
        <w:tab/>
        <w:t>1.013e0</w:t>
      </w:r>
    </w:p>
    <w:p w:rsidR="00B77C08" w:rsidRDefault="00B77C08" w:rsidP="00B77C08">
      <w:r>
        <w:t>333.0217</w:t>
      </w:r>
      <w:r>
        <w:tab/>
        <w:t>3.038e0</w:t>
      </w:r>
    </w:p>
    <w:p w:rsidR="00B77C08" w:rsidRDefault="00B77C08" w:rsidP="00B77C08">
      <w:r>
        <w:lastRenderedPageBreak/>
        <w:t>333.0692</w:t>
      </w:r>
      <w:r>
        <w:tab/>
        <w:t>3.038e0</w:t>
      </w:r>
    </w:p>
    <w:p w:rsidR="00B77C08" w:rsidRDefault="00B77C08" w:rsidP="00B77C08">
      <w:r>
        <w:t>333.0706</w:t>
      </w:r>
      <w:r>
        <w:tab/>
        <w:t>4.251e0</w:t>
      </w:r>
    </w:p>
    <w:p w:rsidR="00B77C08" w:rsidRDefault="00B77C08" w:rsidP="00B77C08">
      <w:r>
        <w:t>333.0717</w:t>
      </w:r>
      <w:r>
        <w:tab/>
        <w:t>1.013e0</w:t>
      </w:r>
    </w:p>
    <w:p w:rsidR="00B77C08" w:rsidRDefault="00B77C08" w:rsidP="00B77C08">
      <w:r>
        <w:t>333.1439</w:t>
      </w:r>
      <w:r>
        <w:tab/>
        <w:t>4.051e1</w:t>
      </w:r>
    </w:p>
    <w:p w:rsidR="00B77C08" w:rsidRDefault="00B77C08" w:rsidP="00B77C08">
      <w:r>
        <w:t>333.1466</w:t>
      </w:r>
      <w:r>
        <w:tab/>
        <w:t>2.734e1</w:t>
      </w:r>
    </w:p>
    <w:p w:rsidR="00B77C08" w:rsidRDefault="00B77C08" w:rsidP="00B77C08">
      <w:r>
        <w:t>333.1490</w:t>
      </w:r>
      <w:r>
        <w:tab/>
        <w:t>8.878e1</w:t>
      </w:r>
    </w:p>
    <w:p w:rsidR="00B77C08" w:rsidRDefault="00B77C08" w:rsidP="00B77C08">
      <w:r>
        <w:t>333.1976</w:t>
      </w:r>
      <w:r>
        <w:tab/>
        <w:t>1.013e0</w:t>
      </w:r>
    </w:p>
    <w:p w:rsidR="00B77C08" w:rsidRDefault="00B77C08" w:rsidP="00B77C08">
      <w:r>
        <w:t>333.2464</w:t>
      </w:r>
      <w:r>
        <w:tab/>
        <w:t>2.025e0</w:t>
      </w:r>
    </w:p>
    <w:p w:rsidR="00B77C08" w:rsidRDefault="00B77C08" w:rsidP="00B77C08">
      <w:r>
        <w:t>333.2630</w:t>
      </w:r>
      <w:r>
        <w:tab/>
        <w:t>8.101e0</w:t>
      </w:r>
    </w:p>
    <w:p w:rsidR="00B77C08" w:rsidRDefault="00B77C08" w:rsidP="00B77C08">
      <w:r>
        <w:t>333.3098</w:t>
      </w:r>
      <w:r>
        <w:tab/>
        <w:t>2.025e0</w:t>
      </w:r>
    </w:p>
    <w:p w:rsidR="00B77C08" w:rsidRDefault="00B77C08" w:rsidP="00B77C08">
      <w:r>
        <w:t>333.3193</w:t>
      </w:r>
      <w:r>
        <w:tab/>
        <w:t>1.013e0</w:t>
      </w:r>
    </w:p>
    <w:p w:rsidR="00B77C08" w:rsidRDefault="00B77C08" w:rsidP="00B77C08">
      <w:r>
        <w:t>333.3240</w:t>
      </w:r>
      <w:r>
        <w:tab/>
        <w:t>2.025e0</w:t>
      </w:r>
    </w:p>
    <w:p w:rsidR="00B77C08" w:rsidRDefault="00B77C08" w:rsidP="00B77C08">
      <w:r>
        <w:t>333.3596</w:t>
      </w:r>
      <w:r>
        <w:tab/>
        <w:t>1.013e0</w:t>
      </w:r>
    </w:p>
    <w:p w:rsidR="00B77C08" w:rsidRDefault="00B77C08" w:rsidP="00B77C08">
      <w:r>
        <w:t>333.3887</w:t>
      </w:r>
      <w:r>
        <w:tab/>
        <w:t>1.013e0</w:t>
      </w:r>
    </w:p>
    <w:p w:rsidR="00B77C08" w:rsidRDefault="00B77C08" w:rsidP="00B77C08">
      <w:r>
        <w:t>333.3897</w:t>
      </w:r>
      <w:r>
        <w:tab/>
        <w:t>3.038e0</w:t>
      </w:r>
    </w:p>
    <w:p w:rsidR="00B77C08" w:rsidRDefault="00B77C08" w:rsidP="00B77C08">
      <w:r>
        <w:t>333.4132</w:t>
      </w:r>
      <w:r>
        <w:tab/>
        <w:t>1.013e0</w:t>
      </w:r>
    </w:p>
    <w:p w:rsidR="00B77C08" w:rsidRDefault="00B77C08" w:rsidP="00B77C08">
      <w:r>
        <w:t>333.4495</w:t>
      </w:r>
      <w:r>
        <w:tab/>
        <w:t>1.013e0</w:t>
      </w:r>
    </w:p>
    <w:p w:rsidR="00B77C08" w:rsidRDefault="00B77C08" w:rsidP="00B77C08">
      <w:r>
        <w:t>333.4945</w:t>
      </w:r>
      <w:r>
        <w:tab/>
        <w:t>1.013e0</w:t>
      </w:r>
    </w:p>
    <w:p w:rsidR="00B77C08" w:rsidRDefault="00B77C08" w:rsidP="00B77C08">
      <w:r>
        <w:t>333.4969</w:t>
      </w:r>
      <w:r>
        <w:tab/>
        <w:t>2.025e0</w:t>
      </w:r>
    </w:p>
    <w:p w:rsidR="00B77C08" w:rsidRDefault="00B77C08" w:rsidP="00B77C08">
      <w:r>
        <w:lastRenderedPageBreak/>
        <w:t>333.5475</w:t>
      </w:r>
      <w:r>
        <w:tab/>
        <w:t>1.013e0</w:t>
      </w:r>
    </w:p>
    <w:p w:rsidR="00B77C08" w:rsidRDefault="00B77C08" w:rsidP="00B77C08">
      <w:r>
        <w:t>333.5697</w:t>
      </w:r>
      <w:r>
        <w:tab/>
        <w:t>3.038e0</w:t>
      </w:r>
    </w:p>
    <w:p w:rsidR="00B77C08" w:rsidRDefault="00B77C08" w:rsidP="00B77C08">
      <w:r>
        <w:t>333.5841</w:t>
      </w:r>
      <w:r>
        <w:tab/>
        <w:t>2.025e0</w:t>
      </w:r>
    </w:p>
    <w:p w:rsidR="00B77C08" w:rsidRDefault="00B77C08" w:rsidP="00B77C08">
      <w:r>
        <w:t>333.6056</w:t>
      </w:r>
      <w:r>
        <w:tab/>
        <w:t>1.013e0</w:t>
      </w:r>
    </w:p>
    <w:p w:rsidR="00B77C08" w:rsidRDefault="00B77C08" w:rsidP="00B77C08">
      <w:r>
        <w:t>333.6551</w:t>
      </w:r>
      <w:r>
        <w:tab/>
        <w:t>2.025e0</w:t>
      </w:r>
    </w:p>
    <w:p w:rsidR="00B77C08" w:rsidRDefault="00B77C08" w:rsidP="00B77C08">
      <w:r>
        <w:t>333.6656</w:t>
      </w:r>
      <w:r>
        <w:tab/>
        <w:t>1.013e0</w:t>
      </w:r>
    </w:p>
    <w:p w:rsidR="00B77C08" w:rsidRDefault="00B77C08" w:rsidP="00B77C08">
      <w:r>
        <w:t>333.6901</w:t>
      </w:r>
      <w:r>
        <w:tab/>
        <w:t>1.013e0</w:t>
      </w:r>
    </w:p>
    <w:p w:rsidR="00B77C08" w:rsidRDefault="00B77C08" w:rsidP="00B77C08">
      <w:r>
        <w:t>333.7022</w:t>
      </w:r>
      <w:r>
        <w:tab/>
        <w:t>1.013e0</w:t>
      </w:r>
    </w:p>
    <w:p w:rsidR="00B77C08" w:rsidRDefault="00B77C08" w:rsidP="00B77C08">
      <w:r>
        <w:t>333.7376</w:t>
      </w:r>
      <w:r>
        <w:tab/>
        <w:t>1.013e0</w:t>
      </w:r>
    </w:p>
    <w:p w:rsidR="00B77C08" w:rsidRDefault="00B77C08" w:rsidP="00B77C08">
      <w:r>
        <w:t>333.7556</w:t>
      </w:r>
      <w:r>
        <w:tab/>
        <w:t>1.013e0</w:t>
      </w:r>
    </w:p>
    <w:p w:rsidR="00B77C08" w:rsidRDefault="00B77C08" w:rsidP="00B77C08">
      <w:r>
        <w:t>333.7721</w:t>
      </w:r>
      <w:r>
        <w:tab/>
        <w:t>1.013e0</w:t>
      </w:r>
    </w:p>
    <w:p w:rsidR="00B77C08" w:rsidRDefault="00B77C08" w:rsidP="00B77C08">
      <w:r>
        <w:t>333.8168</w:t>
      </w:r>
      <w:r>
        <w:tab/>
        <w:t>2.025e0</w:t>
      </w:r>
    </w:p>
    <w:p w:rsidR="00B77C08" w:rsidRDefault="00B77C08" w:rsidP="00B77C08">
      <w:r>
        <w:t>333.8583</w:t>
      </w:r>
      <w:r>
        <w:tab/>
        <w:t>1.013e0</w:t>
      </w:r>
    </w:p>
    <w:p w:rsidR="00B77C08" w:rsidRDefault="00B77C08" w:rsidP="00B77C08">
      <w:r>
        <w:t>333.8637</w:t>
      </w:r>
      <w:r>
        <w:tab/>
        <w:t>1.013e0</w:t>
      </w:r>
    </w:p>
    <w:p w:rsidR="00B77C08" w:rsidRDefault="00B77C08" w:rsidP="00B77C08">
      <w:r>
        <w:t>333.9006</w:t>
      </w:r>
      <w:r>
        <w:tab/>
        <w:t>2.025e0</w:t>
      </w:r>
    </w:p>
    <w:p w:rsidR="00B77C08" w:rsidRDefault="00B77C08" w:rsidP="00B77C08">
      <w:r>
        <w:t>333.9058</w:t>
      </w:r>
      <w:r>
        <w:tab/>
        <w:t>1.013e0</w:t>
      </w:r>
    </w:p>
    <w:p w:rsidR="00B77C08" w:rsidRDefault="00B77C08" w:rsidP="00B77C08">
      <w:r>
        <w:t>333.9453</w:t>
      </w:r>
      <w:r>
        <w:tab/>
        <w:t>3.038e0</w:t>
      </w:r>
    </w:p>
    <w:p w:rsidR="00B77C08" w:rsidRDefault="00B77C08" w:rsidP="00B77C08">
      <w:r>
        <w:t>333.9664</w:t>
      </w:r>
      <w:r>
        <w:tab/>
        <w:t>2.025e0</w:t>
      </w:r>
    </w:p>
    <w:p w:rsidR="00B77C08" w:rsidRDefault="00B77C08" w:rsidP="00B77C08">
      <w:r>
        <w:t>334.0141</w:t>
      </w:r>
      <w:r>
        <w:tab/>
        <w:t>2.025e0</w:t>
      </w:r>
    </w:p>
    <w:p w:rsidR="00B77C08" w:rsidRDefault="00B77C08" w:rsidP="00B77C08">
      <w:r>
        <w:lastRenderedPageBreak/>
        <w:t>334.0274</w:t>
      </w:r>
      <w:r>
        <w:tab/>
        <w:t>2.311e0</w:t>
      </w:r>
    </w:p>
    <w:p w:rsidR="00B77C08" w:rsidRDefault="00B77C08" w:rsidP="00B77C08">
      <w:r>
        <w:t>334.0445</w:t>
      </w:r>
      <w:r>
        <w:tab/>
        <w:t>2.025e0</w:t>
      </w:r>
    </w:p>
    <w:p w:rsidR="00B77C08" w:rsidRDefault="00B77C08" w:rsidP="00B77C08">
      <w:r>
        <w:t>334.0822</w:t>
      </w:r>
      <w:r>
        <w:tab/>
        <w:t>3.038e0</w:t>
      </w:r>
    </w:p>
    <w:p w:rsidR="00B77C08" w:rsidRDefault="00B77C08" w:rsidP="00B77C08">
      <w:r>
        <w:t>334.1385</w:t>
      </w:r>
      <w:r>
        <w:tab/>
        <w:t>1.759e1</w:t>
      </w:r>
    </w:p>
    <w:p w:rsidR="00B77C08" w:rsidRDefault="00B77C08" w:rsidP="00B77C08">
      <w:r>
        <w:t>334.1451</w:t>
      </w:r>
      <w:r>
        <w:tab/>
        <w:t>2.778e1</w:t>
      </w:r>
    </w:p>
    <w:p w:rsidR="00B77C08" w:rsidRDefault="00B77C08" w:rsidP="00B77C08">
      <w:r>
        <w:t>334.1498</w:t>
      </w:r>
      <w:r>
        <w:tab/>
        <w:t>7.596e0</w:t>
      </w:r>
    </w:p>
    <w:p w:rsidR="00B77C08" w:rsidRDefault="00B77C08" w:rsidP="00B77C08">
      <w:r>
        <w:t>334.2160</w:t>
      </w:r>
      <w:r>
        <w:tab/>
        <w:t>2.025e0</w:t>
      </w:r>
    </w:p>
    <w:p w:rsidR="00B77C08" w:rsidRDefault="00B77C08" w:rsidP="00B77C08">
      <w:r>
        <w:t>334.2318</w:t>
      </w:r>
      <w:r>
        <w:tab/>
        <w:t>4.051e0</w:t>
      </w:r>
    </w:p>
    <w:p w:rsidR="00B77C08" w:rsidRDefault="00B77C08" w:rsidP="00B77C08">
      <w:r>
        <w:t>334.3159</w:t>
      </w:r>
      <w:r>
        <w:tab/>
        <w:t>2.025e0</w:t>
      </w:r>
    </w:p>
    <w:p w:rsidR="00B77C08" w:rsidRDefault="00B77C08" w:rsidP="00B77C08">
      <w:r>
        <w:t>334.3210</w:t>
      </w:r>
      <w:r>
        <w:tab/>
        <w:t>1.013e0</w:t>
      </w:r>
    </w:p>
    <w:p w:rsidR="00B77C08" w:rsidRDefault="00B77C08" w:rsidP="00B77C08">
      <w:r>
        <w:t>334.3836</w:t>
      </w:r>
      <w:r>
        <w:tab/>
        <w:t>1.013e0</w:t>
      </w:r>
    </w:p>
    <w:p w:rsidR="00B77C08" w:rsidRDefault="00B77C08" w:rsidP="00B77C08">
      <w:r>
        <w:t>334.3927</w:t>
      </w:r>
      <w:r>
        <w:tab/>
        <w:t>1.013e0</w:t>
      </w:r>
    </w:p>
    <w:p w:rsidR="00B77C08" w:rsidRDefault="00B77C08" w:rsidP="00B77C08">
      <w:r>
        <w:t>334.4713</w:t>
      </w:r>
      <w:r>
        <w:tab/>
        <w:t>2.025e0</w:t>
      </w:r>
    </w:p>
    <w:p w:rsidR="00B77C08" w:rsidRDefault="00B77C08" w:rsidP="00B77C08">
      <w:r>
        <w:t>334.5190</w:t>
      </w:r>
      <w:r>
        <w:tab/>
        <w:t>1.013e0</w:t>
      </w:r>
    </w:p>
    <w:p w:rsidR="00B77C08" w:rsidRDefault="00B77C08" w:rsidP="00B77C08">
      <w:r>
        <w:t>334.5517</w:t>
      </w:r>
      <w:r>
        <w:tab/>
        <w:t>2.025e0</w:t>
      </w:r>
    </w:p>
    <w:p w:rsidR="00B77C08" w:rsidRDefault="00B77C08" w:rsidP="00B77C08">
      <w:r>
        <w:t>334.5828</w:t>
      </w:r>
      <w:r>
        <w:tab/>
        <w:t>1.013e0</w:t>
      </w:r>
    </w:p>
    <w:p w:rsidR="00B77C08" w:rsidRDefault="00B77C08" w:rsidP="00B77C08">
      <w:r>
        <w:t>334.6078</w:t>
      </w:r>
      <w:r>
        <w:tab/>
        <w:t>1.013e0</w:t>
      </w:r>
    </w:p>
    <w:p w:rsidR="00B77C08" w:rsidRDefault="00B77C08" w:rsidP="00B77C08">
      <w:r>
        <w:t>334.6808</w:t>
      </w:r>
      <w:r>
        <w:tab/>
        <w:t>1.013e0</w:t>
      </w:r>
    </w:p>
    <w:p w:rsidR="00B77C08" w:rsidRDefault="00B77C08" w:rsidP="00B77C08">
      <w:r>
        <w:t>334.6848</w:t>
      </w:r>
      <w:r>
        <w:tab/>
        <w:t>2.025e0</w:t>
      </w:r>
    </w:p>
    <w:p w:rsidR="00B77C08" w:rsidRDefault="00B77C08" w:rsidP="00B77C08">
      <w:r>
        <w:lastRenderedPageBreak/>
        <w:t>334.7661</w:t>
      </w:r>
      <w:r>
        <w:tab/>
        <w:t>1.013e0</w:t>
      </w:r>
    </w:p>
    <w:p w:rsidR="00B77C08" w:rsidRDefault="00B77C08" w:rsidP="00B77C08">
      <w:r>
        <w:t>334.7959</w:t>
      </w:r>
      <w:r>
        <w:tab/>
        <w:t>1.013e0</w:t>
      </w:r>
    </w:p>
    <w:p w:rsidR="00B77C08" w:rsidRDefault="00B77C08" w:rsidP="00B77C08">
      <w:r>
        <w:t>334.8441</w:t>
      </w:r>
      <w:r>
        <w:tab/>
        <w:t>1.013e0</w:t>
      </w:r>
    </w:p>
    <w:p w:rsidR="00B77C08" w:rsidRDefault="00B77C08" w:rsidP="00B77C08">
      <w:r>
        <w:t>334.8648</w:t>
      </w:r>
      <w:r>
        <w:tab/>
        <w:t>1.013e0</w:t>
      </w:r>
    </w:p>
    <w:p w:rsidR="00B77C08" w:rsidRDefault="00B77C08" w:rsidP="00B77C08">
      <w:r>
        <w:t>334.8846</w:t>
      </w:r>
      <w:r>
        <w:tab/>
        <w:t>1.013e0</w:t>
      </w:r>
    </w:p>
    <w:p w:rsidR="00B77C08" w:rsidRDefault="00B77C08" w:rsidP="00B77C08">
      <w:r>
        <w:t>334.9605</w:t>
      </w:r>
      <w:r>
        <w:tab/>
        <w:t>2.025e0</w:t>
      </w:r>
    </w:p>
    <w:p w:rsidR="00B77C08" w:rsidRDefault="00B77C08" w:rsidP="00B77C08">
      <w:r>
        <w:t>335.0195</w:t>
      </w:r>
      <w:r>
        <w:tab/>
        <w:t>1.013e0</w:t>
      </w:r>
    </w:p>
    <w:p w:rsidR="00B77C08" w:rsidRDefault="00B77C08" w:rsidP="00B77C08">
      <w:r>
        <w:t>335.0489</w:t>
      </w:r>
      <w:r>
        <w:tab/>
        <w:t>1.013e0</w:t>
      </w:r>
    </w:p>
    <w:p w:rsidR="00B77C08" w:rsidRDefault="00B77C08" w:rsidP="00B77C08">
      <w:r>
        <w:t>335.0686</w:t>
      </w:r>
      <w:r>
        <w:tab/>
        <w:t>1.013e0</w:t>
      </w:r>
    </w:p>
    <w:p w:rsidR="00B77C08" w:rsidRDefault="00B77C08" w:rsidP="00B77C08">
      <w:r>
        <w:t>335.0990</w:t>
      </w:r>
      <w:r>
        <w:tab/>
        <w:t>2.025e0</w:t>
      </w:r>
    </w:p>
    <w:p w:rsidR="00B77C08" w:rsidRDefault="00B77C08" w:rsidP="00B77C08">
      <w:r>
        <w:t>335.1443</w:t>
      </w:r>
      <w:r>
        <w:tab/>
        <w:t>3.038e0</w:t>
      </w:r>
    </w:p>
    <w:p w:rsidR="00B77C08" w:rsidRDefault="00B77C08" w:rsidP="00B77C08">
      <w:r>
        <w:t>335.1483</w:t>
      </w:r>
      <w:r>
        <w:tab/>
        <w:t>5.063e0</w:t>
      </w:r>
    </w:p>
    <w:p w:rsidR="00B77C08" w:rsidRDefault="00B77C08" w:rsidP="00B77C08">
      <w:r>
        <w:t>335.1568</w:t>
      </w:r>
      <w:r>
        <w:tab/>
        <w:t>5.063e0</w:t>
      </w:r>
    </w:p>
    <w:p w:rsidR="00B77C08" w:rsidRDefault="00B77C08" w:rsidP="00B77C08">
      <w:r>
        <w:t>335.1924</w:t>
      </w:r>
      <w:r>
        <w:tab/>
        <w:t>2.025e0</w:t>
      </w:r>
    </w:p>
    <w:p w:rsidR="00B77C08" w:rsidRDefault="00B77C08" w:rsidP="00B77C08">
      <w:r>
        <w:t>335.2362</w:t>
      </w:r>
      <w:r>
        <w:tab/>
        <w:t>3.038e0</w:t>
      </w:r>
    </w:p>
    <w:p w:rsidR="00B77C08" w:rsidRDefault="00B77C08" w:rsidP="00B77C08">
      <w:r>
        <w:t>335.2639</w:t>
      </w:r>
      <w:r>
        <w:tab/>
        <w:t>1.013e0</w:t>
      </w:r>
    </w:p>
    <w:p w:rsidR="00B77C08" w:rsidRDefault="00B77C08" w:rsidP="00B77C08">
      <w:r>
        <w:t>335.3130</w:t>
      </w:r>
      <w:r>
        <w:tab/>
        <w:t>1.013e0</w:t>
      </w:r>
    </w:p>
    <w:p w:rsidR="00B77C08" w:rsidRDefault="00B77C08" w:rsidP="00B77C08">
      <w:r>
        <w:t>335.3505</w:t>
      </w:r>
      <w:r>
        <w:tab/>
        <w:t>2.025e0</w:t>
      </w:r>
    </w:p>
    <w:p w:rsidR="00B77C08" w:rsidRDefault="00B77C08" w:rsidP="00B77C08">
      <w:r>
        <w:t>335.3590</w:t>
      </w:r>
      <w:r>
        <w:tab/>
        <w:t>2.025e0</w:t>
      </w:r>
    </w:p>
    <w:p w:rsidR="00B77C08" w:rsidRDefault="00B77C08" w:rsidP="00B77C08">
      <w:r>
        <w:lastRenderedPageBreak/>
        <w:t>335.3810</w:t>
      </w:r>
      <w:r>
        <w:tab/>
        <w:t>1.013e0</w:t>
      </w:r>
    </w:p>
    <w:p w:rsidR="00B77C08" w:rsidRDefault="00B77C08" w:rsidP="00B77C08">
      <w:r>
        <w:t>335.4228</w:t>
      </w:r>
      <w:r>
        <w:tab/>
        <w:t>1.013e0</w:t>
      </w:r>
    </w:p>
    <w:p w:rsidR="00B77C08" w:rsidRDefault="00B77C08" w:rsidP="00B77C08">
      <w:r>
        <w:t>335.4353</w:t>
      </w:r>
      <w:r>
        <w:tab/>
        <w:t>1.013e0</w:t>
      </w:r>
    </w:p>
    <w:p w:rsidR="00B77C08" w:rsidRDefault="00B77C08" w:rsidP="00B77C08">
      <w:r>
        <w:t>335.4666</w:t>
      </w:r>
      <w:r>
        <w:tab/>
        <w:t>2.025e0</w:t>
      </w:r>
    </w:p>
    <w:p w:rsidR="00B77C08" w:rsidRDefault="00B77C08" w:rsidP="00B77C08">
      <w:r>
        <w:t>335.4720</w:t>
      </w:r>
      <w:r>
        <w:tab/>
        <w:t>1.013e0</w:t>
      </w:r>
    </w:p>
    <w:p w:rsidR="00B77C08" w:rsidRDefault="00B77C08" w:rsidP="00B77C08">
      <w:r>
        <w:t>335.5016</w:t>
      </w:r>
      <w:r>
        <w:tab/>
        <w:t>1.013e0</w:t>
      </w:r>
    </w:p>
    <w:p w:rsidR="00B77C08" w:rsidRDefault="00B77C08" w:rsidP="00B77C08">
      <w:r>
        <w:t>335.5738</w:t>
      </w:r>
      <w:r>
        <w:tab/>
        <w:t>1.013e0</w:t>
      </w:r>
    </w:p>
    <w:p w:rsidR="00B77C08" w:rsidRDefault="00B77C08" w:rsidP="00B77C08">
      <w:r>
        <w:t>335.5861</w:t>
      </w:r>
      <w:r>
        <w:tab/>
        <w:t>1.013e0</w:t>
      </w:r>
    </w:p>
    <w:p w:rsidR="00B77C08" w:rsidRDefault="00B77C08" w:rsidP="00B77C08">
      <w:r>
        <w:t>335.6852</w:t>
      </w:r>
      <w:r>
        <w:tab/>
        <w:t>2.025e0</w:t>
      </w:r>
    </w:p>
    <w:p w:rsidR="00B77C08" w:rsidRDefault="00B77C08" w:rsidP="00B77C08">
      <w:r>
        <w:t>335.7249</w:t>
      </w:r>
      <w:r>
        <w:tab/>
        <w:t>1.013e0</w:t>
      </w:r>
    </w:p>
    <w:p w:rsidR="00B77C08" w:rsidRDefault="00B77C08" w:rsidP="00B77C08">
      <w:r>
        <w:t>335.7719</w:t>
      </w:r>
      <w:r>
        <w:tab/>
        <w:t>2.025e0</w:t>
      </w:r>
    </w:p>
    <w:p w:rsidR="00B77C08" w:rsidRDefault="00B77C08" w:rsidP="00B77C08">
      <w:r>
        <w:t>335.8813</w:t>
      </w:r>
      <w:r>
        <w:tab/>
        <w:t>1.013e0</w:t>
      </w:r>
    </w:p>
    <w:p w:rsidR="00B77C08" w:rsidRDefault="00B77C08" w:rsidP="00B77C08">
      <w:r>
        <w:t>335.8965</w:t>
      </w:r>
      <w:r>
        <w:tab/>
        <w:t>2.025e0</w:t>
      </w:r>
    </w:p>
    <w:p w:rsidR="00B77C08" w:rsidRDefault="00B77C08" w:rsidP="00B77C08">
      <w:r>
        <w:t>335.9060</w:t>
      </w:r>
      <w:r>
        <w:tab/>
        <w:t>2.025e0</w:t>
      </w:r>
    </w:p>
    <w:p w:rsidR="00B77C08" w:rsidRDefault="00B77C08" w:rsidP="00B77C08">
      <w:r>
        <w:t>335.9209</w:t>
      </w:r>
      <w:r>
        <w:tab/>
        <w:t>1.013e0</w:t>
      </w:r>
    </w:p>
    <w:p w:rsidR="00B77C08" w:rsidRDefault="00B77C08" w:rsidP="00B77C08">
      <w:r>
        <w:t>335.9842</w:t>
      </w:r>
      <w:r>
        <w:tab/>
        <w:t>2.025e0</w:t>
      </w:r>
    </w:p>
    <w:p w:rsidR="00B77C08" w:rsidRDefault="00B77C08" w:rsidP="00B77C08">
      <w:r>
        <w:t>336.0059</w:t>
      </w:r>
      <w:r>
        <w:tab/>
        <w:t>2.025e0</w:t>
      </w:r>
    </w:p>
    <w:p w:rsidR="00B77C08" w:rsidRDefault="00B77C08" w:rsidP="00B77C08">
      <w:r>
        <w:t>336.0269</w:t>
      </w:r>
      <w:r>
        <w:tab/>
        <w:t>1.013e0</w:t>
      </w:r>
    </w:p>
    <w:p w:rsidR="00B77C08" w:rsidRDefault="00B77C08" w:rsidP="00B77C08">
      <w:r>
        <w:t>336.0440</w:t>
      </w:r>
      <w:r>
        <w:tab/>
        <w:t>1.013e0</w:t>
      </w:r>
    </w:p>
    <w:p w:rsidR="00B77C08" w:rsidRDefault="00B77C08" w:rsidP="00B77C08">
      <w:r>
        <w:lastRenderedPageBreak/>
        <w:t>336.0809</w:t>
      </w:r>
      <w:r>
        <w:tab/>
        <w:t>2.025e0</w:t>
      </w:r>
    </w:p>
    <w:p w:rsidR="00B77C08" w:rsidRDefault="00B77C08" w:rsidP="00B77C08">
      <w:r>
        <w:t>336.1306</w:t>
      </w:r>
      <w:r>
        <w:tab/>
        <w:t>2.025e0</w:t>
      </w:r>
    </w:p>
    <w:p w:rsidR="00B77C08" w:rsidRDefault="00B77C08" w:rsidP="00B77C08">
      <w:r>
        <w:t>336.2474</w:t>
      </w:r>
      <w:r>
        <w:tab/>
        <w:t>1.013e0</w:t>
      </w:r>
    </w:p>
    <w:p w:rsidR="00B77C08" w:rsidRDefault="00B77C08" w:rsidP="00B77C08">
      <w:r>
        <w:t>336.2883</w:t>
      </w:r>
      <w:r>
        <w:tab/>
        <w:t>2.025e0</w:t>
      </w:r>
    </w:p>
    <w:p w:rsidR="00B77C08" w:rsidRDefault="00B77C08" w:rsidP="00B77C08">
      <w:r>
        <w:t>336.2922</w:t>
      </w:r>
      <w:r>
        <w:tab/>
        <w:t>1.013e0</w:t>
      </w:r>
    </w:p>
    <w:p w:rsidR="00B77C08" w:rsidRDefault="00B77C08" w:rsidP="00B77C08">
      <w:r>
        <w:t>336.3220</w:t>
      </w:r>
      <w:r>
        <w:tab/>
        <w:t>2.025e0</w:t>
      </w:r>
    </w:p>
    <w:p w:rsidR="00B77C08" w:rsidRDefault="00B77C08" w:rsidP="00B77C08">
      <w:r>
        <w:t>336.3445</w:t>
      </w:r>
      <w:r>
        <w:tab/>
        <w:t>2.025e0</w:t>
      </w:r>
    </w:p>
    <w:p w:rsidR="00B77C08" w:rsidRDefault="00B77C08" w:rsidP="00B77C08">
      <w:r>
        <w:t>336.3501</w:t>
      </w:r>
      <w:r>
        <w:tab/>
        <w:t>1.013e0</w:t>
      </w:r>
    </w:p>
    <w:p w:rsidR="00B77C08" w:rsidRDefault="00B77C08" w:rsidP="00B77C08">
      <w:r>
        <w:t>336.3889</w:t>
      </w:r>
      <w:r>
        <w:tab/>
        <w:t>1.013e0</w:t>
      </w:r>
    </w:p>
    <w:p w:rsidR="00B77C08" w:rsidRDefault="00B77C08" w:rsidP="00B77C08">
      <w:r>
        <w:t>336.4002</w:t>
      </w:r>
      <w:r>
        <w:tab/>
        <w:t>3.038e0</w:t>
      </w:r>
    </w:p>
    <w:p w:rsidR="00B77C08" w:rsidRDefault="00B77C08" w:rsidP="00B77C08">
      <w:r>
        <w:t>336.4481</w:t>
      </w:r>
      <w:r>
        <w:tab/>
        <w:t>1.013e0</w:t>
      </w:r>
    </w:p>
    <w:p w:rsidR="00B77C08" w:rsidRDefault="00B77C08" w:rsidP="00B77C08">
      <w:r>
        <w:t>336.4615</w:t>
      </w:r>
      <w:r>
        <w:tab/>
        <w:t>1.013e0</w:t>
      </w:r>
    </w:p>
    <w:p w:rsidR="00B77C08" w:rsidRDefault="00B77C08" w:rsidP="00B77C08">
      <w:r>
        <w:t>336.4799</w:t>
      </w:r>
      <w:r>
        <w:tab/>
        <w:t>1.013e0</w:t>
      </w:r>
    </w:p>
    <w:p w:rsidR="00B77C08" w:rsidRDefault="00B77C08" w:rsidP="00B77C08">
      <w:r>
        <w:t>336.4863</w:t>
      </w:r>
      <w:r>
        <w:tab/>
        <w:t>1.013e0</w:t>
      </w:r>
    </w:p>
    <w:p w:rsidR="00B77C08" w:rsidRDefault="00B77C08" w:rsidP="00B77C08">
      <w:r>
        <w:t>336.5296</w:t>
      </w:r>
      <w:r>
        <w:tab/>
        <w:t>1.013e0</w:t>
      </w:r>
    </w:p>
    <w:p w:rsidR="00B77C08" w:rsidRDefault="00B77C08" w:rsidP="00B77C08">
      <w:r>
        <w:t>336.5402</w:t>
      </w:r>
      <w:r>
        <w:tab/>
        <w:t>1.013e0</w:t>
      </w:r>
    </w:p>
    <w:p w:rsidR="00B77C08" w:rsidRDefault="00B77C08" w:rsidP="00B77C08">
      <w:r>
        <w:t>336.5708</w:t>
      </w:r>
      <w:r>
        <w:tab/>
        <w:t>1.013e0</w:t>
      </w:r>
    </w:p>
    <w:p w:rsidR="00B77C08" w:rsidRDefault="00B77C08" w:rsidP="00B77C08">
      <w:r>
        <w:t>336.5782</w:t>
      </w:r>
      <w:r>
        <w:tab/>
        <w:t>1.013e0</w:t>
      </w:r>
    </w:p>
    <w:p w:rsidR="00B77C08" w:rsidRDefault="00B77C08" w:rsidP="00B77C08">
      <w:r>
        <w:t>336.5991</w:t>
      </w:r>
      <w:r>
        <w:tab/>
        <w:t>1.013e0</w:t>
      </w:r>
    </w:p>
    <w:p w:rsidR="00B77C08" w:rsidRDefault="00B77C08" w:rsidP="00B77C08">
      <w:r>
        <w:lastRenderedPageBreak/>
        <w:t>336.6859</w:t>
      </w:r>
      <w:r>
        <w:tab/>
        <w:t>1.013e0</w:t>
      </w:r>
    </w:p>
    <w:p w:rsidR="00B77C08" w:rsidRDefault="00B77C08" w:rsidP="00B77C08">
      <w:r>
        <w:t>336.7047</w:t>
      </w:r>
      <w:r>
        <w:tab/>
        <w:t>1.013e0</w:t>
      </w:r>
    </w:p>
    <w:p w:rsidR="00B77C08" w:rsidRDefault="00B77C08" w:rsidP="00B77C08">
      <w:r>
        <w:t>336.7585</w:t>
      </w:r>
      <w:r>
        <w:tab/>
        <w:t>1.013e0</w:t>
      </w:r>
    </w:p>
    <w:p w:rsidR="00B77C08" w:rsidRDefault="00B77C08" w:rsidP="00B77C08">
      <w:r>
        <w:t>336.8028</w:t>
      </w:r>
      <w:r>
        <w:tab/>
        <w:t>1.013e0</w:t>
      </w:r>
    </w:p>
    <w:p w:rsidR="00B77C08" w:rsidRDefault="00B77C08" w:rsidP="00B77C08">
      <w:r>
        <w:t>336.8518</w:t>
      </w:r>
      <w:r>
        <w:tab/>
        <w:t>1.013e0</w:t>
      </w:r>
    </w:p>
    <w:p w:rsidR="00B77C08" w:rsidRDefault="00B77C08" w:rsidP="00B77C08">
      <w:r>
        <w:t>336.8729</w:t>
      </w:r>
      <w:r>
        <w:tab/>
        <w:t>1.013e0</w:t>
      </w:r>
    </w:p>
    <w:p w:rsidR="00B77C08" w:rsidRDefault="00B77C08" w:rsidP="00B77C08">
      <w:r>
        <w:t>336.9048</w:t>
      </w:r>
      <w:r>
        <w:tab/>
        <w:t>1.013e0</w:t>
      </w:r>
    </w:p>
    <w:p w:rsidR="00B77C08" w:rsidRDefault="00B77C08" w:rsidP="00B77C08">
      <w:r>
        <w:t>336.9396</w:t>
      </w:r>
      <w:r>
        <w:tab/>
        <w:t>1.013e0</w:t>
      </w:r>
    </w:p>
    <w:p w:rsidR="00B77C08" w:rsidRDefault="00B77C08" w:rsidP="00B77C08">
      <w:r>
        <w:t>336.9947</w:t>
      </w:r>
      <w:r>
        <w:tab/>
        <w:t>1.013e0</w:t>
      </w:r>
    </w:p>
    <w:p w:rsidR="00B77C08" w:rsidRDefault="00B77C08" w:rsidP="00B77C08">
      <w:r>
        <w:t>337.0049</w:t>
      </w:r>
      <w:r>
        <w:tab/>
        <w:t>2.025e0</w:t>
      </w:r>
    </w:p>
    <w:p w:rsidR="00B77C08" w:rsidRDefault="00B77C08" w:rsidP="00B77C08">
      <w:r>
        <w:t>337.0280</w:t>
      </w:r>
      <w:r>
        <w:tab/>
        <w:t>1.013e0</w:t>
      </w:r>
    </w:p>
    <w:p w:rsidR="00B77C08" w:rsidRDefault="00B77C08" w:rsidP="00B77C08">
      <w:r>
        <w:t>337.0620</w:t>
      </w:r>
      <w:r>
        <w:tab/>
        <w:t>2.025e0</w:t>
      </w:r>
    </w:p>
    <w:p w:rsidR="00B77C08" w:rsidRDefault="00B77C08" w:rsidP="00B77C08">
      <w:r>
        <w:t>337.0726</w:t>
      </w:r>
      <w:r>
        <w:tab/>
        <w:t>1.013e0</w:t>
      </w:r>
    </w:p>
    <w:p w:rsidR="00B77C08" w:rsidRDefault="00B77C08" w:rsidP="00B77C08">
      <w:r>
        <w:t>337.0854</w:t>
      </w:r>
      <w:r>
        <w:tab/>
        <w:t>2.025e0</w:t>
      </w:r>
    </w:p>
    <w:p w:rsidR="00B77C08" w:rsidRDefault="00B77C08" w:rsidP="00B77C08">
      <w:r>
        <w:t>337.1093</w:t>
      </w:r>
      <w:r>
        <w:tab/>
        <w:t>1.013e0</w:t>
      </w:r>
    </w:p>
    <w:p w:rsidR="00B77C08" w:rsidRDefault="00B77C08" w:rsidP="00B77C08">
      <w:r>
        <w:t>337.1219</w:t>
      </w:r>
      <w:r>
        <w:tab/>
        <w:t>4.868e0</w:t>
      </w:r>
    </w:p>
    <w:p w:rsidR="00B77C08" w:rsidRDefault="00B77C08" w:rsidP="00B77C08">
      <w:r>
        <w:t>337.1691</w:t>
      </w:r>
      <w:r>
        <w:tab/>
        <w:t>2.025e0</w:t>
      </w:r>
    </w:p>
    <w:p w:rsidR="00B77C08" w:rsidRDefault="00B77C08" w:rsidP="00B77C08">
      <w:r>
        <w:t>337.1824</w:t>
      </w:r>
      <w:r>
        <w:tab/>
        <w:t>1.013e0</w:t>
      </w:r>
    </w:p>
    <w:p w:rsidR="00B77C08" w:rsidRDefault="00B77C08" w:rsidP="00B77C08">
      <w:r>
        <w:t>337.1996</w:t>
      </w:r>
      <w:r>
        <w:tab/>
        <w:t>1.013e0</w:t>
      </w:r>
    </w:p>
    <w:p w:rsidR="00B77C08" w:rsidRDefault="00B77C08" w:rsidP="00B77C08">
      <w:r>
        <w:lastRenderedPageBreak/>
        <w:t>337.2520</w:t>
      </w:r>
      <w:r>
        <w:tab/>
        <w:t>1.013e0</w:t>
      </w:r>
    </w:p>
    <w:p w:rsidR="00B77C08" w:rsidRDefault="00B77C08" w:rsidP="00B77C08">
      <w:r>
        <w:t>337.3109</w:t>
      </w:r>
      <w:r>
        <w:tab/>
        <w:t>2.025e0</w:t>
      </w:r>
    </w:p>
    <w:p w:rsidR="00B77C08" w:rsidRDefault="00B77C08" w:rsidP="00B77C08">
      <w:r>
        <w:t>337.3335</w:t>
      </w:r>
      <w:r>
        <w:tab/>
        <w:t>1.013e0</w:t>
      </w:r>
    </w:p>
    <w:p w:rsidR="00B77C08" w:rsidRDefault="00B77C08" w:rsidP="00B77C08">
      <w:r>
        <w:t>337.4123</w:t>
      </w:r>
      <w:r>
        <w:tab/>
        <w:t>1.013e0</w:t>
      </w:r>
    </w:p>
    <w:p w:rsidR="00B77C08" w:rsidRDefault="00B77C08" w:rsidP="00B77C08">
      <w:r>
        <w:t>337.4753</w:t>
      </w:r>
      <w:r>
        <w:tab/>
        <w:t>2.025e0</w:t>
      </w:r>
    </w:p>
    <w:p w:rsidR="00B77C08" w:rsidRDefault="00B77C08" w:rsidP="00B77C08">
      <w:r>
        <w:t>337.4856</w:t>
      </w:r>
      <w:r>
        <w:tab/>
        <w:t>1.013e0</w:t>
      </w:r>
    </w:p>
    <w:p w:rsidR="00B77C08" w:rsidRDefault="00B77C08" w:rsidP="00B77C08">
      <w:r>
        <w:t>337.5367</w:t>
      </w:r>
      <w:r>
        <w:tab/>
        <w:t>2.025e0</w:t>
      </w:r>
    </w:p>
    <w:p w:rsidR="00B77C08" w:rsidRDefault="00B77C08" w:rsidP="00B77C08">
      <w:r>
        <w:t>337.5504</w:t>
      </w:r>
      <w:r>
        <w:tab/>
        <w:t>1.013e0</w:t>
      </w:r>
    </w:p>
    <w:p w:rsidR="00B77C08" w:rsidRDefault="00B77C08" w:rsidP="00B77C08">
      <w:r>
        <w:t>337.5818</w:t>
      </w:r>
      <w:r>
        <w:tab/>
        <w:t>1.263e0</w:t>
      </w:r>
    </w:p>
    <w:p w:rsidR="00B77C08" w:rsidRDefault="00B77C08" w:rsidP="00B77C08">
      <w:r>
        <w:t>337.6111</w:t>
      </w:r>
      <w:r>
        <w:tab/>
        <w:t>2.025e0</w:t>
      </w:r>
    </w:p>
    <w:p w:rsidR="00B77C08" w:rsidRDefault="00B77C08" w:rsidP="00B77C08">
      <w:r>
        <w:t>337.6125</w:t>
      </w:r>
      <w:r>
        <w:tab/>
        <w:t>1.013e0</w:t>
      </w:r>
    </w:p>
    <w:p w:rsidR="00B77C08" w:rsidRDefault="00B77C08" w:rsidP="00B77C08">
      <w:r>
        <w:t>337.6671</w:t>
      </w:r>
      <w:r>
        <w:tab/>
        <w:t>1.013e0</w:t>
      </w:r>
    </w:p>
    <w:p w:rsidR="00B77C08" w:rsidRDefault="00B77C08" w:rsidP="00B77C08">
      <w:r>
        <w:t>337.7997</w:t>
      </w:r>
      <w:r>
        <w:tab/>
        <w:t>1.013e0</w:t>
      </w:r>
    </w:p>
    <w:p w:rsidR="00B77C08" w:rsidRDefault="00B77C08" w:rsidP="00B77C08">
      <w:r>
        <w:t>337.8179</w:t>
      </w:r>
      <w:r>
        <w:tab/>
        <w:t>2.025e0</w:t>
      </w:r>
    </w:p>
    <w:p w:rsidR="00B77C08" w:rsidRDefault="00B77C08" w:rsidP="00B77C08">
      <w:r>
        <w:t>337.8282</w:t>
      </w:r>
      <w:r>
        <w:tab/>
        <w:t>1.013e0</w:t>
      </w:r>
    </w:p>
    <w:p w:rsidR="00B77C08" w:rsidRDefault="00B77C08" w:rsidP="00B77C08">
      <w:r>
        <w:t>337.9819</w:t>
      </w:r>
      <w:r>
        <w:tab/>
        <w:t>2.025e0</w:t>
      </w:r>
    </w:p>
    <w:p w:rsidR="00B77C08" w:rsidRDefault="00B77C08" w:rsidP="00B77C08">
      <w:r>
        <w:t>337.9833</w:t>
      </w:r>
      <w:r>
        <w:tab/>
        <w:t>1.013e0</w:t>
      </w:r>
    </w:p>
    <w:p w:rsidR="00B77C08" w:rsidRDefault="00B77C08" w:rsidP="00B77C08">
      <w:r>
        <w:t>338.0085</w:t>
      </w:r>
      <w:r>
        <w:tab/>
        <w:t>1.013e0</w:t>
      </w:r>
    </w:p>
    <w:p w:rsidR="00B77C08" w:rsidRDefault="00B77C08" w:rsidP="00B77C08">
      <w:r>
        <w:t>338.0530</w:t>
      </w:r>
      <w:r>
        <w:tab/>
        <w:t>1.013e0</w:t>
      </w:r>
    </w:p>
    <w:p w:rsidR="00B77C08" w:rsidRDefault="00B77C08" w:rsidP="00B77C08">
      <w:r>
        <w:lastRenderedPageBreak/>
        <w:t>338.0742</w:t>
      </w:r>
      <w:r>
        <w:tab/>
        <w:t>1.013e0</w:t>
      </w:r>
    </w:p>
    <w:p w:rsidR="00B77C08" w:rsidRDefault="00B77C08" w:rsidP="00B77C08">
      <w:r>
        <w:t>338.1227</w:t>
      </w:r>
      <w:r>
        <w:tab/>
        <w:t>2.025e0</w:t>
      </w:r>
    </w:p>
    <w:p w:rsidR="00B77C08" w:rsidRDefault="00B77C08" w:rsidP="00B77C08">
      <w:r>
        <w:t>338.1473</w:t>
      </w:r>
      <w:r>
        <w:tab/>
        <w:t>9.114e0</w:t>
      </w:r>
    </w:p>
    <w:p w:rsidR="00B77C08" w:rsidRDefault="00B77C08" w:rsidP="00B77C08">
      <w:r>
        <w:t>338.1539</w:t>
      </w:r>
      <w:r>
        <w:tab/>
        <w:t>2.581e0</w:t>
      </w:r>
    </w:p>
    <w:p w:rsidR="00B77C08" w:rsidRDefault="00B77C08" w:rsidP="00B77C08">
      <w:r>
        <w:t>338.1798</w:t>
      </w:r>
      <w:r>
        <w:tab/>
        <w:t>1.895e0</w:t>
      </w:r>
    </w:p>
    <w:p w:rsidR="00B77C08" w:rsidRDefault="00B77C08" w:rsidP="00B77C08">
      <w:r>
        <w:t>338.1855</w:t>
      </w:r>
      <w:r>
        <w:tab/>
        <w:t>4.051e0</w:t>
      </w:r>
    </w:p>
    <w:p w:rsidR="00B77C08" w:rsidRDefault="00B77C08" w:rsidP="00B77C08">
      <w:r>
        <w:t>338.2288</w:t>
      </w:r>
      <w:r>
        <w:tab/>
        <w:t>1.013e0</w:t>
      </w:r>
    </w:p>
    <w:p w:rsidR="00B77C08" w:rsidRDefault="00B77C08" w:rsidP="00B77C08">
      <w:r>
        <w:t>338.2538</w:t>
      </w:r>
      <w:r>
        <w:tab/>
        <w:t>2.025e0</w:t>
      </w:r>
    </w:p>
    <w:p w:rsidR="00B77C08" w:rsidRDefault="00B77C08" w:rsidP="00B77C08">
      <w:r>
        <w:t>338.2602</w:t>
      </w:r>
      <w:r>
        <w:tab/>
        <w:t>2.025e0</w:t>
      </w:r>
    </w:p>
    <w:p w:rsidR="00B77C08" w:rsidRDefault="00B77C08" w:rsidP="00B77C08">
      <w:r>
        <w:t>338.2824</w:t>
      </w:r>
      <w:r>
        <w:tab/>
        <w:t>1.013e0</w:t>
      </w:r>
    </w:p>
    <w:p w:rsidR="00B77C08" w:rsidRDefault="00B77C08" w:rsidP="00B77C08">
      <w:r>
        <w:t>338.2865</w:t>
      </w:r>
      <w:r>
        <w:tab/>
        <w:t>1.013e0</w:t>
      </w:r>
    </w:p>
    <w:p w:rsidR="00B77C08" w:rsidRDefault="00B77C08" w:rsidP="00B77C08">
      <w:r>
        <w:t>338.3291</w:t>
      </w:r>
      <w:r>
        <w:tab/>
        <w:t>2.025e0</w:t>
      </w:r>
    </w:p>
    <w:p w:rsidR="00B77C08" w:rsidRDefault="00B77C08" w:rsidP="00B77C08">
      <w:r>
        <w:t>338.3655</w:t>
      </w:r>
      <w:r>
        <w:tab/>
        <w:t>1.013e0</w:t>
      </w:r>
    </w:p>
    <w:p w:rsidR="00B77C08" w:rsidRDefault="00B77C08" w:rsidP="00B77C08">
      <w:r>
        <w:t>338.3687</w:t>
      </w:r>
      <w:r>
        <w:tab/>
        <w:t>2.025e0</w:t>
      </w:r>
    </w:p>
    <w:p w:rsidR="00B77C08" w:rsidRDefault="00B77C08" w:rsidP="00B77C08">
      <w:r>
        <w:t>338.4046</w:t>
      </w:r>
      <w:r>
        <w:tab/>
        <w:t>1.013e0</w:t>
      </w:r>
    </w:p>
    <w:p w:rsidR="00B77C08" w:rsidRDefault="00B77C08" w:rsidP="00B77C08">
      <w:r>
        <w:t>338.5479</w:t>
      </w:r>
      <w:r>
        <w:tab/>
        <w:t>1.013e0</w:t>
      </w:r>
    </w:p>
    <w:p w:rsidR="00B77C08" w:rsidRDefault="00B77C08" w:rsidP="00B77C08">
      <w:r>
        <w:t>338.5963</w:t>
      </w:r>
      <w:r>
        <w:tab/>
        <w:t>2.025e0</w:t>
      </w:r>
    </w:p>
    <w:p w:rsidR="00B77C08" w:rsidRDefault="00B77C08" w:rsidP="00B77C08">
      <w:r>
        <w:t>338.6300</w:t>
      </w:r>
      <w:r>
        <w:tab/>
        <w:t>1.013e0</w:t>
      </w:r>
    </w:p>
    <w:p w:rsidR="00B77C08" w:rsidRDefault="00B77C08" w:rsidP="00B77C08">
      <w:r>
        <w:t>338.6584</w:t>
      </w:r>
      <w:r>
        <w:tab/>
        <w:t>1.013e0</w:t>
      </w:r>
    </w:p>
    <w:p w:rsidR="00B77C08" w:rsidRDefault="00B77C08" w:rsidP="00B77C08">
      <w:r>
        <w:lastRenderedPageBreak/>
        <w:t>338.7488</w:t>
      </w:r>
      <w:r>
        <w:tab/>
        <w:t>2.025e0</w:t>
      </w:r>
    </w:p>
    <w:p w:rsidR="00B77C08" w:rsidRDefault="00B77C08" w:rsidP="00B77C08">
      <w:r>
        <w:t>338.7807</w:t>
      </w:r>
      <w:r>
        <w:tab/>
        <w:t>1.013e0</w:t>
      </w:r>
    </w:p>
    <w:p w:rsidR="00B77C08" w:rsidRDefault="00B77C08" w:rsidP="00B77C08">
      <w:r>
        <w:t>338.8017</w:t>
      </w:r>
      <w:r>
        <w:tab/>
        <w:t>1.013e0</w:t>
      </w:r>
    </w:p>
    <w:p w:rsidR="00B77C08" w:rsidRDefault="00B77C08" w:rsidP="00B77C08">
      <w:r>
        <w:t>338.8298</w:t>
      </w:r>
      <w:r>
        <w:tab/>
        <w:t>1.013e0</w:t>
      </w:r>
    </w:p>
    <w:p w:rsidR="00B77C08" w:rsidRDefault="00B77C08" w:rsidP="00B77C08">
      <w:r>
        <w:t>338.8709</w:t>
      </w:r>
      <w:r>
        <w:tab/>
        <w:t>1.013e0</w:t>
      </w:r>
    </w:p>
    <w:p w:rsidR="00B77C08" w:rsidRDefault="00B77C08" w:rsidP="00B77C08">
      <w:r>
        <w:t>338.9319</w:t>
      </w:r>
      <w:r>
        <w:tab/>
        <w:t>1.013e0</w:t>
      </w:r>
    </w:p>
    <w:p w:rsidR="00B77C08" w:rsidRDefault="00B77C08" w:rsidP="00B77C08">
      <w:r>
        <w:t>338.9736</w:t>
      </w:r>
      <w:r>
        <w:tab/>
        <w:t>1.013e0</w:t>
      </w:r>
    </w:p>
    <w:p w:rsidR="00B77C08" w:rsidRDefault="00B77C08" w:rsidP="00B77C08">
      <w:r>
        <w:t>338.9771</w:t>
      </w:r>
      <w:r>
        <w:tab/>
        <w:t>1.013e0</w:t>
      </w:r>
    </w:p>
    <w:p w:rsidR="00B77C08" w:rsidRDefault="00B77C08" w:rsidP="00B77C08">
      <w:r>
        <w:t>339.0409</w:t>
      </w:r>
      <w:r>
        <w:tab/>
        <w:t>1.013e0</w:t>
      </w:r>
    </w:p>
    <w:p w:rsidR="00B77C08" w:rsidRDefault="00B77C08" w:rsidP="00B77C08">
      <w:r>
        <w:t>339.0427</w:t>
      </w:r>
      <w:r>
        <w:tab/>
        <w:t>2.025e0</w:t>
      </w:r>
    </w:p>
    <w:p w:rsidR="00B77C08" w:rsidRDefault="00B77C08" w:rsidP="00B77C08">
      <w:r>
        <w:t>339.0895</w:t>
      </w:r>
      <w:r>
        <w:tab/>
        <w:t>2.025e0</w:t>
      </w:r>
    </w:p>
    <w:p w:rsidR="00B77C08" w:rsidRDefault="00B77C08" w:rsidP="00B77C08">
      <w:r>
        <w:t>339.1085</w:t>
      </w:r>
      <w:r>
        <w:tab/>
        <w:t>2.025e0</w:t>
      </w:r>
    </w:p>
    <w:p w:rsidR="00B77C08" w:rsidRDefault="00B77C08" w:rsidP="00B77C08">
      <w:r>
        <w:t>339.1508</w:t>
      </w:r>
      <w:r>
        <w:tab/>
        <w:t>7.089e0</w:t>
      </w:r>
    </w:p>
    <w:p w:rsidR="00B77C08" w:rsidRDefault="00B77C08" w:rsidP="00B77C08">
      <w:r>
        <w:t>339.1671</w:t>
      </w:r>
      <w:r>
        <w:tab/>
        <w:t>2.647e0</w:t>
      </w:r>
    </w:p>
    <w:p w:rsidR="00B77C08" w:rsidRDefault="00B77C08" w:rsidP="00B77C08">
      <w:r>
        <w:t>339.1734</w:t>
      </w:r>
      <w:r>
        <w:tab/>
        <w:t>1.013e0</w:t>
      </w:r>
    </w:p>
    <w:p w:rsidR="00B77C08" w:rsidRDefault="00B77C08" w:rsidP="00B77C08">
      <w:r>
        <w:t>339.2419</w:t>
      </w:r>
      <w:r>
        <w:tab/>
        <w:t>1.013e0</w:t>
      </w:r>
    </w:p>
    <w:p w:rsidR="00B77C08" w:rsidRDefault="00B77C08" w:rsidP="00B77C08">
      <w:r>
        <w:t>339.2663</w:t>
      </w:r>
      <w:r>
        <w:tab/>
        <w:t>1.013e0</w:t>
      </w:r>
    </w:p>
    <w:p w:rsidR="00B77C08" w:rsidRDefault="00B77C08" w:rsidP="00B77C08">
      <w:r>
        <w:t>339.2851</w:t>
      </w:r>
      <w:r>
        <w:tab/>
        <w:t>1.013e0</w:t>
      </w:r>
    </w:p>
    <w:p w:rsidR="00B77C08" w:rsidRDefault="00B77C08" w:rsidP="00B77C08">
      <w:r>
        <w:t>339.3035</w:t>
      </w:r>
      <w:r>
        <w:tab/>
        <w:t>6.076e0</w:t>
      </w:r>
    </w:p>
    <w:p w:rsidR="00B77C08" w:rsidRDefault="00B77C08" w:rsidP="00B77C08">
      <w:r>
        <w:lastRenderedPageBreak/>
        <w:t>339.3089</w:t>
      </w:r>
      <w:r>
        <w:tab/>
        <w:t>1.013e0</w:t>
      </w:r>
    </w:p>
    <w:p w:rsidR="00B77C08" w:rsidRDefault="00B77C08" w:rsidP="00B77C08">
      <w:r>
        <w:t>339.4097</w:t>
      </w:r>
      <w:r>
        <w:tab/>
        <w:t>2.025e0</w:t>
      </w:r>
    </w:p>
    <w:p w:rsidR="00B77C08" w:rsidRDefault="00B77C08" w:rsidP="00B77C08">
      <w:r>
        <w:t>339.4674</w:t>
      </w:r>
      <w:r>
        <w:tab/>
        <w:t>1.013e0</w:t>
      </w:r>
    </w:p>
    <w:p w:rsidR="00B77C08" w:rsidRDefault="00B77C08" w:rsidP="00B77C08">
      <w:r>
        <w:t>339.4726</w:t>
      </w:r>
      <w:r>
        <w:tab/>
        <w:t>1.013e0</w:t>
      </w:r>
    </w:p>
    <w:p w:rsidR="00B77C08" w:rsidRDefault="00B77C08" w:rsidP="00B77C08">
      <w:r>
        <w:t>339.5464</w:t>
      </w:r>
      <w:r>
        <w:tab/>
        <w:t>2.025e0</w:t>
      </w:r>
    </w:p>
    <w:p w:rsidR="00B77C08" w:rsidRDefault="00B77C08" w:rsidP="00B77C08">
      <w:r>
        <w:t>339.6520</w:t>
      </w:r>
      <w:r>
        <w:tab/>
        <w:t>1.013e0</w:t>
      </w:r>
    </w:p>
    <w:p w:rsidR="00B77C08" w:rsidRDefault="00B77C08" w:rsidP="00B77C08">
      <w:r>
        <w:t>339.6814</w:t>
      </w:r>
      <w:r>
        <w:tab/>
        <w:t>1.013e0</w:t>
      </w:r>
    </w:p>
    <w:p w:rsidR="00B77C08" w:rsidRDefault="00B77C08" w:rsidP="00B77C08">
      <w:r>
        <w:t>339.7997</w:t>
      </w:r>
      <w:r>
        <w:tab/>
        <w:t>2.025e0</w:t>
      </w:r>
    </w:p>
    <w:p w:rsidR="00B77C08" w:rsidRDefault="00B77C08" w:rsidP="00B77C08">
      <w:r>
        <w:t>339.8398</w:t>
      </w:r>
      <w:r>
        <w:tab/>
        <w:t>2.025e0</w:t>
      </w:r>
    </w:p>
    <w:p w:rsidR="00B77C08" w:rsidRDefault="00B77C08" w:rsidP="00B77C08">
      <w:r>
        <w:t>339.9016</w:t>
      </w:r>
      <w:r>
        <w:tab/>
        <w:t>1.013e0</w:t>
      </w:r>
    </w:p>
    <w:p w:rsidR="00B77C08" w:rsidRDefault="00B77C08" w:rsidP="00B77C08">
      <w:r>
        <w:t>339.9310</w:t>
      </w:r>
      <w:r>
        <w:tab/>
        <w:t>1.013e0</w:t>
      </w:r>
    </w:p>
    <w:p w:rsidR="00B77C08" w:rsidRDefault="00B77C08" w:rsidP="00B77C08">
      <w:r>
        <w:t>339.9759</w:t>
      </w:r>
      <w:r>
        <w:tab/>
        <w:t>1.013e0</w:t>
      </w:r>
    </w:p>
    <w:p w:rsidR="00B77C08" w:rsidRDefault="00B77C08" w:rsidP="00B77C08">
      <w:r>
        <w:t>340.0455</w:t>
      </w:r>
      <w:r>
        <w:tab/>
        <w:t>1.013e0</w:t>
      </w:r>
    </w:p>
    <w:p w:rsidR="00B77C08" w:rsidRDefault="00B77C08" w:rsidP="00B77C08">
      <w:r>
        <w:t>340.1035</w:t>
      </w:r>
      <w:r>
        <w:tab/>
        <w:t>3.769e0</w:t>
      </w:r>
    </w:p>
    <w:p w:rsidR="00B77C08" w:rsidRDefault="00B77C08" w:rsidP="00B77C08">
      <w:r>
        <w:t>340.1623</w:t>
      </w:r>
      <w:r>
        <w:tab/>
        <w:t>2.025e0</w:t>
      </w:r>
    </w:p>
    <w:p w:rsidR="00B77C08" w:rsidRDefault="00B77C08" w:rsidP="00B77C08">
      <w:r>
        <w:t>340.1989</w:t>
      </w:r>
      <w:r>
        <w:tab/>
        <w:t>2.025e0</w:t>
      </w:r>
    </w:p>
    <w:p w:rsidR="00B77C08" w:rsidRDefault="00B77C08" w:rsidP="00B77C08">
      <w:r>
        <w:t>340.2169</w:t>
      </w:r>
      <w:r>
        <w:tab/>
        <w:t>1.013e0</w:t>
      </w:r>
    </w:p>
    <w:p w:rsidR="00B77C08" w:rsidRDefault="00B77C08" w:rsidP="00B77C08">
      <w:r>
        <w:t>340.2492</w:t>
      </w:r>
      <w:r>
        <w:tab/>
        <w:t>2.025e0</w:t>
      </w:r>
    </w:p>
    <w:p w:rsidR="00B77C08" w:rsidRDefault="00B77C08" w:rsidP="00B77C08">
      <w:r>
        <w:t>340.2746</w:t>
      </w:r>
      <w:r>
        <w:tab/>
        <w:t>1.013e0</w:t>
      </w:r>
    </w:p>
    <w:p w:rsidR="00B77C08" w:rsidRDefault="00B77C08" w:rsidP="00B77C08">
      <w:r>
        <w:lastRenderedPageBreak/>
        <w:t>340.2908</w:t>
      </w:r>
      <w:r>
        <w:tab/>
        <w:t>3.038e0</w:t>
      </w:r>
    </w:p>
    <w:p w:rsidR="00B77C08" w:rsidRDefault="00B77C08" w:rsidP="00B77C08">
      <w:r>
        <w:t>340.3341</w:t>
      </w:r>
      <w:r>
        <w:tab/>
        <w:t>1.013e0</w:t>
      </w:r>
    </w:p>
    <w:p w:rsidR="00B77C08" w:rsidRDefault="00B77C08" w:rsidP="00B77C08">
      <w:r>
        <w:t>340.3530</w:t>
      </w:r>
      <w:r>
        <w:tab/>
        <w:t>2.025e0</w:t>
      </w:r>
    </w:p>
    <w:p w:rsidR="00B77C08" w:rsidRDefault="00B77C08" w:rsidP="00B77C08">
      <w:r>
        <w:t>340.3904</w:t>
      </w:r>
      <w:r>
        <w:tab/>
        <w:t>3.038e0</w:t>
      </w:r>
    </w:p>
    <w:p w:rsidR="00B77C08" w:rsidRDefault="00B77C08" w:rsidP="00B77C08">
      <w:r>
        <w:t>340.4028</w:t>
      </w:r>
      <w:r>
        <w:tab/>
        <w:t>2.025e0</w:t>
      </w:r>
    </w:p>
    <w:p w:rsidR="00B77C08" w:rsidRDefault="00B77C08" w:rsidP="00B77C08">
      <w:r>
        <w:t>340.4141</w:t>
      </w:r>
      <w:r>
        <w:tab/>
        <w:t>1.013e0</w:t>
      </w:r>
    </w:p>
    <w:p w:rsidR="00B77C08" w:rsidRDefault="00B77C08" w:rsidP="00B77C08">
      <w:r>
        <w:t>340.4625</w:t>
      </w:r>
      <w:r>
        <w:tab/>
        <w:t>1.013e0</w:t>
      </w:r>
    </w:p>
    <w:p w:rsidR="00B77C08" w:rsidRDefault="00B77C08" w:rsidP="00B77C08">
      <w:r>
        <w:t>340.5157</w:t>
      </w:r>
      <w:r>
        <w:tab/>
        <w:t>1.013e0</w:t>
      </w:r>
    </w:p>
    <w:p w:rsidR="00B77C08" w:rsidRDefault="00B77C08" w:rsidP="00B77C08">
      <w:r>
        <w:t>340.6009</w:t>
      </w:r>
      <w:r>
        <w:tab/>
        <w:t>2.025e0</w:t>
      </w:r>
    </w:p>
    <w:p w:rsidR="00B77C08" w:rsidRDefault="00B77C08" w:rsidP="00B77C08">
      <w:r>
        <w:t>340.6186</w:t>
      </w:r>
      <w:r>
        <w:tab/>
        <w:t>1.013e0</w:t>
      </w:r>
    </w:p>
    <w:p w:rsidR="00B77C08" w:rsidRDefault="00B77C08" w:rsidP="00B77C08">
      <w:r>
        <w:t>340.6801</w:t>
      </w:r>
      <w:r>
        <w:tab/>
        <w:t>2.025e0</w:t>
      </w:r>
    </w:p>
    <w:p w:rsidR="00B77C08" w:rsidRDefault="00B77C08" w:rsidP="00B77C08">
      <w:r>
        <w:t>340.7370</w:t>
      </w:r>
      <w:r>
        <w:tab/>
        <w:t>1.013e0</w:t>
      </w:r>
    </w:p>
    <w:p w:rsidR="00B77C08" w:rsidRDefault="00B77C08" w:rsidP="00B77C08">
      <w:r>
        <w:t>340.7704</w:t>
      </w:r>
      <w:r>
        <w:tab/>
        <w:t>2.025e0</w:t>
      </w:r>
    </w:p>
    <w:p w:rsidR="00B77C08" w:rsidRDefault="00B77C08" w:rsidP="00B77C08">
      <w:r>
        <w:t>340.8728</w:t>
      </w:r>
      <w:r>
        <w:tab/>
        <w:t>1.013e0</w:t>
      </w:r>
    </w:p>
    <w:p w:rsidR="00B77C08" w:rsidRDefault="00B77C08" w:rsidP="00B77C08">
      <w:r>
        <w:t>340.9518</w:t>
      </w:r>
      <w:r>
        <w:tab/>
        <w:t>5.063e0</w:t>
      </w:r>
    </w:p>
    <w:p w:rsidR="00B77C08" w:rsidRDefault="00B77C08" w:rsidP="00B77C08">
      <w:r>
        <w:t>340.9841</w:t>
      </w:r>
      <w:r>
        <w:tab/>
        <w:t>2.025e0</w:t>
      </w:r>
    </w:p>
    <w:p w:rsidR="00B77C08" w:rsidRDefault="00B77C08" w:rsidP="00B77C08">
      <w:r>
        <w:t>341.0153</w:t>
      </w:r>
      <w:r>
        <w:tab/>
        <w:t>1.013e0</w:t>
      </w:r>
    </w:p>
    <w:p w:rsidR="00B77C08" w:rsidRDefault="00B77C08" w:rsidP="00B77C08">
      <w:r>
        <w:t>341.0609</w:t>
      </w:r>
      <w:r>
        <w:tab/>
        <w:t>1.013e0</w:t>
      </w:r>
    </w:p>
    <w:p w:rsidR="00B77C08" w:rsidRDefault="00B77C08" w:rsidP="00B77C08">
      <w:r>
        <w:t>341.0683</w:t>
      </w:r>
      <w:r>
        <w:tab/>
        <w:t>1.013e0</w:t>
      </w:r>
    </w:p>
    <w:p w:rsidR="00B77C08" w:rsidRDefault="00B77C08" w:rsidP="00B77C08">
      <w:r>
        <w:lastRenderedPageBreak/>
        <w:t>341.0993</w:t>
      </w:r>
      <w:r>
        <w:tab/>
        <w:t>1.013e0</w:t>
      </w:r>
    </w:p>
    <w:p w:rsidR="00B77C08" w:rsidRDefault="00B77C08" w:rsidP="00B77C08">
      <w:r>
        <w:t>341.1143</w:t>
      </w:r>
      <w:r>
        <w:tab/>
        <w:t>2.025e0</w:t>
      </w:r>
    </w:p>
    <w:p w:rsidR="00B77C08" w:rsidRDefault="00B77C08" w:rsidP="00B77C08">
      <w:r>
        <w:t>341.1237</w:t>
      </w:r>
      <w:r>
        <w:tab/>
        <w:t>1.013e0</w:t>
      </w:r>
    </w:p>
    <w:p w:rsidR="00B77C08" w:rsidRDefault="00B77C08" w:rsidP="00B77C08">
      <w:r>
        <w:t>341.1420</w:t>
      </w:r>
      <w:r>
        <w:tab/>
        <w:t>1.852e0</w:t>
      </w:r>
    </w:p>
    <w:p w:rsidR="00B77C08" w:rsidRDefault="00B77C08" w:rsidP="00B77C08">
      <w:r>
        <w:t>341.1668</w:t>
      </w:r>
      <w:r>
        <w:tab/>
        <w:t>3.038e0</w:t>
      </w:r>
    </w:p>
    <w:p w:rsidR="00B77C08" w:rsidRDefault="00B77C08" w:rsidP="00B77C08">
      <w:r>
        <w:t>341.2262</w:t>
      </w:r>
      <w:r>
        <w:tab/>
        <w:t>2.025e0</w:t>
      </w:r>
    </w:p>
    <w:p w:rsidR="00B77C08" w:rsidRDefault="00B77C08" w:rsidP="00B77C08">
      <w:r>
        <w:t>341.2348</w:t>
      </w:r>
      <w:r>
        <w:tab/>
        <w:t>3.034e0</w:t>
      </w:r>
    </w:p>
    <w:p w:rsidR="00B77C08" w:rsidRDefault="00B77C08" w:rsidP="00B77C08">
      <w:r>
        <w:t>341.2687</w:t>
      </w:r>
      <w:r>
        <w:tab/>
        <w:t>2.025e0</w:t>
      </w:r>
    </w:p>
    <w:p w:rsidR="00B77C08" w:rsidRDefault="00B77C08" w:rsidP="00B77C08">
      <w:r>
        <w:t>341.2698</w:t>
      </w:r>
      <w:r>
        <w:tab/>
        <w:t>2.025e0</w:t>
      </w:r>
    </w:p>
    <w:p w:rsidR="00B77C08" w:rsidRDefault="00B77C08" w:rsidP="00B77C08">
      <w:r>
        <w:t>341.2786</w:t>
      </w:r>
      <w:r>
        <w:tab/>
        <w:t>4.051e0</w:t>
      </w:r>
    </w:p>
    <w:p w:rsidR="00B77C08" w:rsidRDefault="00B77C08" w:rsidP="00B77C08">
      <w:r>
        <w:t>341.3063</w:t>
      </w:r>
      <w:r>
        <w:tab/>
        <w:t>1.013e0</w:t>
      </w:r>
    </w:p>
    <w:p w:rsidR="00B77C08" w:rsidRDefault="00B77C08" w:rsidP="00B77C08">
      <w:r>
        <w:t>341.3471</w:t>
      </w:r>
      <w:r>
        <w:tab/>
        <w:t>2.025e0</w:t>
      </w:r>
    </w:p>
    <w:p w:rsidR="00B77C08" w:rsidRDefault="00B77C08" w:rsidP="00B77C08">
      <w:r>
        <w:t>341.3497</w:t>
      </w:r>
      <w:r>
        <w:tab/>
        <w:t>2.025e0</w:t>
      </w:r>
    </w:p>
    <w:p w:rsidR="00B77C08" w:rsidRDefault="00B77C08" w:rsidP="00B77C08">
      <w:r>
        <w:t>341.3731</w:t>
      </w:r>
      <w:r>
        <w:tab/>
        <w:t>3.038e0</w:t>
      </w:r>
    </w:p>
    <w:p w:rsidR="00B77C08" w:rsidRDefault="00B77C08" w:rsidP="00B77C08">
      <w:r>
        <w:t>341.3994</w:t>
      </w:r>
      <w:r>
        <w:tab/>
        <w:t>2.025e0</w:t>
      </w:r>
    </w:p>
    <w:p w:rsidR="00B77C08" w:rsidRDefault="00B77C08" w:rsidP="00B77C08">
      <w:r>
        <w:t>341.4372</w:t>
      </w:r>
      <w:r>
        <w:tab/>
        <w:t>1.013e0</w:t>
      </w:r>
    </w:p>
    <w:p w:rsidR="00B77C08" w:rsidRDefault="00B77C08" w:rsidP="00B77C08">
      <w:r>
        <w:t>341.4503</w:t>
      </w:r>
      <w:r>
        <w:tab/>
        <w:t>2.025e0</w:t>
      </w:r>
    </w:p>
    <w:p w:rsidR="00B77C08" w:rsidRDefault="00B77C08" w:rsidP="00B77C08">
      <w:r>
        <w:t>341.5649</w:t>
      </w:r>
      <w:r>
        <w:tab/>
        <w:t>1.013e0</w:t>
      </w:r>
    </w:p>
    <w:p w:rsidR="00B77C08" w:rsidRDefault="00B77C08" w:rsidP="00B77C08">
      <w:r>
        <w:t>341.5750</w:t>
      </w:r>
      <w:r>
        <w:tab/>
        <w:t>2.025e0</w:t>
      </w:r>
    </w:p>
    <w:p w:rsidR="00B77C08" w:rsidRDefault="00B77C08" w:rsidP="00B77C08">
      <w:r>
        <w:lastRenderedPageBreak/>
        <w:t>341.6262</w:t>
      </w:r>
      <w:r>
        <w:tab/>
        <w:t>1.013e0</w:t>
      </w:r>
    </w:p>
    <w:p w:rsidR="00B77C08" w:rsidRDefault="00B77C08" w:rsidP="00B77C08">
      <w:r>
        <w:t>341.6747</w:t>
      </w:r>
      <w:r>
        <w:tab/>
        <w:t>1.013e0</w:t>
      </w:r>
    </w:p>
    <w:p w:rsidR="00B77C08" w:rsidRDefault="00B77C08" w:rsidP="00B77C08">
      <w:r>
        <w:t>341.8163</w:t>
      </w:r>
      <w:r>
        <w:tab/>
        <w:t>1.013e0</w:t>
      </w:r>
    </w:p>
    <w:p w:rsidR="00B77C08" w:rsidRDefault="00B77C08" w:rsidP="00B77C08">
      <w:r>
        <w:t>341.8403</w:t>
      </w:r>
      <w:r>
        <w:tab/>
        <w:t>1.013e0</w:t>
      </w:r>
    </w:p>
    <w:p w:rsidR="00B77C08" w:rsidRDefault="00B77C08" w:rsidP="00B77C08">
      <w:r>
        <w:t>341.8961</w:t>
      </w:r>
      <w:r>
        <w:tab/>
        <w:t>1.013e0</w:t>
      </w:r>
    </w:p>
    <w:p w:rsidR="00B77C08" w:rsidRDefault="00B77C08" w:rsidP="00B77C08">
      <w:r>
        <w:t>341.9290</w:t>
      </w:r>
      <w:r>
        <w:tab/>
        <w:t>1.013e0</w:t>
      </w:r>
    </w:p>
    <w:p w:rsidR="00B77C08" w:rsidRDefault="00B77C08" w:rsidP="00B77C08">
      <w:r>
        <w:t>341.9385</w:t>
      </w:r>
      <w:r>
        <w:tab/>
        <w:t>1.013e0</w:t>
      </w:r>
    </w:p>
    <w:p w:rsidR="00B77C08" w:rsidRDefault="00B77C08" w:rsidP="00B77C08">
      <w:r>
        <w:t>341.9946</w:t>
      </w:r>
      <w:r>
        <w:tab/>
        <w:t>2.025e0</w:t>
      </w:r>
    </w:p>
    <w:p w:rsidR="00B77C08" w:rsidRDefault="00B77C08" w:rsidP="00B77C08">
      <w:r>
        <w:t>342.0183</w:t>
      </w:r>
      <w:r>
        <w:tab/>
        <w:t>2.025e0</w:t>
      </w:r>
    </w:p>
    <w:p w:rsidR="00B77C08" w:rsidRDefault="00B77C08" w:rsidP="00B77C08">
      <w:r>
        <w:t>342.1030</w:t>
      </w:r>
      <w:r>
        <w:tab/>
        <w:t>2.025e0</w:t>
      </w:r>
    </w:p>
    <w:p w:rsidR="00B77C08" w:rsidRDefault="00B77C08" w:rsidP="00B77C08">
      <w:r>
        <w:t>342.1104</w:t>
      </w:r>
      <w:r>
        <w:tab/>
        <w:t>1.013e0</w:t>
      </w:r>
    </w:p>
    <w:p w:rsidR="00B77C08" w:rsidRDefault="00B77C08" w:rsidP="00B77C08">
      <w:r>
        <w:t>342.1147</w:t>
      </w:r>
      <w:r>
        <w:tab/>
        <w:t>3.005e0</w:t>
      </w:r>
    </w:p>
    <w:p w:rsidR="00B77C08" w:rsidRDefault="00B77C08" w:rsidP="00B77C08">
      <w:r>
        <w:t>342.1360</w:t>
      </w:r>
      <w:r>
        <w:tab/>
        <w:t>2.025e0</w:t>
      </w:r>
    </w:p>
    <w:p w:rsidR="00B77C08" w:rsidRDefault="00B77C08" w:rsidP="00B77C08">
      <w:r>
        <w:t>342.1801</w:t>
      </w:r>
      <w:r>
        <w:tab/>
        <w:t>2.025e0</w:t>
      </w:r>
    </w:p>
    <w:p w:rsidR="00B77C08" w:rsidRDefault="00B77C08" w:rsidP="00B77C08">
      <w:r>
        <w:t>342.2030</w:t>
      </w:r>
      <w:r>
        <w:tab/>
        <w:t>1.992e0</w:t>
      </w:r>
    </w:p>
    <w:p w:rsidR="00B77C08" w:rsidRDefault="00B77C08" w:rsidP="00B77C08">
      <w:r>
        <w:t>342.2311</w:t>
      </w:r>
      <w:r>
        <w:tab/>
        <w:t>2.025e0</w:t>
      </w:r>
    </w:p>
    <w:p w:rsidR="00B77C08" w:rsidRDefault="00B77C08" w:rsidP="00B77C08">
      <w:r>
        <w:t>342.2332</w:t>
      </w:r>
      <w:r>
        <w:tab/>
        <w:t>1.013e0</w:t>
      </w:r>
    </w:p>
    <w:p w:rsidR="00B77C08" w:rsidRDefault="00B77C08" w:rsidP="00B77C08">
      <w:r>
        <w:t>342.2778</w:t>
      </w:r>
      <w:r>
        <w:tab/>
        <w:t>1.013e0</w:t>
      </w:r>
    </w:p>
    <w:p w:rsidR="00B77C08" w:rsidRDefault="00B77C08" w:rsidP="00B77C08">
      <w:r>
        <w:t>342.2856</w:t>
      </w:r>
      <w:r>
        <w:tab/>
        <w:t>2.025e0</w:t>
      </w:r>
    </w:p>
    <w:p w:rsidR="00B77C08" w:rsidRDefault="00B77C08" w:rsidP="00B77C08">
      <w:r>
        <w:lastRenderedPageBreak/>
        <w:t>342.2979</w:t>
      </w:r>
      <w:r>
        <w:tab/>
        <w:t>1.013e0</w:t>
      </w:r>
    </w:p>
    <w:p w:rsidR="00B77C08" w:rsidRDefault="00B77C08" w:rsidP="00B77C08">
      <w:r>
        <w:t>342.3185</w:t>
      </w:r>
      <w:r>
        <w:tab/>
        <w:t>1.013e0</w:t>
      </w:r>
    </w:p>
    <w:p w:rsidR="00B77C08" w:rsidRDefault="00B77C08" w:rsidP="00B77C08">
      <w:r>
        <w:t>342.3230</w:t>
      </w:r>
      <w:r>
        <w:tab/>
        <w:t>1.013e0</w:t>
      </w:r>
    </w:p>
    <w:p w:rsidR="00B77C08" w:rsidRDefault="00B77C08" w:rsidP="00B77C08">
      <w:r>
        <w:t>342.3314</w:t>
      </w:r>
      <w:r>
        <w:tab/>
        <w:t>1.013e0</w:t>
      </w:r>
    </w:p>
    <w:p w:rsidR="00B77C08" w:rsidRDefault="00B77C08" w:rsidP="00B77C08">
      <w:r>
        <w:t>342.3599</w:t>
      </w:r>
      <w:r>
        <w:tab/>
        <w:t>2.025e0</w:t>
      </w:r>
    </w:p>
    <w:p w:rsidR="00B77C08" w:rsidRDefault="00B77C08" w:rsidP="00B77C08">
      <w:r>
        <w:t>342.3860</w:t>
      </w:r>
      <w:r>
        <w:tab/>
        <w:t>2.025e0</w:t>
      </w:r>
    </w:p>
    <w:p w:rsidR="00B77C08" w:rsidRDefault="00B77C08" w:rsidP="00B77C08">
      <w:r>
        <w:t>342.4789</w:t>
      </w:r>
      <w:r>
        <w:tab/>
        <w:t>1.013e0</w:t>
      </w:r>
    </w:p>
    <w:p w:rsidR="00B77C08" w:rsidRDefault="00B77C08" w:rsidP="00B77C08">
      <w:r>
        <w:t>342.5040</w:t>
      </w:r>
      <w:r>
        <w:tab/>
        <w:t>1.013e0</w:t>
      </w:r>
    </w:p>
    <w:p w:rsidR="00B77C08" w:rsidRDefault="00B77C08" w:rsidP="00B77C08">
      <w:r>
        <w:t>342.5356</w:t>
      </w:r>
      <w:r>
        <w:tab/>
        <w:t>2.025e0</w:t>
      </w:r>
    </w:p>
    <w:p w:rsidR="00B77C08" w:rsidRDefault="00B77C08" w:rsidP="00B77C08">
      <w:r>
        <w:t>342.5438</w:t>
      </w:r>
      <w:r>
        <w:tab/>
        <w:t>1.013e0</w:t>
      </w:r>
    </w:p>
    <w:p w:rsidR="00B77C08" w:rsidRDefault="00B77C08" w:rsidP="00B77C08">
      <w:r>
        <w:t>342.5892</w:t>
      </w:r>
      <w:r>
        <w:tab/>
        <w:t>1.013e0</w:t>
      </w:r>
    </w:p>
    <w:p w:rsidR="00B77C08" w:rsidRDefault="00B77C08" w:rsidP="00B77C08">
      <w:r>
        <w:t>342.6331</w:t>
      </w:r>
      <w:r>
        <w:tab/>
        <w:t>1.013e0</w:t>
      </w:r>
    </w:p>
    <w:p w:rsidR="00B77C08" w:rsidRDefault="00B77C08" w:rsidP="00B77C08">
      <w:r>
        <w:t>342.6668</w:t>
      </w:r>
      <w:r>
        <w:tab/>
        <w:t>1.013e0</w:t>
      </w:r>
    </w:p>
    <w:p w:rsidR="00B77C08" w:rsidRDefault="00B77C08" w:rsidP="00B77C08">
      <w:r>
        <w:t>342.6914</w:t>
      </w:r>
      <w:r>
        <w:tab/>
        <w:t>1.013e0</w:t>
      </w:r>
    </w:p>
    <w:p w:rsidR="00B77C08" w:rsidRDefault="00B77C08" w:rsidP="00B77C08">
      <w:r>
        <w:t>342.7201</w:t>
      </w:r>
      <w:r>
        <w:tab/>
        <w:t>1.013e0</w:t>
      </w:r>
    </w:p>
    <w:p w:rsidR="00B77C08" w:rsidRDefault="00B77C08" w:rsidP="00B77C08">
      <w:r>
        <w:t>342.7250</w:t>
      </w:r>
      <w:r>
        <w:tab/>
        <w:t>2.025e0</w:t>
      </w:r>
    </w:p>
    <w:p w:rsidR="00B77C08" w:rsidRDefault="00B77C08" w:rsidP="00B77C08">
      <w:r>
        <w:t>342.7991</w:t>
      </w:r>
      <w:r>
        <w:tab/>
        <w:t>1.013e0</w:t>
      </w:r>
    </w:p>
    <w:p w:rsidR="00B77C08" w:rsidRDefault="00B77C08" w:rsidP="00B77C08">
      <w:r>
        <w:t>342.8601</w:t>
      </w:r>
      <w:r>
        <w:tab/>
        <w:t>2.025e0</w:t>
      </w:r>
    </w:p>
    <w:p w:rsidR="00B77C08" w:rsidRDefault="00B77C08" w:rsidP="00B77C08">
      <w:r>
        <w:t>342.8883</w:t>
      </w:r>
      <w:r>
        <w:tab/>
        <w:t>1.013e0</w:t>
      </w:r>
    </w:p>
    <w:p w:rsidR="00B77C08" w:rsidRDefault="00B77C08" w:rsidP="00B77C08">
      <w:r>
        <w:lastRenderedPageBreak/>
        <w:t>342.9376</w:t>
      </w:r>
      <w:r>
        <w:tab/>
        <w:t>2.025e0</w:t>
      </w:r>
    </w:p>
    <w:p w:rsidR="00B77C08" w:rsidRDefault="00B77C08" w:rsidP="00B77C08">
      <w:r>
        <w:t>342.9406</w:t>
      </w:r>
      <w:r>
        <w:tab/>
        <w:t>2.025e0</w:t>
      </w:r>
    </w:p>
    <w:p w:rsidR="00B77C08" w:rsidRDefault="00B77C08" w:rsidP="00B77C08">
      <w:r>
        <w:t>342.9449</w:t>
      </w:r>
      <w:r>
        <w:tab/>
        <w:t>2.025e0</w:t>
      </w:r>
    </w:p>
    <w:p w:rsidR="00B77C08" w:rsidRDefault="00B77C08" w:rsidP="00B77C08">
      <w:r>
        <w:t>342.9913</w:t>
      </w:r>
      <w:r>
        <w:tab/>
        <w:t>1.013e0</w:t>
      </w:r>
    </w:p>
    <w:p w:rsidR="00B77C08" w:rsidRDefault="00B77C08" w:rsidP="00B77C08">
      <w:r>
        <w:t>343.0201</w:t>
      </w:r>
      <w:r>
        <w:tab/>
        <w:t>1.013e0</w:t>
      </w:r>
    </w:p>
    <w:p w:rsidR="00B77C08" w:rsidRDefault="00B77C08" w:rsidP="00B77C08">
      <w:r>
        <w:t>343.0237</w:t>
      </w:r>
      <w:r>
        <w:tab/>
        <w:t>2.025e0</w:t>
      </w:r>
    </w:p>
    <w:p w:rsidR="00B77C08" w:rsidRDefault="00B77C08" w:rsidP="00B77C08">
      <w:r>
        <w:t>343.0726</w:t>
      </w:r>
      <w:r>
        <w:tab/>
        <w:t>2.025e0</w:t>
      </w:r>
    </w:p>
    <w:p w:rsidR="00B77C08" w:rsidRDefault="00B77C08" w:rsidP="00B77C08">
      <w:r>
        <w:t>343.0963</w:t>
      </w:r>
      <w:r>
        <w:tab/>
        <w:t>7.089e0</w:t>
      </w:r>
    </w:p>
    <w:p w:rsidR="00B77C08" w:rsidRDefault="00B77C08" w:rsidP="00B77C08">
      <w:r>
        <w:t>343.1590</w:t>
      </w:r>
      <w:r>
        <w:tab/>
        <w:t>1.013e0</w:t>
      </w:r>
    </w:p>
    <w:p w:rsidR="00B77C08" w:rsidRDefault="00B77C08" w:rsidP="00B77C08">
      <w:r>
        <w:t>343.1659</w:t>
      </w:r>
      <w:r>
        <w:tab/>
        <w:t>2.025e0</w:t>
      </w:r>
    </w:p>
    <w:p w:rsidR="00B77C08" w:rsidRDefault="00B77C08" w:rsidP="00B77C08">
      <w:r>
        <w:t>343.1745</w:t>
      </w:r>
      <w:r>
        <w:tab/>
        <w:t>1.013e0</w:t>
      </w:r>
    </w:p>
    <w:p w:rsidR="00B77C08" w:rsidRDefault="00B77C08" w:rsidP="00B77C08">
      <w:r>
        <w:t>343.2122</w:t>
      </w:r>
      <w:r>
        <w:tab/>
        <w:t>1.013e0</w:t>
      </w:r>
    </w:p>
    <w:p w:rsidR="00B77C08" w:rsidRDefault="00B77C08" w:rsidP="00B77C08">
      <w:r>
        <w:t>343.2484</w:t>
      </w:r>
      <w:r>
        <w:tab/>
        <w:t>1.013e0</w:t>
      </w:r>
    </w:p>
    <w:p w:rsidR="00B77C08" w:rsidRDefault="00B77C08" w:rsidP="00B77C08">
      <w:r>
        <w:t>343.2729</w:t>
      </w:r>
      <w:r>
        <w:tab/>
        <w:t>3.038e0</w:t>
      </w:r>
    </w:p>
    <w:p w:rsidR="00B77C08" w:rsidRDefault="00B77C08" w:rsidP="00B77C08">
      <w:r>
        <w:t>343.2861</w:t>
      </w:r>
      <w:r>
        <w:tab/>
        <w:t>2.025e0</w:t>
      </w:r>
    </w:p>
    <w:p w:rsidR="00B77C08" w:rsidRDefault="00B77C08" w:rsidP="00B77C08">
      <w:r>
        <w:t>343.3035</w:t>
      </w:r>
      <w:r>
        <w:tab/>
        <w:t>3.038e0</w:t>
      </w:r>
    </w:p>
    <w:p w:rsidR="00B77C08" w:rsidRDefault="00B77C08" w:rsidP="00B77C08">
      <w:r>
        <w:t>343.3161</w:t>
      </w:r>
      <w:r>
        <w:tab/>
        <w:t>2.025e0</w:t>
      </w:r>
    </w:p>
    <w:p w:rsidR="00B77C08" w:rsidRDefault="00B77C08" w:rsidP="00B77C08">
      <w:r>
        <w:t>343.3520</w:t>
      </w:r>
      <w:r>
        <w:tab/>
        <w:t>2.025e0</w:t>
      </w:r>
    </w:p>
    <w:p w:rsidR="00B77C08" w:rsidRDefault="00B77C08" w:rsidP="00B77C08">
      <w:r>
        <w:t>343.3559</w:t>
      </w:r>
      <w:r>
        <w:tab/>
        <w:t>1.013e0</w:t>
      </w:r>
    </w:p>
    <w:p w:rsidR="00B77C08" w:rsidRDefault="00B77C08" w:rsidP="00B77C08">
      <w:r>
        <w:lastRenderedPageBreak/>
        <w:t>343.3895</w:t>
      </w:r>
      <w:r>
        <w:tab/>
        <w:t>1.013e0</w:t>
      </w:r>
    </w:p>
    <w:p w:rsidR="00B77C08" w:rsidRDefault="00B77C08" w:rsidP="00B77C08">
      <w:r>
        <w:t>343.4012</w:t>
      </w:r>
      <w:r>
        <w:tab/>
        <w:t>1.013e0</w:t>
      </w:r>
    </w:p>
    <w:p w:rsidR="00B77C08" w:rsidRDefault="00B77C08" w:rsidP="00B77C08">
      <w:r>
        <w:t>343.5075</w:t>
      </w:r>
      <w:r>
        <w:tab/>
        <w:t>1.013e0</w:t>
      </w:r>
    </w:p>
    <w:p w:rsidR="00B77C08" w:rsidRDefault="00B77C08" w:rsidP="00B77C08">
      <w:r>
        <w:t>343.5735</w:t>
      </w:r>
      <w:r>
        <w:tab/>
        <w:t>1.013e0</w:t>
      </w:r>
    </w:p>
    <w:p w:rsidR="00B77C08" w:rsidRDefault="00B77C08" w:rsidP="00B77C08">
      <w:r>
        <w:t>343.5934</w:t>
      </w:r>
      <w:r>
        <w:tab/>
        <w:t>1.013e0</w:t>
      </w:r>
    </w:p>
    <w:p w:rsidR="00B77C08" w:rsidRDefault="00B77C08" w:rsidP="00B77C08">
      <w:r>
        <w:t>343.6306</w:t>
      </w:r>
      <w:r>
        <w:tab/>
        <w:t>1.013e0</w:t>
      </w:r>
    </w:p>
    <w:p w:rsidR="00B77C08" w:rsidRDefault="00B77C08" w:rsidP="00B77C08">
      <w:r>
        <w:t>343.6558</w:t>
      </w:r>
      <w:r>
        <w:tab/>
        <w:t>1.013e0</w:t>
      </w:r>
    </w:p>
    <w:p w:rsidR="00B77C08" w:rsidRDefault="00B77C08" w:rsidP="00B77C08">
      <w:r>
        <w:t>343.6656</w:t>
      </w:r>
      <w:r>
        <w:tab/>
        <w:t>2.025e0</w:t>
      </w:r>
    </w:p>
    <w:p w:rsidR="00B77C08" w:rsidRDefault="00B77C08" w:rsidP="00B77C08">
      <w:r>
        <w:t>343.6723</w:t>
      </w:r>
      <w:r>
        <w:tab/>
        <w:t>2.025e0</w:t>
      </w:r>
    </w:p>
    <w:p w:rsidR="00B77C08" w:rsidRDefault="00B77C08" w:rsidP="00B77C08">
      <w:r>
        <w:t>343.7216</w:t>
      </w:r>
      <w:r>
        <w:tab/>
        <w:t>2.025e0</w:t>
      </w:r>
    </w:p>
    <w:p w:rsidR="00B77C08" w:rsidRDefault="00B77C08" w:rsidP="00B77C08">
      <w:r>
        <w:t>343.7463</w:t>
      </w:r>
      <w:r>
        <w:tab/>
        <w:t>1.013e0</w:t>
      </w:r>
    </w:p>
    <w:p w:rsidR="00B77C08" w:rsidRDefault="00B77C08" w:rsidP="00B77C08">
      <w:r>
        <w:t>343.8208</w:t>
      </w:r>
      <w:r>
        <w:tab/>
        <w:t>2.025e0</w:t>
      </w:r>
    </w:p>
    <w:p w:rsidR="00B77C08" w:rsidRDefault="00B77C08" w:rsidP="00B77C08">
      <w:r>
        <w:t>343.8521</w:t>
      </w:r>
      <w:r>
        <w:tab/>
        <w:t>1.013e0</w:t>
      </w:r>
    </w:p>
    <w:p w:rsidR="00B77C08" w:rsidRDefault="00B77C08" w:rsidP="00B77C08">
      <w:r>
        <w:t>343.9186</w:t>
      </w:r>
      <w:r>
        <w:tab/>
        <w:t>1.013e0</w:t>
      </w:r>
    </w:p>
    <w:p w:rsidR="00B77C08" w:rsidRDefault="00B77C08" w:rsidP="00B77C08">
      <w:r>
        <w:t>343.9258</w:t>
      </w:r>
      <w:r>
        <w:tab/>
        <w:t>5.644e0</w:t>
      </w:r>
    </w:p>
    <w:p w:rsidR="00B77C08" w:rsidRDefault="00B77C08" w:rsidP="00B77C08">
      <w:r>
        <w:t>343.9597</w:t>
      </w:r>
      <w:r>
        <w:tab/>
        <w:t>4.051e0</w:t>
      </w:r>
    </w:p>
    <w:p w:rsidR="00B77C08" w:rsidRDefault="00B77C08" w:rsidP="00B77C08">
      <w:r>
        <w:t>343.9890</w:t>
      </w:r>
      <w:r>
        <w:tab/>
        <w:t>3.038e0</w:t>
      </w:r>
    </w:p>
    <w:p w:rsidR="00B77C08" w:rsidRDefault="00B77C08" w:rsidP="00B77C08">
      <w:r>
        <w:t>343.9960</w:t>
      </w:r>
      <w:r>
        <w:tab/>
        <w:t>1.013e0</w:t>
      </w:r>
    </w:p>
    <w:p w:rsidR="00B77C08" w:rsidRDefault="00B77C08" w:rsidP="00B77C08">
      <w:r>
        <w:t>344.0453</w:t>
      </w:r>
      <w:r>
        <w:tab/>
        <w:t>1.013e0</w:t>
      </w:r>
    </w:p>
    <w:p w:rsidR="00B77C08" w:rsidRDefault="00B77C08" w:rsidP="00B77C08">
      <w:r>
        <w:lastRenderedPageBreak/>
        <w:t>344.0477</w:t>
      </w:r>
      <w:r>
        <w:tab/>
        <w:t>6.690e0</w:t>
      </w:r>
    </w:p>
    <w:p w:rsidR="00B77C08" w:rsidRDefault="00B77C08" w:rsidP="00B77C08">
      <w:r>
        <w:t>344.1190</w:t>
      </w:r>
      <w:r>
        <w:tab/>
        <w:t>9.322e1</w:t>
      </w:r>
    </w:p>
    <w:p w:rsidR="00B77C08" w:rsidRDefault="00B77C08" w:rsidP="00B77C08">
      <w:r>
        <w:t>344.1204</w:t>
      </w:r>
      <w:r>
        <w:tab/>
        <w:t>4.205e2</w:t>
      </w:r>
    </w:p>
    <w:p w:rsidR="00B77C08" w:rsidRDefault="00B77C08" w:rsidP="00B77C08">
      <w:r>
        <w:t>344.2330</w:t>
      </w:r>
      <w:r>
        <w:tab/>
        <w:t>8.965e0</w:t>
      </w:r>
    </w:p>
    <w:p w:rsidR="00B77C08" w:rsidRDefault="00B77C08" w:rsidP="00B77C08">
      <w:r>
        <w:t>344.2353</w:t>
      </w:r>
      <w:r>
        <w:tab/>
        <w:t>4.051e0</w:t>
      </w:r>
    </w:p>
    <w:p w:rsidR="00B77C08" w:rsidRDefault="00B77C08" w:rsidP="00B77C08">
      <w:r>
        <w:t>344.2376</w:t>
      </w:r>
      <w:r>
        <w:tab/>
        <w:t>4.051e0</w:t>
      </w:r>
    </w:p>
    <w:p w:rsidR="00B77C08" w:rsidRDefault="00B77C08" w:rsidP="00B77C08">
      <w:r>
        <w:t>344.2836</w:t>
      </w:r>
      <w:r>
        <w:tab/>
        <w:t>1.013e0</w:t>
      </w:r>
    </w:p>
    <w:p w:rsidR="00B77C08" w:rsidRDefault="00B77C08" w:rsidP="00B77C08">
      <w:r>
        <w:t>344.3121</w:t>
      </w:r>
      <w:r>
        <w:tab/>
        <w:t>2.025e0</w:t>
      </w:r>
    </w:p>
    <w:p w:rsidR="00B77C08" w:rsidRDefault="00B77C08" w:rsidP="00B77C08">
      <w:r>
        <w:t>344.3152</w:t>
      </w:r>
      <w:r>
        <w:tab/>
        <w:t>5.063e0</w:t>
      </w:r>
    </w:p>
    <w:p w:rsidR="00B77C08" w:rsidRDefault="00B77C08" w:rsidP="00B77C08">
      <w:r>
        <w:t>344.3366</w:t>
      </w:r>
      <w:r>
        <w:tab/>
        <w:t>1.013e0</w:t>
      </w:r>
    </w:p>
    <w:p w:rsidR="00B77C08" w:rsidRDefault="00B77C08" w:rsidP="00B77C08">
      <w:r>
        <w:t>344.3613</w:t>
      </w:r>
      <w:r>
        <w:tab/>
        <w:t>1.013e0</w:t>
      </w:r>
    </w:p>
    <w:p w:rsidR="00B77C08" w:rsidRDefault="00B77C08" w:rsidP="00B77C08">
      <w:r>
        <w:t>344.4263</w:t>
      </w:r>
      <w:r>
        <w:tab/>
        <w:t>1.013e0</w:t>
      </w:r>
    </w:p>
    <w:p w:rsidR="00B77C08" w:rsidRDefault="00B77C08" w:rsidP="00B77C08">
      <w:r>
        <w:t>344.4690</w:t>
      </w:r>
      <w:r>
        <w:tab/>
        <w:t>1.013e0</w:t>
      </w:r>
    </w:p>
    <w:p w:rsidR="00B77C08" w:rsidRDefault="00B77C08" w:rsidP="00B77C08">
      <w:r>
        <w:t>344.4775</w:t>
      </w:r>
      <w:r>
        <w:tab/>
        <w:t>3.038e0</w:t>
      </w:r>
    </w:p>
    <w:p w:rsidR="00B77C08" w:rsidRDefault="00B77C08" w:rsidP="00B77C08">
      <w:r>
        <w:t>344.4998</w:t>
      </w:r>
      <w:r>
        <w:tab/>
        <w:t>1.013e0</w:t>
      </w:r>
    </w:p>
    <w:p w:rsidR="00B77C08" w:rsidRDefault="00B77C08" w:rsidP="00B77C08">
      <w:r>
        <w:t>344.5184</w:t>
      </w:r>
      <w:r>
        <w:tab/>
        <w:t>1.013e0</w:t>
      </w:r>
    </w:p>
    <w:p w:rsidR="00B77C08" w:rsidRDefault="00B77C08" w:rsidP="00B77C08">
      <w:r>
        <w:t>344.5404</w:t>
      </w:r>
      <w:r>
        <w:tab/>
        <w:t>3.038e0</w:t>
      </w:r>
    </w:p>
    <w:p w:rsidR="00B77C08" w:rsidRDefault="00B77C08" w:rsidP="00B77C08">
      <w:r>
        <w:t>344.5544</w:t>
      </w:r>
      <w:r>
        <w:tab/>
        <w:t>1.013e0</w:t>
      </w:r>
    </w:p>
    <w:p w:rsidR="00B77C08" w:rsidRDefault="00B77C08" w:rsidP="00B77C08">
      <w:r>
        <w:t>344.5584</w:t>
      </w:r>
      <w:r>
        <w:tab/>
        <w:t>2.025e0</w:t>
      </w:r>
    </w:p>
    <w:p w:rsidR="00B77C08" w:rsidRDefault="00B77C08" w:rsidP="00B77C08">
      <w:r>
        <w:lastRenderedPageBreak/>
        <w:t>344.5967</w:t>
      </w:r>
      <w:r>
        <w:tab/>
        <w:t>3.038e0</w:t>
      </w:r>
    </w:p>
    <w:p w:rsidR="00B77C08" w:rsidRDefault="00B77C08" w:rsidP="00B77C08">
      <w:r>
        <w:t>344.6172</w:t>
      </w:r>
      <w:r>
        <w:tab/>
        <w:t>1.013e0</w:t>
      </w:r>
    </w:p>
    <w:p w:rsidR="00B77C08" w:rsidRDefault="00B77C08" w:rsidP="00B77C08">
      <w:r>
        <w:t>344.6420</w:t>
      </w:r>
      <w:r>
        <w:tab/>
        <w:t>1.013e0</w:t>
      </w:r>
    </w:p>
    <w:p w:rsidR="00B77C08" w:rsidRDefault="00B77C08" w:rsidP="00B77C08">
      <w:r>
        <w:t>344.6487</w:t>
      </w:r>
      <w:r>
        <w:tab/>
        <w:t>4.119e0</w:t>
      </w:r>
    </w:p>
    <w:p w:rsidR="00B77C08" w:rsidRDefault="00B77C08" w:rsidP="00B77C08">
      <w:r>
        <w:t>344.6988</w:t>
      </w:r>
      <w:r>
        <w:tab/>
        <w:t>3.038e0</w:t>
      </w:r>
    </w:p>
    <w:p w:rsidR="00B77C08" w:rsidRDefault="00B77C08" w:rsidP="00B77C08">
      <w:r>
        <w:t>344.7161</w:t>
      </w:r>
      <w:r>
        <w:tab/>
        <w:t>1.013e0</w:t>
      </w:r>
    </w:p>
    <w:p w:rsidR="00B77C08" w:rsidRDefault="00B77C08" w:rsidP="00B77C08">
      <w:r>
        <w:t>344.7267</w:t>
      </w:r>
      <w:r>
        <w:tab/>
        <w:t>1.013e0</w:t>
      </w:r>
    </w:p>
    <w:p w:rsidR="00B77C08" w:rsidRDefault="00B77C08" w:rsidP="00B77C08">
      <w:r>
        <w:t>344.7476</w:t>
      </w:r>
      <w:r>
        <w:tab/>
        <w:t>1.013e0</w:t>
      </w:r>
    </w:p>
    <w:p w:rsidR="00B77C08" w:rsidRDefault="00B77C08" w:rsidP="00B77C08">
      <w:r>
        <w:t>344.7760</w:t>
      </w:r>
      <w:r>
        <w:tab/>
        <w:t>1.013e0</w:t>
      </w:r>
    </w:p>
    <w:p w:rsidR="00B77C08" w:rsidRDefault="00B77C08" w:rsidP="00B77C08">
      <w:r>
        <w:t>344.7955</w:t>
      </w:r>
      <w:r>
        <w:tab/>
        <w:t>3.038e0</w:t>
      </w:r>
    </w:p>
    <w:p w:rsidR="00B77C08" w:rsidRDefault="00B77C08" w:rsidP="00B77C08">
      <w:r>
        <w:t>344.8065</w:t>
      </w:r>
      <w:r>
        <w:tab/>
        <w:t>6.076e0</w:t>
      </w:r>
    </w:p>
    <w:p w:rsidR="00B77C08" w:rsidRDefault="00B77C08" w:rsidP="00B77C08">
      <w:r>
        <w:t>344.8609</w:t>
      </w:r>
      <w:r>
        <w:tab/>
        <w:t>3.038e0</w:t>
      </w:r>
    </w:p>
    <w:p w:rsidR="00B77C08" w:rsidRDefault="00B77C08" w:rsidP="00B77C08">
      <w:r>
        <w:t>344.9008</w:t>
      </w:r>
      <w:r>
        <w:tab/>
        <w:t>5.063e0</w:t>
      </w:r>
    </w:p>
    <w:p w:rsidR="00B77C08" w:rsidRDefault="00B77C08" w:rsidP="00B77C08">
      <w:r>
        <w:t>344.9045</w:t>
      </w:r>
      <w:r>
        <w:tab/>
        <w:t>3.038e0</w:t>
      </w:r>
    </w:p>
    <w:p w:rsidR="00B77C08" w:rsidRDefault="00B77C08" w:rsidP="00B77C08">
      <w:r>
        <w:t>344.9573</w:t>
      </w:r>
      <w:r>
        <w:tab/>
        <w:t>1.013e0</w:t>
      </w:r>
    </w:p>
    <w:p w:rsidR="00B77C08" w:rsidRDefault="00B77C08" w:rsidP="00B77C08">
      <w:r>
        <w:t>344.9939</w:t>
      </w:r>
      <w:r>
        <w:tab/>
        <w:t>2.025e0</w:t>
      </w:r>
    </w:p>
    <w:p w:rsidR="00B77C08" w:rsidRDefault="00B77C08" w:rsidP="00B77C08">
      <w:r>
        <w:t>344.9958</w:t>
      </w:r>
      <w:r>
        <w:tab/>
        <w:t>4.051e0</w:t>
      </w:r>
    </w:p>
    <w:p w:rsidR="00B77C08" w:rsidRDefault="00B77C08" w:rsidP="00B77C08">
      <w:r>
        <w:t>344.9974</w:t>
      </w:r>
      <w:r>
        <w:tab/>
        <w:t>4.051e0</w:t>
      </w:r>
    </w:p>
    <w:p w:rsidR="00B77C08" w:rsidRDefault="00B77C08" w:rsidP="00B77C08">
      <w:r>
        <w:t>345.0554</w:t>
      </w:r>
      <w:r>
        <w:tab/>
        <w:t>2.025e0</w:t>
      </w:r>
    </w:p>
    <w:p w:rsidR="00B77C08" w:rsidRDefault="00B77C08" w:rsidP="00B77C08">
      <w:r>
        <w:lastRenderedPageBreak/>
        <w:t>345.0627</w:t>
      </w:r>
      <w:r>
        <w:tab/>
        <w:t>3.051e0</w:t>
      </w:r>
    </w:p>
    <w:p w:rsidR="00B77C08" w:rsidRDefault="00B77C08" w:rsidP="00B77C08">
      <w:r>
        <w:t>345.0659</w:t>
      </w:r>
      <w:r>
        <w:tab/>
        <w:t>4.820e0</w:t>
      </w:r>
    </w:p>
    <w:p w:rsidR="00B77C08" w:rsidRDefault="00B77C08" w:rsidP="00B77C08">
      <w:r>
        <w:t>345.1276</w:t>
      </w:r>
      <w:r>
        <w:tab/>
        <w:t>1.235e2</w:t>
      </w:r>
    </w:p>
    <w:p w:rsidR="00B77C08" w:rsidRDefault="00B77C08" w:rsidP="00B77C08">
      <w:r>
        <w:t>345.1302</w:t>
      </w:r>
      <w:r>
        <w:tab/>
        <w:t>2.734e1</w:t>
      </w:r>
    </w:p>
    <w:p w:rsidR="00B77C08" w:rsidRDefault="00B77C08" w:rsidP="00B77C08">
      <w:r>
        <w:t>345.1987</w:t>
      </w:r>
      <w:r>
        <w:tab/>
        <w:t>1.013e0</w:t>
      </w:r>
    </w:p>
    <w:p w:rsidR="00B77C08" w:rsidRDefault="00B77C08" w:rsidP="00B77C08">
      <w:r>
        <w:t>345.2254</w:t>
      </w:r>
      <w:r>
        <w:tab/>
        <w:t>5.063e0</w:t>
      </w:r>
    </w:p>
    <w:p w:rsidR="00B77C08" w:rsidRDefault="00B77C08" w:rsidP="00B77C08">
      <w:r>
        <w:t>345.2375</w:t>
      </w:r>
      <w:r>
        <w:tab/>
        <w:t>4.051e0</w:t>
      </w:r>
    </w:p>
    <w:p w:rsidR="00B77C08" w:rsidRDefault="00B77C08" w:rsidP="00B77C08">
      <w:r>
        <w:t>345.2746</w:t>
      </w:r>
      <w:r>
        <w:tab/>
        <w:t>2.025e0</w:t>
      </w:r>
    </w:p>
    <w:p w:rsidR="00B77C08" w:rsidRDefault="00B77C08" w:rsidP="00B77C08">
      <w:r>
        <w:t>345.2869</w:t>
      </w:r>
      <w:r>
        <w:tab/>
        <w:t>4.051e0</w:t>
      </w:r>
    </w:p>
    <w:p w:rsidR="00B77C08" w:rsidRDefault="00B77C08" w:rsidP="00B77C08">
      <w:r>
        <w:t>345.3246</w:t>
      </w:r>
      <w:r>
        <w:tab/>
        <w:t>2.025e0</w:t>
      </w:r>
    </w:p>
    <w:p w:rsidR="00B77C08" w:rsidRDefault="00B77C08" w:rsidP="00B77C08">
      <w:r>
        <w:t>345.3583</w:t>
      </w:r>
      <w:r>
        <w:tab/>
        <w:t>4.051e0</w:t>
      </w:r>
    </w:p>
    <w:p w:rsidR="00B77C08" w:rsidRDefault="00B77C08" w:rsidP="00B77C08">
      <w:r>
        <w:t>345.3967</w:t>
      </w:r>
      <w:r>
        <w:tab/>
        <w:t>1.013e0</w:t>
      </w:r>
    </w:p>
    <w:p w:rsidR="00B77C08" w:rsidRDefault="00B77C08" w:rsidP="00B77C08">
      <w:r>
        <w:t>345.4063</w:t>
      </w:r>
      <w:r>
        <w:tab/>
        <w:t>3.038e0</w:t>
      </w:r>
    </w:p>
    <w:p w:rsidR="00B77C08" w:rsidRDefault="00B77C08" w:rsidP="00B77C08">
      <w:r>
        <w:t>345.4502</w:t>
      </w:r>
      <w:r>
        <w:tab/>
        <w:t>2.025e0</w:t>
      </w:r>
    </w:p>
    <w:p w:rsidR="00B77C08" w:rsidRDefault="00B77C08" w:rsidP="00B77C08">
      <w:r>
        <w:t>345.4619</w:t>
      </w:r>
      <w:r>
        <w:tab/>
        <w:t>1.013e0</w:t>
      </w:r>
    </w:p>
    <w:p w:rsidR="00B77C08" w:rsidRDefault="00B77C08" w:rsidP="00B77C08">
      <w:r>
        <w:t>345.4905</w:t>
      </w:r>
      <w:r>
        <w:tab/>
        <w:t>1.013e0</w:t>
      </w:r>
    </w:p>
    <w:p w:rsidR="00B77C08" w:rsidRDefault="00B77C08" w:rsidP="00B77C08">
      <w:r>
        <w:t>345.5157</w:t>
      </w:r>
      <w:r>
        <w:tab/>
        <w:t>1.013e0</w:t>
      </w:r>
    </w:p>
    <w:p w:rsidR="00B77C08" w:rsidRDefault="00B77C08" w:rsidP="00B77C08">
      <w:r>
        <w:t>345.5515</w:t>
      </w:r>
      <w:r>
        <w:tab/>
        <w:t>1.013e0</w:t>
      </w:r>
    </w:p>
    <w:p w:rsidR="00B77C08" w:rsidRDefault="00B77C08" w:rsidP="00B77C08">
      <w:r>
        <w:t>345.5807</w:t>
      </w:r>
      <w:r>
        <w:tab/>
        <w:t>2.025e0</w:t>
      </w:r>
    </w:p>
    <w:p w:rsidR="00B77C08" w:rsidRDefault="00B77C08" w:rsidP="00B77C08">
      <w:r>
        <w:lastRenderedPageBreak/>
        <w:t>345.6310</w:t>
      </w:r>
      <w:r>
        <w:tab/>
        <w:t>1.823e1</w:t>
      </w:r>
    </w:p>
    <w:p w:rsidR="00B77C08" w:rsidRDefault="00B77C08" w:rsidP="00B77C08">
      <w:r>
        <w:t>345.6323</w:t>
      </w:r>
      <w:r>
        <w:tab/>
        <w:t>1.073e1</w:t>
      </w:r>
    </w:p>
    <w:p w:rsidR="00B77C08" w:rsidRDefault="00B77C08" w:rsidP="00B77C08">
      <w:r>
        <w:t>345.7414</w:t>
      </w:r>
      <w:r>
        <w:tab/>
        <w:t>2.025e0</w:t>
      </w:r>
    </w:p>
    <w:p w:rsidR="00B77C08" w:rsidRDefault="00B77C08" w:rsidP="00B77C08">
      <w:r>
        <w:t>345.7436</w:t>
      </w:r>
      <w:r>
        <w:tab/>
        <w:t>1.013e0</w:t>
      </w:r>
    </w:p>
    <w:p w:rsidR="00B77C08" w:rsidRDefault="00B77C08" w:rsidP="00B77C08">
      <w:r>
        <w:t>345.8180</w:t>
      </w:r>
      <w:r>
        <w:tab/>
        <w:t>1.013e0</w:t>
      </w:r>
    </w:p>
    <w:p w:rsidR="00B77C08" w:rsidRDefault="00B77C08" w:rsidP="00B77C08">
      <w:r>
        <w:t>345.8537</w:t>
      </w:r>
      <w:r>
        <w:tab/>
        <w:t>2.271e0</w:t>
      </w:r>
    </w:p>
    <w:p w:rsidR="00B77C08" w:rsidRDefault="00B77C08" w:rsidP="00B77C08">
      <w:r>
        <w:t>345.8969</w:t>
      </w:r>
      <w:r>
        <w:tab/>
        <w:t>2.025e0</w:t>
      </w:r>
    </w:p>
    <w:p w:rsidR="00B77C08" w:rsidRDefault="00B77C08" w:rsidP="00B77C08">
      <w:r>
        <w:t>345.9016</w:t>
      </w:r>
      <w:r>
        <w:tab/>
        <w:t>3.038e0</w:t>
      </w:r>
    </w:p>
    <w:p w:rsidR="00B77C08" w:rsidRDefault="00B77C08" w:rsidP="00B77C08">
      <w:r>
        <w:t>345.9201</w:t>
      </w:r>
      <w:r>
        <w:tab/>
        <w:t>3.038e0</w:t>
      </w:r>
    </w:p>
    <w:p w:rsidR="00B77C08" w:rsidRDefault="00B77C08" w:rsidP="00B77C08">
      <w:r>
        <w:t>345.9316</w:t>
      </w:r>
      <w:r>
        <w:tab/>
        <w:t>2.025e0</w:t>
      </w:r>
    </w:p>
    <w:p w:rsidR="00B77C08" w:rsidRDefault="00B77C08" w:rsidP="00B77C08">
      <w:r>
        <w:t>345.9916</w:t>
      </w:r>
      <w:r>
        <w:tab/>
        <w:t>2.025e0</w:t>
      </w:r>
    </w:p>
    <w:p w:rsidR="00B77C08" w:rsidRDefault="00B77C08" w:rsidP="00B77C08">
      <w:r>
        <w:t>345.9985</w:t>
      </w:r>
      <w:r>
        <w:tab/>
        <w:t>4.051e0</w:t>
      </w:r>
    </w:p>
    <w:p w:rsidR="00B77C08" w:rsidRDefault="00B77C08" w:rsidP="00B77C08">
      <w:r>
        <w:t>346.0372</w:t>
      </w:r>
      <w:r>
        <w:tab/>
        <w:t>3.926e0</w:t>
      </w:r>
    </w:p>
    <w:p w:rsidR="00B77C08" w:rsidRDefault="00B77C08" w:rsidP="00B77C08">
      <w:r>
        <w:t>346.0598</w:t>
      </w:r>
      <w:r>
        <w:tab/>
        <w:t>1.013e0</w:t>
      </w:r>
    </w:p>
    <w:p w:rsidR="00B77C08" w:rsidRDefault="00B77C08" w:rsidP="00B77C08">
      <w:r>
        <w:t>346.1142</w:t>
      </w:r>
      <w:r>
        <w:tab/>
        <w:t>4.051e0</w:t>
      </w:r>
    </w:p>
    <w:p w:rsidR="00B77C08" w:rsidRDefault="00B77C08" w:rsidP="00B77C08">
      <w:r>
        <w:t>346.1202</w:t>
      </w:r>
      <w:r>
        <w:tab/>
        <w:t>5.063e0</w:t>
      </w:r>
    </w:p>
    <w:p w:rsidR="00B77C08" w:rsidRDefault="00B77C08" w:rsidP="00B77C08">
      <w:r>
        <w:t>346.1586</w:t>
      </w:r>
      <w:r>
        <w:tab/>
        <w:t>5.310e1</w:t>
      </w:r>
    </w:p>
    <w:p w:rsidR="00B77C08" w:rsidRDefault="00B77C08" w:rsidP="00B77C08">
      <w:r>
        <w:t>346.1707</w:t>
      </w:r>
      <w:r>
        <w:tab/>
        <w:t>7.882e0</w:t>
      </w:r>
    </w:p>
    <w:p w:rsidR="00B77C08" w:rsidRDefault="00B77C08" w:rsidP="00B77C08">
      <w:r>
        <w:t>346.1956</w:t>
      </w:r>
      <w:r>
        <w:tab/>
        <w:t>4.338e0</w:t>
      </w:r>
    </w:p>
    <w:p w:rsidR="00B77C08" w:rsidRDefault="00B77C08" w:rsidP="00B77C08">
      <w:r>
        <w:lastRenderedPageBreak/>
        <w:t>346.2775</w:t>
      </w:r>
      <w:r>
        <w:tab/>
        <w:t>1.013e0</w:t>
      </w:r>
    </w:p>
    <w:p w:rsidR="00B77C08" w:rsidRDefault="00B77C08" w:rsidP="00B77C08">
      <w:r>
        <w:t>346.3167</w:t>
      </w:r>
      <w:r>
        <w:tab/>
        <w:t>1.013e0</w:t>
      </w:r>
    </w:p>
    <w:p w:rsidR="00B77C08" w:rsidRDefault="00B77C08" w:rsidP="00B77C08">
      <w:r>
        <w:t>346.3665</w:t>
      </w:r>
      <w:r>
        <w:tab/>
        <w:t>1.013e0</w:t>
      </w:r>
    </w:p>
    <w:p w:rsidR="00B77C08" w:rsidRDefault="00B77C08" w:rsidP="00B77C08">
      <w:r>
        <w:t>346.4011</w:t>
      </w:r>
      <w:r>
        <w:tab/>
        <w:t>1.013e0</w:t>
      </w:r>
    </w:p>
    <w:p w:rsidR="00B77C08" w:rsidRDefault="00B77C08" w:rsidP="00B77C08">
      <w:r>
        <w:t>346.4446</w:t>
      </w:r>
      <w:r>
        <w:tab/>
        <w:t>1.013e0</w:t>
      </w:r>
    </w:p>
    <w:p w:rsidR="00B77C08" w:rsidRDefault="00B77C08" w:rsidP="00B77C08">
      <w:r>
        <w:t>346.4854</w:t>
      </w:r>
      <w:r>
        <w:tab/>
        <w:t>2.025e0</w:t>
      </w:r>
    </w:p>
    <w:p w:rsidR="00B77C08" w:rsidRDefault="00B77C08" w:rsidP="00B77C08">
      <w:r>
        <w:t>346.4892</w:t>
      </w:r>
      <w:r>
        <w:tab/>
        <w:t>1.013e0</w:t>
      </w:r>
    </w:p>
    <w:p w:rsidR="00B77C08" w:rsidRDefault="00B77C08" w:rsidP="00B77C08">
      <w:r>
        <w:t>346.5139</w:t>
      </w:r>
      <w:r>
        <w:tab/>
        <w:t>1.013e0</w:t>
      </w:r>
    </w:p>
    <w:p w:rsidR="00B77C08" w:rsidRDefault="00B77C08" w:rsidP="00B77C08">
      <w:r>
        <w:t>346.5312</w:t>
      </w:r>
      <w:r>
        <w:tab/>
        <w:t>2.025e0</w:t>
      </w:r>
    </w:p>
    <w:p w:rsidR="00B77C08" w:rsidRDefault="00B77C08" w:rsidP="00B77C08">
      <w:r>
        <w:t>346.6322</w:t>
      </w:r>
      <w:r>
        <w:tab/>
        <w:t>1.013e1</w:t>
      </w:r>
    </w:p>
    <w:p w:rsidR="00B77C08" w:rsidRDefault="00B77C08" w:rsidP="00B77C08">
      <w:r>
        <w:t>346.6357</w:t>
      </w:r>
      <w:r>
        <w:tab/>
        <w:t>4.051e0</w:t>
      </w:r>
    </w:p>
    <w:p w:rsidR="00B77C08" w:rsidRDefault="00B77C08" w:rsidP="00B77C08">
      <w:r>
        <w:t>346.6785</w:t>
      </w:r>
      <w:r>
        <w:tab/>
        <w:t>1.013e0</w:t>
      </w:r>
    </w:p>
    <w:p w:rsidR="00B77C08" w:rsidRDefault="00B77C08" w:rsidP="00B77C08">
      <w:r>
        <w:t>346.7192</w:t>
      </w:r>
      <w:r>
        <w:tab/>
        <w:t>2.025e0</w:t>
      </w:r>
    </w:p>
    <w:p w:rsidR="00B77C08" w:rsidRDefault="00B77C08" w:rsidP="00B77C08">
      <w:r>
        <w:t>346.7427</w:t>
      </w:r>
      <w:r>
        <w:tab/>
        <w:t>1.013e0</w:t>
      </w:r>
    </w:p>
    <w:p w:rsidR="00B77C08" w:rsidRDefault="00B77C08" w:rsidP="00B77C08">
      <w:r>
        <w:t>346.8344</w:t>
      </w:r>
      <w:r>
        <w:tab/>
        <w:t>3.038e0</w:t>
      </w:r>
    </w:p>
    <w:p w:rsidR="00B77C08" w:rsidRDefault="00B77C08" w:rsidP="00B77C08">
      <w:r>
        <w:t>346.8422</w:t>
      </w:r>
      <w:r>
        <w:tab/>
        <w:t>1.013e0</w:t>
      </w:r>
    </w:p>
    <w:p w:rsidR="00B77C08" w:rsidRDefault="00B77C08" w:rsidP="00B77C08">
      <w:r>
        <w:t>346.8857</w:t>
      </w:r>
      <w:r>
        <w:tab/>
        <w:t>1.013e0</w:t>
      </w:r>
    </w:p>
    <w:p w:rsidR="00B77C08" w:rsidRDefault="00B77C08" w:rsidP="00B77C08">
      <w:r>
        <w:t>346.9005</w:t>
      </w:r>
      <w:r>
        <w:tab/>
        <w:t>1.013e0</w:t>
      </w:r>
    </w:p>
    <w:p w:rsidR="00B77C08" w:rsidRDefault="00B77C08" w:rsidP="00B77C08">
      <w:r>
        <w:t>346.9637</w:t>
      </w:r>
      <w:r>
        <w:tab/>
        <w:t>2.025e0</w:t>
      </w:r>
    </w:p>
    <w:p w:rsidR="00B77C08" w:rsidRDefault="00B77C08" w:rsidP="00B77C08">
      <w:r>
        <w:lastRenderedPageBreak/>
        <w:t>346.9670</w:t>
      </w:r>
      <w:r>
        <w:tab/>
        <w:t>1.013e0</w:t>
      </w:r>
    </w:p>
    <w:p w:rsidR="00B77C08" w:rsidRDefault="00B77C08" w:rsidP="00B77C08">
      <w:r>
        <w:t>346.9763</w:t>
      </w:r>
      <w:r>
        <w:tab/>
        <w:t>3.038e0</w:t>
      </w:r>
    </w:p>
    <w:p w:rsidR="00B77C08" w:rsidRDefault="00B77C08" w:rsidP="00B77C08">
      <w:r>
        <w:t>347.0222</w:t>
      </w:r>
      <w:r>
        <w:tab/>
        <w:t>2.025e0</w:t>
      </w:r>
    </w:p>
    <w:p w:rsidR="00B77C08" w:rsidRDefault="00B77C08" w:rsidP="00B77C08">
      <w:r>
        <w:t>347.0405</w:t>
      </w:r>
      <w:r>
        <w:tab/>
        <w:t>2.025e0</w:t>
      </w:r>
    </w:p>
    <w:p w:rsidR="00B77C08" w:rsidRDefault="00B77C08" w:rsidP="00B77C08">
      <w:r>
        <w:t>347.0532</w:t>
      </w:r>
      <w:r>
        <w:tab/>
        <w:t>2.025e0</w:t>
      </w:r>
    </w:p>
    <w:p w:rsidR="00B77C08" w:rsidRDefault="00B77C08" w:rsidP="00B77C08">
      <w:r>
        <w:t>347.1140</w:t>
      </w:r>
      <w:r>
        <w:tab/>
        <w:t>2.025e0</w:t>
      </w:r>
    </w:p>
    <w:p w:rsidR="00B77C08" w:rsidRDefault="00B77C08" w:rsidP="00B77C08">
      <w:r>
        <w:t>347.1393</w:t>
      </w:r>
      <w:r>
        <w:tab/>
        <w:t>3.038e0</w:t>
      </w:r>
    </w:p>
    <w:p w:rsidR="00B77C08" w:rsidRDefault="00B77C08" w:rsidP="00B77C08">
      <w:r>
        <w:t>347.1598</w:t>
      </w:r>
      <w:r>
        <w:tab/>
        <w:t>5.063e0</w:t>
      </w:r>
    </w:p>
    <w:p w:rsidR="00B77C08" w:rsidRDefault="00B77C08" w:rsidP="00B77C08">
      <w:r>
        <w:t>347.1678</w:t>
      </w:r>
      <w:r>
        <w:tab/>
        <w:t>2.025e0</w:t>
      </w:r>
    </w:p>
    <w:p w:rsidR="00B77C08" w:rsidRDefault="00B77C08" w:rsidP="00B77C08">
      <w:r>
        <w:t>347.1777</w:t>
      </w:r>
      <w:r>
        <w:tab/>
        <w:t>3.038e0</w:t>
      </w:r>
    </w:p>
    <w:p w:rsidR="00B77C08" w:rsidRDefault="00B77C08" w:rsidP="00B77C08">
      <w:r>
        <w:t>347.2172</w:t>
      </w:r>
      <w:r>
        <w:tab/>
        <w:t>1.013e0</w:t>
      </w:r>
    </w:p>
    <w:p w:rsidR="00B77C08" w:rsidRDefault="00B77C08" w:rsidP="00B77C08">
      <w:r>
        <w:t>347.2393</w:t>
      </w:r>
      <w:r>
        <w:tab/>
        <w:t>4.051e0</w:t>
      </w:r>
    </w:p>
    <w:p w:rsidR="00B77C08" w:rsidRDefault="00B77C08" w:rsidP="00B77C08">
      <w:r>
        <w:t>347.2478</w:t>
      </w:r>
      <w:r>
        <w:tab/>
        <w:t>2.025e0</w:t>
      </w:r>
    </w:p>
    <w:p w:rsidR="00B77C08" w:rsidRDefault="00B77C08" w:rsidP="00B77C08">
      <w:r>
        <w:t>347.2871</w:t>
      </w:r>
      <w:r>
        <w:tab/>
        <w:t>1.013e0</w:t>
      </w:r>
    </w:p>
    <w:p w:rsidR="00B77C08" w:rsidRDefault="00B77C08" w:rsidP="00B77C08">
      <w:r>
        <w:t>347.3118</w:t>
      </w:r>
      <w:r>
        <w:tab/>
        <w:t>1.013e0</w:t>
      </w:r>
    </w:p>
    <w:p w:rsidR="00B77C08" w:rsidRDefault="00B77C08" w:rsidP="00B77C08">
      <w:r>
        <w:t>347.3404</w:t>
      </w:r>
      <w:r>
        <w:tab/>
        <w:t>1.013e0</w:t>
      </w:r>
    </w:p>
    <w:p w:rsidR="00B77C08" w:rsidRDefault="00B77C08" w:rsidP="00B77C08">
      <w:r>
        <w:t>347.4038</w:t>
      </w:r>
      <w:r>
        <w:tab/>
        <w:t>2.025e0</w:t>
      </w:r>
    </w:p>
    <w:p w:rsidR="00B77C08" w:rsidRDefault="00B77C08" w:rsidP="00B77C08">
      <w:r>
        <w:t>347.4455</w:t>
      </w:r>
      <w:r>
        <w:tab/>
        <w:t>1.013e0</w:t>
      </w:r>
    </w:p>
    <w:p w:rsidR="00B77C08" w:rsidRDefault="00B77C08" w:rsidP="00B77C08">
      <w:r>
        <w:t>347.4722</w:t>
      </w:r>
      <w:r>
        <w:tab/>
        <w:t>2.025e0</w:t>
      </w:r>
    </w:p>
    <w:p w:rsidR="00B77C08" w:rsidRDefault="00B77C08" w:rsidP="00B77C08">
      <w:r>
        <w:lastRenderedPageBreak/>
        <w:t>347.5107</w:t>
      </w:r>
      <w:r>
        <w:tab/>
        <w:t>3.038e0</w:t>
      </w:r>
    </w:p>
    <w:p w:rsidR="00B77C08" w:rsidRDefault="00B77C08" w:rsidP="00B77C08">
      <w:r>
        <w:t>347.5792</w:t>
      </w:r>
      <w:r>
        <w:tab/>
        <w:t>2.025e0</w:t>
      </w:r>
    </w:p>
    <w:p w:rsidR="00B77C08" w:rsidRDefault="00B77C08" w:rsidP="00B77C08">
      <w:r>
        <w:t>347.6605</w:t>
      </w:r>
      <w:r>
        <w:tab/>
        <w:t>2.025e0</w:t>
      </w:r>
    </w:p>
    <w:p w:rsidR="00B77C08" w:rsidRDefault="00B77C08" w:rsidP="00B77C08">
      <w:r>
        <w:t>347.7090</w:t>
      </w:r>
      <w:r>
        <w:tab/>
        <w:t>2.025e0</w:t>
      </w:r>
    </w:p>
    <w:p w:rsidR="00B77C08" w:rsidRDefault="00B77C08" w:rsidP="00B77C08">
      <w:r>
        <w:t>347.7200</w:t>
      </w:r>
      <w:r>
        <w:tab/>
        <w:t>1.013e0</w:t>
      </w:r>
    </w:p>
    <w:p w:rsidR="00B77C08" w:rsidRDefault="00B77C08" w:rsidP="00B77C08">
      <w:r>
        <w:t>347.9252</w:t>
      </w:r>
      <w:r>
        <w:tab/>
        <w:t>2.025e0</w:t>
      </w:r>
    </w:p>
    <w:p w:rsidR="00B77C08" w:rsidRDefault="00B77C08" w:rsidP="00B77C08">
      <w:r>
        <w:t>347.9295</w:t>
      </w:r>
      <w:r>
        <w:tab/>
        <w:t>3.038e0</w:t>
      </w:r>
    </w:p>
    <w:p w:rsidR="00B77C08" w:rsidRDefault="00B77C08" w:rsidP="00B77C08">
      <w:r>
        <w:t>347.9420</w:t>
      </w:r>
      <w:r>
        <w:tab/>
        <w:t>3.038e0</w:t>
      </w:r>
    </w:p>
    <w:p w:rsidR="00B77C08" w:rsidRDefault="00B77C08" w:rsidP="00B77C08">
      <w:r>
        <w:t>348.0062</w:t>
      </w:r>
      <w:r>
        <w:tab/>
        <w:t>1.013e0</w:t>
      </w:r>
    </w:p>
    <w:p w:rsidR="00B77C08" w:rsidRDefault="00B77C08" w:rsidP="00B77C08">
      <w:r>
        <w:t>348.0107</w:t>
      </w:r>
      <w:r>
        <w:tab/>
        <w:t>2.025e0</w:t>
      </w:r>
    </w:p>
    <w:p w:rsidR="00B77C08" w:rsidRDefault="00B77C08" w:rsidP="00B77C08">
      <w:r>
        <w:t>348.0176</w:t>
      </w:r>
      <w:r>
        <w:tab/>
        <w:t>3.038e0</w:t>
      </w:r>
    </w:p>
    <w:p w:rsidR="00B77C08" w:rsidRDefault="00B77C08" w:rsidP="00B77C08">
      <w:r>
        <w:t>348.0568</w:t>
      </w:r>
      <w:r>
        <w:tab/>
        <w:t>2.025e0</w:t>
      </w:r>
    </w:p>
    <w:p w:rsidR="00B77C08" w:rsidRDefault="00B77C08" w:rsidP="00B77C08">
      <w:r>
        <w:t>348.0648</w:t>
      </w:r>
      <w:r>
        <w:tab/>
        <w:t>1.013e0</w:t>
      </w:r>
    </w:p>
    <w:p w:rsidR="00B77C08" w:rsidRDefault="00B77C08" w:rsidP="00B77C08">
      <w:r>
        <w:t>348.1309</w:t>
      </w:r>
      <w:r>
        <w:tab/>
        <w:t>1.013e0</w:t>
      </w:r>
    </w:p>
    <w:p w:rsidR="00B77C08" w:rsidRDefault="00B77C08" w:rsidP="00B77C08">
      <w:r>
        <w:t>348.1425</w:t>
      </w:r>
      <w:r>
        <w:tab/>
        <w:t>4.900e0</w:t>
      </w:r>
    </w:p>
    <w:p w:rsidR="00B77C08" w:rsidRDefault="00B77C08" w:rsidP="00B77C08">
      <w:r>
        <w:t>348.1753</w:t>
      </w:r>
      <w:r>
        <w:tab/>
        <w:t>2.025e0</w:t>
      </w:r>
    </w:p>
    <w:p w:rsidR="00B77C08" w:rsidRDefault="00B77C08" w:rsidP="00B77C08">
      <w:r>
        <w:t>348.1846</w:t>
      </w:r>
      <w:r>
        <w:tab/>
        <w:t>1.013e0</w:t>
      </w:r>
    </w:p>
    <w:p w:rsidR="00B77C08" w:rsidRDefault="00B77C08" w:rsidP="00B77C08">
      <w:r>
        <w:t>348.2376</w:t>
      </w:r>
      <w:r>
        <w:tab/>
        <w:t>2.025e0</w:t>
      </w:r>
    </w:p>
    <w:p w:rsidR="00B77C08" w:rsidRDefault="00B77C08" w:rsidP="00B77C08">
      <w:r>
        <w:t>348.2582</w:t>
      </w:r>
      <w:r>
        <w:tab/>
        <w:t>2.025e0</w:t>
      </w:r>
    </w:p>
    <w:p w:rsidR="00B77C08" w:rsidRDefault="00B77C08" w:rsidP="00B77C08">
      <w:r>
        <w:lastRenderedPageBreak/>
        <w:t>348.2869</w:t>
      </w:r>
      <w:r>
        <w:tab/>
        <w:t>1.013e0</w:t>
      </w:r>
    </w:p>
    <w:p w:rsidR="00B77C08" w:rsidRDefault="00B77C08" w:rsidP="00B77C08">
      <w:r>
        <w:t>348.3035</w:t>
      </w:r>
      <w:r>
        <w:tab/>
        <w:t>1.013e0</w:t>
      </w:r>
    </w:p>
    <w:p w:rsidR="00B77C08" w:rsidRDefault="00B77C08" w:rsidP="00B77C08">
      <w:r>
        <w:t>348.3373</w:t>
      </w:r>
      <w:r>
        <w:tab/>
        <w:t>1.013e0</w:t>
      </w:r>
    </w:p>
    <w:p w:rsidR="00B77C08" w:rsidRDefault="00B77C08" w:rsidP="00B77C08">
      <w:r>
        <w:t>348.3821</w:t>
      </w:r>
      <w:r>
        <w:tab/>
        <w:t>2.025e0</w:t>
      </w:r>
    </w:p>
    <w:p w:rsidR="00B77C08" w:rsidRDefault="00B77C08" w:rsidP="00B77C08">
      <w:r>
        <w:t>348.4428</w:t>
      </w:r>
      <w:r>
        <w:tab/>
        <w:t>1.013e0</w:t>
      </w:r>
    </w:p>
    <w:p w:rsidR="00B77C08" w:rsidRDefault="00B77C08" w:rsidP="00B77C08">
      <w:r>
        <w:t>348.4969</w:t>
      </w:r>
      <w:r>
        <w:tab/>
        <w:t>1.013e0</w:t>
      </w:r>
    </w:p>
    <w:p w:rsidR="00B77C08" w:rsidRDefault="00B77C08" w:rsidP="00B77C08">
      <w:r>
        <w:t>348.5016</w:t>
      </w:r>
      <w:r>
        <w:tab/>
        <w:t>1.013e0</w:t>
      </w:r>
    </w:p>
    <w:p w:rsidR="00B77C08" w:rsidRDefault="00B77C08" w:rsidP="00B77C08">
      <w:r>
        <w:t>348.5511</w:t>
      </w:r>
      <w:r>
        <w:tab/>
        <w:t>4.051e0</w:t>
      </w:r>
    </w:p>
    <w:p w:rsidR="00B77C08" w:rsidRDefault="00B77C08" w:rsidP="00B77C08">
      <w:r>
        <w:t>348.6210</w:t>
      </w:r>
      <w:r>
        <w:tab/>
        <w:t>2.025e0</w:t>
      </w:r>
    </w:p>
    <w:p w:rsidR="00B77C08" w:rsidRDefault="00B77C08" w:rsidP="00B77C08">
      <w:r>
        <w:t>348.6869</w:t>
      </w:r>
      <w:r>
        <w:tab/>
        <w:t>1.013e0</w:t>
      </w:r>
    </w:p>
    <w:p w:rsidR="00B77C08" w:rsidRDefault="00B77C08" w:rsidP="00B77C08">
      <w:r>
        <w:t>348.6904</w:t>
      </w:r>
      <w:r>
        <w:tab/>
        <w:t>1.013e0</w:t>
      </w:r>
    </w:p>
    <w:p w:rsidR="00B77C08" w:rsidRDefault="00B77C08" w:rsidP="00B77C08">
      <w:r>
        <w:t>348.7545</w:t>
      </w:r>
      <w:r>
        <w:tab/>
        <w:t>3.038e0</w:t>
      </w:r>
    </w:p>
    <w:p w:rsidR="00B77C08" w:rsidRDefault="00B77C08" w:rsidP="00B77C08">
      <w:r>
        <w:t>348.8268</w:t>
      </w:r>
      <w:r>
        <w:tab/>
        <w:t>2.025e0</w:t>
      </w:r>
    </w:p>
    <w:p w:rsidR="00B77C08" w:rsidRDefault="00B77C08" w:rsidP="00B77C08">
      <w:r>
        <w:t>348.9339</w:t>
      </w:r>
      <w:r>
        <w:tab/>
        <w:t>1.013e0</w:t>
      </w:r>
    </w:p>
    <w:p w:rsidR="00B77C08" w:rsidRDefault="00B77C08" w:rsidP="00B77C08">
      <w:r>
        <w:t>348.9689</w:t>
      </w:r>
      <w:r>
        <w:tab/>
        <w:t>3.038e0</w:t>
      </w:r>
    </w:p>
    <w:p w:rsidR="00B77C08" w:rsidRDefault="00B77C08" w:rsidP="00B77C08">
      <w:r>
        <w:t>349.0202</w:t>
      </w:r>
      <w:r>
        <w:tab/>
        <w:t>2.025e0</w:t>
      </w:r>
    </w:p>
    <w:p w:rsidR="00B77C08" w:rsidRDefault="00B77C08" w:rsidP="00B77C08">
      <w:r>
        <w:t>349.0675</w:t>
      </w:r>
      <w:r>
        <w:tab/>
        <w:t>1.013e0</w:t>
      </w:r>
    </w:p>
    <w:p w:rsidR="00B77C08" w:rsidRDefault="00B77C08" w:rsidP="00B77C08">
      <w:r>
        <w:t>349.1472</w:t>
      </w:r>
      <w:r>
        <w:tab/>
        <w:t>2.793e0</w:t>
      </w:r>
    </w:p>
    <w:p w:rsidR="00B77C08" w:rsidRDefault="00B77C08" w:rsidP="00B77C08">
      <w:r>
        <w:t>349.1642</w:t>
      </w:r>
      <w:r>
        <w:tab/>
        <w:t>2.025e0</w:t>
      </w:r>
    </w:p>
    <w:p w:rsidR="00B77C08" w:rsidRDefault="00B77C08" w:rsidP="00B77C08">
      <w:r>
        <w:lastRenderedPageBreak/>
        <w:t>349.1820</w:t>
      </w:r>
      <w:r>
        <w:tab/>
        <w:t>2.025e0</w:t>
      </w:r>
    </w:p>
    <w:p w:rsidR="00B77C08" w:rsidRDefault="00B77C08" w:rsidP="00B77C08">
      <w:r>
        <w:t>349.2050</w:t>
      </w:r>
      <w:r>
        <w:tab/>
        <w:t>1.013e0</w:t>
      </w:r>
    </w:p>
    <w:p w:rsidR="00B77C08" w:rsidRDefault="00B77C08" w:rsidP="00B77C08">
      <w:r>
        <w:t>349.2085</w:t>
      </w:r>
      <w:r>
        <w:tab/>
        <w:t>3.038e0</w:t>
      </w:r>
    </w:p>
    <w:p w:rsidR="00B77C08" w:rsidRDefault="00B77C08" w:rsidP="00B77C08">
      <w:r>
        <w:t>349.2464</w:t>
      </w:r>
      <w:r>
        <w:tab/>
        <w:t>2.025e0</w:t>
      </w:r>
    </w:p>
    <w:p w:rsidR="00B77C08" w:rsidRDefault="00B77C08" w:rsidP="00B77C08">
      <w:r>
        <w:t>349.2545</w:t>
      </w:r>
      <w:r>
        <w:tab/>
        <w:t>4.051e0</w:t>
      </w:r>
    </w:p>
    <w:p w:rsidR="00B77C08" w:rsidRDefault="00B77C08" w:rsidP="00B77C08">
      <w:r>
        <w:t>349.2593</w:t>
      </w:r>
      <w:r>
        <w:tab/>
        <w:t>2.025e0</w:t>
      </w:r>
    </w:p>
    <w:p w:rsidR="00B77C08" w:rsidRDefault="00B77C08" w:rsidP="00B77C08">
      <w:r>
        <w:t>349.3845</w:t>
      </w:r>
      <w:r>
        <w:tab/>
        <w:t>2.025e0</w:t>
      </w:r>
    </w:p>
    <w:p w:rsidR="00B77C08" w:rsidRDefault="00B77C08" w:rsidP="00B77C08">
      <w:r>
        <w:t>349.4894</w:t>
      </w:r>
      <w:r>
        <w:tab/>
        <w:t>1.013e0</w:t>
      </w:r>
    </w:p>
    <w:p w:rsidR="00B77C08" w:rsidRDefault="00B77C08" w:rsidP="00B77C08">
      <w:r>
        <w:t>349.4991</w:t>
      </w:r>
      <w:r>
        <w:tab/>
        <w:t>1.013e0</w:t>
      </w:r>
    </w:p>
    <w:p w:rsidR="00B77C08" w:rsidRDefault="00B77C08" w:rsidP="00B77C08">
      <w:r>
        <w:t>349.5059</w:t>
      </w:r>
      <w:r>
        <w:tab/>
        <w:t>1.013e0</w:t>
      </w:r>
    </w:p>
    <w:p w:rsidR="00B77C08" w:rsidRDefault="00B77C08" w:rsidP="00B77C08">
      <w:r>
        <w:t>349.6064</w:t>
      </w:r>
      <w:r>
        <w:tab/>
        <w:t>2.025e0</w:t>
      </w:r>
    </w:p>
    <w:p w:rsidR="00B77C08" w:rsidRDefault="00B77C08" w:rsidP="00B77C08">
      <w:r>
        <w:t>349.6336</w:t>
      </w:r>
      <w:r>
        <w:tab/>
        <w:t>1.013e0</w:t>
      </w:r>
    </w:p>
    <w:p w:rsidR="00B77C08" w:rsidRDefault="00B77C08" w:rsidP="00B77C08">
      <w:r>
        <w:t>349.6621</w:t>
      </w:r>
      <w:r>
        <w:tab/>
        <w:t>1.013e0</w:t>
      </w:r>
    </w:p>
    <w:p w:rsidR="00B77C08" w:rsidRDefault="00B77C08" w:rsidP="00B77C08">
      <w:r>
        <w:t>349.7077</w:t>
      </w:r>
      <w:r>
        <w:tab/>
        <w:t>1.013e0</w:t>
      </w:r>
    </w:p>
    <w:p w:rsidR="00B77C08" w:rsidRDefault="00B77C08" w:rsidP="00B77C08">
      <w:r>
        <w:t>349.7250</w:t>
      </w:r>
      <w:r>
        <w:tab/>
        <w:t>1.013e0</w:t>
      </w:r>
    </w:p>
    <w:p w:rsidR="00B77C08" w:rsidRDefault="00B77C08" w:rsidP="00B77C08">
      <w:r>
        <w:t>349.7876</w:t>
      </w:r>
      <w:r>
        <w:tab/>
        <w:t>1.013e0</w:t>
      </w:r>
    </w:p>
    <w:p w:rsidR="00B77C08" w:rsidRDefault="00B77C08" w:rsidP="00B77C08">
      <w:r>
        <w:t>349.7933</w:t>
      </w:r>
      <w:r>
        <w:tab/>
        <w:t>1.013e0</w:t>
      </w:r>
    </w:p>
    <w:p w:rsidR="00B77C08" w:rsidRDefault="00B77C08" w:rsidP="00B77C08">
      <w:r>
        <w:t>349.8127</w:t>
      </w:r>
      <w:r>
        <w:tab/>
        <w:t>1.013e0</w:t>
      </w:r>
    </w:p>
    <w:p w:rsidR="00B77C08" w:rsidRDefault="00B77C08" w:rsidP="00B77C08">
      <w:r>
        <w:t>349.8372</w:t>
      </w:r>
      <w:r>
        <w:tab/>
        <w:t>1.013e0</w:t>
      </w:r>
    </w:p>
    <w:p w:rsidR="00B77C08" w:rsidRDefault="00B77C08" w:rsidP="00B77C08">
      <w:r>
        <w:lastRenderedPageBreak/>
        <w:t>349.8935</w:t>
      </w:r>
      <w:r>
        <w:tab/>
        <w:t>1.013e0</w:t>
      </w:r>
    </w:p>
    <w:p w:rsidR="00B77C08" w:rsidRDefault="00B77C08" w:rsidP="00B77C08">
      <w:r>
        <w:t>349.9061</w:t>
      </w:r>
      <w:r>
        <w:tab/>
        <w:t>1.013e0</w:t>
      </w:r>
    </w:p>
    <w:p w:rsidR="00B77C08" w:rsidRDefault="00B77C08" w:rsidP="00B77C08">
      <w:r>
        <w:t>349.9187</w:t>
      </w:r>
      <w:r>
        <w:tab/>
        <w:t>1.013e0</w:t>
      </w:r>
    </w:p>
    <w:p w:rsidR="00B77C08" w:rsidRDefault="00B77C08" w:rsidP="00B77C08">
      <w:r>
        <w:t>349.9562</w:t>
      </w:r>
      <w:r>
        <w:tab/>
        <w:t>1.013e0</w:t>
      </w:r>
    </w:p>
    <w:p w:rsidR="00B77C08" w:rsidRDefault="00B77C08" w:rsidP="00B77C08">
      <w:r>
        <w:t>349.9962</w:t>
      </w:r>
      <w:r>
        <w:tab/>
        <w:t>1.013e0</w:t>
      </w:r>
    </w:p>
    <w:p w:rsidR="00B77C08" w:rsidRDefault="00B77C08" w:rsidP="00B77C08">
      <w:r>
        <w:t>350.0170</w:t>
      </w:r>
      <w:r>
        <w:tab/>
        <w:t>5.063e0</w:t>
      </w:r>
    </w:p>
    <w:p w:rsidR="00B77C08" w:rsidRDefault="00B77C08" w:rsidP="00B77C08">
      <w:r>
        <w:t>350.0282</w:t>
      </w:r>
      <w:r>
        <w:tab/>
        <w:t>5.896e0</w:t>
      </w:r>
    </w:p>
    <w:p w:rsidR="00B77C08" w:rsidRDefault="00B77C08" w:rsidP="00B77C08">
      <w:r>
        <w:t>350.0314</w:t>
      </w:r>
      <w:r>
        <w:tab/>
        <w:t>2.025e0</w:t>
      </w:r>
    </w:p>
    <w:p w:rsidR="00B77C08" w:rsidRDefault="00B77C08" w:rsidP="00B77C08">
      <w:r>
        <w:t>350.0697</w:t>
      </w:r>
      <w:r>
        <w:tab/>
        <w:t>2.025e0</w:t>
      </w:r>
    </w:p>
    <w:p w:rsidR="00B77C08" w:rsidRDefault="00B77C08" w:rsidP="00B77C08">
      <w:r>
        <w:t>350.1447</w:t>
      </w:r>
      <w:r>
        <w:tab/>
        <w:t>1.924e0</w:t>
      </w:r>
    </w:p>
    <w:p w:rsidR="00B77C08" w:rsidRDefault="00B77C08" w:rsidP="00B77C08">
      <w:r>
        <w:t>350.1833</w:t>
      </w:r>
      <w:r>
        <w:tab/>
        <w:t>3.038e0</w:t>
      </w:r>
    </w:p>
    <w:p w:rsidR="00B77C08" w:rsidRDefault="00B77C08" w:rsidP="00B77C08">
      <w:r>
        <w:t>350.1904</w:t>
      </w:r>
      <w:r>
        <w:tab/>
        <w:t>1.013e0</w:t>
      </w:r>
    </w:p>
    <w:p w:rsidR="00B77C08" w:rsidRDefault="00B77C08" w:rsidP="00B77C08">
      <w:r>
        <w:t>350.2298</w:t>
      </w:r>
      <w:r>
        <w:tab/>
        <w:t>2.025e0</w:t>
      </w:r>
    </w:p>
    <w:p w:rsidR="00B77C08" w:rsidRDefault="00B77C08" w:rsidP="00B77C08">
      <w:r>
        <w:t>350.2758</w:t>
      </w:r>
      <w:r>
        <w:tab/>
        <w:t>1.013e0</w:t>
      </w:r>
    </w:p>
    <w:p w:rsidR="00B77C08" w:rsidRDefault="00B77C08" w:rsidP="00B77C08">
      <w:r>
        <w:t>350.2884</w:t>
      </w:r>
      <w:r>
        <w:tab/>
        <w:t>1.013e0</w:t>
      </w:r>
    </w:p>
    <w:p w:rsidR="00B77C08" w:rsidRDefault="00B77C08" w:rsidP="00B77C08">
      <w:r>
        <w:t>350.3200</w:t>
      </w:r>
      <w:r>
        <w:tab/>
        <w:t>2.025e0</w:t>
      </w:r>
    </w:p>
    <w:p w:rsidR="00B77C08" w:rsidRDefault="00B77C08" w:rsidP="00B77C08">
      <w:r>
        <w:t>350.4249</w:t>
      </w:r>
      <w:r>
        <w:tab/>
        <w:t>1.013e0</w:t>
      </w:r>
    </w:p>
    <w:p w:rsidR="00B77C08" w:rsidRDefault="00B77C08" w:rsidP="00B77C08">
      <w:r>
        <w:t>350.4395</w:t>
      </w:r>
      <w:r>
        <w:tab/>
        <w:t>1.013e0</w:t>
      </w:r>
    </w:p>
    <w:p w:rsidR="00B77C08" w:rsidRDefault="00B77C08" w:rsidP="00B77C08">
      <w:r>
        <w:t>350.5142</w:t>
      </w:r>
      <w:r>
        <w:tab/>
        <w:t>1.013e0</w:t>
      </w:r>
    </w:p>
    <w:p w:rsidR="00B77C08" w:rsidRDefault="00B77C08" w:rsidP="00B77C08">
      <w:r>
        <w:lastRenderedPageBreak/>
        <w:t>350.5581</w:t>
      </w:r>
      <w:r>
        <w:tab/>
        <w:t>1.013e0</w:t>
      </w:r>
    </w:p>
    <w:p w:rsidR="00B77C08" w:rsidRDefault="00B77C08" w:rsidP="00B77C08">
      <w:r>
        <w:t>350.5698</w:t>
      </w:r>
      <w:r>
        <w:tab/>
        <w:t>1.013e0</w:t>
      </w:r>
    </w:p>
    <w:p w:rsidR="00B77C08" w:rsidRDefault="00B77C08" w:rsidP="00B77C08">
      <w:r>
        <w:t>350.7590</w:t>
      </w:r>
      <w:r>
        <w:tab/>
        <w:t>1.013e0</w:t>
      </w:r>
    </w:p>
    <w:p w:rsidR="00B77C08" w:rsidRDefault="00B77C08" w:rsidP="00B77C08">
      <w:r>
        <w:t>350.7784</w:t>
      </w:r>
      <w:r>
        <w:tab/>
        <w:t>1.013e0</w:t>
      </w:r>
    </w:p>
    <w:p w:rsidR="00B77C08" w:rsidRDefault="00B77C08" w:rsidP="00B77C08">
      <w:r>
        <w:t>350.8084</w:t>
      </w:r>
      <w:r>
        <w:tab/>
        <w:t>1.013e0</w:t>
      </w:r>
    </w:p>
    <w:p w:rsidR="00B77C08" w:rsidRDefault="00B77C08" w:rsidP="00B77C08">
      <w:r>
        <w:t>350.8163</w:t>
      </w:r>
      <w:r>
        <w:tab/>
        <w:t>1.013e0</w:t>
      </w:r>
    </w:p>
    <w:p w:rsidR="00B77C08" w:rsidRDefault="00B77C08" w:rsidP="00B77C08">
      <w:r>
        <w:t>350.8658</w:t>
      </w:r>
      <w:r>
        <w:tab/>
        <w:t>2.025e0</w:t>
      </w:r>
    </w:p>
    <w:p w:rsidR="00B77C08" w:rsidRDefault="00B77C08" w:rsidP="00B77C08">
      <w:r>
        <w:t>350.9072</w:t>
      </w:r>
      <w:r>
        <w:tab/>
        <w:t>1.013e0</w:t>
      </w:r>
    </w:p>
    <w:p w:rsidR="00B77C08" w:rsidRDefault="00B77C08" w:rsidP="00B77C08">
      <w:r>
        <w:t>350.9160</w:t>
      </w:r>
      <w:r>
        <w:tab/>
        <w:t>1.013e0</w:t>
      </w:r>
    </w:p>
    <w:p w:rsidR="00B77C08" w:rsidRDefault="00B77C08" w:rsidP="00B77C08">
      <w:r>
        <w:t>350.9612</w:t>
      </w:r>
      <w:r>
        <w:tab/>
        <w:t>4.051e0</w:t>
      </w:r>
    </w:p>
    <w:p w:rsidR="00B77C08" w:rsidRDefault="00B77C08" w:rsidP="00B77C08">
      <w:r>
        <w:t>351.0021</w:t>
      </w:r>
      <w:r>
        <w:tab/>
        <w:t>1.013e0</w:t>
      </w:r>
    </w:p>
    <w:p w:rsidR="00B77C08" w:rsidRDefault="00B77C08" w:rsidP="00B77C08">
      <w:r>
        <w:t>351.0492</w:t>
      </w:r>
      <w:r>
        <w:tab/>
        <w:t>3.038e0</w:t>
      </w:r>
    </w:p>
    <w:p w:rsidR="00B77C08" w:rsidRDefault="00B77C08" w:rsidP="00B77C08">
      <w:r>
        <w:t>351.0605</w:t>
      </w:r>
      <w:r>
        <w:tab/>
        <w:t>1.013e0</w:t>
      </w:r>
    </w:p>
    <w:p w:rsidR="00B77C08" w:rsidRDefault="00B77C08" w:rsidP="00B77C08">
      <w:r>
        <w:t>351.1085</w:t>
      </w:r>
      <w:r>
        <w:tab/>
        <w:t>2.025e0</w:t>
      </w:r>
    </w:p>
    <w:p w:rsidR="00B77C08" w:rsidRDefault="00B77C08" w:rsidP="00B77C08">
      <w:r>
        <w:t>351.1137</w:t>
      </w:r>
      <w:r>
        <w:tab/>
        <w:t>1.536e0</w:t>
      </w:r>
    </w:p>
    <w:p w:rsidR="00B77C08" w:rsidRDefault="00B77C08" w:rsidP="00B77C08">
      <w:r>
        <w:t>351.1227</w:t>
      </w:r>
      <w:r>
        <w:tab/>
        <w:t>5.063e0</w:t>
      </w:r>
    </w:p>
    <w:p w:rsidR="00B77C08" w:rsidRDefault="00B77C08" w:rsidP="00B77C08">
      <w:r>
        <w:t>351.1610</w:t>
      </w:r>
      <w:r>
        <w:tab/>
        <w:t>1.013e0</w:t>
      </w:r>
    </w:p>
    <w:p w:rsidR="00B77C08" w:rsidRDefault="00B77C08" w:rsidP="00B77C08">
      <w:r>
        <w:t>351.1778</w:t>
      </w:r>
      <w:r>
        <w:tab/>
        <w:t>1.866e0</w:t>
      </w:r>
    </w:p>
    <w:p w:rsidR="00B77C08" w:rsidRDefault="00B77C08" w:rsidP="00B77C08">
      <w:r>
        <w:t>351.1867</w:t>
      </w:r>
      <w:r>
        <w:tab/>
        <w:t>1.013e0</w:t>
      </w:r>
    </w:p>
    <w:p w:rsidR="00B77C08" w:rsidRDefault="00B77C08" w:rsidP="00B77C08">
      <w:r>
        <w:lastRenderedPageBreak/>
        <w:t>351.2050</w:t>
      </w:r>
      <w:r>
        <w:tab/>
        <w:t>1.013e0</w:t>
      </w:r>
    </w:p>
    <w:p w:rsidR="00B77C08" w:rsidRDefault="00B77C08" w:rsidP="00B77C08">
      <w:r>
        <w:t>351.2251</w:t>
      </w:r>
      <w:r>
        <w:tab/>
        <w:t>2.025e0</w:t>
      </w:r>
    </w:p>
    <w:p w:rsidR="00B77C08" w:rsidRDefault="00B77C08" w:rsidP="00B77C08">
      <w:r>
        <w:t>351.2616</w:t>
      </w:r>
      <w:r>
        <w:tab/>
        <w:t>1.013e0</w:t>
      </w:r>
    </w:p>
    <w:p w:rsidR="00B77C08" w:rsidRDefault="00B77C08" w:rsidP="00B77C08">
      <w:r>
        <w:t>351.2810</w:t>
      </w:r>
      <w:r>
        <w:tab/>
        <w:t>1.013e0</w:t>
      </w:r>
    </w:p>
    <w:p w:rsidR="00B77C08" w:rsidRDefault="00B77C08" w:rsidP="00B77C08">
      <w:r>
        <w:t>351.2907</w:t>
      </w:r>
      <w:r>
        <w:tab/>
        <w:t>1.013e0</w:t>
      </w:r>
    </w:p>
    <w:p w:rsidR="00B77C08" w:rsidRDefault="00B77C08" w:rsidP="00B77C08">
      <w:r>
        <w:t>351.2948</w:t>
      </w:r>
      <w:r>
        <w:tab/>
        <w:t>1.013e0</w:t>
      </w:r>
    </w:p>
    <w:p w:rsidR="00B77C08" w:rsidRDefault="00B77C08" w:rsidP="00B77C08">
      <w:r>
        <w:t>351.3329</w:t>
      </w:r>
      <w:r>
        <w:tab/>
        <w:t>2.025e0</w:t>
      </w:r>
    </w:p>
    <w:p w:rsidR="00B77C08" w:rsidRDefault="00B77C08" w:rsidP="00B77C08">
      <w:r>
        <w:t>351.3631</w:t>
      </w:r>
      <w:r>
        <w:tab/>
        <w:t>2.025e0</w:t>
      </w:r>
    </w:p>
    <w:p w:rsidR="00B77C08" w:rsidRDefault="00B77C08" w:rsidP="00B77C08">
      <w:r>
        <w:t>351.4043</w:t>
      </w:r>
      <w:r>
        <w:tab/>
        <w:t>2.025e0</w:t>
      </w:r>
    </w:p>
    <w:p w:rsidR="00B77C08" w:rsidRDefault="00B77C08" w:rsidP="00B77C08">
      <w:r>
        <w:t>351.4644</w:t>
      </w:r>
      <w:r>
        <w:tab/>
        <w:t>1.013e0</w:t>
      </w:r>
    </w:p>
    <w:p w:rsidR="00B77C08" w:rsidRDefault="00B77C08" w:rsidP="00B77C08">
      <w:r>
        <w:t>351.5509</w:t>
      </w:r>
      <w:r>
        <w:tab/>
        <w:t>1.013e0</w:t>
      </w:r>
    </w:p>
    <w:p w:rsidR="00B77C08" w:rsidRDefault="00B77C08" w:rsidP="00B77C08">
      <w:r>
        <w:t>351.5594</w:t>
      </w:r>
      <w:r>
        <w:tab/>
        <w:t>1.013e0</w:t>
      </w:r>
    </w:p>
    <w:p w:rsidR="00B77C08" w:rsidRDefault="00B77C08" w:rsidP="00B77C08">
      <w:r>
        <w:t>351.5835</w:t>
      </w:r>
      <w:r>
        <w:tab/>
        <w:t>1.013e0</w:t>
      </w:r>
    </w:p>
    <w:p w:rsidR="00B77C08" w:rsidRDefault="00B77C08" w:rsidP="00B77C08">
      <w:r>
        <w:t>351.6327</w:t>
      </w:r>
      <w:r>
        <w:tab/>
        <w:t>1.013e0</w:t>
      </w:r>
    </w:p>
    <w:p w:rsidR="00B77C08" w:rsidRDefault="00B77C08" w:rsidP="00B77C08">
      <w:r>
        <w:t>351.6497</w:t>
      </w:r>
      <w:r>
        <w:tab/>
        <w:t>2.025e0</w:t>
      </w:r>
    </w:p>
    <w:p w:rsidR="00B77C08" w:rsidRDefault="00B77C08" w:rsidP="00B77C08">
      <w:r>
        <w:t>351.7064</w:t>
      </w:r>
      <w:r>
        <w:tab/>
        <w:t>2.025e0</w:t>
      </w:r>
    </w:p>
    <w:p w:rsidR="00B77C08" w:rsidRDefault="00B77C08" w:rsidP="00B77C08">
      <w:r>
        <w:t>351.7780</w:t>
      </w:r>
      <w:r>
        <w:tab/>
        <w:t>1.013e0</w:t>
      </w:r>
    </w:p>
    <w:p w:rsidR="00B77C08" w:rsidRDefault="00B77C08" w:rsidP="00B77C08">
      <w:r>
        <w:t>351.8095</w:t>
      </w:r>
      <w:r>
        <w:tab/>
        <w:t>1.013e0</w:t>
      </w:r>
    </w:p>
    <w:p w:rsidR="00B77C08" w:rsidRDefault="00B77C08" w:rsidP="00B77C08">
      <w:r>
        <w:t>351.8612</w:t>
      </w:r>
      <w:r>
        <w:tab/>
        <w:t>2.025e0</w:t>
      </w:r>
    </w:p>
    <w:p w:rsidR="00B77C08" w:rsidRDefault="00B77C08" w:rsidP="00B77C08">
      <w:r>
        <w:lastRenderedPageBreak/>
        <w:t>351.9557</w:t>
      </w:r>
      <w:r>
        <w:tab/>
        <w:t>3.038e0</w:t>
      </w:r>
    </w:p>
    <w:p w:rsidR="00B77C08" w:rsidRDefault="00B77C08" w:rsidP="00B77C08">
      <w:r>
        <w:t>351.9593</w:t>
      </w:r>
      <w:r>
        <w:tab/>
        <w:t>1.013e0</w:t>
      </w:r>
    </w:p>
    <w:p w:rsidR="00B77C08" w:rsidRDefault="00B77C08" w:rsidP="00B77C08">
      <w:r>
        <w:t>351.9671</w:t>
      </w:r>
      <w:r>
        <w:tab/>
        <w:t>1.013e0</w:t>
      </w:r>
    </w:p>
    <w:p w:rsidR="00B77C08" w:rsidRDefault="00B77C08" w:rsidP="00B77C08">
      <w:r>
        <w:t>352.0079</w:t>
      </w:r>
      <w:r>
        <w:tab/>
        <w:t>2.478e0</w:t>
      </w:r>
    </w:p>
    <w:p w:rsidR="00B77C08" w:rsidRDefault="00B77C08" w:rsidP="00B77C08">
      <w:r>
        <w:t>352.0294</w:t>
      </w:r>
      <w:r>
        <w:tab/>
        <w:t>1.013e0</w:t>
      </w:r>
    </w:p>
    <w:p w:rsidR="00B77C08" w:rsidRDefault="00B77C08" w:rsidP="00B77C08">
      <w:r>
        <w:t>352.0587</w:t>
      </w:r>
      <w:r>
        <w:tab/>
        <w:t>1.013e0</w:t>
      </w:r>
    </w:p>
    <w:p w:rsidR="00B77C08" w:rsidRDefault="00B77C08" w:rsidP="00B77C08">
      <w:r>
        <w:t>352.1262</w:t>
      </w:r>
      <w:r>
        <w:tab/>
        <w:t>2.025e0</w:t>
      </w:r>
    </w:p>
    <w:p w:rsidR="00B77C08" w:rsidRDefault="00B77C08" w:rsidP="00B77C08">
      <w:r>
        <w:t>352.1486</w:t>
      </w:r>
      <w:r>
        <w:tab/>
        <w:t>4.900e0</w:t>
      </w:r>
    </w:p>
    <w:p w:rsidR="00B77C08" w:rsidRDefault="00B77C08" w:rsidP="00B77C08">
      <w:r>
        <w:t>352.1702</w:t>
      </w:r>
      <w:r>
        <w:tab/>
        <w:t>3.038e0</w:t>
      </w:r>
    </w:p>
    <w:p w:rsidR="00B77C08" w:rsidRDefault="00B77C08" w:rsidP="00B77C08">
      <w:r>
        <w:t>352.1818</w:t>
      </w:r>
      <w:r>
        <w:tab/>
        <w:t>2.025e0</w:t>
      </w:r>
    </w:p>
    <w:p w:rsidR="00B77C08" w:rsidRDefault="00B77C08" w:rsidP="00B77C08">
      <w:r>
        <w:t>352.2486</w:t>
      </w:r>
      <w:r>
        <w:tab/>
        <w:t>1.013e0</w:t>
      </w:r>
    </w:p>
    <w:p w:rsidR="00B77C08" w:rsidRDefault="00B77C08" w:rsidP="00B77C08">
      <w:r>
        <w:t>352.2650</w:t>
      </w:r>
      <w:r>
        <w:tab/>
        <w:t>2.025e0</w:t>
      </w:r>
    </w:p>
    <w:p w:rsidR="00B77C08" w:rsidRDefault="00B77C08" w:rsidP="00B77C08">
      <w:r>
        <w:t>352.3132</w:t>
      </w:r>
      <w:r>
        <w:tab/>
        <w:t>3.038e0</w:t>
      </w:r>
    </w:p>
    <w:p w:rsidR="00B77C08" w:rsidRDefault="00B77C08" w:rsidP="00B77C08">
      <w:r>
        <w:t>352.3228</w:t>
      </w:r>
      <w:r>
        <w:tab/>
        <w:t>1.013e0</w:t>
      </w:r>
    </w:p>
    <w:p w:rsidR="00B77C08" w:rsidRDefault="00B77C08" w:rsidP="00B77C08">
      <w:r>
        <w:t>352.4136</w:t>
      </w:r>
      <w:r>
        <w:tab/>
        <w:t>2.025e0</w:t>
      </w:r>
    </w:p>
    <w:p w:rsidR="00B77C08" w:rsidRDefault="00B77C08" w:rsidP="00B77C08">
      <w:r>
        <w:t>352.4874</w:t>
      </w:r>
      <w:r>
        <w:tab/>
        <w:t>1.013e0</w:t>
      </w:r>
    </w:p>
    <w:p w:rsidR="00B77C08" w:rsidRDefault="00B77C08" w:rsidP="00B77C08">
      <w:r>
        <w:t>352.5278</w:t>
      </w:r>
      <w:r>
        <w:tab/>
        <w:t>1.013e0</w:t>
      </w:r>
    </w:p>
    <w:p w:rsidR="00B77C08" w:rsidRDefault="00B77C08" w:rsidP="00B77C08">
      <w:r>
        <w:t>352.5720</w:t>
      </w:r>
      <w:r>
        <w:tab/>
        <w:t>1.013e0</w:t>
      </w:r>
    </w:p>
    <w:p w:rsidR="00B77C08" w:rsidRDefault="00B77C08" w:rsidP="00B77C08">
      <w:r>
        <w:t>352.6156</w:t>
      </w:r>
      <w:r>
        <w:tab/>
        <w:t>1.013e0</w:t>
      </w:r>
    </w:p>
    <w:p w:rsidR="00B77C08" w:rsidRDefault="00B77C08" w:rsidP="00B77C08">
      <w:r>
        <w:lastRenderedPageBreak/>
        <w:t>352.6652</w:t>
      </w:r>
      <w:r>
        <w:tab/>
        <w:t>4.051e0</w:t>
      </w:r>
    </w:p>
    <w:p w:rsidR="00B77C08" w:rsidRDefault="00B77C08" w:rsidP="00B77C08">
      <w:r>
        <w:t>352.6774</w:t>
      </w:r>
      <w:r>
        <w:tab/>
        <w:t>1.013e0</w:t>
      </w:r>
    </w:p>
    <w:p w:rsidR="00B77C08" w:rsidRDefault="00B77C08" w:rsidP="00B77C08">
      <w:r>
        <w:t>352.7228</w:t>
      </w:r>
      <w:r>
        <w:tab/>
        <w:t>1.013e0</w:t>
      </w:r>
    </w:p>
    <w:p w:rsidR="00B77C08" w:rsidRDefault="00B77C08" w:rsidP="00B77C08">
      <w:r>
        <w:t>352.7690</w:t>
      </w:r>
      <w:r>
        <w:tab/>
        <w:t>5.063e0</w:t>
      </w:r>
    </w:p>
    <w:p w:rsidR="00B77C08" w:rsidRDefault="00B77C08" w:rsidP="00B77C08">
      <w:r>
        <w:t>352.8921</w:t>
      </w:r>
      <w:r>
        <w:tab/>
        <w:t>1.013e0</w:t>
      </w:r>
    </w:p>
    <w:p w:rsidR="00B77C08" w:rsidRDefault="00B77C08" w:rsidP="00B77C08">
      <w:r>
        <w:t>352.9421</w:t>
      </w:r>
      <w:r>
        <w:tab/>
        <w:t>1.013e0</w:t>
      </w:r>
    </w:p>
    <w:p w:rsidR="00B77C08" w:rsidRDefault="00B77C08" w:rsidP="00B77C08">
      <w:r>
        <w:t>352.9456</w:t>
      </w:r>
      <w:r>
        <w:tab/>
        <w:t>1.013e0</w:t>
      </w:r>
    </w:p>
    <w:p w:rsidR="00B77C08" w:rsidRDefault="00B77C08" w:rsidP="00B77C08">
      <w:r>
        <w:t>352.9564</w:t>
      </w:r>
      <w:r>
        <w:tab/>
        <w:t>1.013e0</w:t>
      </w:r>
    </w:p>
    <w:p w:rsidR="00B77C08" w:rsidRDefault="00B77C08" w:rsidP="00B77C08">
      <w:r>
        <w:t>352.9877</w:t>
      </w:r>
      <w:r>
        <w:tab/>
        <w:t>1.013e0</w:t>
      </w:r>
    </w:p>
    <w:p w:rsidR="00B77C08" w:rsidRDefault="00B77C08" w:rsidP="00B77C08">
      <w:r>
        <w:t>353.0006</w:t>
      </w:r>
      <w:r>
        <w:tab/>
        <w:t>1.013e0</w:t>
      </w:r>
    </w:p>
    <w:p w:rsidR="00B77C08" w:rsidRDefault="00B77C08" w:rsidP="00B77C08">
      <w:r>
        <w:t>353.0118</w:t>
      </w:r>
      <w:r>
        <w:tab/>
        <w:t>1.013e0</w:t>
      </w:r>
    </w:p>
    <w:p w:rsidR="00B77C08" w:rsidRDefault="00B77C08" w:rsidP="00B77C08">
      <w:r>
        <w:t>353.0580</w:t>
      </w:r>
      <w:r>
        <w:tab/>
        <w:t>2.025e0</w:t>
      </w:r>
    </w:p>
    <w:p w:rsidR="00B77C08" w:rsidRDefault="00B77C08" w:rsidP="00B77C08">
      <w:r>
        <w:t>353.0822</w:t>
      </w:r>
      <w:r>
        <w:tab/>
        <w:t>1.013e0</w:t>
      </w:r>
    </w:p>
    <w:p w:rsidR="00B77C08" w:rsidRDefault="00B77C08" w:rsidP="00B77C08">
      <w:r>
        <w:t>353.1206</w:t>
      </w:r>
      <w:r>
        <w:tab/>
        <w:t>1.013e0</w:t>
      </w:r>
    </w:p>
    <w:p w:rsidR="00B77C08" w:rsidRDefault="00B77C08" w:rsidP="00B77C08">
      <w:r>
        <w:t>353.1256</w:t>
      </w:r>
      <w:r>
        <w:tab/>
        <w:t>2.025e0</w:t>
      </w:r>
    </w:p>
    <w:p w:rsidR="00B77C08" w:rsidRDefault="00B77C08" w:rsidP="00B77C08">
      <w:r>
        <w:t>353.1648</w:t>
      </w:r>
      <w:r>
        <w:tab/>
        <w:t>1.013e0</w:t>
      </w:r>
    </w:p>
    <w:p w:rsidR="00B77C08" w:rsidRDefault="00B77C08" w:rsidP="00B77C08">
      <w:r>
        <w:t>353.1856</w:t>
      </w:r>
      <w:r>
        <w:tab/>
        <w:t>1.013e0</w:t>
      </w:r>
    </w:p>
    <w:p w:rsidR="00B77C08" w:rsidRDefault="00B77C08" w:rsidP="00B77C08">
      <w:r>
        <w:t>353.2018</w:t>
      </w:r>
      <w:r>
        <w:tab/>
        <w:t>1.013e0</w:t>
      </w:r>
    </w:p>
    <w:p w:rsidR="00B77C08" w:rsidRDefault="00B77C08" w:rsidP="00B77C08">
      <w:r>
        <w:t>353.2722</w:t>
      </w:r>
      <w:r>
        <w:tab/>
        <w:t>1.013e0</w:t>
      </w:r>
    </w:p>
    <w:p w:rsidR="00B77C08" w:rsidRDefault="00B77C08" w:rsidP="00B77C08">
      <w:r>
        <w:lastRenderedPageBreak/>
        <w:t>353.2854</w:t>
      </w:r>
      <w:r>
        <w:tab/>
        <w:t>1.013e0</w:t>
      </w:r>
    </w:p>
    <w:p w:rsidR="00B77C08" w:rsidRDefault="00B77C08" w:rsidP="00B77C08">
      <w:r>
        <w:t>353.3261</w:t>
      </w:r>
      <w:r>
        <w:tab/>
        <w:t>1.013e0</w:t>
      </w:r>
    </w:p>
    <w:p w:rsidR="00B77C08" w:rsidRDefault="00B77C08" w:rsidP="00B77C08">
      <w:r>
        <w:t>353.3293</w:t>
      </w:r>
      <w:r>
        <w:tab/>
        <w:t>1.013e0</w:t>
      </w:r>
    </w:p>
    <w:p w:rsidR="00B77C08" w:rsidRDefault="00B77C08" w:rsidP="00B77C08">
      <w:r>
        <w:t>353.3549</w:t>
      </w:r>
      <w:r>
        <w:tab/>
        <w:t>1.013e0</w:t>
      </w:r>
    </w:p>
    <w:p w:rsidR="00B77C08" w:rsidRDefault="00B77C08" w:rsidP="00B77C08">
      <w:r>
        <w:t>353.3925</w:t>
      </w:r>
      <w:r>
        <w:tab/>
        <w:t>1.013e0</w:t>
      </w:r>
    </w:p>
    <w:p w:rsidR="00B77C08" w:rsidRDefault="00B77C08" w:rsidP="00B77C08">
      <w:r>
        <w:t>353.3958</w:t>
      </w:r>
      <w:r>
        <w:tab/>
        <w:t>2.025e0</w:t>
      </w:r>
    </w:p>
    <w:p w:rsidR="00B77C08" w:rsidRDefault="00B77C08" w:rsidP="00B77C08">
      <w:r>
        <w:t>353.5195</w:t>
      </w:r>
      <w:r>
        <w:tab/>
        <w:t>1.013e0</w:t>
      </w:r>
    </w:p>
    <w:p w:rsidR="00B77C08" w:rsidRDefault="00B77C08" w:rsidP="00B77C08">
      <w:r>
        <w:t>353.6010</w:t>
      </w:r>
      <w:r>
        <w:tab/>
        <w:t>1.013e0</w:t>
      </w:r>
    </w:p>
    <w:p w:rsidR="00B77C08" w:rsidRDefault="00B77C08" w:rsidP="00B77C08">
      <w:r>
        <w:t>353.6205</w:t>
      </w:r>
      <w:r>
        <w:tab/>
        <w:t>1.013e0</w:t>
      </w:r>
    </w:p>
    <w:p w:rsidR="00B77C08" w:rsidRDefault="00B77C08" w:rsidP="00B77C08">
      <w:r>
        <w:t>353.7211</w:t>
      </w:r>
      <w:r>
        <w:tab/>
        <w:t>1.013e0</w:t>
      </w:r>
    </w:p>
    <w:p w:rsidR="00B77C08" w:rsidRDefault="00B77C08" w:rsidP="00B77C08">
      <w:r>
        <w:t>353.7342</w:t>
      </w:r>
      <w:r>
        <w:tab/>
        <w:t>1.013e0</w:t>
      </w:r>
    </w:p>
    <w:p w:rsidR="00B77C08" w:rsidRDefault="00B77C08" w:rsidP="00B77C08">
      <w:r>
        <w:t>353.7723</w:t>
      </w:r>
      <w:r>
        <w:tab/>
        <w:t>1.013e0</w:t>
      </w:r>
    </w:p>
    <w:p w:rsidR="00B77C08" w:rsidRDefault="00B77C08" w:rsidP="00B77C08">
      <w:r>
        <w:t>353.8419</w:t>
      </w:r>
      <w:r>
        <w:tab/>
        <w:t>1.013e0</w:t>
      </w:r>
    </w:p>
    <w:p w:rsidR="00B77C08" w:rsidRDefault="00B77C08" w:rsidP="00B77C08">
      <w:r>
        <w:t>353.8857</w:t>
      </w:r>
      <w:r>
        <w:tab/>
        <w:t>1.013e0</w:t>
      </w:r>
    </w:p>
    <w:p w:rsidR="00B77C08" w:rsidRDefault="00B77C08" w:rsidP="00B77C08">
      <w:r>
        <w:t>353.9243</w:t>
      </w:r>
      <w:r>
        <w:tab/>
        <w:t>1.013e0</w:t>
      </w:r>
    </w:p>
    <w:p w:rsidR="00B77C08" w:rsidRDefault="00B77C08" w:rsidP="00B77C08">
      <w:r>
        <w:t>353.9667</w:t>
      </w:r>
      <w:r>
        <w:tab/>
        <w:t>4.051e0</w:t>
      </w:r>
    </w:p>
    <w:p w:rsidR="00B77C08" w:rsidRDefault="00B77C08" w:rsidP="00B77C08">
      <w:r>
        <w:t>353.9882</w:t>
      </w:r>
      <w:r>
        <w:tab/>
        <w:t>8.101e0</w:t>
      </w:r>
    </w:p>
    <w:p w:rsidR="00B77C08" w:rsidRDefault="00B77C08" w:rsidP="00B77C08">
      <w:r>
        <w:t>353.9908</w:t>
      </w:r>
      <w:r>
        <w:tab/>
        <w:t>6.076e0</w:t>
      </w:r>
    </w:p>
    <w:p w:rsidR="00B77C08" w:rsidRDefault="00B77C08" w:rsidP="00B77C08">
      <w:r>
        <w:t>354.0650</w:t>
      </w:r>
      <w:r>
        <w:tab/>
        <w:t>1.013e0</w:t>
      </w:r>
    </w:p>
    <w:p w:rsidR="00B77C08" w:rsidRDefault="00B77C08" w:rsidP="00B77C08">
      <w:r>
        <w:lastRenderedPageBreak/>
        <w:t>354.1139</w:t>
      </w:r>
      <w:r>
        <w:tab/>
        <w:t>1.223e1</w:t>
      </w:r>
    </w:p>
    <w:p w:rsidR="00B77C08" w:rsidRDefault="00B77C08" w:rsidP="00B77C08">
      <w:r>
        <w:t>354.1282</w:t>
      </w:r>
      <w:r>
        <w:tab/>
        <w:t>3.342e1</w:t>
      </w:r>
    </w:p>
    <w:p w:rsidR="00B77C08" w:rsidRDefault="00B77C08" w:rsidP="00B77C08">
      <w:r>
        <w:t>354.1354</w:t>
      </w:r>
      <w:r>
        <w:tab/>
        <w:t>1.722e1</w:t>
      </w:r>
    </w:p>
    <w:p w:rsidR="00B77C08" w:rsidRDefault="00B77C08" w:rsidP="00B77C08">
      <w:r>
        <w:t>354.1624</w:t>
      </w:r>
      <w:r>
        <w:tab/>
        <w:t>3.968e0</w:t>
      </w:r>
    </w:p>
    <w:p w:rsidR="00B77C08" w:rsidRDefault="00B77C08" w:rsidP="00B77C08">
      <w:r>
        <w:t>354.2049</w:t>
      </w:r>
      <w:r>
        <w:tab/>
        <w:t>3.038e0</w:t>
      </w:r>
    </w:p>
    <w:p w:rsidR="00B77C08" w:rsidRDefault="00B77C08" w:rsidP="00B77C08">
      <w:r>
        <w:t>354.2304</w:t>
      </w:r>
      <w:r>
        <w:tab/>
        <w:t>1.013e0</w:t>
      </w:r>
    </w:p>
    <w:p w:rsidR="00B77C08" w:rsidRDefault="00B77C08" w:rsidP="00B77C08">
      <w:r>
        <w:t>354.2402</w:t>
      </w:r>
      <w:r>
        <w:tab/>
        <w:t>1.013e0</w:t>
      </w:r>
    </w:p>
    <w:p w:rsidR="00B77C08" w:rsidRDefault="00B77C08" w:rsidP="00B77C08">
      <w:r>
        <w:t>354.3352</w:t>
      </w:r>
      <w:r>
        <w:tab/>
        <w:t>1.013e0</w:t>
      </w:r>
    </w:p>
    <w:p w:rsidR="00B77C08" w:rsidRDefault="00B77C08" w:rsidP="00B77C08">
      <w:r>
        <w:t>354.3381</w:t>
      </w:r>
      <w:r>
        <w:tab/>
        <w:t>2.025e0</w:t>
      </w:r>
    </w:p>
    <w:p w:rsidR="00B77C08" w:rsidRDefault="00B77C08" w:rsidP="00B77C08">
      <w:r>
        <w:t>354.3488</w:t>
      </w:r>
      <w:r>
        <w:tab/>
        <w:t>2.025e0</w:t>
      </w:r>
    </w:p>
    <w:p w:rsidR="00B77C08" w:rsidRDefault="00B77C08" w:rsidP="00B77C08">
      <w:r>
        <w:t>354.3860</w:t>
      </w:r>
      <w:r>
        <w:tab/>
        <w:t>2.025e0</w:t>
      </w:r>
    </w:p>
    <w:p w:rsidR="00B77C08" w:rsidRDefault="00B77C08" w:rsidP="00B77C08">
      <w:r>
        <w:t>354.4659</w:t>
      </w:r>
      <w:r>
        <w:tab/>
        <w:t>1.013e0</w:t>
      </w:r>
    </w:p>
    <w:p w:rsidR="00B77C08" w:rsidRDefault="00B77C08" w:rsidP="00B77C08">
      <w:r>
        <w:t>354.5610</w:t>
      </w:r>
      <w:r>
        <w:tab/>
        <w:t>1.013e0</w:t>
      </w:r>
    </w:p>
    <w:p w:rsidR="00B77C08" w:rsidRDefault="00B77C08" w:rsidP="00B77C08">
      <w:r>
        <w:t>354.5957</w:t>
      </w:r>
      <w:r>
        <w:tab/>
        <w:t>1.013e0</w:t>
      </w:r>
    </w:p>
    <w:p w:rsidR="00B77C08" w:rsidRDefault="00B77C08" w:rsidP="00B77C08">
      <w:r>
        <w:t>354.6527</w:t>
      </w:r>
      <w:r>
        <w:tab/>
        <w:t>1.013e0</w:t>
      </w:r>
    </w:p>
    <w:p w:rsidR="00B77C08" w:rsidRDefault="00B77C08" w:rsidP="00B77C08">
      <w:r>
        <w:t>354.7766</w:t>
      </w:r>
      <w:r>
        <w:tab/>
        <w:t>1.013e0</w:t>
      </w:r>
    </w:p>
    <w:p w:rsidR="00B77C08" w:rsidRDefault="00B77C08" w:rsidP="00B77C08">
      <w:r>
        <w:t>354.8281</w:t>
      </w:r>
      <w:r>
        <w:tab/>
        <w:t>2.025e0</w:t>
      </w:r>
    </w:p>
    <w:p w:rsidR="00B77C08" w:rsidRDefault="00B77C08" w:rsidP="00B77C08">
      <w:r>
        <w:t>354.8869</w:t>
      </w:r>
      <w:r>
        <w:tab/>
        <w:t>1.013e0</w:t>
      </w:r>
    </w:p>
    <w:p w:rsidR="00B77C08" w:rsidRDefault="00B77C08" w:rsidP="00B77C08">
      <w:r>
        <w:t>354.9109</w:t>
      </w:r>
      <w:r>
        <w:tab/>
        <w:t>3.038e0</w:t>
      </w:r>
    </w:p>
    <w:p w:rsidR="00B77C08" w:rsidRDefault="00B77C08" w:rsidP="00B77C08">
      <w:r>
        <w:lastRenderedPageBreak/>
        <w:t>354.9464</w:t>
      </w:r>
      <w:r>
        <w:tab/>
        <w:t>5.063e0</w:t>
      </w:r>
    </w:p>
    <w:p w:rsidR="00B77C08" w:rsidRDefault="00B77C08" w:rsidP="00B77C08">
      <w:r>
        <w:t>354.9490</w:t>
      </w:r>
      <w:r>
        <w:tab/>
        <w:t>3.038e0</w:t>
      </w:r>
    </w:p>
    <w:p w:rsidR="00B77C08" w:rsidRDefault="00B77C08" w:rsidP="00B77C08">
      <w:r>
        <w:t>354.9910</w:t>
      </w:r>
      <w:r>
        <w:tab/>
        <w:t>1.013e0</w:t>
      </w:r>
    </w:p>
    <w:p w:rsidR="00B77C08" w:rsidRDefault="00B77C08" w:rsidP="00B77C08">
      <w:r>
        <w:t>355.0038</w:t>
      </w:r>
      <w:r>
        <w:tab/>
        <w:t>2.025e0</w:t>
      </w:r>
    </w:p>
    <w:p w:rsidR="00B77C08" w:rsidRDefault="00B77C08" w:rsidP="00B77C08">
      <w:r>
        <w:t>355.0405</w:t>
      </w:r>
      <w:r>
        <w:tab/>
        <w:t>1.013e0</w:t>
      </w:r>
    </w:p>
    <w:p w:rsidR="00B77C08" w:rsidRDefault="00B77C08" w:rsidP="00B77C08">
      <w:r>
        <w:t>355.0573</w:t>
      </w:r>
      <w:r>
        <w:tab/>
        <w:t>1.013e0</w:t>
      </w:r>
    </w:p>
    <w:p w:rsidR="00B77C08" w:rsidRDefault="00B77C08" w:rsidP="00B77C08">
      <w:r>
        <w:t>355.0723</w:t>
      </w:r>
      <w:r>
        <w:tab/>
        <w:t>1.606e0</w:t>
      </w:r>
    </w:p>
    <w:p w:rsidR="00B77C08" w:rsidRDefault="00B77C08" w:rsidP="00B77C08">
      <w:r>
        <w:t>355.1247</w:t>
      </w:r>
      <w:r>
        <w:tab/>
        <w:t>6.076e0</w:t>
      </w:r>
    </w:p>
    <w:p w:rsidR="00B77C08" w:rsidRDefault="00B77C08" w:rsidP="00B77C08">
      <w:r>
        <w:t>355.1286</w:t>
      </w:r>
      <w:r>
        <w:tab/>
        <w:t>9.114e0</w:t>
      </w:r>
    </w:p>
    <w:p w:rsidR="00B77C08" w:rsidRDefault="00B77C08" w:rsidP="00B77C08">
      <w:r>
        <w:t>355.1415</w:t>
      </w:r>
      <w:r>
        <w:tab/>
        <w:t>3.115e0</w:t>
      </w:r>
    </w:p>
    <w:p w:rsidR="00B77C08" w:rsidRDefault="00B77C08" w:rsidP="00B77C08">
      <w:r>
        <w:t>355.2234</w:t>
      </w:r>
      <w:r>
        <w:tab/>
        <w:t>2.025e0</w:t>
      </w:r>
    </w:p>
    <w:p w:rsidR="00B77C08" w:rsidRDefault="00B77C08" w:rsidP="00B77C08">
      <w:r>
        <w:t>355.2307</w:t>
      </w:r>
      <w:r>
        <w:tab/>
        <w:t>1.013e0</w:t>
      </w:r>
    </w:p>
    <w:p w:rsidR="00B77C08" w:rsidRDefault="00B77C08" w:rsidP="00B77C08">
      <w:r>
        <w:t>355.2324</w:t>
      </w:r>
      <w:r>
        <w:tab/>
        <w:t>4.051e0</w:t>
      </w:r>
    </w:p>
    <w:p w:rsidR="00B77C08" w:rsidRDefault="00B77C08" w:rsidP="00B77C08">
      <w:r>
        <w:t>355.2603</w:t>
      </w:r>
      <w:r>
        <w:tab/>
        <w:t>1.743e0</w:t>
      </w:r>
    </w:p>
    <w:p w:rsidR="00B77C08" w:rsidRDefault="00B77C08" w:rsidP="00B77C08">
      <w:r>
        <w:t>355.2881</w:t>
      </w:r>
      <w:r>
        <w:tab/>
        <w:t>5.063e0</w:t>
      </w:r>
    </w:p>
    <w:p w:rsidR="00B77C08" w:rsidRDefault="00B77C08" w:rsidP="00B77C08">
      <w:r>
        <w:t>355.3092</w:t>
      </w:r>
      <w:r>
        <w:tab/>
        <w:t>2.025e0</w:t>
      </w:r>
    </w:p>
    <w:p w:rsidR="00B77C08" w:rsidRDefault="00B77C08" w:rsidP="00B77C08">
      <w:r>
        <w:t>355.3257</w:t>
      </w:r>
      <w:r>
        <w:tab/>
        <w:t>1.013e0</w:t>
      </w:r>
    </w:p>
    <w:p w:rsidR="00B77C08" w:rsidRDefault="00B77C08" w:rsidP="00B77C08">
      <w:r>
        <w:t>355.4102</w:t>
      </w:r>
      <w:r>
        <w:tab/>
        <w:t>2.025e0</w:t>
      </w:r>
    </w:p>
    <w:p w:rsidR="00B77C08" w:rsidRDefault="00B77C08" w:rsidP="00B77C08">
      <w:r>
        <w:t>355.4912</w:t>
      </w:r>
      <w:r>
        <w:tab/>
        <w:t>1.013e0</w:t>
      </w:r>
    </w:p>
    <w:p w:rsidR="00B77C08" w:rsidRDefault="00B77C08" w:rsidP="00B77C08">
      <w:r>
        <w:lastRenderedPageBreak/>
        <w:t>355.5283</w:t>
      </w:r>
      <w:r>
        <w:tab/>
        <w:t>1.013e0</w:t>
      </w:r>
    </w:p>
    <w:p w:rsidR="00B77C08" w:rsidRDefault="00B77C08" w:rsidP="00B77C08">
      <w:r>
        <w:t>355.5581</w:t>
      </w:r>
      <w:r>
        <w:tab/>
        <w:t>1.013e0</w:t>
      </w:r>
    </w:p>
    <w:p w:rsidR="00B77C08" w:rsidRDefault="00B77C08" w:rsidP="00B77C08">
      <w:r>
        <w:t>355.6084</w:t>
      </w:r>
      <w:r>
        <w:tab/>
        <w:t>2.025e0</w:t>
      </w:r>
    </w:p>
    <w:p w:rsidR="00B77C08" w:rsidRDefault="00B77C08" w:rsidP="00B77C08">
      <w:r>
        <w:t>355.6935</w:t>
      </w:r>
      <w:r>
        <w:tab/>
        <w:t>1.013e0</w:t>
      </w:r>
    </w:p>
    <w:p w:rsidR="00B77C08" w:rsidRDefault="00B77C08" w:rsidP="00B77C08">
      <w:r>
        <w:t>355.7029</w:t>
      </w:r>
      <w:r>
        <w:tab/>
        <w:t>1.013e0</w:t>
      </w:r>
    </w:p>
    <w:p w:rsidR="00B77C08" w:rsidRDefault="00B77C08" w:rsidP="00B77C08">
      <w:r>
        <w:t>355.7271</w:t>
      </w:r>
      <w:r>
        <w:tab/>
        <w:t>1.013e0</w:t>
      </w:r>
    </w:p>
    <w:p w:rsidR="00B77C08" w:rsidRDefault="00B77C08" w:rsidP="00B77C08">
      <w:r>
        <w:t>355.7640</w:t>
      </w:r>
      <w:r>
        <w:tab/>
        <w:t>1.013e0</w:t>
      </w:r>
    </w:p>
    <w:p w:rsidR="00B77C08" w:rsidRDefault="00B77C08" w:rsidP="00B77C08">
      <w:r>
        <w:t>355.8716</w:t>
      </w:r>
      <w:r>
        <w:tab/>
        <w:t>1.013e0</w:t>
      </w:r>
    </w:p>
    <w:p w:rsidR="00B77C08" w:rsidRDefault="00B77C08" w:rsidP="00B77C08">
      <w:r>
        <w:t>355.9315</w:t>
      </w:r>
      <w:r>
        <w:tab/>
        <w:t>2.025e0</w:t>
      </w:r>
    </w:p>
    <w:p w:rsidR="00B77C08" w:rsidRDefault="00B77C08" w:rsidP="00B77C08">
      <w:r>
        <w:t>355.9420</w:t>
      </w:r>
      <w:r>
        <w:tab/>
        <w:t>1.013e0</w:t>
      </w:r>
    </w:p>
    <w:p w:rsidR="00B77C08" w:rsidRDefault="00B77C08" w:rsidP="00B77C08">
      <w:r>
        <w:t>355.9543</w:t>
      </w:r>
      <w:r>
        <w:tab/>
        <w:t>1.013e0</w:t>
      </w:r>
    </w:p>
    <w:p w:rsidR="00B77C08" w:rsidRDefault="00B77C08" w:rsidP="00B77C08">
      <w:r>
        <w:t>355.9797</w:t>
      </w:r>
      <w:r>
        <w:tab/>
        <w:t>1.013e0</w:t>
      </w:r>
    </w:p>
    <w:p w:rsidR="00B77C08" w:rsidRDefault="00B77C08" w:rsidP="00B77C08">
      <w:r>
        <w:t>355.9840</w:t>
      </w:r>
      <w:r>
        <w:tab/>
        <w:t>2.025e0</w:t>
      </w:r>
    </w:p>
    <w:p w:rsidR="00B77C08" w:rsidRDefault="00B77C08" w:rsidP="00B77C08">
      <w:r>
        <w:t>356.0371</w:t>
      </w:r>
      <w:r>
        <w:tab/>
        <w:t>1.013e0</w:t>
      </w:r>
    </w:p>
    <w:p w:rsidR="00B77C08" w:rsidRDefault="00B77C08" w:rsidP="00B77C08">
      <w:r>
        <w:t>356.0998</w:t>
      </w:r>
      <w:r>
        <w:tab/>
        <w:t>1.013e0</w:t>
      </w:r>
    </w:p>
    <w:p w:rsidR="00B77C08" w:rsidRDefault="00B77C08" w:rsidP="00B77C08">
      <w:r>
        <w:t>356.1164</w:t>
      </w:r>
      <w:r>
        <w:tab/>
        <w:t>3.912e0</w:t>
      </w:r>
    </w:p>
    <w:p w:rsidR="00B77C08" w:rsidRDefault="00B77C08" w:rsidP="00B77C08">
      <w:r>
        <w:t>356.1649</w:t>
      </w:r>
      <w:r>
        <w:tab/>
        <w:t>1.013e0</w:t>
      </w:r>
    </w:p>
    <w:p w:rsidR="00B77C08" w:rsidRDefault="00B77C08" w:rsidP="00B77C08">
      <w:r>
        <w:t>356.1910</w:t>
      </w:r>
      <w:r>
        <w:tab/>
        <w:t>3.038e0</w:t>
      </w:r>
    </w:p>
    <w:p w:rsidR="00B77C08" w:rsidRDefault="00B77C08" w:rsidP="00B77C08">
      <w:r>
        <w:t>356.2098</w:t>
      </w:r>
      <w:r>
        <w:tab/>
        <w:t>2.025e0</w:t>
      </w:r>
    </w:p>
    <w:p w:rsidR="00B77C08" w:rsidRDefault="00B77C08" w:rsidP="00B77C08">
      <w:r>
        <w:lastRenderedPageBreak/>
        <w:t>356.2178</w:t>
      </w:r>
      <w:r>
        <w:tab/>
        <w:t>2.025e0</w:t>
      </w:r>
    </w:p>
    <w:p w:rsidR="00B77C08" w:rsidRDefault="00B77C08" w:rsidP="00B77C08">
      <w:r>
        <w:t>356.2794</w:t>
      </w:r>
      <w:r>
        <w:tab/>
        <w:t>1.013e0</w:t>
      </w:r>
    </w:p>
    <w:p w:rsidR="00B77C08" w:rsidRDefault="00B77C08" w:rsidP="00B77C08">
      <w:r>
        <w:t>356.2940</w:t>
      </w:r>
      <w:r>
        <w:tab/>
        <w:t>1.013e0</w:t>
      </w:r>
    </w:p>
    <w:p w:rsidR="00B77C08" w:rsidRDefault="00B77C08" w:rsidP="00B77C08">
      <w:r>
        <w:t>356.3747</w:t>
      </w:r>
      <w:r>
        <w:tab/>
        <w:t>3.038e0</w:t>
      </w:r>
    </w:p>
    <w:p w:rsidR="00B77C08" w:rsidRDefault="00B77C08" w:rsidP="00B77C08">
      <w:r>
        <w:t>356.3935</w:t>
      </w:r>
      <w:r>
        <w:tab/>
        <w:t>1.013e0</w:t>
      </w:r>
    </w:p>
    <w:p w:rsidR="00B77C08" w:rsidRDefault="00B77C08" w:rsidP="00B77C08">
      <w:r>
        <w:t>356.4831</w:t>
      </w:r>
      <w:r>
        <w:tab/>
        <w:t>2.025e0</w:t>
      </w:r>
    </w:p>
    <w:p w:rsidR="00B77C08" w:rsidRDefault="00B77C08" w:rsidP="00B77C08">
      <w:r>
        <w:t>356.5018</w:t>
      </w:r>
      <w:r>
        <w:tab/>
        <w:t>1.013e0</w:t>
      </w:r>
    </w:p>
    <w:p w:rsidR="00B77C08" w:rsidRDefault="00B77C08" w:rsidP="00B77C08">
      <w:r>
        <w:t>356.5300</w:t>
      </w:r>
      <w:r>
        <w:tab/>
        <w:t>1.013e0</w:t>
      </w:r>
    </w:p>
    <w:p w:rsidR="00B77C08" w:rsidRDefault="00B77C08" w:rsidP="00B77C08">
      <w:r>
        <w:t>356.5717</w:t>
      </w:r>
      <w:r>
        <w:tab/>
        <w:t>1.013e0</w:t>
      </w:r>
    </w:p>
    <w:p w:rsidR="00B77C08" w:rsidRDefault="00B77C08" w:rsidP="00B77C08">
      <w:r>
        <w:t>356.5755</w:t>
      </w:r>
      <w:r>
        <w:tab/>
        <w:t>1.013e0</w:t>
      </w:r>
    </w:p>
    <w:p w:rsidR="00B77C08" w:rsidRDefault="00B77C08" w:rsidP="00B77C08">
      <w:r>
        <w:t>356.6227</w:t>
      </w:r>
      <w:r>
        <w:tab/>
        <w:t>2.025e0</w:t>
      </w:r>
    </w:p>
    <w:p w:rsidR="00B77C08" w:rsidRDefault="00B77C08" w:rsidP="00B77C08">
      <w:r>
        <w:t>356.6257</w:t>
      </w:r>
      <w:r>
        <w:tab/>
        <w:t>1.013e0</w:t>
      </w:r>
    </w:p>
    <w:p w:rsidR="00B77C08" w:rsidRDefault="00B77C08" w:rsidP="00B77C08">
      <w:r>
        <w:t>356.8363</w:t>
      </w:r>
      <w:r>
        <w:tab/>
        <w:t>1.013e0</w:t>
      </w:r>
    </w:p>
    <w:p w:rsidR="00B77C08" w:rsidRDefault="00B77C08" w:rsidP="00B77C08">
      <w:r>
        <w:t>356.8818</w:t>
      </w:r>
      <w:r>
        <w:tab/>
        <w:t>1.013e0</w:t>
      </w:r>
    </w:p>
    <w:p w:rsidR="00B77C08" w:rsidRDefault="00B77C08" w:rsidP="00B77C08">
      <w:r>
        <w:t>356.9275</w:t>
      </w:r>
      <w:r>
        <w:tab/>
        <w:t>1.013e0</w:t>
      </w:r>
    </w:p>
    <w:p w:rsidR="00B77C08" w:rsidRDefault="00B77C08" w:rsidP="00B77C08">
      <w:r>
        <w:t>356.9417</w:t>
      </w:r>
      <w:r>
        <w:tab/>
        <w:t>1.013e0</w:t>
      </w:r>
    </w:p>
    <w:p w:rsidR="00B77C08" w:rsidRDefault="00B77C08" w:rsidP="00B77C08">
      <w:r>
        <w:t>356.9569</w:t>
      </w:r>
      <w:r>
        <w:tab/>
        <w:t>1.013e0</w:t>
      </w:r>
    </w:p>
    <w:p w:rsidR="00B77C08" w:rsidRDefault="00B77C08" w:rsidP="00B77C08">
      <w:r>
        <w:t>356.9810</w:t>
      </w:r>
      <w:r>
        <w:tab/>
        <w:t>1.013e0</w:t>
      </w:r>
    </w:p>
    <w:p w:rsidR="00B77C08" w:rsidRDefault="00B77C08" w:rsidP="00B77C08">
      <w:r>
        <w:t>356.9979</w:t>
      </w:r>
      <w:r>
        <w:tab/>
        <w:t>1.013e0</w:t>
      </w:r>
    </w:p>
    <w:p w:rsidR="00B77C08" w:rsidRDefault="00B77C08" w:rsidP="00B77C08">
      <w:r>
        <w:lastRenderedPageBreak/>
        <w:t>357.0261</w:t>
      </w:r>
      <w:r>
        <w:tab/>
        <w:t>3.038e0</w:t>
      </w:r>
    </w:p>
    <w:p w:rsidR="00B77C08" w:rsidRDefault="00B77C08" w:rsidP="00B77C08">
      <w:r>
        <w:t>357.0438</w:t>
      </w:r>
      <w:r>
        <w:tab/>
        <w:t>3.038e0</w:t>
      </w:r>
    </w:p>
    <w:p w:rsidR="00B77C08" w:rsidRDefault="00B77C08" w:rsidP="00B77C08">
      <w:r>
        <w:t>357.0902</w:t>
      </w:r>
      <w:r>
        <w:tab/>
        <w:t>2.025e0</w:t>
      </w:r>
    </w:p>
    <w:p w:rsidR="00B77C08" w:rsidRDefault="00B77C08" w:rsidP="00B77C08">
      <w:r>
        <w:t>357.1075</w:t>
      </w:r>
      <w:r>
        <w:tab/>
        <w:t>1.013e0</w:t>
      </w:r>
    </w:p>
    <w:p w:rsidR="00B77C08" w:rsidRDefault="00B77C08" w:rsidP="00B77C08">
      <w:r>
        <w:t>357.1388</w:t>
      </w:r>
      <w:r>
        <w:tab/>
        <w:t>1.013e0</w:t>
      </w:r>
    </w:p>
    <w:p w:rsidR="00B77C08" w:rsidRDefault="00B77C08" w:rsidP="00B77C08">
      <w:r>
        <w:t>357.1588</w:t>
      </w:r>
      <w:r>
        <w:tab/>
        <w:t>2.882e0</w:t>
      </w:r>
    </w:p>
    <w:p w:rsidR="00B77C08" w:rsidRDefault="00B77C08" w:rsidP="00B77C08">
      <w:r>
        <w:t>357.1777</w:t>
      </w:r>
      <w:r>
        <w:tab/>
        <w:t>1.013e0</w:t>
      </w:r>
    </w:p>
    <w:p w:rsidR="00B77C08" w:rsidRDefault="00B77C08" w:rsidP="00B77C08">
      <w:r>
        <w:t>357.2220</w:t>
      </w:r>
      <w:r>
        <w:tab/>
        <w:t>2.025e0</w:t>
      </w:r>
    </w:p>
    <w:p w:rsidR="00B77C08" w:rsidRDefault="00B77C08" w:rsidP="00B77C08">
      <w:r>
        <w:t>357.2659</w:t>
      </w:r>
      <w:r>
        <w:tab/>
        <w:t>2.025e0</w:t>
      </w:r>
    </w:p>
    <w:p w:rsidR="00B77C08" w:rsidRDefault="00B77C08" w:rsidP="00B77C08">
      <w:r>
        <w:t>357.2671</w:t>
      </w:r>
      <w:r>
        <w:tab/>
        <w:t>1.013e0</w:t>
      </w:r>
    </w:p>
    <w:p w:rsidR="00B77C08" w:rsidRDefault="00B77C08" w:rsidP="00B77C08">
      <w:r>
        <w:t>357.3154</w:t>
      </w:r>
      <w:r>
        <w:tab/>
        <w:t>2.025e0</w:t>
      </w:r>
    </w:p>
    <w:p w:rsidR="00B77C08" w:rsidRDefault="00B77C08" w:rsidP="00B77C08">
      <w:r>
        <w:t>357.3884</w:t>
      </w:r>
      <w:r>
        <w:tab/>
        <w:t>1.013e0</w:t>
      </w:r>
    </w:p>
    <w:p w:rsidR="00B77C08" w:rsidRDefault="00B77C08" w:rsidP="00B77C08">
      <w:r>
        <w:t>357.3995</w:t>
      </w:r>
      <w:r>
        <w:tab/>
        <w:t>1.013e0</w:t>
      </w:r>
    </w:p>
    <w:p w:rsidR="00B77C08" w:rsidRDefault="00B77C08" w:rsidP="00B77C08">
      <w:r>
        <w:t>357.4247</w:t>
      </w:r>
      <w:r>
        <w:tab/>
        <w:t>2.025e0</w:t>
      </w:r>
    </w:p>
    <w:p w:rsidR="00B77C08" w:rsidRDefault="00B77C08" w:rsidP="00B77C08">
      <w:r>
        <w:t>357.5033</w:t>
      </w:r>
      <w:r>
        <w:tab/>
        <w:t>1.013e0</w:t>
      </w:r>
    </w:p>
    <w:p w:rsidR="00B77C08" w:rsidRDefault="00B77C08" w:rsidP="00B77C08">
      <w:r>
        <w:t>357.6356</w:t>
      </w:r>
      <w:r>
        <w:tab/>
        <w:t>1.013e0</w:t>
      </w:r>
    </w:p>
    <w:p w:rsidR="00B77C08" w:rsidRDefault="00B77C08" w:rsidP="00B77C08">
      <w:r>
        <w:t>357.7437</w:t>
      </w:r>
      <w:r>
        <w:tab/>
        <w:t>2.025e0</w:t>
      </w:r>
    </w:p>
    <w:p w:rsidR="00B77C08" w:rsidRDefault="00B77C08" w:rsidP="00B77C08">
      <w:r>
        <w:t>357.7909</w:t>
      </w:r>
      <w:r>
        <w:tab/>
        <w:t>1.013e0</w:t>
      </w:r>
    </w:p>
    <w:p w:rsidR="00B77C08" w:rsidRDefault="00B77C08" w:rsidP="00B77C08">
      <w:r>
        <w:t>357.8362</w:t>
      </w:r>
      <w:r>
        <w:tab/>
        <w:t>1.013e0</w:t>
      </w:r>
    </w:p>
    <w:p w:rsidR="00B77C08" w:rsidRDefault="00B77C08" w:rsidP="00B77C08">
      <w:r>
        <w:lastRenderedPageBreak/>
        <w:t>357.9322</w:t>
      </w:r>
      <w:r>
        <w:tab/>
        <w:t>3.038e0</w:t>
      </w:r>
    </w:p>
    <w:p w:rsidR="00B77C08" w:rsidRDefault="00B77C08" w:rsidP="00B77C08">
      <w:r>
        <w:t>357.9354</w:t>
      </w:r>
      <w:r>
        <w:tab/>
        <w:t>4.051e0</w:t>
      </w:r>
    </w:p>
    <w:p w:rsidR="00B77C08" w:rsidRDefault="00B77C08" w:rsidP="00B77C08">
      <w:r>
        <w:t>357.9515</w:t>
      </w:r>
      <w:r>
        <w:tab/>
        <w:t>6.076e0</w:t>
      </w:r>
    </w:p>
    <w:p w:rsidR="00B77C08" w:rsidRDefault="00B77C08" w:rsidP="00B77C08">
      <w:r>
        <w:t>357.9675</w:t>
      </w:r>
      <w:r>
        <w:tab/>
        <w:t>2.025e0</w:t>
      </w:r>
    </w:p>
    <w:p w:rsidR="00B77C08" w:rsidRDefault="00B77C08" w:rsidP="00B77C08">
      <w:r>
        <w:t>357.9742</w:t>
      </w:r>
      <w:r>
        <w:tab/>
        <w:t>2.840e0</w:t>
      </w:r>
    </w:p>
    <w:p w:rsidR="00B77C08" w:rsidRDefault="00B77C08" w:rsidP="00B77C08">
      <w:r>
        <w:t>358.0274</w:t>
      </w:r>
      <w:r>
        <w:tab/>
        <w:t>1.013e0</w:t>
      </w:r>
    </w:p>
    <w:p w:rsidR="00B77C08" w:rsidRDefault="00B77C08" w:rsidP="00B77C08">
      <w:r>
        <w:t>358.0414</w:t>
      </w:r>
      <w:r>
        <w:tab/>
        <w:t>1.013e0</w:t>
      </w:r>
    </w:p>
    <w:p w:rsidR="00B77C08" w:rsidRDefault="00B77C08" w:rsidP="00B77C08">
      <w:r>
        <w:t>358.0666</w:t>
      </w:r>
      <w:r>
        <w:tab/>
        <w:t>1.013e0</w:t>
      </w:r>
    </w:p>
    <w:p w:rsidR="00B77C08" w:rsidRDefault="00B77C08" w:rsidP="00B77C08">
      <w:r>
        <w:t>358.0786</w:t>
      </w:r>
      <w:r>
        <w:tab/>
        <w:t>1.013e0</w:t>
      </w:r>
    </w:p>
    <w:p w:rsidR="00B77C08" w:rsidRDefault="00B77C08" w:rsidP="00B77C08">
      <w:r>
        <w:t>358.0804</w:t>
      </w:r>
      <w:r>
        <w:tab/>
        <w:t>2.025e0</w:t>
      </w:r>
    </w:p>
    <w:p w:rsidR="00B77C08" w:rsidRDefault="00B77C08" w:rsidP="00B77C08">
      <w:r>
        <w:t>358.1251</w:t>
      </w:r>
      <w:r>
        <w:tab/>
        <w:t>8.101e0</w:t>
      </w:r>
    </w:p>
    <w:p w:rsidR="00B77C08" w:rsidRDefault="00B77C08" w:rsidP="00B77C08">
      <w:r>
        <w:t>358.1365</w:t>
      </w:r>
      <w:r>
        <w:tab/>
        <w:t>1.013e0</w:t>
      </w:r>
    </w:p>
    <w:p w:rsidR="00B77C08" w:rsidRDefault="00B77C08" w:rsidP="00B77C08">
      <w:r>
        <w:t>358.1414</w:t>
      </w:r>
      <w:r>
        <w:tab/>
        <w:t>4.051e0</w:t>
      </w:r>
    </w:p>
    <w:p w:rsidR="00B77C08" w:rsidRDefault="00B77C08" w:rsidP="00B77C08">
      <w:r>
        <w:t>358.2031</w:t>
      </w:r>
      <w:r>
        <w:tab/>
        <w:t>1.013e0</w:t>
      </w:r>
    </w:p>
    <w:p w:rsidR="00B77C08" w:rsidRDefault="00B77C08" w:rsidP="00B77C08">
      <w:r>
        <w:t>358.2285</w:t>
      </w:r>
      <w:r>
        <w:tab/>
        <w:t>3.038e0</w:t>
      </w:r>
    </w:p>
    <w:p w:rsidR="00B77C08" w:rsidRDefault="00B77C08" w:rsidP="00B77C08">
      <w:r>
        <w:t>358.2533</w:t>
      </w:r>
      <w:r>
        <w:tab/>
        <w:t>1.013e0</w:t>
      </w:r>
    </w:p>
    <w:p w:rsidR="00B77C08" w:rsidRDefault="00B77C08" w:rsidP="00B77C08">
      <w:r>
        <w:t>358.2736</w:t>
      </w:r>
      <w:r>
        <w:tab/>
        <w:t>1.013e0</w:t>
      </w:r>
    </w:p>
    <w:p w:rsidR="00B77C08" w:rsidRDefault="00B77C08" w:rsidP="00B77C08">
      <w:r>
        <w:t>358.3232</w:t>
      </w:r>
      <w:r>
        <w:tab/>
        <w:t>1.013e0</w:t>
      </w:r>
    </w:p>
    <w:p w:rsidR="00B77C08" w:rsidRDefault="00B77C08" w:rsidP="00B77C08">
      <w:r>
        <w:t>358.3543</w:t>
      </w:r>
      <w:r>
        <w:tab/>
        <w:t>1.013e0</w:t>
      </w:r>
    </w:p>
    <w:p w:rsidR="00B77C08" w:rsidRDefault="00B77C08" w:rsidP="00B77C08">
      <w:r>
        <w:lastRenderedPageBreak/>
        <w:t>358.4150</w:t>
      </w:r>
      <w:r>
        <w:tab/>
        <w:t>1.013e0</w:t>
      </w:r>
    </w:p>
    <w:p w:rsidR="00B77C08" w:rsidRDefault="00B77C08" w:rsidP="00B77C08">
      <w:r>
        <w:t>358.4759</w:t>
      </w:r>
      <w:r>
        <w:tab/>
        <w:t>1.013e0</w:t>
      </w:r>
    </w:p>
    <w:p w:rsidR="00B77C08" w:rsidRDefault="00B77C08" w:rsidP="00B77C08">
      <w:r>
        <w:t>358.5714</w:t>
      </w:r>
      <w:r>
        <w:tab/>
        <w:t>1.013e0</w:t>
      </w:r>
    </w:p>
    <w:p w:rsidR="00B77C08" w:rsidRDefault="00B77C08" w:rsidP="00B77C08">
      <w:r>
        <w:t>358.5768</w:t>
      </w:r>
      <w:r>
        <w:tab/>
        <w:t>1.013e0</w:t>
      </w:r>
    </w:p>
    <w:p w:rsidR="00B77C08" w:rsidRDefault="00B77C08" w:rsidP="00B77C08">
      <w:r>
        <w:t>358.5804</w:t>
      </w:r>
      <w:r>
        <w:tab/>
        <w:t>2.025e0</w:t>
      </w:r>
    </w:p>
    <w:p w:rsidR="00B77C08" w:rsidRDefault="00B77C08" w:rsidP="00B77C08">
      <w:r>
        <w:t>358.6264</w:t>
      </w:r>
      <w:r>
        <w:tab/>
        <w:t>1.013e0</w:t>
      </w:r>
    </w:p>
    <w:p w:rsidR="00B77C08" w:rsidRDefault="00B77C08" w:rsidP="00B77C08">
      <w:r>
        <w:t>358.6467</w:t>
      </w:r>
      <w:r>
        <w:tab/>
        <w:t>1.013e0</w:t>
      </w:r>
    </w:p>
    <w:p w:rsidR="00B77C08" w:rsidRDefault="00B77C08" w:rsidP="00B77C08">
      <w:r>
        <w:t>358.7956</w:t>
      </w:r>
      <w:r>
        <w:tab/>
        <w:t>1.013e0</w:t>
      </w:r>
    </w:p>
    <w:p w:rsidR="00B77C08" w:rsidRDefault="00B77C08" w:rsidP="00B77C08">
      <w:r>
        <w:t>358.8170</w:t>
      </w:r>
      <w:r>
        <w:tab/>
        <w:t>1.013e0</w:t>
      </w:r>
    </w:p>
    <w:p w:rsidR="00B77C08" w:rsidRDefault="00B77C08" w:rsidP="00B77C08">
      <w:r>
        <w:t>358.8932</w:t>
      </w:r>
      <w:r>
        <w:tab/>
        <w:t>2.025e0</w:t>
      </w:r>
    </w:p>
    <w:p w:rsidR="00B77C08" w:rsidRDefault="00B77C08" w:rsidP="00B77C08">
      <w:r>
        <w:t>358.9286</w:t>
      </w:r>
      <w:r>
        <w:tab/>
        <w:t>1.013e0</w:t>
      </w:r>
    </w:p>
    <w:p w:rsidR="00B77C08" w:rsidRDefault="00B77C08" w:rsidP="00B77C08">
      <w:r>
        <w:t>358.9348</w:t>
      </w:r>
      <w:r>
        <w:tab/>
        <w:t>3.038e0</w:t>
      </w:r>
    </w:p>
    <w:p w:rsidR="00B77C08" w:rsidRDefault="00B77C08" w:rsidP="00B77C08">
      <w:r>
        <w:t>358.9360</w:t>
      </w:r>
      <w:r>
        <w:tab/>
        <w:t>3.038e0</w:t>
      </w:r>
    </w:p>
    <w:p w:rsidR="00B77C08" w:rsidRDefault="00B77C08" w:rsidP="00B77C08">
      <w:r>
        <w:t>358.9782</w:t>
      </w:r>
      <w:r>
        <w:tab/>
        <w:t>1.013e0</w:t>
      </w:r>
    </w:p>
    <w:p w:rsidR="00B77C08" w:rsidRDefault="00B77C08" w:rsidP="00B77C08">
      <w:r>
        <w:t>359.0167</w:t>
      </w:r>
      <w:r>
        <w:tab/>
        <w:t>2.025e0</w:t>
      </w:r>
    </w:p>
    <w:p w:rsidR="00B77C08" w:rsidRDefault="00B77C08" w:rsidP="00B77C08">
      <w:r>
        <w:t>359.0327</w:t>
      </w:r>
      <w:r>
        <w:tab/>
        <w:t>2.025e0</w:t>
      </w:r>
    </w:p>
    <w:p w:rsidR="00B77C08" w:rsidRDefault="00B77C08" w:rsidP="00B77C08">
      <w:r>
        <w:t>359.0648</w:t>
      </w:r>
      <w:r>
        <w:tab/>
        <w:t>1.013e0</w:t>
      </w:r>
    </w:p>
    <w:p w:rsidR="00B77C08" w:rsidRDefault="00B77C08" w:rsidP="00B77C08">
      <w:r>
        <w:t>359.0718</w:t>
      </w:r>
      <w:r>
        <w:tab/>
        <w:t>3.038e0</w:t>
      </w:r>
    </w:p>
    <w:p w:rsidR="00B77C08" w:rsidRDefault="00B77C08" w:rsidP="00B77C08">
      <w:r>
        <w:t>359.1230</w:t>
      </w:r>
      <w:r>
        <w:tab/>
        <w:t>1.013e0</w:t>
      </w:r>
    </w:p>
    <w:p w:rsidR="00B77C08" w:rsidRDefault="00B77C08" w:rsidP="00B77C08">
      <w:r>
        <w:lastRenderedPageBreak/>
        <w:t>359.1446</w:t>
      </w:r>
      <w:r>
        <w:tab/>
        <w:t>2.025e0</w:t>
      </w:r>
    </w:p>
    <w:p w:rsidR="00B77C08" w:rsidRDefault="00B77C08" w:rsidP="00B77C08">
      <w:r>
        <w:t>359.1641</w:t>
      </w:r>
      <w:r>
        <w:tab/>
        <w:t>3.038e0</w:t>
      </w:r>
    </w:p>
    <w:p w:rsidR="00B77C08" w:rsidRDefault="00B77C08" w:rsidP="00B77C08">
      <w:r>
        <w:t>359.2065</w:t>
      </w:r>
      <w:r>
        <w:tab/>
        <w:t>1.013e0</w:t>
      </w:r>
    </w:p>
    <w:p w:rsidR="00B77C08" w:rsidRDefault="00B77C08" w:rsidP="00B77C08">
      <w:r>
        <w:t>359.2741</w:t>
      </w:r>
      <w:r>
        <w:tab/>
        <w:t>3.038e0</w:t>
      </w:r>
    </w:p>
    <w:p w:rsidR="00B77C08" w:rsidRDefault="00B77C08" w:rsidP="00B77C08">
      <w:r>
        <w:t>359.3561</w:t>
      </w:r>
      <w:r>
        <w:tab/>
        <w:t>1.013e0</w:t>
      </w:r>
    </w:p>
    <w:p w:rsidR="00B77C08" w:rsidRDefault="00B77C08" w:rsidP="00B77C08">
      <w:r>
        <w:t>359.3663</w:t>
      </w:r>
      <w:r>
        <w:tab/>
        <w:t>1.013e0</w:t>
      </w:r>
    </w:p>
    <w:p w:rsidR="00B77C08" w:rsidRDefault="00B77C08" w:rsidP="00B77C08">
      <w:r>
        <w:t>359.4375</w:t>
      </w:r>
      <w:r>
        <w:tab/>
        <w:t>1.013e0</w:t>
      </w:r>
    </w:p>
    <w:p w:rsidR="00B77C08" w:rsidRDefault="00B77C08" w:rsidP="00B77C08">
      <w:r>
        <w:t>359.4507</w:t>
      </w:r>
      <w:r>
        <w:tab/>
        <w:t>1.013e0</w:t>
      </w:r>
    </w:p>
    <w:p w:rsidR="00B77C08" w:rsidRDefault="00B77C08" w:rsidP="00B77C08">
      <w:r>
        <w:t>359.5135</w:t>
      </w:r>
      <w:r>
        <w:tab/>
        <w:t>1.013e0</w:t>
      </w:r>
    </w:p>
    <w:p w:rsidR="00B77C08" w:rsidRDefault="00B77C08" w:rsidP="00B77C08">
      <w:r>
        <w:t>359.6544</w:t>
      </w:r>
      <w:r>
        <w:tab/>
        <w:t>1.013e0</w:t>
      </w:r>
    </w:p>
    <w:p w:rsidR="00B77C08" w:rsidRDefault="00B77C08" w:rsidP="00B77C08">
      <w:r>
        <w:t>359.6750</w:t>
      </w:r>
      <w:r>
        <w:tab/>
        <w:t>2.025e0</w:t>
      </w:r>
    </w:p>
    <w:p w:rsidR="00B77C08" w:rsidRDefault="00B77C08" w:rsidP="00B77C08">
      <w:r>
        <w:t>359.7901</w:t>
      </w:r>
      <w:r>
        <w:tab/>
        <w:t>1.013e0</w:t>
      </w:r>
    </w:p>
    <w:p w:rsidR="00B77C08" w:rsidRDefault="00B77C08" w:rsidP="00B77C08">
      <w:r>
        <w:t>359.8031</w:t>
      </w:r>
      <w:r>
        <w:tab/>
        <w:t>1.013e0</w:t>
      </w:r>
    </w:p>
    <w:p w:rsidR="00B77C08" w:rsidRDefault="00B77C08" w:rsidP="00B77C08">
      <w:r>
        <w:t>359.8543</w:t>
      </w:r>
      <w:r>
        <w:tab/>
        <w:t>1.013e0</w:t>
      </w:r>
    </w:p>
    <w:p w:rsidR="00B77C08" w:rsidRDefault="00B77C08" w:rsidP="00B77C08">
      <w:r>
        <w:t>359.8800</w:t>
      </w:r>
      <w:r>
        <w:tab/>
        <w:t>1.013e0</w:t>
      </w:r>
    </w:p>
    <w:p w:rsidR="00B77C08" w:rsidRDefault="00B77C08" w:rsidP="00B77C08">
      <w:r>
        <w:t>359.9194</w:t>
      </w:r>
      <w:r>
        <w:tab/>
        <w:t>1.013e0</w:t>
      </w:r>
    </w:p>
    <w:p w:rsidR="00B77C08" w:rsidRDefault="00B77C08" w:rsidP="00B77C08">
      <w:r>
        <w:t>359.9510</w:t>
      </w:r>
      <w:r>
        <w:tab/>
        <w:t>3.038e0</w:t>
      </w:r>
    </w:p>
    <w:p w:rsidR="00B77C08" w:rsidRDefault="00B77C08" w:rsidP="00B77C08">
      <w:r>
        <w:t>360.0156</w:t>
      </w:r>
      <w:r>
        <w:tab/>
        <w:t>2.025e0</w:t>
      </w:r>
    </w:p>
    <w:p w:rsidR="00B77C08" w:rsidRDefault="00B77C08" w:rsidP="00B77C08">
      <w:r>
        <w:t>360.0309</w:t>
      </w:r>
      <w:r>
        <w:tab/>
        <w:t>2.025e0</w:t>
      </w:r>
    </w:p>
    <w:p w:rsidR="00B77C08" w:rsidRDefault="00B77C08" w:rsidP="00B77C08">
      <w:r>
        <w:lastRenderedPageBreak/>
        <w:t>360.1126</w:t>
      </w:r>
      <w:r>
        <w:tab/>
        <w:t>3.038e0</w:t>
      </w:r>
    </w:p>
    <w:p w:rsidR="00B77C08" w:rsidRDefault="00B77C08" w:rsidP="00B77C08">
      <w:r>
        <w:t>360.1271</w:t>
      </w:r>
      <w:r>
        <w:tab/>
        <w:t>1.013e0</w:t>
      </w:r>
    </w:p>
    <w:p w:rsidR="00B77C08" w:rsidRDefault="00B77C08" w:rsidP="00B77C08">
      <w:r>
        <w:t>360.1443</w:t>
      </w:r>
      <w:r>
        <w:tab/>
        <w:t>3.038e0</w:t>
      </w:r>
    </w:p>
    <w:p w:rsidR="00B77C08" w:rsidRDefault="00B77C08" w:rsidP="00B77C08">
      <w:r>
        <w:t>360.1686</w:t>
      </w:r>
      <w:r>
        <w:tab/>
        <w:t>2.025e0</w:t>
      </w:r>
    </w:p>
    <w:p w:rsidR="00B77C08" w:rsidRDefault="00B77C08" w:rsidP="00B77C08">
      <w:r>
        <w:t>360.1877</w:t>
      </w:r>
      <w:r>
        <w:tab/>
        <w:t>2.025e0</w:t>
      </w:r>
    </w:p>
    <w:p w:rsidR="00B77C08" w:rsidRDefault="00B77C08" w:rsidP="00B77C08">
      <w:r>
        <w:t>360.2224</w:t>
      </w:r>
      <w:r>
        <w:tab/>
        <w:t>1.013e0</w:t>
      </w:r>
    </w:p>
    <w:p w:rsidR="00B77C08" w:rsidRDefault="00B77C08" w:rsidP="00B77C08">
      <w:r>
        <w:t>360.2684</w:t>
      </w:r>
      <w:r>
        <w:tab/>
        <w:t>2.025e0</w:t>
      </w:r>
    </w:p>
    <w:p w:rsidR="00B77C08" w:rsidRDefault="00B77C08" w:rsidP="00B77C08">
      <w:r>
        <w:t>360.3595</w:t>
      </w:r>
      <w:r>
        <w:tab/>
        <w:t>1.013e0</w:t>
      </w:r>
    </w:p>
    <w:p w:rsidR="00B77C08" w:rsidRDefault="00B77C08" w:rsidP="00B77C08">
      <w:r>
        <w:t>360.3636</w:t>
      </w:r>
      <w:r>
        <w:tab/>
        <w:t>2.025e0</w:t>
      </w:r>
    </w:p>
    <w:p w:rsidR="00B77C08" w:rsidRDefault="00B77C08" w:rsidP="00B77C08">
      <w:r>
        <w:t>360.5078</w:t>
      </w:r>
      <w:r>
        <w:tab/>
        <w:t>2.025e0</w:t>
      </w:r>
    </w:p>
    <w:p w:rsidR="00B77C08" w:rsidRDefault="00B77C08" w:rsidP="00B77C08">
      <w:r>
        <w:t>360.5360</w:t>
      </w:r>
      <w:r>
        <w:tab/>
        <w:t>1.013e0</w:t>
      </w:r>
    </w:p>
    <w:p w:rsidR="00B77C08" w:rsidRDefault="00B77C08" w:rsidP="00B77C08">
      <w:r>
        <w:t>360.5810</w:t>
      </w:r>
      <w:r>
        <w:tab/>
        <w:t>1.013e0</w:t>
      </w:r>
    </w:p>
    <w:p w:rsidR="00B77C08" w:rsidRDefault="00B77C08" w:rsidP="00B77C08">
      <w:r>
        <w:t>360.6068</w:t>
      </w:r>
      <w:r>
        <w:tab/>
        <w:t>1.013e0</w:t>
      </w:r>
    </w:p>
    <w:p w:rsidR="00B77C08" w:rsidRDefault="00B77C08" w:rsidP="00B77C08">
      <w:r>
        <w:t>360.6168</w:t>
      </w:r>
      <w:r>
        <w:tab/>
        <w:t>1.013e0</w:t>
      </w:r>
    </w:p>
    <w:p w:rsidR="00B77C08" w:rsidRDefault="00B77C08" w:rsidP="00B77C08">
      <w:r>
        <w:t>360.6624</w:t>
      </w:r>
      <w:r>
        <w:tab/>
        <w:t>1.013e0</w:t>
      </w:r>
    </w:p>
    <w:p w:rsidR="00B77C08" w:rsidRDefault="00B77C08" w:rsidP="00B77C08">
      <w:r>
        <w:t>360.8386</w:t>
      </w:r>
      <w:r>
        <w:tab/>
        <w:t>1.013e0</w:t>
      </w:r>
    </w:p>
    <w:p w:rsidR="00B77C08" w:rsidRDefault="00B77C08" w:rsidP="00B77C08">
      <w:r>
        <w:t>360.8956</w:t>
      </w:r>
      <w:r>
        <w:tab/>
        <w:t>1.013e0</w:t>
      </w:r>
    </w:p>
    <w:p w:rsidR="00B77C08" w:rsidRDefault="00B77C08" w:rsidP="00B77C08">
      <w:r>
        <w:t>360.9030</w:t>
      </w:r>
      <w:r>
        <w:tab/>
        <w:t>1.013e0</w:t>
      </w:r>
    </w:p>
    <w:p w:rsidR="00B77C08" w:rsidRDefault="00B77C08" w:rsidP="00B77C08">
      <w:r>
        <w:t>360.9094</w:t>
      </w:r>
      <w:r>
        <w:tab/>
        <w:t>1.013e0</w:t>
      </w:r>
    </w:p>
    <w:p w:rsidR="00B77C08" w:rsidRDefault="00B77C08" w:rsidP="00B77C08">
      <w:r>
        <w:lastRenderedPageBreak/>
        <w:t>360.9866</w:t>
      </w:r>
      <w:r>
        <w:tab/>
        <w:t>1.013e0</w:t>
      </w:r>
    </w:p>
    <w:p w:rsidR="00B77C08" w:rsidRDefault="00B77C08" w:rsidP="00B77C08">
      <w:r>
        <w:t>361.0638</w:t>
      </w:r>
      <w:r>
        <w:tab/>
        <w:t>2.025e0</w:t>
      </w:r>
    </w:p>
    <w:p w:rsidR="00B77C08" w:rsidRDefault="00B77C08" w:rsidP="00B77C08">
      <w:r>
        <w:t>361.0775</w:t>
      </w:r>
      <w:r>
        <w:tab/>
        <w:t>1.013e0</w:t>
      </w:r>
    </w:p>
    <w:p w:rsidR="00B77C08" w:rsidRDefault="00B77C08" w:rsidP="00B77C08">
      <w:r>
        <w:t>361.1484</w:t>
      </w:r>
      <w:r>
        <w:tab/>
        <w:t>1.013e0</w:t>
      </w:r>
    </w:p>
    <w:p w:rsidR="00B77C08" w:rsidRDefault="00B77C08" w:rsidP="00B77C08">
      <w:r>
        <w:t>361.1772</w:t>
      </w:r>
      <w:r>
        <w:tab/>
        <w:t>1.013e0</w:t>
      </w:r>
    </w:p>
    <w:p w:rsidR="00B77C08" w:rsidRDefault="00B77C08" w:rsidP="00B77C08">
      <w:r>
        <w:t>361.1877</w:t>
      </w:r>
      <w:r>
        <w:tab/>
        <w:t>2.025e0</w:t>
      </w:r>
    </w:p>
    <w:p w:rsidR="00B77C08" w:rsidRDefault="00B77C08" w:rsidP="00B77C08">
      <w:r>
        <w:t>361.2395</w:t>
      </w:r>
      <w:r>
        <w:tab/>
        <w:t>4.051e0</w:t>
      </w:r>
    </w:p>
    <w:p w:rsidR="00B77C08" w:rsidRDefault="00B77C08" w:rsidP="00B77C08">
      <w:r>
        <w:t>361.2621</w:t>
      </w:r>
      <w:r>
        <w:tab/>
        <w:t>2.025e0</w:t>
      </w:r>
    </w:p>
    <w:p w:rsidR="00B77C08" w:rsidRDefault="00B77C08" w:rsidP="00B77C08">
      <w:r>
        <w:t>361.2832</w:t>
      </w:r>
      <w:r>
        <w:tab/>
        <w:t>1.013e0</w:t>
      </w:r>
    </w:p>
    <w:p w:rsidR="00B77C08" w:rsidRDefault="00B77C08" w:rsidP="00B77C08">
      <w:r>
        <w:t>361.3085</w:t>
      </w:r>
      <w:r>
        <w:tab/>
        <w:t>2.025e0</w:t>
      </w:r>
    </w:p>
    <w:p w:rsidR="00B77C08" w:rsidRDefault="00B77C08" w:rsidP="00B77C08">
      <w:r>
        <w:t>361.3284</w:t>
      </w:r>
      <w:r>
        <w:tab/>
        <w:t>1.013e0</w:t>
      </w:r>
    </w:p>
    <w:p w:rsidR="00B77C08" w:rsidRDefault="00B77C08" w:rsidP="00B77C08">
      <w:r>
        <w:t>361.3432</w:t>
      </w:r>
      <w:r>
        <w:tab/>
        <w:t>1.013e0</w:t>
      </w:r>
    </w:p>
    <w:p w:rsidR="00B77C08" w:rsidRDefault="00B77C08" w:rsidP="00B77C08">
      <w:r>
        <w:t>361.3603</w:t>
      </w:r>
      <w:r>
        <w:tab/>
        <w:t>1.013e0</w:t>
      </w:r>
    </w:p>
    <w:p w:rsidR="00B77C08" w:rsidRDefault="00B77C08" w:rsidP="00B77C08">
      <w:r>
        <w:t>361.3741</w:t>
      </w:r>
      <w:r>
        <w:tab/>
        <w:t>1.013e0</w:t>
      </w:r>
    </w:p>
    <w:p w:rsidR="00B77C08" w:rsidRDefault="00B77C08" w:rsidP="00B77C08">
      <w:r>
        <w:t>361.4251</w:t>
      </w:r>
      <w:r>
        <w:tab/>
        <w:t>1.013e0</w:t>
      </w:r>
    </w:p>
    <w:p w:rsidR="00B77C08" w:rsidRDefault="00B77C08" w:rsidP="00B77C08">
      <w:r>
        <w:t>361.4352</w:t>
      </w:r>
      <w:r>
        <w:tab/>
        <w:t>1.013e0</w:t>
      </w:r>
    </w:p>
    <w:p w:rsidR="00B77C08" w:rsidRDefault="00B77C08" w:rsidP="00B77C08">
      <w:r>
        <w:t>361.4595</w:t>
      </w:r>
      <w:r>
        <w:tab/>
        <w:t>1.013e0</w:t>
      </w:r>
    </w:p>
    <w:p w:rsidR="00B77C08" w:rsidRDefault="00B77C08" w:rsidP="00B77C08">
      <w:r>
        <w:t>361.5225</w:t>
      </w:r>
      <w:r>
        <w:tab/>
        <w:t>1.013e0</w:t>
      </w:r>
    </w:p>
    <w:p w:rsidR="00B77C08" w:rsidRDefault="00B77C08" w:rsidP="00B77C08">
      <w:r>
        <w:t>361.5348</w:t>
      </w:r>
      <w:r>
        <w:tab/>
        <w:t>1.013e0</w:t>
      </w:r>
    </w:p>
    <w:p w:rsidR="00B77C08" w:rsidRDefault="00B77C08" w:rsidP="00B77C08">
      <w:r>
        <w:lastRenderedPageBreak/>
        <w:t>361.5805</w:t>
      </w:r>
      <w:r>
        <w:tab/>
        <w:t>1.013e0</w:t>
      </w:r>
    </w:p>
    <w:p w:rsidR="00B77C08" w:rsidRDefault="00B77C08" w:rsidP="00B77C08">
      <w:r>
        <w:t>361.6515</w:t>
      </w:r>
      <w:r>
        <w:tab/>
        <w:t>1.013e0</w:t>
      </w:r>
    </w:p>
    <w:p w:rsidR="00B77C08" w:rsidRDefault="00B77C08" w:rsidP="00B77C08">
      <w:r>
        <w:t>361.6881</w:t>
      </w:r>
      <w:r>
        <w:tab/>
        <w:t>1.013e0</w:t>
      </w:r>
    </w:p>
    <w:p w:rsidR="00B77C08" w:rsidRDefault="00B77C08" w:rsidP="00B77C08">
      <w:r>
        <w:t>361.7175</w:t>
      </w:r>
      <w:r>
        <w:tab/>
        <w:t>1.013e0</w:t>
      </w:r>
    </w:p>
    <w:p w:rsidR="00B77C08" w:rsidRDefault="00B77C08" w:rsidP="00B77C08">
      <w:r>
        <w:t>361.8292</w:t>
      </w:r>
      <w:r>
        <w:tab/>
        <w:t>1.013e0</w:t>
      </w:r>
    </w:p>
    <w:p w:rsidR="00B77C08" w:rsidRDefault="00B77C08" w:rsidP="00B77C08">
      <w:r>
        <w:t>361.8542</w:t>
      </w:r>
      <w:r>
        <w:tab/>
        <w:t>1.013e0</w:t>
      </w:r>
    </w:p>
    <w:p w:rsidR="00B77C08" w:rsidRDefault="00B77C08" w:rsidP="00B77C08">
      <w:r>
        <w:t>361.8585</w:t>
      </w:r>
      <w:r>
        <w:tab/>
        <w:t>1.013e0</w:t>
      </w:r>
    </w:p>
    <w:p w:rsidR="00B77C08" w:rsidRDefault="00B77C08" w:rsidP="00B77C08">
      <w:r>
        <w:t>361.9213</w:t>
      </w:r>
      <w:r>
        <w:tab/>
        <w:t>1.013e0</w:t>
      </w:r>
    </w:p>
    <w:p w:rsidR="00B77C08" w:rsidRDefault="00B77C08" w:rsidP="00B77C08">
      <w:r>
        <w:t>362.0002</w:t>
      </w:r>
      <w:r>
        <w:tab/>
        <w:t>1.013e0</w:t>
      </w:r>
    </w:p>
    <w:p w:rsidR="00B77C08" w:rsidRDefault="00B77C08" w:rsidP="00B77C08">
      <w:r>
        <w:t>362.0124</w:t>
      </w:r>
      <w:r>
        <w:tab/>
        <w:t>1.013e0</w:t>
      </w:r>
    </w:p>
    <w:p w:rsidR="00B77C08" w:rsidRDefault="00B77C08" w:rsidP="00B77C08">
      <w:r>
        <w:t>362.0161</w:t>
      </w:r>
      <w:r>
        <w:tab/>
        <w:t>1.013e0</w:t>
      </w:r>
    </w:p>
    <w:p w:rsidR="00B77C08" w:rsidRDefault="00B77C08" w:rsidP="00B77C08">
      <w:r>
        <w:t>362.0722</w:t>
      </w:r>
      <w:r>
        <w:tab/>
        <w:t>2.025e0</w:t>
      </w:r>
    </w:p>
    <w:p w:rsidR="00B77C08" w:rsidRDefault="00B77C08" w:rsidP="00B77C08">
      <w:r>
        <w:t>362.1082</w:t>
      </w:r>
      <w:r>
        <w:tab/>
        <w:t>1.013e0</w:t>
      </w:r>
    </w:p>
    <w:p w:rsidR="00B77C08" w:rsidRDefault="00B77C08" w:rsidP="00B77C08">
      <w:r>
        <w:t>362.1131</w:t>
      </w:r>
      <w:r>
        <w:tab/>
        <w:t>2.025e0</w:t>
      </w:r>
    </w:p>
    <w:p w:rsidR="00B77C08" w:rsidRDefault="00B77C08" w:rsidP="00B77C08">
      <w:r>
        <w:t>362.1288</w:t>
      </w:r>
      <w:r>
        <w:tab/>
        <w:t>1.013e0</w:t>
      </w:r>
    </w:p>
    <w:p w:rsidR="00B77C08" w:rsidRDefault="00B77C08" w:rsidP="00B77C08">
      <w:r>
        <w:t>362.1574</w:t>
      </w:r>
      <w:r>
        <w:tab/>
        <w:t>1.013e0</w:t>
      </w:r>
    </w:p>
    <w:p w:rsidR="00B77C08" w:rsidRDefault="00B77C08" w:rsidP="00B77C08">
      <w:r>
        <w:t>362.1737</w:t>
      </w:r>
      <w:r>
        <w:tab/>
        <w:t>2.025e0</w:t>
      </w:r>
    </w:p>
    <w:p w:rsidR="00B77C08" w:rsidRDefault="00B77C08" w:rsidP="00B77C08">
      <w:r>
        <w:t>362.1998</w:t>
      </w:r>
      <w:r>
        <w:tab/>
        <w:t>1.013e0</w:t>
      </w:r>
    </w:p>
    <w:p w:rsidR="00B77C08" w:rsidRDefault="00B77C08" w:rsidP="00B77C08">
      <w:r>
        <w:t>362.2322</w:t>
      </w:r>
      <w:r>
        <w:tab/>
        <w:t>1.013e0</w:t>
      </w:r>
    </w:p>
    <w:p w:rsidR="00B77C08" w:rsidRDefault="00B77C08" w:rsidP="00B77C08">
      <w:r>
        <w:lastRenderedPageBreak/>
        <w:t>362.2926</w:t>
      </w:r>
      <w:r>
        <w:tab/>
        <w:t>2.025e0</w:t>
      </w:r>
    </w:p>
    <w:p w:rsidR="00B77C08" w:rsidRDefault="00B77C08" w:rsidP="00B77C08">
      <w:r>
        <w:t>362.3070</w:t>
      </w:r>
      <w:r>
        <w:tab/>
        <w:t>5.063e0</w:t>
      </w:r>
    </w:p>
    <w:p w:rsidR="00B77C08" w:rsidRDefault="00B77C08" w:rsidP="00B77C08">
      <w:r>
        <w:t>362.3347</w:t>
      </w:r>
      <w:r>
        <w:tab/>
        <w:t>2.025e0</w:t>
      </w:r>
    </w:p>
    <w:p w:rsidR="00B77C08" w:rsidRDefault="00B77C08" w:rsidP="00B77C08">
      <w:r>
        <w:t>362.3403</w:t>
      </w:r>
      <w:r>
        <w:tab/>
        <w:t>1.013e0</w:t>
      </w:r>
    </w:p>
    <w:p w:rsidR="00B77C08" w:rsidRDefault="00B77C08" w:rsidP="00B77C08">
      <w:r>
        <w:t>362.4330</w:t>
      </w:r>
      <w:r>
        <w:tab/>
        <w:t>2.025e0</w:t>
      </w:r>
    </w:p>
    <w:p w:rsidR="00B77C08" w:rsidRDefault="00B77C08" w:rsidP="00B77C08">
      <w:r>
        <w:t>362.4456</w:t>
      </w:r>
      <w:r>
        <w:tab/>
        <w:t>1.013e0</w:t>
      </w:r>
    </w:p>
    <w:p w:rsidR="00B77C08" w:rsidRDefault="00B77C08" w:rsidP="00B77C08">
      <w:r>
        <w:t>362.4525</w:t>
      </w:r>
      <w:r>
        <w:tab/>
        <w:t>2.025e0</w:t>
      </w:r>
    </w:p>
    <w:p w:rsidR="00B77C08" w:rsidRDefault="00B77C08" w:rsidP="00B77C08">
      <w:r>
        <w:t>362.5620</w:t>
      </w:r>
      <w:r>
        <w:tab/>
        <w:t>1.013e0</w:t>
      </w:r>
    </w:p>
    <w:p w:rsidR="00B77C08" w:rsidRDefault="00B77C08" w:rsidP="00B77C08">
      <w:r>
        <w:t>362.5820</w:t>
      </w:r>
      <w:r>
        <w:tab/>
        <w:t>1.013e0</w:t>
      </w:r>
    </w:p>
    <w:p w:rsidR="00B77C08" w:rsidRDefault="00B77C08" w:rsidP="00B77C08">
      <w:r>
        <w:t>362.5941</w:t>
      </w:r>
      <w:r>
        <w:tab/>
        <w:t>1.013e0</w:t>
      </w:r>
    </w:p>
    <w:p w:rsidR="00B77C08" w:rsidRDefault="00B77C08" w:rsidP="00B77C08">
      <w:r>
        <w:t>362.6143</w:t>
      </w:r>
      <w:r>
        <w:tab/>
        <w:t>1.013e0</w:t>
      </w:r>
    </w:p>
    <w:p w:rsidR="00B77C08" w:rsidRDefault="00B77C08" w:rsidP="00B77C08">
      <w:r>
        <w:t>362.6590</w:t>
      </w:r>
      <w:r>
        <w:tab/>
        <w:t>1.013e0</w:t>
      </w:r>
    </w:p>
    <w:p w:rsidR="00B77C08" w:rsidRDefault="00B77C08" w:rsidP="00B77C08">
      <w:r>
        <w:t>362.6729</w:t>
      </w:r>
      <w:r>
        <w:tab/>
        <w:t>1.013e0</w:t>
      </w:r>
    </w:p>
    <w:p w:rsidR="00B77C08" w:rsidRDefault="00B77C08" w:rsidP="00B77C08">
      <w:r>
        <w:t>362.7302</w:t>
      </w:r>
      <w:r>
        <w:tab/>
        <w:t>1.013e0</w:t>
      </w:r>
    </w:p>
    <w:p w:rsidR="00B77C08" w:rsidRDefault="00B77C08" w:rsidP="00B77C08">
      <w:r>
        <w:t>362.7949</w:t>
      </w:r>
      <w:r>
        <w:tab/>
        <w:t>1.013e0</w:t>
      </w:r>
    </w:p>
    <w:p w:rsidR="00B77C08" w:rsidRDefault="00B77C08" w:rsidP="00B77C08">
      <w:r>
        <w:t>362.8104</w:t>
      </w:r>
      <w:r>
        <w:tab/>
        <w:t>1.013e0</w:t>
      </w:r>
    </w:p>
    <w:p w:rsidR="00B77C08" w:rsidRDefault="00B77C08" w:rsidP="00B77C08">
      <w:r>
        <w:t>362.8431</w:t>
      </w:r>
      <w:r>
        <w:tab/>
        <w:t>2.025e0</w:t>
      </w:r>
    </w:p>
    <w:p w:rsidR="00B77C08" w:rsidRDefault="00B77C08" w:rsidP="00B77C08">
      <w:r>
        <w:t>362.9050</w:t>
      </w:r>
      <w:r>
        <w:tab/>
        <w:t>2.025e0</w:t>
      </w:r>
    </w:p>
    <w:p w:rsidR="00B77C08" w:rsidRDefault="00B77C08" w:rsidP="00B77C08">
      <w:r>
        <w:t>362.9185</w:t>
      </w:r>
      <w:r>
        <w:tab/>
        <w:t>1.013e0</w:t>
      </w:r>
    </w:p>
    <w:p w:rsidR="00B77C08" w:rsidRDefault="00B77C08" w:rsidP="00B77C08">
      <w:r>
        <w:lastRenderedPageBreak/>
        <w:t>362.9476</w:t>
      </w:r>
      <w:r>
        <w:tab/>
        <w:t>1.013e0</w:t>
      </w:r>
    </w:p>
    <w:p w:rsidR="00B77C08" w:rsidRDefault="00B77C08" w:rsidP="00B77C08">
      <w:r>
        <w:t>362.9594</w:t>
      </w:r>
      <w:r>
        <w:tab/>
        <w:t>2.025e0</w:t>
      </w:r>
    </w:p>
    <w:p w:rsidR="00B77C08" w:rsidRDefault="00B77C08" w:rsidP="00B77C08">
      <w:r>
        <w:t>362.9719</w:t>
      </w:r>
      <w:r>
        <w:tab/>
        <w:t>1.013e0</w:t>
      </w:r>
    </w:p>
    <w:p w:rsidR="00B77C08" w:rsidRDefault="00B77C08" w:rsidP="00B77C08">
      <w:r>
        <w:t>363.0053</w:t>
      </w:r>
      <w:r>
        <w:tab/>
        <w:t>2.025e0</w:t>
      </w:r>
    </w:p>
    <w:p w:rsidR="00B77C08" w:rsidRDefault="00B77C08" w:rsidP="00B77C08">
      <w:r>
        <w:t>363.0425</w:t>
      </w:r>
      <w:r>
        <w:tab/>
        <w:t>2.025e0</w:t>
      </w:r>
    </w:p>
    <w:p w:rsidR="00B77C08" w:rsidRDefault="00B77C08" w:rsidP="00B77C08">
      <w:r>
        <w:t>363.0848</w:t>
      </w:r>
      <w:r>
        <w:tab/>
        <w:t>1.013e0</w:t>
      </w:r>
    </w:p>
    <w:p w:rsidR="00B77C08" w:rsidRDefault="00B77C08" w:rsidP="00B77C08">
      <w:r>
        <w:t>363.1146</w:t>
      </w:r>
      <w:r>
        <w:tab/>
        <w:t>2.025e0</w:t>
      </w:r>
    </w:p>
    <w:p w:rsidR="00B77C08" w:rsidRDefault="00B77C08" w:rsidP="00B77C08">
      <w:r>
        <w:t>363.1252</w:t>
      </w:r>
      <w:r>
        <w:tab/>
        <w:t>1.013e0</w:t>
      </w:r>
    </w:p>
    <w:p w:rsidR="00B77C08" w:rsidRDefault="00B77C08" w:rsidP="00B77C08">
      <w:r>
        <w:t>363.1497</w:t>
      </w:r>
      <w:r>
        <w:tab/>
        <w:t>3.038e0</w:t>
      </w:r>
    </w:p>
    <w:p w:rsidR="00B77C08" w:rsidRDefault="00B77C08" w:rsidP="00B77C08">
      <w:r>
        <w:t>363.1589</w:t>
      </w:r>
      <w:r>
        <w:tab/>
        <w:t>1.013e0</w:t>
      </w:r>
    </w:p>
    <w:p w:rsidR="00B77C08" w:rsidRDefault="00B77C08" w:rsidP="00B77C08">
      <w:r>
        <w:t>363.1981</w:t>
      </w:r>
      <w:r>
        <w:tab/>
        <w:t>2.248e0</w:t>
      </w:r>
    </w:p>
    <w:p w:rsidR="00B77C08" w:rsidRDefault="00B77C08" w:rsidP="00B77C08">
      <w:r>
        <w:t>363.2157</w:t>
      </w:r>
      <w:r>
        <w:tab/>
        <w:t>2.025e0</w:t>
      </w:r>
    </w:p>
    <w:p w:rsidR="00B77C08" w:rsidRDefault="00B77C08" w:rsidP="00B77C08">
      <w:r>
        <w:t>363.2274</w:t>
      </w:r>
      <w:r>
        <w:tab/>
        <w:t>2.366e0</w:t>
      </w:r>
    </w:p>
    <w:p w:rsidR="00B77C08" w:rsidRDefault="00B77C08" w:rsidP="00B77C08">
      <w:r>
        <w:t>363.2491</w:t>
      </w:r>
      <w:r>
        <w:tab/>
        <w:t>2.025e0</w:t>
      </w:r>
    </w:p>
    <w:p w:rsidR="00B77C08" w:rsidRDefault="00B77C08" w:rsidP="00B77C08">
      <w:r>
        <w:t>363.2714</w:t>
      </w:r>
      <w:r>
        <w:tab/>
        <w:t>2.025e0</w:t>
      </w:r>
    </w:p>
    <w:p w:rsidR="00B77C08" w:rsidRDefault="00B77C08" w:rsidP="00B77C08">
      <w:r>
        <w:t>363.2806</w:t>
      </w:r>
      <w:r>
        <w:tab/>
        <w:t>2.025e0</w:t>
      </w:r>
    </w:p>
    <w:p w:rsidR="00B77C08" w:rsidRDefault="00B77C08" w:rsidP="00B77C08">
      <w:r>
        <w:t>363.2824</w:t>
      </w:r>
      <w:r>
        <w:tab/>
        <w:t>2.025e0</w:t>
      </w:r>
    </w:p>
    <w:p w:rsidR="00B77C08" w:rsidRDefault="00B77C08" w:rsidP="00B77C08">
      <w:r>
        <w:t>363.3181</w:t>
      </w:r>
      <w:r>
        <w:tab/>
        <w:t>3.038e0</w:t>
      </w:r>
    </w:p>
    <w:p w:rsidR="00B77C08" w:rsidRDefault="00B77C08" w:rsidP="00B77C08">
      <w:r>
        <w:t>363.3266</w:t>
      </w:r>
      <w:r>
        <w:tab/>
        <w:t>1.013e0</w:t>
      </w:r>
    </w:p>
    <w:p w:rsidR="00B77C08" w:rsidRDefault="00B77C08" w:rsidP="00B77C08">
      <w:r>
        <w:lastRenderedPageBreak/>
        <w:t>363.3628</w:t>
      </w:r>
      <w:r>
        <w:tab/>
        <w:t>1.013e0</w:t>
      </w:r>
    </w:p>
    <w:p w:rsidR="00B77C08" w:rsidRDefault="00B77C08" w:rsidP="00B77C08">
      <w:r>
        <w:t>363.4375</w:t>
      </w:r>
      <w:r>
        <w:tab/>
        <w:t>1.013e0</w:t>
      </w:r>
    </w:p>
    <w:p w:rsidR="00B77C08" w:rsidRDefault="00B77C08" w:rsidP="00B77C08">
      <w:r>
        <w:t>363.5334</w:t>
      </w:r>
      <w:r>
        <w:tab/>
        <w:t>1.013e0</w:t>
      </w:r>
    </w:p>
    <w:p w:rsidR="00B77C08" w:rsidRDefault="00B77C08" w:rsidP="00B77C08">
      <w:r>
        <w:t>363.5505</w:t>
      </w:r>
      <w:r>
        <w:tab/>
        <w:t>1.013e0</w:t>
      </w:r>
    </w:p>
    <w:p w:rsidR="00B77C08" w:rsidRDefault="00B77C08" w:rsidP="00B77C08">
      <w:r>
        <w:t>363.5659</w:t>
      </w:r>
      <w:r>
        <w:tab/>
        <w:t>1.013e0</w:t>
      </w:r>
    </w:p>
    <w:p w:rsidR="00B77C08" w:rsidRDefault="00B77C08" w:rsidP="00B77C08">
      <w:r>
        <w:t>363.6625</w:t>
      </w:r>
      <w:r>
        <w:tab/>
        <w:t>1.013e0</w:t>
      </w:r>
    </w:p>
    <w:p w:rsidR="00B77C08" w:rsidRDefault="00B77C08" w:rsidP="00B77C08">
      <w:r>
        <w:t>363.6872</w:t>
      </w:r>
      <w:r>
        <w:tab/>
        <w:t>1.013e0</w:t>
      </w:r>
    </w:p>
    <w:p w:rsidR="00B77C08" w:rsidRDefault="00B77C08" w:rsidP="00B77C08">
      <w:r>
        <w:t>363.7221</w:t>
      </w:r>
      <w:r>
        <w:tab/>
        <w:t>1.013e0</w:t>
      </w:r>
    </w:p>
    <w:p w:rsidR="00B77C08" w:rsidRDefault="00B77C08" w:rsidP="00B77C08">
      <w:r>
        <w:t>363.8743</w:t>
      </w:r>
      <w:r>
        <w:tab/>
        <w:t>1.013e0</w:t>
      </w:r>
    </w:p>
    <w:p w:rsidR="00B77C08" w:rsidRDefault="00B77C08" w:rsidP="00B77C08">
      <w:r>
        <w:t>363.9032</w:t>
      </w:r>
      <w:r>
        <w:tab/>
        <w:t>1.013e0</w:t>
      </w:r>
    </w:p>
    <w:p w:rsidR="00B77C08" w:rsidRDefault="00B77C08" w:rsidP="00B77C08">
      <w:r>
        <w:t>363.9499</w:t>
      </w:r>
      <w:r>
        <w:tab/>
        <w:t>2.025e0</w:t>
      </w:r>
    </w:p>
    <w:p w:rsidR="00B77C08" w:rsidRDefault="00B77C08" w:rsidP="00B77C08">
      <w:r>
        <w:t>364.0077</w:t>
      </w:r>
      <w:r>
        <w:tab/>
        <w:t>1.013e0</w:t>
      </w:r>
    </w:p>
    <w:p w:rsidR="00B77C08" w:rsidRDefault="00B77C08" w:rsidP="00B77C08">
      <w:r>
        <w:t>364.0328</w:t>
      </w:r>
      <w:r>
        <w:tab/>
        <w:t>1.013e0</w:t>
      </w:r>
    </w:p>
    <w:p w:rsidR="00B77C08" w:rsidRDefault="00B77C08" w:rsidP="00B77C08">
      <w:r>
        <w:t>364.0504</w:t>
      </w:r>
      <w:r>
        <w:tab/>
        <w:t>3.038e0</w:t>
      </w:r>
    </w:p>
    <w:p w:rsidR="00B77C08" w:rsidRDefault="00B77C08" w:rsidP="00B77C08">
      <w:r>
        <w:t>364.1033</w:t>
      </w:r>
      <w:r>
        <w:tab/>
        <w:t>1.013e0</w:t>
      </w:r>
    </w:p>
    <w:p w:rsidR="00B77C08" w:rsidRDefault="00B77C08" w:rsidP="00B77C08">
      <w:r>
        <w:t>364.1048</w:t>
      </w:r>
      <w:r>
        <w:tab/>
        <w:t>3.038e0</w:t>
      </w:r>
    </w:p>
    <w:p w:rsidR="00B77C08" w:rsidRDefault="00B77C08" w:rsidP="00B77C08">
      <w:r>
        <w:t>364.1629</w:t>
      </w:r>
      <w:r>
        <w:tab/>
        <w:t>1.013e0</w:t>
      </w:r>
    </w:p>
    <w:p w:rsidR="00B77C08" w:rsidRDefault="00B77C08" w:rsidP="00B77C08">
      <w:r>
        <w:t>364.1889</w:t>
      </w:r>
      <w:r>
        <w:tab/>
        <w:t>1.013e0</w:t>
      </w:r>
    </w:p>
    <w:p w:rsidR="00B77C08" w:rsidRDefault="00B77C08" w:rsidP="00B77C08">
      <w:r>
        <w:t>364.2050</w:t>
      </w:r>
      <w:r>
        <w:tab/>
        <w:t>3.038e0</w:t>
      </w:r>
    </w:p>
    <w:p w:rsidR="00B77C08" w:rsidRDefault="00B77C08" w:rsidP="00B77C08">
      <w:r>
        <w:lastRenderedPageBreak/>
        <w:t>364.2197</w:t>
      </w:r>
      <w:r>
        <w:tab/>
        <w:t>1.013e0</w:t>
      </w:r>
    </w:p>
    <w:p w:rsidR="00B77C08" w:rsidRDefault="00B77C08" w:rsidP="00B77C08">
      <w:r>
        <w:t>364.2655</w:t>
      </w:r>
      <w:r>
        <w:tab/>
        <w:t>1.013e0</w:t>
      </w:r>
    </w:p>
    <w:p w:rsidR="00B77C08" w:rsidRDefault="00B77C08" w:rsidP="00B77C08">
      <w:r>
        <w:t>364.2869</w:t>
      </w:r>
      <w:r>
        <w:tab/>
        <w:t>1.013e0</w:t>
      </w:r>
    </w:p>
    <w:p w:rsidR="00B77C08" w:rsidRDefault="00B77C08" w:rsidP="00B77C08">
      <w:r>
        <w:t>364.2944</w:t>
      </w:r>
      <w:r>
        <w:tab/>
        <w:t>1.013e0</w:t>
      </w:r>
    </w:p>
    <w:p w:rsidR="00B77C08" w:rsidRDefault="00B77C08" w:rsidP="00B77C08">
      <w:r>
        <w:t>364.3464</w:t>
      </w:r>
      <w:r>
        <w:tab/>
        <w:t>2.025e0</w:t>
      </w:r>
    </w:p>
    <w:p w:rsidR="00B77C08" w:rsidRDefault="00B77C08" w:rsidP="00B77C08">
      <w:r>
        <w:t>364.3544</w:t>
      </w:r>
      <w:r>
        <w:tab/>
        <w:t>2.025e0</w:t>
      </w:r>
    </w:p>
    <w:p w:rsidR="00B77C08" w:rsidRDefault="00B77C08" w:rsidP="00B77C08">
      <w:r>
        <w:t>364.5143</w:t>
      </w:r>
      <w:r>
        <w:tab/>
        <w:t>1.013e0</w:t>
      </w:r>
    </w:p>
    <w:p w:rsidR="00B77C08" w:rsidRDefault="00B77C08" w:rsidP="00B77C08">
      <w:r>
        <w:t>364.5482</w:t>
      </w:r>
      <w:r>
        <w:tab/>
        <w:t>1.013e0</w:t>
      </w:r>
    </w:p>
    <w:p w:rsidR="00B77C08" w:rsidRDefault="00B77C08" w:rsidP="00B77C08">
      <w:r>
        <w:t>364.5853</w:t>
      </w:r>
      <w:r>
        <w:tab/>
        <w:t>1.013e0</w:t>
      </w:r>
    </w:p>
    <w:p w:rsidR="00B77C08" w:rsidRDefault="00B77C08" w:rsidP="00B77C08">
      <w:r>
        <w:t>364.6359</w:t>
      </w:r>
      <w:r>
        <w:tab/>
        <w:t>1.013e0</w:t>
      </w:r>
    </w:p>
    <w:p w:rsidR="00B77C08" w:rsidRDefault="00B77C08" w:rsidP="00B77C08">
      <w:r>
        <w:t>364.6482</w:t>
      </w:r>
      <w:r>
        <w:tab/>
        <w:t>2.025e0</w:t>
      </w:r>
    </w:p>
    <w:p w:rsidR="00B77C08" w:rsidRDefault="00B77C08" w:rsidP="00B77C08">
      <w:r>
        <w:t>364.7065</w:t>
      </w:r>
      <w:r>
        <w:tab/>
        <w:t>1.013e0</w:t>
      </w:r>
    </w:p>
    <w:p w:rsidR="00B77C08" w:rsidRDefault="00B77C08" w:rsidP="00B77C08">
      <w:r>
        <w:t>364.7105</w:t>
      </w:r>
      <w:r>
        <w:tab/>
        <w:t>1.013e0</w:t>
      </w:r>
    </w:p>
    <w:p w:rsidR="00B77C08" w:rsidRDefault="00B77C08" w:rsidP="00B77C08">
      <w:r>
        <w:t>364.7523</w:t>
      </w:r>
      <w:r>
        <w:tab/>
        <w:t>1.013e0</w:t>
      </w:r>
    </w:p>
    <w:p w:rsidR="00B77C08" w:rsidRDefault="00B77C08" w:rsidP="00B77C08">
      <w:r>
        <w:t>364.7933</w:t>
      </w:r>
      <w:r>
        <w:tab/>
        <w:t>1.013e0</w:t>
      </w:r>
    </w:p>
    <w:p w:rsidR="00B77C08" w:rsidRDefault="00B77C08" w:rsidP="00B77C08">
      <w:r>
        <w:t>364.9300</w:t>
      </w:r>
      <w:r>
        <w:tab/>
        <w:t>1.013e0</w:t>
      </w:r>
    </w:p>
    <w:p w:rsidR="00B77C08" w:rsidRDefault="00B77C08" w:rsidP="00B77C08">
      <w:r>
        <w:t>364.9534</w:t>
      </w:r>
      <w:r>
        <w:tab/>
        <w:t>3.038e0</w:t>
      </w:r>
    </w:p>
    <w:p w:rsidR="00B77C08" w:rsidRDefault="00B77C08" w:rsidP="00B77C08">
      <w:r>
        <w:t>364.9950</w:t>
      </w:r>
      <w:r>
        <w:tab/>
        <w:t>1.013e0</w:t>
      </w:r>
    </w:p>
    <w:p w:rsidR="00B77C08" w:rsidRDefault="00B77C08" w:rsidP="00B77C08">
      <w:r>
        <w:t>365.0193</w:t>
      </w:r>
      <w:r>
        <w:tab/>
        <w:t>2.025e0</w:t>
      </w:r>
    </w:p>
    <w:p w:rsidR="00B77C08" w:rsidRDefault="00B77C08" w:rsidP="00B77C08">
      <w:r>
        <w:lastRenderedPageBreak/>
        <w:t>365.0561</w:t>
      </w:r>
      <w:r>
        <w:tab/>
        <w:t>1.013e0</w:t>
      </w:r>
    </w:p>
    <w:p w:rsidR="00B77C08" w:rsidRDefault="00B77C08" w:rsidP="00B77C08">
      <w:r>
        <w:t>365.0862</w:t>
      </w:r>
      <w:r>
        <w:tab/>
        <w:t>1.013e0</w:t>
      </w:r>
    </w:p>
    <w:p w:rsidR="00B77C08" w:rsidRDefault="00B77C08" w:rsidP="00B77C08">
      <w:r>
        <w:t>365.0894</w:t>
      </w:r>
      <w:r>
        <w:tab/>
        <w:t>2.025e0</w:t>
      </w:r>
    </w:p>
    <w:p w:rsidR="00B77C08" w:rsidRDefault="00B77C08" w:rsidP="00B77C08">
      <w:r>
        <w:t>365.1437</w:t>
      </w:r>
      <w:r>
        <w:tab/>
        <w:t>2.025e0</w:t>
      </w:r>
    </w:p>
    <w:p w:rsidR="00B77C08" w:rsidRDefault="00B77C08" w:rsidP="00B77C08">
      <w:r>
        <w:t>365.1739</w:t>
      </w:r>
      <w:r>
        <w:tab/>
        <w:t>5.063e0</w:t>
      </w:r>
    </w:p>
    <w:p w:rsidR="00B77C08" w:rsidRDefault="00B77C08" w:rsidP="00B77C08">
      <w:r>
        <w:t>365.1891</w:t>
      </w:r>
      <w:r>
        <w:tab/>
        <w:t>4.051e0</w:t>
      </w:r>
    </w:p>
    <w:p w:rsidR="00B77C08" w:rsidRDefault="00B77C08" w:rsidP="00B77C08">
      <w:r>
        <w:t>365.2146</w:t>
      </w:r>
      <w:r>
        <w:tab/>
        <w:t>1.096e1</w:t>
      </w:r>
    </w:p>
    <w:p w:rsidR="00B77C08" w:rsidRDefault="00B77C08" w:rsidP="00B77C08">
      <w:r>
        <w:t>365.2211</w:t>
      </w:r>
      <w:r>
        <w:tab/>
        <w:t>2.025e0</w:t>
      </w:r>
    </w:p>
    <w:p w:rsidR="00B77C08" w:rsidRDefault="00B77C08" w:rsidP="00B77C08">
      <w:r>
        <w:t>365.2361</w:t>
      </w:r>
      <w:r>
        <w:tab/>
        <w:t>1.013e0</w:t>
      </w:r>
    </w:p>
    <w:p w:rsidR="00B77C08" w:rsidRDefault="00B77C08" w:rsidP="00B77C08">
      <w:r>
        <w:t>365.2763</w:t>
      </w:r>
      <w:r>
        <w:tab/>
        <w:t>2.025e0</w:t>
      </w:r>
    </w:p>
    <w:p w:rsidR="00B77C08" w:rsidRDefault="00B77C08" w:rsidP="00B77C08">
      <w:r>
        <w:t>365.3140</w:t>
      </w:r>
      <w:r>
        <w:tab/>
        <w:t>2.025e0</w:t>
      </w:r>
    </w:p>
    <w:p w:rsidR="00B77C08" w:rsidRDefault="00B77C08" w:rsidP="00B77C08">
      <w:r>
        <w:t>365.3564</w:t>
      </w:r>
      <w:r>
        <w:tab/>
        <w:t>1.013e0</w:t>
      </w:r>
    </w:p>
    <w:p w:rsidR="00B77C08" w:rsidRDefault="00B77C08" w:rsidP="00B77C08">
      <w:r>
        <w:t>365.3857</w:t>
      </w:r>
      <w:r>
        <w:tab/>
        <w:t>1.013e0</w:t>
      </w:r>
    </w:p>
    <w:p w:rsidR="00B77C08" w:rsidRDefault="00B77C08" w:rsidP="00B77C08">
      <w:r>
        <w:t>365.4265</w:t>
      </w:r>
      <w:r>
        <w:tab/>
        <w:t>1.013e0</w:t>
      </w:r>
    </w:p>
    <w:p w:rsidR="00B77C08" w:rsidRDefault="00B77C08" w:rsidP="00B77C08">
      <w:r>
        <w:t>365.4618</w:t>
      </w:r>
      <w:r>
        <w:tab/>
        <w:t>2.025e0</w:t>
      </w:r>
    </w:p>
    <w:p w:rsidR="00B77C08" w:rsidRDefault="00B77C08" w:rsidP="00B77C08">
      <w:r>
        <w:t>365.4689</w:t>
      </w:r>
      <w:r>
        <w:tab/>
        <w:t>1.013e0</w:t>
      </w:r>
    </w:p>
    <w:p w:rsidR="00B77C08" w:rsidRDefault="00B77C08" w:rsidP="00B77C08">
      <w:r>
        <w:t>365.5225</w:t>
      </w:r>
      <w:r>
        <w:tab/>
        <w:t>1.013e0</w:t>
      </w:r>
    </w:p>
    <w:p w:rsidR="00B77C08" w:rsidRDefault="00B77C08" w:rsidP="00B77C08">
      <w:r>
        <w:t>365.5303</w:t>
      </w:r>
      <w:r>
        <w:tab/>
        <w:t>2.025e0</w:t>
      </w:r>
    </w:p>
    <w:p w:rsidR="00B77C08" w:rsidRDefault="00B77C08" w:rsidP="00B77C08">
      <w:r>
        <w:t>365.5435</w:t>
      </w:r>
      <w:r>
        <w:tab/>
        <w:t>1.013e0</w:t>
      </w:r>
    </w:p>
    <w:p w:rsidR="00B77C08" w:rsidRDefault="00B77C08" w:rsidP="00B77C08">
      <w:r>
        <w:lastRenderedPageBreak/>
        <w:t>365.5817</w:t>
      </w:r>
      <w:r>
        <w:tab/>
        <w:t>1.013e0</w:t>
      </w:r>
    </w:p>
    <w:p w:rsidR="00B77C08" w:rsidRDefault="00B77C08" w:rsidP="00B77C08">
      <w:r>
        <w:t>365.5942</w:t>
      </w:r>
      <w:r>
        <w:tab/>
        <w:t>1.013e0</w:t>
      </w:r>
    </w:p>
    <w:p w:rsidR="00B77C08" w:rsidRDefault="00B77C08" w:rsidP="00B77C08">
      <w:r>
        <w:t>365.6347</w:t>
      </w:r>
      <w:r>
        <w:tab/>
        <w:t>1.013e0</w:t>
      </w:r>
    </w:p>
    <w:p w:rsidR="00B77C08" w:rsidRDefault="00B77C08" w:rsidP="00B77C08">
      <w:r>
        <w:t>365.7091</w:t>
      </w:r>
      <w:r>
        <w:tab/>
        <w:t>2.025e0</w:t>
      </w:r>
    </w:p>
    <w:p w:rsidR="00B77C08" w:rsidRDefault="00B77C08" w:rsidP="00B77C08">
      <w:r>
        <w:t>365.7838</w:t>
      </w:r>
      <w:r>
        <w:tab/>
        <w:t>1.013e0</w:t>
      </w:r>
    </w:p>
    <w:p w:rsidR="00B77C08" w:rsidRDefault="00B77C08" w:rsidP="00B77C08">
      <w:r>
        <w:t>365.8598</w:t>
      </w:r>
      <w:r>
        <w:tab/>
        <w:t>1.013e0</w:t>
      </w:r>
    </w:p>
    <w:p w:rsidR="00B77C08" w:rsidRDefault="00B77C08" w:rsidP="00B77C08">
      <w:r>
        <w:t>365.8680</w:t>
      </w:r>
      <w:r>
        <w:tab/>
        <w:t>1.013e0</w:t>
      </w:r>
    </w:p>
    <w:p w:rsidR="00B77C08" w:rsidRDefault="00B77C08" w:rsidP="00B77C08">
      <w:r>
        <w:t>365.9097</w:t>
      </w:r>
      <w:r>
        <w:tab/>
        <w:t>1.013e0</w:t>
      </w:r>
    </w:p>
    <w:p w:rsidR="00B77C08" w:rsidRDefault="00B77C08" w:rsidP="00B77C08">
      <w:r>
        <w:t>365.9142</w:t>
      </w:r>
      <w:r>
        <w:tab/>
        <w:t>1.013e0</w:t>
      </w:r>
    </w:p>
    <w:p w:rsidR="00B77C08" w:rsidRDefault="00B77C08" w:rsidP="00B77C08">
      <w:r>
        <w:t>366.0159</w:t>
      </w:r>
      <w:r>
        <w:tab/>
        <w:t>3.038e0</w:t>
      </w:r>
    </w:p>
    <w:p w:rsidR="00B77C08" w:rsidRDefault="00B77C08" w:rsidP="00B77C08">
      <w:r>
        <w:t>366.0441</w:t>
      </w:r>
      <w:r>
        <w:tab/>
        <w:t>3.038e0</w:t>
      </w:r>
    </w:p>
    <w:p w:rsidR="00B77C08" w:rsidRDefault="00B77C08" w:rsidP="00B77C08">
      <w:r>
        <w:t>366.0497</w:t>
      </w:r>
      <w:r>
        <w:tab/>
        <w:t>3.038e0</w:t>
      </w:r>
    </w:p>
    <w:p w:rsidR="00B77C08" w:rsidRDefault="00B77C08" w:rsidP="00B77C08">
      <w:r>
        <w:t>366.0681</w:t>
      </w:r>
      <w:r>
        <w:tab/>
        <w:t>1.013e0</w:t>
      </w:r>
    </w:p>
    <w:p w:rsidR="00B77C08" w:rsidRDefault="00B77C08" w:rsidP="00B77C08">
      <w:r>
        <w:t>366.1347</w:t>
      </w:r>
      <w:r>
        <w:tab/>
        <w:t>2.025e0</w:t>
      </w:r>
    </w:p>
    <w:p w:rsidR="00B77C08" w:rsidRDefault="00B77C08" w:rsidP="00B77C08">
      <w:r>
        <w:t>366.1495</w:t>
      </w:r>
      <w:r>
        <w:tab/>
        <w:t>1.620e1</w:t>
      </w:r>
    </w:p>
    <w:p w:rsidR="00B77C08" w:rsidRDefault="00B77C08" w:rsidP="00B77C08">
      <w:r>
        <w:t>366.1707</w:t>
      </w:r>
      <w:r>
        <w:tab/>
        <w:t>9.114e0</w:t>
      </w:r>
    </w:p>
    <w:p w:rsidR="00B77C08" w:rsidRDefault="00B77C08" w:rsidP="00B77C08">
      <w:r>
        <w:t>366.1802</w:t>
      </w:r>
      <w:r>
        <w:tab/>
        <w:t>4.051e0</w:t>
      </w:r>
    </w:p>
    <w:p w:rsidR="00B77C08" w:rsidRDefault="00B77C08" w:rsidP="00B77C08">
      <w:r>
        <w:t>366.2344</w:t>
      </w:r>
      <w:r>
        <w:tab/>
        <w:t>1.013e0</w:t>
      </w:r>
    </w:p>
    <w:p w:rsidR="00B77C08" w:rsidRDefault="00B77C08" w:rsidP="00B77C08">
      <w:r>
        <w:t>366.2632</w:t>
      </w:r>
      <w:r>
        <w:tab/>
        <w:t>3.038e0</w:t>
      </w:r>
    </w:p>
    <w:p w:rsidR="00B77C08" w:rsidRDefault="00B77C08" w:rsidP="00B77C08">
      <w:r>
        <w:lastRenderedPageBreak/>
        <w:t>366.2803</w:t>
      </w:r>
      <w:r>
        <w:tab/>
        <w:t>1.013e0</w:t>
      </w:r>
    </w:p>
    <w:p w:rsidR="00B77C08" w:rsidRDefault="00B77C08" w:rsidP="00B77C08">
      <w:r>
        <w:t>366.3117</w:t>
      </w:r>
      <w:r>
        <w:tab/>
        <w:t>1.013e0</w:t>
      </w:r>
    </w:p>
    <w:p w:rsidR="00B77C08" w:rsidRDefault="00B77C08" w:rsidP="00B77C08">
      <w:r>
        <w:t>366.3130</w:t>
      </w:r>
      <w:r>
        <w:tab/>
        <w:t>3.038e0</w:t>
      </w:r>
    </w:p>
    <w:p w:rsidR="00B77C08" w:rsidRDefault="00B77C08" w:rsidP="00B77C08">
      <w:r>
        <w:t>366.3319</w:t>
      </w:r>
      <w:r>
        <w:tab/>
        <w:t>2.025e0</w:t>
      </w:r>
    </w:p>
    <w:p w:rsidR="00B77C08" w:rsidRDefault="00B77C08" w:rsidP="00B77C08">
      <w:r>
        <w:t>366.4138</w:t>
      </w:r>
      <w:r>
        <w:tab/>
        <w:t>1.013e0</w:t>
      </w:r>
    </w:p>
    <w:p w:rsidR="00B77C08" w:rsidRDefault="00B77C08" w:rsidP="00B77C08">
      <w:r>
        <w:t>366.4394</w:t>
      </w:r>
      <w:r>
        <w:tab/>
        <w:t>1.013e0</w:t>
      </w:r>
    </w:p>
    <w:p w:rsidR="00B77C08" w:rsidRDefault="00B77C08" w:rsidP="00B77C08">
      <w:r>
        <w:t>366.4425</w:t>
      </w:r>
      <w:r>
        <w:tab/>
        <w:t>1.013e0</w:t>
      </w:r>
    </w:p>
    <w:p w:rsidR="00B77C08" w:rsidRDefault="00B77C08" w:rsidP="00B77C08">
      <w:r>
        <w:t>366.5230</w:t>
      </w:r>
      <w:r>
        <w:tab/>
        <w:t>2.025e0</w:t>
      </w:r>
    </w:p>
    <w:p w:rsidR="00B77C08" w:rsidRDefault="00B77C08" w:rsidP="00B77C08">
      <w:r>
        <w:t>366.5639</w:t>
      </w:r>
      <w:r>
        <w:tab/>
        <w:t>2.025e0</w:t>
      </w:r>
    </w:p>
    <w:p w:rsidR="00B77C08" w:rsidRDefault="00B77C08" w:rsidP="00B77C08">
      <w:r>
        <w:t>366.6389</w:t>
      </w:r>
      <w:r>
        <w:tab/>
        <w:t>1.013e0</w:t>
      </w:r>
    </w:p>
    <w:p w:rsidR="00B77C08" w:rsidRDefault="00B77C08" w:rsidP="00B77C08">
      <w:r>
        <w:t>366.8383</w:t>
      </w:r>
      <w:r>
        <w:tab/>
        <w:t>2.025e0</w:t>
      </w:r>
    </w:p>
    <w:p w:rsidR="00B77C08" w:rsidRDefault="00B77C08" w:rsidP="00B77C08">
      <w:r>
        <w:t>366.8415</w:t>
      </w:r>
      <w:r>
        <w:tab/>
        <w:t>1.013e0</w:t>
      </w:r>
    </w:p>
    <w:p w:rsidR="00B77C08" w:rsidRDefault="00B77C08" w:rsidP="00B77C08">
      <w:r>
        <w:t>366.8763</w:t>
      </w:r>
      <w:r>
        <w:tab/>
        <w:t>1.013e0</w:t>
      </w:r>
    </w:p>
    <w:p w:rsidR="00B77C08" w:rsidRDefault="00B77C08" w:rsidP="00B77C08">
      <w:r>
        <w:t>366.8904</w:t>
      </w:r>
      <w:r>
        <w:tab/>
        <w:t>2.025e0</w:t>
      </w:r>
    </w:p>
    <w:p w:rsidR="00B77C08" w:rsidRDefault="00B77C08" w:rsidP="00B77C08">
      <w:r>
        <w:t>366.9259</w:t>
      </w:r>
      <w:r>
        <w:tab/>
        <w:t>1.013e0</w:t>
      </w:r>
    </w:p>
    <w:p w:rsidR="00B77C08" w:rsidRDefault="00B77C08" w:rsidP="00B77C08">
      <w:r>
        <w:t>366.9641</w:t>
      </w:r>
      <w:r>
        <w:tab/>
        <w:t>2.025e0</w:t>
      </w:r>
    </w:p>
    <w:p w:rsidR="00B77C08" w:rsidRDefault="00B77C08" w:rsidP="00B77C08">
      <w:r>
        <w:t>366.9895</w:t>
      </w:r>
      <w:r>
        <w:tab/>
        <w:t>1.013e0</w:t>
      </w:r>
    </w:p>
    <w:p w:rsidR="00B77C08" w:rsidRDefault="00B77C08" w:rsidP="00B77C08">
      <w:r>
        <w:t>367.0240</w:t>
      </w:r>
      <w:r>
        <w:tab/>
        <w:t>1.013e0</w:t>
      </w:r>
    </w:p>
    <w:p w:rsidR="00B77C08" w:rsidRDefault="00B77C08" w:rsidP="00B77C08">
      <w:r>
        <w:t>367.0641</w:t>
      </w:r>
      <w:r>
        <w:tab/>
        <w:t>2.025e0</w:t>
      </w:r>
    </w:p>
    <w:p w:rsidR="00B77C08" w:rsidRDefault="00B77C08" w:rsidP="00B77C08">
      <w:r>
        <w:lastRenderedPageBreak/>
        <w:t>367.0958</w:t>
      </w:r>
      <w:r>
        <w:tab/>
        <w:t>3.038e0</w:t>
      </w:r>
    </w:p>
    <w:p w:rsidR="00B77C08" w:rsidRDefault="00B77C08" w:rsidP="00B77C08">
      <w:r>
        <w:t>367.1528</w:t>
      </w:r>
      <w:r>
        <w:tab/>
        <w:t>3.038e0</w:t>
      </w:r>
    </w:p>
    <w:p w:rsidR="00B77C08" w:rsidRDefault="00B77C08" w:rsidP="00B77C08">
      <w:r>
        <w:t>367.1653</w:t>
      </w:r>
      <w:r>
        <w:tab/>
        <w:t>3.038e0</w:t>
      </w:r>
    </w:p>
    <w:p w:rsidR="00B77C08" w:rsidRDefault="00B77C08" w:rsidP="00B77C08">
      <w:r>
        <w:t>367.1756</w:t>
      </w:r>
      <w:r>
        <w:tab/>
        <w:t>3.038e0</w:t>
      </w:r>
    </w:p>
    <w:p w:rsidR="00B77C08" w:rsidRDefault="00B77C08" w:rsidP="00B77C08">
      <w:r>
        <w:t>367.2393</w:t>
      </w:r>
      <w:r>
        <w:tab/>
        <w:t>1.013e0</w:t>
      </w:r>
    </w:p>
    <w:p w:rsidR="00B77C08" w:rsidRDefault="00B77C08" w:rsidP="00B77C08">
      <w:r>
        <w:t>367.2476</w:t>
      </w:r>
      <w:r>
        <w:tab/>
        <w:t>1.013e0</w:t>
      </w:r>
    </w:p>
    <w:p w:rsidR="00B77C08" w:rsidRDefault="00B77C08" w:rsidP="00B77C08">
      <w:r>
        <w:t>367.2791</w:t>
      </w:r>
      <w:r>
        <w:tab/>
        <w:t>2.025e0</w:t>
      </w:r>
    </w:p>
    <w:p w:rsidR="00B77C08" w:rsidRDefault="00B77C08" w:rsidP="00B77C08">
      <w:r>
        <w:t>367.3156</w:t>
      </w:r>
      <w:r>
        <w:tab/>
        <w:t>2.025e0</w:t>
      </w:r>
    </w:p>
    <w:p w:rsidR="00B77C08" w:rsidRDefault="00B77C08" w:rsidP="00B77C08">
      <w:r>
        <w:t>367.3174</w:t>
      </w:r>
      <w:r>
        <w:tab/>
        <w:t>3.038e0</w:t>
      </w:r>
    </w:p>
    <w:p w:rsidR="00B77C08" w:rsidRDefault="00B77C08" w:rsidP="00B77C08">
      <w:r>
        <w:t>367.3349</w:t>
      </w:r>
      <w:r>
        <w:tab/>
        <w:t>1.013e0</w:t>
      </w:r>
    </w:p>
    <w:p w:rsidR="00B77C08" w:rsidRDefault="00B77C08" w:rsidP="00B77C08">
      <w:r>
        <w:t>367.3558</w:t>
      </w:r>
      <w:r>
        <w:tab/>
        <w:t>1.013e0</w:t>
      </w:r>
    </w:p>
    <w:p w:rsidR="00B77C08" w:rsidRDefault="00B77C08" w:rsidP="00B77C08">
      <w:r>
        <w:t>367.4126</w:t>
      </w:r>
      <w:r>
        <w:tab/>
        <w:t>3.038e0</w:t>
      </w:r>
    </w:p>
    <w:p w:rsidR="00B77C08" w:rsidRDefault="00B77C08" w:rsidP="00B77C08">
      <w:r>
        <w:t>367.4369</w:t>
      </w:r>
      <w:r>
        <w:tab/>
        <w:t>1.013e0</w:t>
      </w:r>
    </w:p>
    <w:p w:rsidR="00B77C08" w:rsidRDefault="00B77C08" w:rsidP="00B77C08">
      <w:r>
        <w:t>367.5017</w:t>
      </w:r>
      <w:r>
        <w:tab/>
        <w:t>1.013e0</w:t>
      </w:r>
    </w:p>
    <w:p w:rsidR="00B77C08" w:rsidRDefault="00B77C08" w:rsidP="00B77C08">
      <w:r>
        <w:t>367.5648</w:t>
      </w:r>
      <w:r>
        <w:tab/>
        <w:t>1.013e0</w:t>
      </w:r>
    </w:p>
    <w:p w:rsidR="00B77C08" w:rsidRDefault="00B77C08" w:rsidP="00B77C08">
      <w:r>
        <w:t>367.5971</w:t>
      </w:r>
      <w:r>
        <w:tab/>
        <w:t>2.025e0</w:t>
      </w:r>
    </w:p>
    <w:p w:rsidR="00B77C08" w:rsidRDefault="00B77C08" w:rsidP="00B77C08">
      <w:r>
        <w:t>367.6006</w:t>
      </w:r>
      <w:r>
        <w:tab/>
        <w:t>1.013e0</w:t>
      </w:r>
    </w:p>
    <w:p w:rsidR="00B77C08" w:rsidRDefault="00B77C08" w:rsidP="00B77C08">
      <w:r>
        <w:t>367.6316</w:t>
      </w:r>
      <w:r>
        <w:tab/>
        <w:t>1.013e0</w:t>
      </w:r>
    </w:p>
    <w:p w:rsidR="00B77C08" w:rsidRDefault="00B77C08" w:rsidP="00B77C08">
      <w:r>
        <w:t>367.6458</w:t>
      </w:r>
      <w:r>
        <w:tab/>
        <w:t>1.013e0</w:t>
      </w:r>
    </w:p>
    <w:p w:rsidR="00B77C08" w:rsidRDefault="00B77C08" w:rsidP="00B77C08">
      <w:r>
        <w:lastRenderedPageBreak/>
        <w:t>367.6769</w:t>
      </w:r>
      <w:r>
        <w:tab/>
        <w:t>1.013e0</w:t>
      </w:r>
    </w:p>
    <w:p w:rsidR="00B77C08" w:rsidRDefault="00B77C08" w:rsidP="00B77C08">
      <w:r>
        <w:t>367.7185</w:t>
      </w:r>
      <w:r>
        <w:tab/>
        <w:t>1.013e0</w:t>
      </w:r>
    </w:p>
    <w:p w:rsidR="00B77C08" w:rsidRDefault="00B77C08" w:rsidP="00B77C08">
      <w:r>
        <w:t>367.8036</w:t>
      </w:r>
      <w:r>
        <w:tab/>
        <w:t>1.013e0</w:t>
      </w:r>
    </w:p>
    <w:p w:rsidR="00B77C08" w:rsidRDefault="00B77C08" w:rsidP="00B77C08">
      <w:r>
        <w:t>367.8555</w:t>
      </w:r>
      <w:r>
        <w:tab/>
        <w:t>1.013e0</w:t>
      </w:r>
    </w:p>
    <w:p w:rsidR="00B77C08" w:rsidRDefault="00B77C08" w:rsidP="00B77C08">
      <w:r>
        <w:t>367.9562</w:t>
      </w:r>
      <w:r>
        <w:tab/>
        <w:t>2.025e0</w:t>
      </w:r>
    </w:p>
    <w:p w:rsidR="00B77C08" w:rsidRDefault="00B77C08" w:rsidP="00B77C08">
      <w:r>
        <w:t>367.9872</w:t>
      </w:r>
      <w:r>
        <w:tab/>
        <w:t>1.013e0</w:t>
      </w:r>
    </w:p>
    <w:p w:rsidR="00B77C08" w:rsidRDefault="00B77C08" w:rsidP="00B77C08">
      <w:r>
        <w:t>367.9980</w:t>
      </w:r>
      <w:r>
        <w:tab/>
        <w:t>1.013e0</w:t>
      </w:r>
    </w:p>
    <w:p w:rsidR="00B77C08" w:rsidRDefault="00B77C08" w:rsidP="00B77C08">
      <w:r>
        <w:t>368.0241</w:t>
      </w:r>
      <w:r>
        <w:tab/>
        <w:t>3.038e0</w:t>
      </w:r>
    </w:p>
    <w:p w:rsidR="00B77C08" w:rsidRDefault="00B77C08" w:rsidP="00B77C08">
      <w:r>
        <w:t>368.0479</w:t>
      </w:r>
      <w:r>
        <w:tab/>
        <w:t>1.013e0</w:t>
      </w:r>
    </w:p>
    <w:p w:rsidR="00B77C08" w:rsidRDefault="00B77C08" w:rsidP="00B77C08">
      <w:r>
        <w:t>368.0855</w:t>
      </w:r>
      <w:r>
        <w:tab/>
        <w:t>1.013e0</w:t>
      </w:r>
    </w:p>
    <w:p w:rsidR="00B77C08" w:rsidRDefault="00B77C08" w:rsidP="00B77C08">
      <w:r>
        <w:t>368.0981</w:t>
      </w:r>
      <w:r>
        <w:tab/>
        <w:t>2.025e0</w:t>
      </w:r>
    </w:p>
    <w:p w:rsidR="00B77C08" w:rsidRDefault="00B77C08" w:rsidP="00B77C08">
      <w:r>
        <w:t>368.1360</w:t>
      </w:r>
      <w:r>
        <w:tab/>
        <w:t>5.063e0</w:t>
      </w:r>
    </w:p>
    <w:p w:rsidR="00B77C08" w:rsidRDefault="00B77C08" w:rsidP="00B77C08">
      <w:r>
        <w:t>368.1411</w:t>
      </w:r>
      <w:r>
        <w:tab/>
        <w:t>5.063e0</w:t>
      </w:r>
    </w:p>
    <w:p w:rsidR="00B77C08" w:rsidRDefault="00B77C08" w:rsidP="00B77C08">
      <w:r>
        <w:t>368.1467</w:t>
      </w:r>
      <w:r>
        <w:tab/>
        <w:t>6.076e0</w:t>
      </w:r>
    </w:p>
    <w:p w:rsidR="00B77C08" w:rsidRDefault="00B77C08" w:rsidP="00B77C08">
      <w:r>
        <w:t>368.1806</w:t>
      </w:r>
      <w:r>
        <w:tab/>
        <w:t>2.025e0</w:t>
      </w:r>
    </w:p>
    <w:p w:rsidR="00B77C08" w:rsidRDefault="00B77C08" w:rsidP="00B77C08">
      <w:r>
        <w:t>368.2227</w:t>
      </w:r>
      <w:r>
        <w:tab/>
        <w:t>1.013e0</w:t>
      </w:r>
    </w:p>
    <w:p w:rsidR="00B77C08" w:rsidRDefault="00B77C08" w:rsidP="00B77C08">
      <w:r>
        <w:t>368.2280</w:t>
      </w:r>
      <w:r>
        <w:tab/>
        <w:t>1.013e0</w:t>
      </w:r>
    </w:p>
    <w:p w:rsidR="00B77C08" w:rsidRDefault="00B77C08" w:rsidP="00B77C08">
      <w:r>
        <w:t>368.2314</w:t>
      </w:r>
      <w:r>
        <w:tab/>
        <w:t>2.025e0</w:t>
      </w:r>
    </w:p>
    <w:p w:rsidR="00B77C08" w:rsidRDefault="00B77C08" w:rsidP="00B77C08">
      <w:r>
        <w:t>368.2620</w:t>
      </w:r>
      <w:r>
        <w:tab/>
        <w:t>1.013e0</w:t>
      </w:r>
    </w:p>
    <w:p w:rsidR="00B77C08" w:rsidRDefault="00B77C08" w:rsidP="00B77C08">
      <w:r>
        <w:lastRenderedPageBreak/>
        <w:t>368.3021</w:t>
      </w:r>
      <w:r>
        <w:tab/>
        <w:t>1.013e0</w:t>
      </w:r>
    </w:p>
    <w:p w:rsidR="00B77C08" w:rsidRDefault="00B77C08" w:rsidP="00B77C08">
      <w:r>
        <w:t>368.3198</w:t>
      </w:r>
      <w:r>
        <w:tab/>
        <w:t>2.025e0</w:t>
      </w:r>
    </w:p>
    <w:p w:rsidR="00B77C08" w:rsidRDefault="00B77C08" w:rsidP="00B77C08">
      <w:r>
        <w:t>368.4056</w:t>
      </w:r>
      <w:r>
        <w:tab/>
        <w:t>4.051e0</w:t>
      </w:r>
    </w:p>
    <w:p w:rsidR="00B77C08" w:rsidRDefault="00B77C08" w:rsidP="00B77C08">
      <w:r>
        <w:t>368.4134</w:t>
      </w:r>
      <w:r>
        <w:tab/>
        <w:t>6.076e0</w:t>
      </w:r>
    </w:p>
    <w:p w:rsidR="00B77C08" w:rsidRDefault="00B77C08" w:rsidP="00B77C08">
      <w:r>
        <w:t>368.4211</w:t>
      </w:r>
      <w:r>
        <w:tab/>
        <w:t>5.063e0</w:t>
      </w:r>
    </w:p>
    <w:p w:rsidR="00B77C08" w:rsidRDefault="00B77C08" w:rsidP="00B77C08">
      <w:r>
        <w:t>368.4541</w:t>
      </w:r>
      <w:r>
        <w:tab/>
        <w:t>2.025e0</w:t>
      </w:r>
    </w:p>
    <w:p w:rsidR="00B77C08" w:rsidRDefault="00B77C08" w:rsidP="00B77C08">
      <w:r>
        <w:t>368.5180</w:t>
      </w:r>
      <w:r>
        <w:tab/>
        <w:t>1.013e0</w:t>
      </w:r>
    </w:p>
    <w:p w:rsidR="00B77C08" w:rsidRDefault="00B77C08" w:rsidP="00B77C08">
      <w:r>
        <w:t>368.5573</w:t>
      </w:r>
      <w:r>
        <w:tab/>
        <w:t>2.025e0</w:t>
      </w:r>
    </w:p>
    <w:p w:rsidR="00B77C08" w:rsidRDefault="00B77C08" w:rsidP="00B77C08">
      <w:r>
        <w:t>368.5985</w:t>
      </w:r>
      <w:r>
        <w:tab/>
        <w:t>1.013e0</w:t>
      </w:r>
    </w:p>
    <w:p w:rsidR="00B77C08" w:rsidRDefault="00B77C08" w:rsidP="00B77C08">
      <w:r>
        <w:t>368.6156</w:t>
      </w:r>
      <w:r>
        <w:tab/>
        <w:t>1.013e0</w:t>
      </w:r>
    </w:p>
    <w:p w:rsidR="00B77C08" w:rsidRDefault="00B77C08" w:rsidP="00B77C08">
      <w:r>
        <w:t>368.6821</w:t>
      </w:r>
      <w:r>
        <w:tab/>
        <w:t>1.013e0</w:t>
      </w:r>
    </w:p>
    <w:p w:rsidR="00B77C08" w:rsidRDefault="00B77C08" w:rsidP="00B77C08">
      <w:r>
        <w:t>368.7281</w:t>
      </w:r>
      <w:r>
        <w:tab/>
        <w:t>1.013e0</w:t>
      </w:r>
    </w:p>
    <w:p w:rsidR="00B77C08" w:rsidRDefault="00B77C08" w:rsidP="00B77C08">
      <w:r>
        <w:t>368.7433</w:t>
      </w:r>
      <w:r>
        <w:tab/>
        <w:t>2.025e0</w:t>
      </w:r>
    </w:p>
    <w:p w:rsidR="00B77C08" w:rsidRDefault="00B77C08" w:rsidP="00B77C08">
      <w:r>
        <w:t>368.8122</w:t>
      </w:r>
      <w:r>
        <w:tab/>
        <w:t>2.025e0</w:t>
      </w:r>
    </w:p>
    <w:p w:rsidR="00B77C08" w:rsidRDefault="00B77C08" w:rsidP="00B77C08">
      <w:r>
        <w:t>368.8804</w:t>
      </w:r>
      <w:r>
        <w:tab/>
        <w:t>2.025e0</w:t>
      </w:r>
    </w:p>
    <w:p w:rsidR="00B77C08" w:rsidRDefault="00B77C08" w:rsidP="00B77C08">
      <w:r>
        <w:t>368.9055</w:t>
      </w:r>
      <w:r>
        <w:tab/>
        <w:t>1.013e0</w:t>
      </w:r>
    </w:p>
    <w:p w:rsidR="00B77C08" w:rsidRDefault="00B77C08" w:rsidP="00B77C08">
      <w:r>
        <w:t>368.9513</w:t>
      </w:r>
      <w:r>
        <w:tab/>
        <w:t>2.025e0</w:t>
      </w:r>
    </w:p>
    <w:p w:rsidR="00B77C08" w:rsidRDefault="00B77C08" w:rsidP="00B77C08">
      <w:r>
        <w:t>368.9827</w:t>
      </w:r>
      <w:r>
        <w:tab/>
        <w:t>1.013e0</w:t>
      </w:r>
    </w:p>
    <w:p w:rsidR="00B77C08" w:rsidRDefault="00B77C08" w:rsidP="00B77C08">
      <w:r>
        <w:t>368.9956</w:t>
      </w:r>
      <w:r>
        <w:tab/>
        <w:t>4.024e0</w:t>
      </w:r>
    </w:p>
    <w:p w:rsidR="00B77C08" w:rsidRDefault="00B77C08" w:rsidP="00B77C08">
      <w:r>
        <w:lastRenderedPageBreak/>
        <w:t>369.0068</w:t>
      </w:r>
      <w:r>
        <w:tab/>
        <w:t>3.038e0</w:t>
      </w:r>
    </w:p>
    <w:p w:rsidR="00B77C08" w:rsidRDefault="00B77C08" w:rsidP="00B77C08">
      <w:r>
        <w:t>369.0580</w:t>
      </w:r>
      <w:r>
        <w:tab/>
        <w:t>2.025e0</w:t>
      </w:r>
    </w:p>
    <w:p w:rsidR="00B77C08" w:rsidRDefault="00B77C08" w:rsidP="00B77C08">
      <w:r>
        <w:t>369.0994</w:t>
      </w:r>
      <w:r>
        <w:tab/>
        <w:t>1.013e0</w:t>
      </w:r>
    </w:p>
    <w:p w:rsidR="00B77C08" w:rsidRDefault="00B77C08" w:rsidP="00B77C08">
      <w:r>
        <w:t>369.1251</w:t>
      </w:r>
      <w:r>
        <w:tab/>
        <w:t>2.025e0</w:t>
      </w:r>
    </w:p>
    <w:p w:rsidR="00B77C08" w:rsidRDefault="00B77C08" w:rsidP="00B77C08">
      <w:r>
        <w:t>369.1393</w:t>
      </w:r>
      <w:r>
        <w:tab/>
        <w:t>1.114e1</w:t>
      </w:r>
    </w:p>
    <w:p w:rsidR="00B77C08" w:rsidRDefault="00B77C08" w:rsidP="00B77C08">
      <w:r>
        <w:t>369.1628</w:t>
      </w:r>
      <w:r>
        <w:tab/>
        <w:t>4.051e0</w:t>
      </w:r>
    </w:p>
    <w:p w:rsidR="00B77C08" w:rsidRDefault="00B77C08" w:rsidP="00B77C08">
      <w:r>
        <w:t>369.1679</w:t>
      </w:r>
      <w:r>
        <w:tab/>
        <w:t>3.557e0</w:t>
      </w:r>
    </w:p>
    <w:p w:rsidR="00B77C08" w:rsidRDefault="00B77C08" w:rsidP="00B77C08">
      <w:r>
        <w:t>369.1918</w:t>
      </w:r>
      <w:r>
        <w:tab/>
        <w:t>2.025e0</w:t>
      </w:r>
    </w:p>
    <w:p w:rsidR="00B77C08" w:rsidRDefault="00B77C08" w:rsidP="00B77C08">
      <w:r>
        <w:t>369.2209</w:t>
      </w:r>
      <w:r>
        <w:tab/>
        <w:t>1.013e0</w:t>
      </w:r>
    </w:p>
    <w:p w:rsidR="00B77C08" w:rsidRDefault="00B77C08" w:rsidP="00B77C08">
      <w:r>
        <w:t>369.2415</w:t>
      </w:r>
      <w:r>
        <w:tab/>
        <w:t>1.013e0</w:t>
      </w:r>
    </w:p>
    <w:p w:rsidR="00B77C08" w:rsidRDefault="00B77C08" w:rsidP="00B77C08">
      <w:r>
        <w:t>369.2729</w:t>
      </w:r>
      <w:r>
        <w:tab/>
        <w:t>3.038e0</w:t>
      </w:r>
    </w:p>
    <w:p w:rsidR="00B77C08" w:rsidRDefault="00B77C08" w:rsidP="00B77C08">
      <w:r>
        <w:t>369.2880</w:t>
      </w:r>
      <w:r>
        <w:tab/>
        <w:t>3.365e0</w:t>
      </w:r>
    </w:p>
    <w:p w:rsidR="00B77C08" w:rsidRDefault="00B77C08" w:rsidP="00B77C08">
      <w:r>
        <w:t>369.3122</w:t>
      </w:r>
      <w:r>
        <w:tab/>
        <w:t>3.038e0</w:t>
      </w:r>
    </w:p>
    <w:p w:rsidR="00B77C08" w:rsidRDefault="00B77C08" w:rsidP="00B77C08">
      <w:r>
        <w:t>369.3223</w:t>
      </w:r>
      <w:r>
        <w:tab/>
        <w:t>2.025e0</w:t>
      </w:r>
    </w:p>
    <w:p w:rsidR="00B77C08" w:rsidRDefault="00B77C08" w:rsidP="00B77C08">
      <w:r>
        <w:t>369.3349</w:t>
      </w:r>
      <w:r>
        <w:tab/>
        <w:t>2.025e0</w:t>
      </w:r>
    </w:p>
    <w:p w:rsidR="00B77C08" w:rsidRDefault="00B77C08" w:rsidP="00B77C08">
      <w:r>
        <w:t>369.3650</w:t>
      </w:r>
      <w:r>
        <w:tab/>
        <w:t>2.025e0</w:t>
      </w:r>
    </w:p>
    <w:p w:rsidR="00B77C08" w:rsidRDefault="00B77C08" w:rsidP="00B77C08">
      <w:r>
        <w:t>369.3719</w:t>
      </w:r>
      <w:r>
        <w:tab/>
        <w:t>6.076e0</w:t>
      </w:r>
    </w:p>
    <w:p w:rsidR="00B77C08" w:rsidRDefault="00B77C08" w:rsidP="00B77C08">
      <w:r>
        <w:t>369.3775</w:t>
      </w:r>
      <w:r>
        <w:tab/>
        <w:t>4.051e0</w:t>
      </w:r>
    </w:p>
    <w:p w:rsidR="00B77C08" w:rsidRDefault="00B77C08" w:rsidP="00B77C08">
      <w:r>
        <w:t>369.4107</w:t>
      </w:r>
      <w:r>
        <w:tab/>
        <w:t>4.051e0</w:t>
      </w:r>
    </w:p>
    <w:p w:rsidR="00B77C08" w:rsidRDefault="00B77C08" w:rsidP="00B77C08">
      <w:r>
        <w:lastRenderedPageBreak/>
        <w:t>369.4348</w:t>
      </w:r>
      <w:r>
        <w:tab/>
        <w:t>2.025e0</w:t>
      </w:r>
    </w:p>
    <w:p w:rsidR="00B77C08" w:rsidRDefault="00B77C08" w:rsidP="00B77C08">
      <w:r>
        <w:t>369.5551</w:t>
      </w:r>
      <w:r>
        <w:tab/>
        <w:t>1.013e0</w:t>
      </w:r>
    </w:p>
    <w:p w:rsidR="00B77C08" w:rsidRDefault="00B77C08" w:rsidP="00B77C08">
      <w:r>
        <w:t>369.5757</w:t>
      </w:r>
      <w:r>
        <w:tab/>
        <w:t>1.013e0</w:t>
      </w:r>
    </w:p>
    <w:p w:rsidR="00B77C08" w:rsidRDefault="00B77C08" w:rsidP="00B77C08">
      <w:r>
        <w:t>369.6045</w:t>
      </w:r>
      <w:r>
        <w:tab/>
        <w:t>1.013e0</w:t>
      </w:r>
    </w:p>
    <w:p w:rsidR="00B77C08" w:rsidRDefault="00B77C08" w:rsidP="00B77C08">
      <w:r>
        <w:t>369.6216</w:t>
      </w:r>
      <w:r>
        <w:tab/>
        <w:t>1.013e0</w:t>
      </w:r>
    </w:p>
    <w:p w:rsidR="00B77C08" w:rsidRDefault="00B77C08" w:rsidP="00B77C08">
      <w:r>
        <w:t>369.7422</w:t>
      </w:r>
      <w:r>
        <w:tab/>
        <w:t>1.013e0</w:t>
      </w:r>
    </w:p>
    <w:p w:rsidR="00B77C08" w:rsidRDefault="00B77C08" w:rsidP="00B77C08">
      <w:r>
        <w:t>369.7599</w:t>
      </w:r>
      <w:r>
        <w:tab/>
        <w:t>1.013e0</w:t>
      </w:r>
    </w:p>
    <w:p w:rsidR="00B77C08" w:rsidRDefault="00B77C08" w:rsidP="00B77C08">
      <w:r>
        <w:t>369.7881</w:t>
      </w:r>
      <w:r>
        <w:tab/>
        <w:t>1.013e0</w:t>
      </w:r>
    </w:p>
    <w:p w:rsidR="00B77C08" w:rsidRDefault="00B77C08" w:rsidP="00B77C08">
      <w:r>
        <w:t>369.7935</w:t>
      </w:r>
      <w:r>
        <w:tab/>
        <w:t>1.013e0</w:t>
      </w:r>
    </w:p>
    <w:p w:rsidR="00B77C08" w:rsidRDefault="00B77C08" w:rsidP="00B77C08">
      <w:r>
        <w:t>369.8511</w:t>
      </w:r>
      <w:r>
        <w:tab/>
        <w:t>1.013e0</w:t>
      </w:r>
    </w:p>
    <w:p w:rsidR="00B77C08" w:rsidRDefault="00B77C08" w:rsidP="00B77C08">
      <w:r>
        <w:t>369.8729</w:t>
      </w:r>
      <w:r>
        <w:tab/>
        <w:t>1.013e0</w:t>
      </w:r>
    </w:p>
    <w:p w:rsidR="00B77C08" w:rsidRDefault="00B77C08" w:rsidP="00B77C08">
      <w:r>
        <w:t>369.9182</w:t>
      </w:r>
      <w:r>
        <w:tab/>
        <w:t>1.013e0</w:t>
      </w:r>
    </w:p>
    <w:p w:rsidR="00B77C08" w:rsidRDefault="00B77C08" w:rsidP="00B77C08">
      <w:r>
        <w:t>369.9422</w:t>
      </w:r>
      <w:r>
        <w:tab/>
        <w:t>2.025e0</w:t>
      </w:r>
    </w:p>
    <w:p w:rsidR="00B77C08" w:rsidRDefault="00B77C08" w:rsidP="00B77C08">
      <w:r>
        <w:t>369.9701</w:t>
      </w:r>
      <w:r>
        <w:tab/>
        <w:t>3.038e0</w:t>
      </w:r>
    </w:p>
    <w:p w:rsidR="00B77C08" w:rsidRDefault="00B77C08" w:rsidP="00B77C08">
      <w:r>
        <w:t>369.9841</w:t>
      </w:r>
      <w:r>
        <w:tab/>
        <w:t>2.025e0</w:t>
      </w:r>
    </w:p>
    <w:p w:rsidR="00B77C08" w:rsidRDefault="00B77C08" w:rsidP="00B77C08">
      <w:r>
        <w:t>370.0144</w:t>
      </w:r>
      <w:r>
        <w:tab/>
        <w:t>1.013e0</w:t>
      </w:r>
    </w:p>
    <w:p w:rsidR="00B77C08" w:rsidRDefault="00B77C08" w:rsidP="00B77C08">
      <w:r>
        <w:t>370.0250</w:t>
      </w:r>
      <w:r>
        <w:tab/>
        <w:t>3.038e0</w:t>
      </w:r>
    </w:p>
    <w:p w:rsidR="00B77C08" w:rsidRDefault="00B77C08" w:rsidP="00B77C08">
      <w:r>
        <w:t>370.0767</w:t>
      </w:r>
      <w:r>
        <w:tab/>
        <w:t>4.051e0</w:t>
      </w:r>
    </w:p>
    <w:p w:rsidR="00B77C08" w:rsidRDefault="00B77C08" w:rsidP="00B77C08">
      <w:r>
        <w:t>370.0965</w:t>
      </w:r>
      <w:r>
        <w:tab/>
        <w:t>1.013e0</w:t>
      </w:r>
    </w:p>
    <w:p w:rsidR="00B77C08" w:rsidRDefault="00B77C08" w:rsidP="00B77C08">
      <w:r>
        <w:lastRenderedPageBreak/>
        <w:t>370.1196</w:t>
      </w:r>
      <w:r>
        <w:tab/>
        <w:t>3.038e0</w:t>
      </w:r>
    </w:p>
    <w:p w:rsidR="00B77C08" w:rsidRDefault="00B77C08" w:rsidP="00B77C08">
      <w:r>
        <w:t>370.1357</w:t>
      </w:r>
      <w:r>
        <w:tab/>
        <w:t>2.025e0</w:t>
      </w:r>
    </w:p>
    <w:p w:rsidR="00B77C08" w:rsidRDefault="00B77C08" w:rsidP="00B77C08">
      <w:r>
        <w:t>370.1630</w:t>
      </w:r>
      <w:r>
        <w:tab/>
        <w:t>1.013e0</w:t>
      </w:r>
    </w:p>
    <w:p w:rsidR="00B77C08" w:rsidRDefault="00B77C08" w:rsidP="00B77C08">
      <w:r>
        <w:t>370.1822</w:t>
      </w:r>
      <w:r>
        <w:tab/>
        <w:t>1.013e0</w:t>
      </w:r>
    </w:p>
    <w:p w:rsidR="00B77C08" w:rsidRDefault="00B77C08" w:rsidP="00B77C08">
      <w:r>
        <w:t>370.2349</w:t>
      </w:r>
      <w:r>
        <w:tab/>
        <w:t>1.013e0</w:t>
      </w:r>
    </w:p>
    <w:p w:rsidR="00B77C08" w:rsidRDefault="00B77C08" w:rsidP="00B77C08">
      <w:r>
        <w:t>370.2612</w:t>
      </w:r>
      <w:r>
        <w:tab/>
        <w:t>1.013e0</w:t>
      </w:r>
    </w:p>
    <w:p w:rsidR="00B77C08" w:rsidRDefault="00B77C08" w:rsidP="00B77C08">
      <w:r>
        <w:t>370.2900</w:t>
      </w:r>
      <w:r>
        <w:tab/>
        <w:t>1.013e0</w:t>
      </w:r>
    </w:p>
    <w:p w:rsidR="00B77C08" w:rsidRDefault="00B77C08" w:rsidP="00B77C08">
      <w:r>
        <w:t>370.3104</w:t>
      </w:r>
      <w:r>
        <w:tab/>
        <w:t>1.013e0</w:t>
      </w:r>
    </w:p>
    <w:p w:rsidR="00B77C08" w:rsidRDefault="00B77C08" w:rsidP="00B77C08">
      <w:r>
        <w:t>370.3353</w:t>
      </w:r>
      <w:r>
        <w:tab/>
        <w:t>1.013e0</w:t>
      </w:r>
    </w:p>
    <w:p w:rsidR="00B77C08" w:rsidRDefault="00B77C08" w:rsidP="00B77C08">
      <w:r>
        <w:t>370.3904</w:t>
      </w:r>
      <w:r>
        <w:tab/>
        <w:t>2.025e0</w:t>
      </w:r>
    </w:p>
    <w:p w:rsidR="00B77C08" w:rsidRDefault="00B77C08" w:rsidP="00B77C08">
      <w:r>
        <w:t>370.3983</w:t>
      </w:r>
      <w:r>
        <w:tab/>
        <w:t>1.013e0</w:t>
      </w:r>
    </w:p>
    <w:p w:rsidR="00B77C08" w:rsidRDefault="00B77C08" w:rsidP="00B77C08">
      <w:r>
        <w:t>370.4796</w:t>
      </w:r>
      <w:r>
        <w:tab/>
        <w:t>2.025e0</w:t>
      </w:r>
    </w:p>
    <w:p w:rsidR="00B77C08" w:rsidRDefault="00B77C08" w:rsidP="00B77C08">
      <w:r>
        <w:t>370.5865</w:t>
      </w:r>
      <w:r>
        <w:tab/>
        <w:t>1.013e0</w:t>
      </w:r>
    </w:p>
    <w:p w:rsidR="00B77C08" w:rsidRDefault="00B77C08" w:rsidP="00B77C08">
      <w:r>
        <w:t>370.6438</w:t>
      </w:r>
      <w:r>
        <w:tab/>
        <w:t>1.013e0</w:t>
      </w:r>
    </w:p>
    <w:p w:rsidR="00B77C08" w:rsidRDefault="00B77C08" w:rsidP="00B77C08">
      <w:r>
        <w:t>370.6464</w:t>
      </w:r>
      <w:r>
        <w:tab/>
        <w:t>2.025e0</w:t>
      </w:r>
    </w:p>
    <w:p w:rsidR="00B77C08" w:rsidRDefault="00B77C08" w:rsidP="00B77C08">
      <w:r>
        <w:t>370.6489</w:t>
      </w:r>
      <w:r>
        <w:tab/>
        <w:t>1.013e0</w:t>
      </w:r>
    </w:p>
    <w:p w:rsidR="00B77C08" w:rsidRDefault="00B77C08" w:rsidP="00B77C08">
      <w:r>
        <w:t>370.7296</w:t>
      </w:r>
      <w:r>
        <w:tab/>
        <w:t>1.013e0</w:t>
      </w:r>
    </w:p>
    <w:p w:rsidR="00B77C08" w:rsidRDefault="00B77C08" w:rsidP="00B77C08">
      <w:r>
        <w:t>370.7664</w:t>
      </w:r>
      <w:r>
        <w:tab/>
        <w:t>1.013e0</w:t>
      </w:r>
    </w:p>
    <w:p w:rsidR="00B77C08" w:rsidRDefault="00B77C08" w:rsidP="00B77C08">
      <w:r>
        <w:t>370.8333</w:t>
      </w:r>
      <w:r>
        <w:tab/>
        <w:t>1.013e0</w:t>
      </w:r>
    </w:p>
    <w:p w:rsidR="00B77C08" w:rsidRDefault="00B77C08" w:rsidP="00B77C08">
      <w:r>
        <w:lastRenderedPageBreak/>
        <w:t>370.8792</w:t>
      </w:r>
      <w:r>
        <w:tab/>
        <w:t>1.013e0</w:t>
      </w:r>
    </w:p>
    <w:p w:rsidR="00B77C08" w:rsidRDefault="00B77C08" w:rsidP="00B77C08">
      <w:r>
        <w:t>370.9208</w:t>
      </w:r>
      <w:r>
        <w:tab/>
        <w:t>2.025e0</w:t>
      </w:r>
    </w:p>
    <w:p w:rsidR="00B77C08" w:rsidRDefault="00B77C08" w:rsidP="00B77C08">
      <w:r>
        <w:t>371.0234</w:t>
      </w:r>
      <w:r>
        <w:tab/>
        <w:t>3.038e0</w:t>
      </w:r>
    </w:p>
    <w:p w:rsidR="00B77C08" w:rsidRDefault="00B77C08" w:rsidP="00B77C08">
      <w:r>
        <w:t>371.0669</w:t>
      </w:r>
      <w:r>
        <w:tab/>
        <w:t>1.013e0</w:t>
      </w:r>
    </w:p>
    <w:p w:rsidR="00B77C08" w:rsidRDefault="00B77C08" w:rsidP="00B77C08">
      <w:r>
        <w:t>371.0829</w:t>
      </w:r>
      <w:r>
        <w:tab/>
        <w:t>2.025e0</w:t>
      </w:r>
    </w:p>
    <w:p w:rsidR="00B77C08" w:rsidRDefault="00B77C08" w:rsidP="00B77C08">
      <w:r>
        <w:t>371.1256</w:t>
      </w:r>
      <w:r>
        <w:tab/>
        <w:t>1.013e0</w:t>
      </w:r>
    </w:p>
    <w:p w:rsidR="00B77C08" w:rsidRDefault="00B77C08" w:rsidP="00B77C08">
      <w:r>
        <w:t>371.1331</w:t>
      </w:r>
      <w:r>
        <w:tab/>
        <w:t>1.356e0</w:t>
      </w:r>
    </w:p>
    <w:p w:rsidR="00B77C08" w:rsidRDefault="00B77C08" w:rsidP="00B77C08">
      <w:r>
        <w:t>371.1512</w:t>
      </w:r>
      <w:r>
        <w:tab/>
        <w:t>3.038e0</w:t>
      </w:r>
    </w:p>
    <w:p w:rsidR="00B77C08" w:rsidRDefault="00B77C08" w:rsidP="00B77C08">
      <w:r>
        <w:t>371.1774</w:t>
      </w:r>
      <w:r>
        <w:tab/>
        <w:t>2.025e0</w:t>
      </w:r>
    </w:p>
    <w:p w:rsidR="00B77C08" w:rsidRDefault="00B77C08" w:rsidP="00B77C08">
      <w:r>
        <w:t>371.2012</w:t>
      </w:r>
      <w:r>
        <w:tab/>
        <w:t>2.025e0</w:t>
      </w:r>
    </w:p>
    <w:p w:rsidR="00B77C08" w:rsidRDefault="00B77C08" w:rsidP="00B77C08">
      <w:r>
        <w:t>371.2250</w:t>
      </w:r>
      <w:r>
        <w:tab/>
        <w:t>1.013e0</w:t>
      </w:r>
    </w:p>
    <w:p w:rsidR="00B77C08" w:rsidRDefault="00B77C08" w:rsidP="00B77C08">
      <w:r>
        <w:t>371.3199</w:t>
      </w:r>
      <w:r>
        <w:tab/>
        <w:t>2.025e0</w:t>
      </w:r>
    </w:p>
    <w:p w:rsidR="00B77C08" w:rsidRDefault="00B77C08" w:rsidP="00B77C08">
      <w:r>
        <w:t>371.3300</w:t>
      </w:r>
      <w:r>
        <w:tab/>
        <w:t>6.076e0</w:t>
      </w:r>
    </w:p>
    <w:p w:rsidR="00B77C08" w:rsidRDefault="00B77C08" w:rsidP="00B77C08">
      <w:r>
        <w:t>371.3319</w:t>
      </w:r>
      <w:r>
        <w:tab/>
        <w:t>4.051e0</w:t>
      </w:r>
    </w:p>
    <w:p w:rsidR="00B77C08" w:rsidRDefault="00B77C08" w:rsidP="00B77C08">
      <w:r>
        <w:t>371.3934</w:t>
      </w:r>
      <w:r>
        <w:tab/>
        <w:t>3.038e0</w:t>
      </w:r>
    </w:p>
    <w:p w:rsidR="00B77C08" w:rsidRDefault="00B77C08" w:rsidP="00B77C08">
      <w:r>
        <w:t>371.4510</w:t>
      </w:r>
      <w:r>
        <w:tab/>
        <w:t>1.013e0</w:t>
      </w:r>
    </w:p>
    <w:p w:rsidR="00B77C08" w:rsidRDefault="00B77C08" w:rsidP="00B77C08">
      <w:r>
        <w:t>371.4930</w:t>
      </w:r>
      <w:r>
        <w:tab/>
        <w:t>2.025e0</w:t>
      </w:r>
    </w:p>
    <w:p w:rsidR="00B77C08" w:rsidRDefault="00B77C08" w:rsidP="00B77C08">
      <w:r>
        <w:t>371.5850</w:t>
      </w:r>
      <w:r>
        <w:tab/>
        <w:t>1.013e0</w:t>
      </w:r>
    </w:p>
    <w:p w:rsidR="00B77C08" w:rsidRDefault="00B77C08" w:rsidP="00B77C08">
      <w:r>
        <w:t>371.6519</w:t>
      </w:r>
      <w:r>
        <w:tab/>
        <w:t>1.013e0</w:t>
      </w:r>
    </w:p>
    <w:p w:rsidR="00B77C08" w:rsidRDefault="00B77C08" w:rsidP="00B77C08">
      <w:r>
        <w:lastRenderedPageBreak/>
        <w:t>371.7340</w:t>
      </w:r>
      <w:r>
        <w:tab/>
        <w:t>1.013e0</w:t>
      </w:r>
    </w:p>
    <w:p w:rsidR="00B77C08" w:rsidRDefault="00B77C08" w:rsidP="00B77C08">
      <w:r>
        <w:t>371.7648</w:t>
      </w:r>
      <w:r>
        <w:tab/>
        <w:t>1.013e0</w:t>
      </w:r>
    </w:p>
    <w:p w:rsidR="00B77C08" w:rsidRDefault="00B77C08" w:rsidP="00B77C08">
      <w:r>
        <w:t>371.8568</w:t>
      </w:r>
      <w:r>
        <w:tab/>
        <w:t>2.025e0</w:t>
      </w:r>
    </w:p>
    <w:p w:rsidR="00B77C08" w:rsidRDefault="00B77C08" w:rsidP="00B77C08">
      <w:r>
        <w:t>371.8613</w:t>
      </w:r>
      <w:r>
        <w:tab/>
        <w:t>1.013e0</w:t>
      </w:r>
    </w:p>
    <w:p w:rsidR="00B77C08" w:rsidRDefault="00B77C08" w:rsidP="00B77C08">
      <w:r>
        <w:t>371.8929</w:t>
      </w:r>
      <w:r>
        <w:tab/>
        <w:t>1.013e0</w:t>
      </w:r>
    </w:p>
    <w:p w:rsidR="00B77C08" w:rsidRDefault="00B77C08" w:rsidP="00B77C08">
      <w:r>
        <w:t>371.9182</w:t>
      </w:r>
      <w:r>
        <w:tab/>
        <w:t>2.025e0</w:t>
      </w:r>
    </w:p>
    <w:p w:rsidR="00B77C08" w:rsidRDefault="00B77C08" w:rsidP="00B77C08">
      <w:r>
        <w:t>371.9237</w:t>
      </w:r>
      <w:r>
        <w:tab/>
        <w:t>1.013e0</w:t>
      </w:r>
    </w:p>
    <w:p w:rsidR="00B77C08" w:rsidRDefault="00B77C08" w:rsidP="00B77C08">
      <w:r>
        <w:t>371.9327</w:t>
      </w:r>
      <w:r>
        <w:tab/>
        <w:t>2.025e0</w:t>
      </w:r>
    </w:p>
    <w:p w:rsidR="00B77C08" w:rsidRDefault="00B77C08" w:rsidP="00B77C08">
      <w:r>
        <w:t>371.9743</w:t>
      </w:r>
      <w:r>
        <w:tab/>
        <w:t>1.013e0</w:t>
      </w:r>
    </w:p>
    <w:p w:rsidR="00B77C08" w:rsidRDefault="00B77C08" w:rsidP="00B77C08">
      <w:r>
        <w:t>372.0617</w:t>
      </w:r>
      <w:r>
        <w:tab/>
        <w:t>1.013e0</w:t>
      </w:r>
    </w:p>
    <w:p w:rsidR="00B77C08" w:rsidRDefault="00B77C08" w:rsidP="00B77C08">
      <w:r>
        <w:t>372.0665</w:t>
      </w:r>
      <w:r>
        <w:tab/>
        <w:t>2.025e0</w:t>
      </w:r>
    </w:p>
    <w:p w:rsidR="00B77C08" w:rsidRDefault="00B77C08" w:rsidP="00B77C08">
      <w:r>
        <w:t>372.0782</w:t>
      </w:r>
      <w:r>
        <w:tab/>
        <w:t>1.013e0</w:t>
      </w:r>
    </w:p>
    <w:p w:rsidR="00B77C08" w:rsidRDefault="00B77C08" w:rsidP="00B77C08">
      <w:r>
        <w:t>372.1219</w:t>
      </w:r>
      <w:r>
        <w:tab/>
        <w:t>2.025e0</w:t>
      </w:r>
    </w:p>
    <w:p w:rsidR="00B77C08" w:rsidRDefault="00B77C08" w:rsidP="00B77C08">
      <w:r>
        <w:t>372.1453</w:t>
      </w:r>
      <w:r>
        <w:tab/>
        <w:t>4.051e0</w:t>
      </w:r>
    </w:p>
    <w:p w:rsidR="00B77C08" w:rsidRDefault="00B77C08" w:rsidP="00B77C08">
      <w:r>
        <w:t>372.1672</w:t>
      </w:r>
      <w:r>
        <w:tab/>
        <w:t>3.038e0</w:t>
      </w:r>
    </w:p>
    <w:p w:rsidR="00B77C08" w:rsidRDefault="00B77C08" w:rsidP="00B77C08">
      <w:r>
        <w:t>372.2302</w:t>
      </w:r>
      <w:r>
        <w:tab/>
        <w:t>4.051e0</w:t>
      </w:r>
    </w:p>
    <w:p w:rsidR="00B77C08" w:rsidRDefault="00B77C08" w:rsidP="00B77C08">
      <w:r>
        <w:t>372.2570</w:t>
      </w:r>
      <w:r>
        <w:tab/>
        <w:t>1.013e0</w:t>
      </w:r>
    </w:p>
    <w:p w:rsidR="00B77C08" w:rsidRDefault="00B77C08" w:rsidP="00B77C08">
      <w:r>
        <w:t>372.2699</w:t>
      </w:r>
      <w:r>
        <w:tab/>
        <w:t>4.051e0</w:t>
      </w:r>
    </w:p>
    <w:p w:rsidR="00B77C08" w:rsidRDefault="00B77C08" w:rsidP="00B77C08">
      <w:r>
        <w:t>372.2813</w:t>
      </w:r>
      <w:r>
        <w:tab/>
        <w:t>5.063e0</w:t>
      </w:r>
    </w:p>
    <w:p w:rsidR="00B77C08" w:rsidRDefault="00B77C08" w:rsidP="00B77C08">
      <w:r>
        <w:lastRenderedPageBreak/>
        <w:t>372.3455</w:t>
      </w:r>
      <w:r>
        <w:tab/>
        <w:t>1.215e1</w:t>
      </w:r>
    </w:p>
    <w:p w:rsidR="00B77C08" w:rsidRDefault="00B77C08" w:rsidP="00B77C08">
      <w:r>
        <w:t>372.3566</w:t>
      </w:r>
      <w:r>
        <w:tab/>
        <w:t>1.519e1</w:t>
      </w:r>
    </w:p>
    <w:p w:rsidR="00B77C08" w:rsidRDefault="00B77C08" w:rsidP="00B77C08">
      <w:r>
        <w:t>372.3576</w:t>
      </w:r>
      <w:r>
        <w:tab/>
        <w:t>1.114e1</w:t>
      </w:r>
    </w:p>
    <w:p w:rsidR="00B77C08" w:rsidRDefault="00B77C08" w:rsidP="00B77C08">
      <w:r>
        <w:t>372.4222</w:t>
      </w:r>
      <w:r>
        <w:tab/>
        <w:t>1.013e0</w:t>
      </w:r>
    </w:p>
    <w:p w:rsidR="00B77C08" w:rsidRDefault="00B77C08" w:rsidP="00B77C08">
      <w:r>
        <w:t>372.4360</w:t>
      </w:r>
      <w:r>
        <w:tab/>
        <w:t>2.025e0</w:t>
      </w:r>
    </w:p>
    <w:p w:rsidR="00B77C08" w:rsidRDefault="00B77C08" w:rsidP="00B77C08">
      <w:r>
        <w:t>372.4757</w:t>
      </w:r>
      <w:r>
        <w:tab/>
        <w:t>1.013e0</w:t>
      </w:r>
    </w:p>
    <w:p w:rsidR="00B77C08" w:rsidRDefault="00B77C08" w:rsidP="00B77C08">
      <w:r>
        <w:t>372.4894</w:t>
      </w:r>
      <w:r>
        <w:tab/>
        <w:t>1.013e0</w:t>
      </w:r>
    </w:p>
    <w:p w:rsidR="00B77C08" w:rsidRDefault="00B77C08" w:rsidP="00B77C08">
      <w:r>
        <w:t>372.5385</w:t>
      </w:r>
      <w:r>
        <w:tab/>
        <w:t>1.013e0</w:t>
      </w:r>
    </w:p>
    <w:p w:rsidR="00B77C08" w:rsidRDefault="00B77C08" w:rsidP="00B77C08">
      <w:r>
        <w:t>372.5685</w:t>
      </w:r>
      <w:r>
        <w:tab/>
        <w:t>1.013e0</w:t>
      </w:r>
    </w:p>
    <w:p w:rsidR="00B77C08" w:rsidRDefault="00B77C08" w:rsidP="00B77C08">
      <w:r>
        <w:t>372.5757</w:t>
      </w:r>
      <w:r>
        <w:tab/>
        <w:t>1.013e0</w:t>
      </w:r>
    </w:p>
    <w:p w:rsidR="00B77C08" w:rsidRDefault="00B77C08" w:rsidP="00B77C08">
      <w:r>
        <w:t>372.6553</w:t>
      </w:r>
      <w:r>
        <w:tab/>
        <w:t>1.013e0</w:t>
      </w:r>
    </w:p>
    <w:p w:rsidR="00B77C08" w:rsidRDefault="00B77C08" w:rsidP="00B77C08">
      <w:r>
        <w:t>372.6619</w:t>
      </w:r>
      <w:r>
        <w:tab/>
        <w:t>1.013e0</w:t>
      </w:r>
    </w:p>
    <w:p w:rsidR="00B77C08" w:rsidRDefault="00B77C08" w:rsidP="00B77C08">
      <w:r>
        <w:t>372.6936</w:t>
      </w:r>
      <w:r>
        <w:tab/>
        <w:t>1.013e0</w:t>
      </w:r>
    </w:p>
    <w:p w:rsidR="00B77C08" w:rsidRDefault="00B77C08" w:rsidP="00B77C08">
      <w:r>
        <w:t>372.7310</w:t>
      </w:r>
      <w:r>
        <w:tab/>
        <w:t>2.025e0</w:t>
      </w:r>
    </w:p>
    <w:p w:rsidR="00B77C08" w:rsidRDefault="00B77C08" w:rsidP="00B77C08">
      <w:r>
        <w:t>372.7741</w:t>
      </w:r>
      <w:r>
        <w:tab/>
        <w:t>1.013e0</w:t>
      </w:r>
    </w:p>
    <w:p w:rsidR="00B77C08" w:rsidRDefault="00B77C08" w:rsidP="00B77C08">
      <w:r>
        <w:t>372.8470</w:t>
      </w:r>
      <w:r>
        <w:tab/>
        <w:t>1.013e0</w:t>
      </w:r>
    </w:p>
    <w:p w:rsidR="00B77C08" w:rsidRDefault="00B77C08" w:rsidP="00B77C08">
      <w:r>
        <w:t>372.8774</w:t>
      </w:r>
      <w:r>
        <w:tab/>
        <w:t>1.013e0</w:t>
      </w:r>
    </w:p>
    <w:p w:rsidR="00B77C08" w:rsidRDefault="00B77C08" w:rsidP="00B77C08">
      <w:r>
        <w:t>372.9273</w:t>
      </w:r>
      <w:r>
        <w:tab/>
        <w:t>1.013e0</w:t>
      </w:r>
    </w:p>
    <w:p w:rsidR="00B77C08" w:rsidRDefault="00B77C08" w:rsidP="00B77C08">
      <w:r>
        <w:t>372.9417</w:t>
      </w:r>
      <w:r>
        <w:tab/>
        <w:t>2.025e0</w:t>
      </w:r>
    </w:p>
    <w:p w:rsidR="00B77C08" w:rsidRDefault="00B77C08" w:rsidP="00B77C08">
      <w:r>
        <w:lastRenderedPageBreak/>
        <w:t>372.9880</w:t>
      </w:r>
      <w:r>
        <w:tab/>
        <w:t>2.025e0</w:t>
      </w:r>
    </w:p>
    <w:p w:rsidR="00B77C08" w:rsidRDefault="00B77C08" w:rsidP="00B77C08">
      <w:r>
        <w:t>372.9997</w:t>
      </w:r>
      <w:r>
        <w:tab/>
        <w:t>1.013e0</w:t>
      </w:r>
    </w:p>
    <w:p w:rsidR="00B77C08" w:rsidRDefault="00B77C08" w:rsidP="00B77C08">
      <w:r>
        <w:t>373.0327</w:t>
      </w:r>
      <w:r>
        <w:tab/>
        <w:t>1.013e0</w:t>
      </w:r>
    </w:p>
    <w:p w:rsidR="00B77C08" w:rsidRDefault="00B77C08" w:rsidP="00B77C08">
      <w:r>
        <w:t>373.0825</w:t>
      </w:r>
      <w:r>
        <w:tab/>
        <w:t>1.013e0</w:t>
      </w:r>
    </w:p>
    <w:p w:rsidR="00B77C08" w:rsidRDefault="00B77C08" w:rsidP="00B77C08">
      <w:r>
        <w:t>373.0868</w:t>
      </w:r>
      <w:r>
        <w:tab/>
        <w:t>1.013e0</w:t>
      </w:r>
    </w:p>
    <w:p w:rsidR="00B77C08" w:rsidRDefault="00B77C08" w:rsidP="00B77C08">
      <w:r>
        <w:t>373.1074</w:t>
      </w:r>
      <w:r>
        <w:tab/>
        <w:t>1.013e0</w:t>
      </w:r>
    </w:p>
    <w:p w:rsidR="00B77C08" w:rsidRDefault="00B77C08" w:rsidP="00B77C08">
      <w:r>
        <w:t>373.1324</w:t>
      </w:r>
      <w:r>
        <w:tab/>
        <w:t>1.013e0</w:t>
      </w:r>
    </w:p>
    <w:p w:rsidR="00B77C08" w:rsidRDefault="00B77C08" w:rsidP="00B77C08">
      <w:r>
        <w:t>373.1571</w:t>
      </w:r>
      <w:r>
        <w:tab/>
        <w:t>2.025e0</w:t>
      </w:r>
    </w:p>
    <w:p w:rsidR="00B77C08" w:rsidRDefault="00B77C08" w:rsidP="00B77C08">
      <w:r>
        <w:t>373.2054</w:t>
      </w:r>
      <w:r>
        <w:tab/>
        <w:t>1.013e0</w:t>
      </w:r>
    </w:p>
    <w:p w:rsidR="00B77C08" w:rsidRDefault="00B77C08" w:rsidP="00B77C08">
      <w:r>
        <w:t>373.2533</w:t>
      </w:r>
      <w:r>
        <w:tab/>
        <w:t>3.038e0</w:t>
      </w:r>
    </w:p>
    <w:p w:rsidR="00B77C08" w:rsidRDefault="00B77C08" w:rsidP="00B77C08">
      <w:r>
        <w:t>373.2736</w:t>
      </w:r>
      <w:r>
        <w:tab/>
        <w:t>2.025e0</w:t>
      </w:r>
    </w:p>
    <w:p w:rsidR="00B77C08" w:rsidRDefault="00B77C08" w:rsidP="00B77C08">
      <w:r>
        <w:t>373.2984</w:t>
      </w:r>
      <w:r>
        <w:tab/>
        <w:t>2.025e0</w:t>
      </w:r>
    </w:p>
    <w:p w:rsidR="00B77C08" w:rsidRDefault="00B77C08" w:rsidP="00B77C08">
      <w:r>
        <w:t>373.3383</w:t>
      </w:r>
      <w:r>
        <w:tab/>
        <w:t>2.025e0</w:t>
      </w:r>
    </w:p>
    <w:p w:rsidR="00B77C08" w:rsidRDefault="00B77C08" w:rsidP="00B77C08">
      <w:r>
        <w:t>373.3555</w:t>
      </w:r>
      <w:r>
        <w:tab/>
        <w:t>2.025e0</w:t>
      </w:r>
    </w:p>
    <w:p w:rsidR="00B77C08" w:rsidRDefault="00B77C08" w:rsidP="00B77C08">
      <w:r>
        <w:t>373.3715</w:t>
      </w:r>
      <w:r>
        <w:tab/>
        <w:t>1.013e0</w:t>
      </w:r>
    </w:p>
    <w:p w:rsidR="00B77C08" w:rsidRDefault="00B77C08" w:rsidP="00B77C08">
      <w:r>
        <w:t>373.4312</w:t>
      </w:r>
      <w:r>
        <w:tab/>
        <w:t>1.013e0</w:t>
      </w:r>
    </w:p>
    <w:p w:rsidR="00B77C08" w:rsidRDefault="00B77C08" w:rsidP="00B77C08">
      <w:r>
        <w:t>373.4850</w:t>
      </w:r>
      <w:r>
        <w:tab/>
        <w:t>1.013e0</w:t>
      </w:r>
    </w:p>
    <w:p w:rsidR="00B77C08" w:rsidRDefault="00B77C08" w:rsidP="00B77C08">
      <w:r>
        <w:t>373.5352</w:t>
      </w:r>
      <w:r>
        <w:tab/>
        <w:t>2.025e0</w:t>
      </w:r>
    </w:p>
    <w:p w:rsidR="00B77C08" w:rsidRDefault="00B77C08" w:rsidP="00B77C08">
      <w:r>
        <w:t>373.6107</w:t>
      </w:r>
      <w:r>
        <w:tab/>
        <w:t>1.013e0</w:t>
      </w:r>
    </w:p>
    <w:p w:rsidR="00B77C08" w:rsidRDefault="00B77C08" w:rsidP="00B77C08">
      <w:r>
        <w:lastRenderedPageBreak/>
        <w:t>373.6726</w:t>
      </w:r>
      <w:r>
        <w:tab/>
        <w:t>1.013e0</w:t>
      </w:r>
    </w:p>
    <w:p w:rsidR="00B77C08" w:rsidRDefault="00B77C08" w:rsidP="00B77C08">
      <w:r>
        <w:t>373.7645</w:t>
      </w:r>
      <w:r>
        <w:tab/>
        <w:t>1.013e0</w:t>
      </w:r>
    </w:p>
    <w:p w:rsidR="00B77C08" w:rsidRDefault="00B77C08" w:rsidP="00B77C08">
      <w:r>
        <w:t>373.7968</w:t>
      </w:r>
      <w:r>
        <w:tab/>
        <w:t>1.013e0</w:t>
      </w:r>
    </w:p>
    <w:p w:rsidR="00B77C08" w:rsidRDefault="00B77C08" w:rsidP="00B77C08">
      <w:r>
        <w:t>373.8487</w:t>
      </w:r>
      <w:r>
        <w:tab/>
        <w:t>1.013e0</w:t>
      </w:r>
    </w:p>
    <w:p w:rsidR="00B77C08" w:rsidRDefault="00B77C08" w:rsidP="00B77C08">
      <w:r>
        <w:t>373.8527</w:t>
      </w:r>
      <w:r>
        <w:tab/>
        <w:t>1.013e0</w:t>
      </w:r>
    </w:p>
    <w:p w:rsidR="00B77C08" w:rsidRDefault="00B77C08" w:rsidP="00B77C08">
      <w:r>
        <w:t>373.8573</w:t>
      </w:r>
      <w:r>
        <w:tab/>
        <w:t>1.013e0</w:t>
      </w:r>
    </w:p>
    <w:p w:rsidR="00B77C08" w:rsidRDefault="00B77C08" w:rsidP="00B77C08">
      <w:r>
        <w:t>373.8947</w:t>
      </w:r>
      <w:r>
        <w:tab/>
        <w:t>1.013e0</w:t>
      </w:r>
    </w:p>
    <w:p w:rsidR="00B77C08" w:rsidRDefault="00B77C08" w:rsidP="00B77C08">
      <w:r>
        <w:t>373.9204</w:t>
      </w:r>
      <w:r>
        <w:tab/>
        <w:t>3.038e0</w:t>
      </w:r>
    </w:p>
    <w:p w:rsidR="00B77C08" w:rsidRDefault="00B77C08" w:rsidP="00B77C08">
      <w:r>
        <w:t>373.9365</w:t>
      </w:r>
      <w:r>
        <w:tab/>
        <w:t>1.013e0</w:t>
      </w:r>
    </w:p>
    <w:p w:rsidR="00B77C08" w:rsidRDefault="00B77C08" w:rsidP="00B77C08">
      <w:r>
        <w:t>373.9657</w:t>
      </w:r>
      <w:r>
        <w:tab/>
        <w:t>1.013e0</w:t>
      </w:r>
    </w:p>
    <w:p w:rsidR="00B77C08" w:rsidRDefault="00B77C08" w:rsidP="00B77C08">
      <w:r>
        <w:t>374.0030</w:t>
      </w:r>
      <w:r>
        <w:tab/>
        <w:t>1.013e0</w:t>
      </w:r>
    </w:p>
    <w:p w:rsidR="00B77C08" w:rsidRDefault="00B77C08" w:rsidP="00B77C08">
      <w:r>
        <w:t>374.0097</w:t>
      </w:r>
      <w:r>
        <w:tab/>
        <w:t>2.025e0</w:t>
      </w:r>
    </w:p>
    <w:p w:rsidR="00B77C08" w:rsidRDefault="00B77C08" w:rsidP="00B77C08">
      <w:r>
        <w:t>374.0829</w:t>
      </w:r>
      <w:r>
        <w:tab/>
        <w:t>5.063e0</w:t>
      </w:r>
    </w:p>
    <w:p w:rsidR="00B77C08" w:rsidRDefault="00B77C08" w:rsidP="00B77C08">
      <w:r>
        <w:t>374.1276</w:t>
      </w:r>
      <w:r>
        <w:tab/>
        <w:t>2.025e0</w:t>
      </w:r>
    </w:p>
    <w:p w:rsidR="00B77C08" w:rsidRDefault="00B77C08" w:rsidP="00B77C08">
      <w:r>
        <w:t>374.1311</w:t>
      </w:r>
      <w:r>
        <w:tab/>
        <w:t>2.025e0</w:t>
      </w:r>
    </w:p>
    <w:p w:rsidR="00B77C08" w:rsidRDefault="00B77C08" w:rsidP="00B77C08">
      <w:r>
        <w:t>374.1924</w:t>
      </w:r>
      <w:r>
        <w:tab/>
        <w:t>1.013e0</w:t>
      </w:r>
    </w:p>
    <w:p w:rsidR="00B77C08" w:rsidRDefault="00B77C08" w:rsidP="00B77C08">
      <w:r>
        <w:t>374.2023</w:t>
      </w:r>
      <w:r>
        <w:tab/>
        <w:t>2.025e0</w:t>
      </w:r>
    </w:p>
    <w:p w:rsidR="00B77C08" w:rsidRDefault="00B77C08" w:rsidP="00B77C08">
      <w:r>
        <w:t>374.2091</w:t>
      </w:r>
      <w:r>
        <w:tab/>
        <w:t>1.013e0</w:t>
      </w:r>
    </w:p>
    <w:p w:rsidR="00B77C08" w:rsidRDefault="00B77C08" w:rsidP="00B77C08">
      <w:r>
        <w:t>374.2492</w:t>
      </w:r>
      <w:r>
        <w:tab/>
        <w:t>2.025e0</w:t>
      </w:r>
    </w:p>
    <w:p w:rsidR="00B77C08" w:rsidRDefault="00B77C08" w:rsidP="00B77C08">
      <w:r>
        <w:lastRenderedPageBreak/>
        <w:t>374.3015</w:t>
      </w:r>
      <w:r>
        <w:tab/>
        <w:t>4.051e0</w:t>
      </w:r>
    </w:p>
    <w:p w:rsidR="00B77C08" w:rsidRDefault="00B77C08" w:rsidP="00B77C08">
      <w:r>
        <w:t>374.3297</w:t>
      </w:r>
      <w:r>
        <w:tab/>
        <w:t>1.013e0</w:t>
      </w:r>
    </w:p>
    <w:p w:rsidR="00B77C08" w:rsidRDefault="00B77C08" w:rsidP="00B77C08">
      <w:r>
        <w:t>374.3469</w:t>
      </w:r>
      <w:r>
        <w:tab/>
        <w:t>1.013e0</w:t>
      </w:r>
    </w:p>
    <w:p w:rsidR="00B77C08" w:rsidRDefault="00B77C08" w:rsidP="00B77C08">
      <w:r>
        <w:t>374.3498</w:t>
      </w:r>
      <w:r>
        <w:tab/>
        <w:t>2.025e0</w:t>
      </w:r>
    </w:p>
    <w:p w:rsidR="00B77C08" w:rsidRDefault="00B77C08" w:rsidP="00B77C08">
      <w:r>
        <w:t>374.4253</w:t>
      </w:r>
      <w:r>
        <w:tab/>
        <w:t>2.025e0</w:t>
      </w:r>
    </w:p>
    <w:p w:rsidR="00B77C08" w:rsidRDefault="00B77C08" w:rsidP="00B77C08">
      <w:r>
        <w:t>374.4490</w:t>
      </w:r>
      <w:r>
        <w:tab/>
        <w:t>1.013e0</w:t>
      </w:r>
    </w:p>
    <w:p w:rsidR="00B77C08" w:rsidRDefault="00B77C08" w:rsidP="00B77C08">
      <w:r>
        <w:t>374.4640</w:t>
      </w:r>
      <w:r>
        <w:tab/>
        <w:t>1.013e0</w:t>
      </w:r>
    </w:p>
    <w:p w:rsidR="00B77C08" w:rsidRDefault="00B77C08" w:rsidP="00B77C08">
      <w:r>
        <w:t>374.4857</w:t>
      </w:r>
      <w:r>
        <w:tab/>
        <w:t>1.013e0</w:t>
      </w:r>
    </w:p>
    <w:p w:rsidR="00B77C08" w:rsidRDefault="00B77C08" w:rsidP="00B77C08">
      <w:r>
        <w:t>374.5489</w:t>
      </w:r>
      <w:r>
        <w:tab/>
        <w:t>1.013e0</w:t>
      </w:r>
    </w:p>
    <w:p w:rsidR="00B77C08" w:rsidRDefault="00B77C08" w:rsidP="00B77C08">
      <w:r>
        <w:t>374.5822</w:t>
      </w:r>
      <w:r>
        <w:tab/>
        <w:t>1.013e0</w:t>
      </w:r>
    </w:p>
    <w:p w:rsidR="00B77C08" w:rsidRDefault="00B77C08" w:rsidP="00B77C08">
      <w:r>
        <w:t>374.5981</w:t>
      </w:r>
      <w:r>
        <w:tab/>
        <w:t>1.013e0</w:t>
      </w:r>
    </w:p>
    <w:p w:rsidR="00B77C08" w:rsidRDefault="00B77C08" w:rsidP="00B77C08">
      <w:r>
        <w:t>374.6755</w:t>
      </w:r>
      <w:r>
        <w:tab/>
        <w:t>1.013e0</w:t>
      </w:r>
    </w:p>
    <w:p w:rsidR="00B77C08" w:rsidRDefault="00B77C08" w:rsidP="00B77C08">
      <w:r>
        <w:t>374.6827</w:t>
      </w:r>
      <w:r>
        <w:tab/>
        <w:t>1.013e0</w:t>
      </w:r>
    </w:p>
    <w:p w:rsidR="00B77C08" w:rsidRDefault="00B77C08" w:rsidP="00B77C08">
      <w:r>
        <w:t>374.7427</w:t>
      </w:r>
      <w:r>
        <w:tab/>
        <w:t>1.013e0</w:t>
      </w:r>
    </w:p>
    <w:p w:rsidR="00B77C08" w:rsidRDefault="00B77C08" w:rsidP="00B77C08">
      <w:r>
        <w:t>374.7688</w:t>
      </w:r>
      <w:r>
        <w:tab/>
        <w:t>1.013e0</w:t>
      </w:r>
    </w:p>
    <w:p w:rsidR="00B77C08" w:rsidRDefault="00B77C08" w:rsidP="00B77C08">
      <w:r>
        <w:t>374.8249</w:t>
      </w:r>
      <w:r>
        <w:tab/>
        <w:t>1.013e0</w:t>
      </w:r>
    </w:p>
    <w:p w:rsidR="00B77C08" w:rsidRDefault="00B77C08" w:rsidP="00B77C08">
      <w:r>
        <w:t>374.9027</w:t>
      </w:r>
      <w:r>
        <w:tab/>
        <w:t>1.013e0</w:t>
      </w:r>
    </w:p>
    <w:p w:rsidR="00B77C08" w:rsidRDefault="00B77C08" w:rsidP="00B77C08">
      <w:r>
        <w:t>374.9388</w:t>
      </w:r>
      <w:r>
        <w:tab/>
        <w:t>4.051e0</w:t>
      </w:r>
    </w:p>
    <w:p w:rsidR="00B77C08" w:rsidRDefault="00B77C08" w:rsidP="00B77C08">
      <w:r>
        <w:t>374.9421</w:t>
      </w:r>
      <w:r>
        <w:tab/>
        <w:t>1.013e0</w:t>
      </w:r>
    </w:p>
    <w:p w:rsidR="00B77C08" w:rsidRDefault="00B77C08" w:rsidP="00B77C08">
      <w:r>
        <w:lastRenderedPageBreak/>
        <w:t>375.0154</w:t>
      </w:r>
      <w:r>
        <w:tab/>
        <w:t>1.013e0</w:t>
      </w:r>
    </w:p>
    <w:p w:rsidR="00B77C08" w:rsidRDefault="00B77C08" w:rsidP="00B77C08">
      <w:r>
        <w:t>375.0505</w:t>
      </w:r>
      <w:r>
        <w:tab/>
        <w:t>1.013e0</w:t>
      </w:r>
    </w:p>
    <w:p w:rsidR="00B77C08" w:rsidRDefault="00B77C08" w:rsidP="00B77C08">
      <w:r>
        <w:t>375.0999</w:t>
      </w:r>
      <w:r>
        <w:tab/>
        <w:t>2.025e0</w:t>
      </w:r>
    </w:p>
    <w:p w:rsidR="00B77C08" w:rsidRDefault="00B77C08" w:rsidP="00B77C08">
      <w:r>
        <w:t>375.1652</w:t>
      </w:r>
      <w:r>
        <w:tab/>
        <w:t>3.038e0</w:t>
      </w:r>
    </w:p>
    <w:p w:rsidR="00B77C08" w:rsidRDefault="00B77C08" w:rsidP="00B77C08">
      <w:r>
        <w:t>375.1889</w:t>
      </w:r>
      <w:r>
        <w:tab/>
        <w:t>1.013e0</w:t>
      </w:r>
    </w:p>
    <w:p w:rsidR="00B77C08" w:rsidRDefault="00B77C08" w:rsidP="00B77C08">
      <w:r>
        <w:t>375.2267</w:t>
      </w:r>
      <w:r>
        <w:tab/>
        <w:t>1.013e0</w:t>
      </w:r>
    </w:p>
    <w:p w:rsidR="00B77C08" w:rsidRDefault="00B77C08" w:rsidP="00B77C08">
      <w:r>
        <w:t>375.2282</w:t>
      </w:r>
      <w:r>
        <w:tab/>
        <w:t>4.051e0</w:t>
      </w:r>
    </w:p>
    <w:p w:rsidR="00B77C08" w:rsidRDefault="00B77C08" w:rsidP="00B77C08">
      <w:r>
        <w:t>375.2307</w:t>
      </w:r>
      <w:r>
        <w:tab/>
        <w:t>1.013e0</w:t>
      </w:r>
    </w:p>
    <w:p w:rsidR="00B77C08" w:rsidRDefault="00B77C08" w:rsidP="00B77C08">
      <w:r>
        <w:t>375.2890</w:t>
      </w:r>
      <w:r>
        <w:tab/>
        <w:t>1.013e0</w:t>
      </w:r>
    </w:p>
    <w:p w:rsidR="00B77C08" w:rsidRDefault="00B77C08" w:rsidP="00B77C08">
      <w:r>
        <w:t>375.3096</w:t>
      </w:r>
      <w:r>
        <w:tab/>
        <w:t>1.013e0</w:t>
      </w:r>
    </w:p>
    <w:p w:rsidR="00B77C08" w:rsidRDefault="00B77C08" w:rsidP="00B77C08">
      <w:r>
        <w:t>375.3188</w:t>
      </w:r>
      <w:r>
        <w:tab/>
        <w:t>1.013e0</w:t>
      </w:r>
    </w:p>
    <w:p w:rsidR="00B77C08" w:rsidRDefault="00B77C08" w:rsidP="00B77C08">
      <w:r>
        <w:t>375.3649</w:t>
      </w:r>
      <w:r>
        <w:tab/>
        <w:t>1.013e0</w:t>
      </w:r>
    </w:p>
    <w:p w:rsidR="00B77C08" w:rsidRDefault="00B77C08" w:rsidP="00B77C08">
      <w:r>
        <w:t>375.4135</w:t>
      </w:r>
      <w:r>
        <w:tab/>
        <w:t>2.025e0</w:t>
      </w:r>
    </w:p>
    <w:p w:rsidR="00B77C08" w:rsidRDefault="00B77C08" w:rsidP="00B77C08">
      <w:r>
        <w:t>375.6300</w:t>
      </w:r>
      <w:r>
        <w:tab/>
        <w:t>1.013e0</w:t>
      </w:r>
    </w:p>
    <w:p w:rsidR="00B77C08" w:rsidRDefault="00B77C08" w:rsidP="00B77C08">
      <w:r>
        <w:t>375.7102</w:t>
      </w:r>
      <w:r>
        <w:tab/>
        <w:t>1.013e0</w:t>
      </w:r>
    </w:p>
    <w:p w:rsidR="00B77C08" w:rsidRDefault="00B77C08" w:rsidP="00B77C08">
      <w:r>
        <w:t>375.7427</w:t>
      </w:r>
      <w:r>
        <w:tab/>
        <w:t>1.013e0</w:t>
      </w:r>
    </w:p>
    <w:p w:rsidR="00B77C08" w:rsidRDefault="00B77C08" w:rsidP="00B77C08">
      <w:r>
        <w:t>375.7502</w:t>
      </w:r>
      <w:r>
        <w:tab/>
        <w:t>1.013e0</w:t>
      </w:r>
    </w:p>
    <w:p w:rsidR="00B77C08" w:rsidRDefault="00B77C08" w:rsidP="00B77C08">
      <w:r>
        <w:t>375.8596</w:t>
      </w:r>
      <w:r>
        <w:tab/>
        <w:t>1.013e0</w:t>
      </w:r>
    </w:p>
    <w:p w:rsidR="00B77C08" w:rsidRDefault="00B77C08" w:rsidP="00B77C08">
      <w:r>
        <w:t>375.8705</w:t>
      </w:r>
      <w:r>
        <w:tab/>
        <w:t>1.013e0</w:t>
      </w:r>
    </w:p>
    <w:p w:rsidR="00B77C08" w:rsidRDefault="00B77C08" w:rsidP="00B77C08">
      <w:r>
        <w:lastRenderedPageBreak/>
        <w:t>375.9517</w:t>
      </w:r>
      <w:r>
        <w:tab/>
        <w:t>1.013e0</w:t>
      </w:r>
    </w:p>
    <w:p w:rsidR="00B77C08" w:rsidRDefault="00B77C08" w:rsidP="00B77C08">
      <w:r>
        <w:t>375.9936</w:t>
      </w:r>
      <w:r>
        <w:tab/>
        <w:t>3.038e0</w:t>
      </w:r>
    </w:p>
    <w:p w:rsidR="00B77C08" w:rsidRDefault="00B77C08" w:rsidP="00B77C08">
      <w:r>
        <w:t>376.0405</w:t>
      </w:r>
      <w:r>
        <w:tab/>
        <w:t>1.013e0</w:t>
      </w:r>
    </w:p>
    <w:p w:rsidR="00B77C08" w:rsidRDefault="00B77C08" w:rsidP="00B77C08">
      <w:r>
        <w:t>376.0540</w:t>
      </w:r>
      <w:r>
        <w:tab/>
        <w:t>2.025e0</w:t>
      </w:r>
    </w:p>
    <w:p w:rsidR="00B77C08" w:rsidRDefault="00B77C08" w:rsidP="00B77C08">
      <w:r>
        <w:t>376.0571</w:t>
      </w:r>
      <w:r>
        <w:tab/>
        <w:t>1.013e0</w:t>
      </w:r>
    </w:p>
    <w:p w:rsidR="00B77C08" w:rsidRDefault="00B77C08" w:rsidP="00B77C08">
      <w:r>
        <w:t>376.0990</w:t>
      </w:r>
      <w:r>
        <w:tab/>
        <w:t>5.192e0</w:t>
      </w:r>
    </w:p>
    <w:p w:rsidR="00B77C08" w:rsidRDefault="00B77C08" w:rsidP="00B77C08">
      <w:r>
        <w:t>376.1798</w:t>
      </w:r>
      <w:r>
        <w:tab/>
        <w:t>2.025e0</w:t>
      </w:r>
    </w:p>
    <w:p w:rsidR="00B77C08" w:rsidRDefault="00B77C08" w:rsidP="00B77C08">
      <w:r>
        <w:t>376.1871</w:t>
      </w:r>
      <w:r>
        <w:tab/>
        <w:t>3.038e0</w:t>
      </w:r>
    </w:p>
    <w:p w:rsidR="00B77C08" w:rsidRDefault="00B77C08" w:rsidP="00B77C08">
      <w:r>
        <w:t>376.2042</w:t>
      </w:r>
      <w:r>
        <w:tab/>
        <w:t>1.013e0</w:t>
      </w:r>
    </w:p>
    <w:p w:rsidR="00B77C08" w:rsidRDefault="00B77C08" w:rsidP="00B77C08">
      <w:r>
        <w:t>376.2595</w:t>
      </w:r>
      <w:r>
        <w:tab/>
        <w:t>2.025e0</w:t>
      </w:r>
    </w:p>
    <w:p w:rsidR="00B77C08" w:rsidRDefault="00B77C08" w:rsidP="00B77C08">
      <w:r>
        <w:t>376.3386</w:t>
      </w:r>
      <w:r>
        <w:tab/>
        <w:t>1.013e0</w:t>
      </w:r>
    </w:p>
    <w:p w:rsidR="00B77C08" w:rsidRDefault="00B77C08" w:rsidP="00B77C08">
      <w:r>
        <w:t>376.4425</w:t>
      </w:r>
      <w:r>
        <w:tab/>
        <w:t>1.013e0</w:t>
      </w:r>
    </w:p>
    <w:p w:rsidR="00B77C08" w:rsidRDefault="00B77C08" w:rsidP="00B77C08">
      <w:r>
        <w:t>376.5187</w:t>
      </w:r>
      <w:r>
        <w:tab/>
        <w:t>1.013e0</w:t>
      </w:r>
    </w:p>
    <w:p w:rsidR="00B77C08" w:rsidRDefault="00B77C08" w:rsidP="00B77C08">
      <w:r>
        <w:t>376.5461</w:t>
      </w:r>
      <w:r>
        <w:tab/>
        <w:t>1.013e0</w:t>
      </w:r>
    </w:p>
    <w:p w:rsidR="00B77C08" w:rsidRDefault="00B77C08" w:rsidP="00B77C08">
      <w:r>
        <w:t>376.6130</w:t>
      </w:r>
      <w:r>
        <w:tab/>
        <w:t>1.013e0</w:t>
      </w:r>
    </w:p>
    <w:p w:rsidR="00B77C08" w:rsidRDefault="00B77C08" w:rsidP="00B77C08">
      <w:r>
        <w:t>376.6593</w:t>
      </w:r>
      <w:r>
        <w:tab/>
        <w:t>1.013e0</w:t>
      </w:r>
    </w:p>
    <w:p w:rsidR="00B77C08" w:rsidRDefault="00B77C08" w:rsidP="00B77C08">
      <w:r>
        <w:t>376.7061</w:t>
      </w:r>
      <w:r>
        <w:tab/>
        <w:t>1.013e0</w:t>
      </w:r>
    </w:p>
    <w:p w:rsidR="00B77C08" w:rsidRDefault="00B77C08" w:rsidP="00B77C08">
      <w:r>
        <w:t>376.7404</w:t>
      </w:r>
      <w:r>
        <w:tab/>
        <w:t>1.013e0</w:t>
      </w:r>
    </w:p>
    <w:p w:rsidR="00B77C08" w:rsidRDefault="00B77C08" w:rsidP="00B77C08">
      <w:r>
        <w:t>376.7788</w:t>
      </w:r>
      <w:r>
        <w:tab/>
        <w:t>1.013e0</w:t>
      </w:r>
    </w:p>
    <w:p w:rsidR="00B77C08" w:rsidRDefault="00B77C08" w:rsidP="00B77C08">
      <w:r>
        <w:lastRenderedPageBreak/>
        <w:t>376.8133</w:t>
      </w:r>
      <w:r>
        <w:tab/>
        <w:t>1.013e0</w:t>
      </w:r>
    </w:p>
    <w:p w:rsidR="00B77C08" w:rsidRDefault="00B77C08" w:rsidP="00B77C08">
      <w:r>
        <w:t>376.8288</w:t>
      </w:r>
      <w:r>
        <w:tab/>
        <w:t>1.013e0</w:t>
      </w:r>
    </w:p>
    <w:p w:rsidR="00B77C08" w:rsidRDefault="00B77C08" w:rsidP="00B77C08">
      <w:r>
        <w:t>376.8334</w:t>
      </w:r>
      <w:r>
        <w:tab/>
        <w:t>1.013e0</w:t>
      </w:r>
    </w:p>
    <w:p w:rsidR="00B77C08" w:rsidRDefault="00B77C08" w:rsidP="00B77C08">
      <w:r>
        <w:t>376.9004</w:t>
      </w:r>
      <w:r>
        <w:tab/>
        <w:t>1.013e0</w:t>
      </w:r>
    </w:p>
    <w:p w:rsidR="00B77C08" w:rsidRDefault="00B77C08" w:rsidP="00B77C08">
      <w:r>
        <w:t>376.9205</w:t>
      </w:r>
      <w:r>
        <w:tab/>
        <w:t>1.013e0</w:t>
      </w:r>
    </w:p>
    <w:p w:rsidR="00B77C08" w:rsidRDefault="00B77C08" w:rsidP="00B77C08">
      <w:r>
        <w:t>376.9860</w:t>
      </w:r>
      <w:r>
        <w:tab/>
        <w:t>2.025e0</w:t>
      </w:r>
    </w:p>
    <w:p w:rsidR="00B77C08" w:rsidRDefault="00B77C08" w:rsidP="00B77C08">
      <w:r>
        <w:t>377.0117</w:t>
      </w:r>
      <w:r>
        <w:tab/>
        <w:t>2.025e0</w:t>
      </w:r>
    </w:p>
    <w:p w:rsidR="00B77C08" w:rsidRDefault="00B77C08" w:rsidP="00B77C08">
      <w:r>
        <w:t>377.0411</w:t>
      </w:r>
      <w:r>
        <w:tab/>
        <w:t>1.013e0</w:t>
      </w:r>
    </w:p>
    <w:p w:rsidR="00B77C08" w:rsidRDefault="00B77C08" w:rsidP="00B77C08">
      <w:r>
        <w:t>377.0763</w:t>
      </w:r>
      <w:r>
        <w:tab/>
        <w:t>1.013e0</w:t>
      </w:r>
    </w:p>
    <w:p w:rsidR="00B77C08" w:rsidRDefault="00B77C08" w:rsidP="00B77C08">
      <w:r>
        <w:t>377.1081</w:t>
      </w:r>
      <w:r>
        <w:tab/>
        <w:t>1.013e0</w:t>
      </w:r>
    </w:p>
    <w:p w:rsidR="00B77C08" w:rsidRDefault="00B77C08" w:rsidP="00B77C08">
      <w:r>
        <w:t>377.1101</w:t>
      </w:r>
      <w:r>
        <w:tab/>
        <w:t>4.051e0</w:t>
      </w:r>
    </w:p>
    <w:p w:rsidR="00B77C08" w:rsidRDefault="00B77C08" w:rsidP="00B77C08">
      <w:r>
        <w:t>377.1146</w:t>
      </w:r>
      <w:r>
        <w:tab/>
        <w:t>2.025e0</w:t>
      </w:r>
    </w:p>
    <w:p w:rsidR="00B77C08" w:rsidRDefault="00B77C08" w:rsidP="00B77C08">
      <w:r>
        <w:t>377.1483</w:t>
      </w:r>
      <w:r>
        <w:tab/>
        <w:t>1.013e0</w:t>
      </w:r>
    </w:p>
    <w:p w:rsidR="00B77C08" w:rsidRDefault="00B77C08" w:rsidP="00B77C08">
      <w:r>
        <w:t>377.1757</w:t>
      </w:r>
      <w:r>
        <w:tab/>
        <w:t>1.013e0</w:t>
      </w:r>
    </w:p>
    <w:p w:rsidR="00B77C08" w:rsidRDefault="00B77C08" w:rsidP="00B77C08">
      <w:r>
        <w:t>377.1850</w:t>
      </w:r>
      <w:r>
        <w:tab/>
        <w:t>1.013e0</w:t>
      </w:r>
    </w:p>
    <w:p w:rsidR="00B77C08" w:rsidRDefault="00B77C08" w:rsidP="00B77C08">
      <w:r>
        <w:t>377.2317</w:t>
      </w:r>
      <w:r>
        <w:tab/>
        <w:t>1.013e0</w:t>
      </w:r>
    </w:p>
    <w:p w:rsidR="00B77C08" w:rsidRDefault="00B77C08" w:rsidP="00B77C08">
      <w:r>
        <w:t>377.2416</w:t>
      </w:r>
      <w:r>
        <w:tab/>
        <w:t>2.025e0</w:t>
      </w:r>
    </w:p>
    <w:p w:rsidR="00B77C08" w:rsidRDefault="00B77C08" w:rsidP="00B77C08">
      <w:r>
        <w:t>377.3293</w:t>
      </w:r>
      <w:r>
        <w:tab/>
        <w:t>1.013e0</w:t>
      </w:r>
    </w:p>
    <w:p w:rsidR="00B77C08" w:rsidRDefault="00B77C08" w:rsidP="00B77C08">
      <w:r>
        <w:t>377.3361</w:t>
      </w:r>
      <w:r>
        <w:tab/>
        <w:t>2.025e0</w:t>
      </w:r>
    </w:p>
    <w:p w:rsidR="00B77C08" w:rsidRDefault="00B77C08" w:rsidP="00B77C08">
      <w:r>
        <w:lastRenderedPageBreak/>
        <w:t>377.3568</w:t>
      </w:r>
      <w:r>
        <w:tab/>
        <w:t>1.013e0</w:t>
      </w:r>
    </w:p>
    <w:p w:rsidR="00B77C08" w:rsidRDefault="00B77C08" w:rsidP="00B77C08">
      <w:r>
        <w:t>377.4293</w:t>
      </w:r>
      <w:r>
        <w:tab/>
        <w:t>1.013e0</w:t>
      </w:r>
    </w:p>
    <w:p w:rsidR="00B77C08" w:rsidRDefault="00B77C08" w:rsidP="00B77C08">
      <w:r>
        <w:t>377.5507</w:t>
      </w:r>
      <w:r>
        <w:tab/>
        <w:t>1.013e0</w:t>
      </w:r>
    </w:p>
    <w:p w:rsidR="00B77C08" w:rsidRDefault="00B77C08" w:rsidP="00B77C08">
      <w:r>
        <w:t>377.5882</w:t>
      </w:r>
      <w:r>
        <w:tab/>
        <w:t>2.025e0</w:t>
      </w:r>
    </w:p>
    <w:p w:rsidR="00B77C08" w:rsidRDefault="00B77C08" w:rsidP="00B77C08">
      <w:r>
        <w:t>377.6341</w:t>
      </w:r>
      <w:r>
        <w:tab/>
        <w:t>1.013e0</w:t>
      </w:r>
    </w:p>
    <w:p w:rsidR="00B77C08" w:rsidRDefault="00B77C08" w:rsidP="00B77C08">
      <w:r>
        <w:t>377.6590</w:t>
      </w:r>
      <w:r>
        <w:tab/>
        <w:t>1.013e0</w:t>
      </w:r>
    </w:p>
    <w:p w:rsidR="00B77C08" w:rsidRDefault="00B77C08" w:rsidP="00B77C08">
      <w:r>
        <w:t>377.7259</w:t>
      </w:r>
      <w:r>
        <w:tab/>
        <w:t>2.025e0</w:t>
      </w:r>
    </w:p>
    <w:p w:rsidR="00B77C08" w:rsidRDefault="00B77C08" w:rsidP="00B77C08">
      <w:r>
        <w:t>377.7520</w:t>
      </w:r>
      <w:r>
        <w:tab/>
        <w:t>1.013e0</w:t>
      </w:r>
    </w:p>
    <w:p w:rsidR="00B77C08" w:rsidRDefault="00B77C08" w:rsidP="00B77C08">
      <w:r>
        <w:t>377.7862</w:t>
      </w:r>
      <w:r>
        <w:tab/>
        <w:t>1.013e0</w:t>
      </w:r>
    </w:p>
    <w:p w:rsidR="00B77C08" w:rsidRDefault="00B77C08" w:rsidP="00B77C08">
      <w:r>
        <w:t>377.8259</w:t>
      </w:r>
      <w:r>
        <w:tab/>
        <w:t>1.013e0</w:t>
      </w:r>
    </w:p>
    <w:p w:rsidR="00B77C08" w:rsidRDefault="00B77C08" w:rsidP="00B77C08">
      <w:r>
        <w:t>377.8823</w:t>
      </w:r>
      <w:r>
        <w:tab/>
        <w:t>1.013e0</w:t>
      </w:r>
    </w:p>
    <w:p w:rsidR="00B77C08" w:rsidRDefault="00B77C08" w:rsidP="00B77C08">
      <w:r>
        <w:t>377.9877</w:t>
      </w:r>
      <w:r>
        <w:tab/>
        <w:t>1.013e0</w:t>
      </w:r>
    </w:p>
    <w:p w:rsidR="00B77C08" w:rsidRDefault="00B77C08" w:rsidP="00B77C08">
      <w:r>
        <w:t>378.0408</w:t>
      </w:r>
      <w:r>
        <w:tab/>
        <w:t>2.025e0</w:t>
      </w:r>
    </w:p>
    <w:p w:rsidR="00B77C08" w:rsidRDefault="00B77C08" w:rsidP="00B77C08">
      <w:r>
        <w:t>378.0839</w:t>
      </w:r>
      <w:r>
        <w:tab/>
        <w:t>5.063e0</w:t>
      </w:r>
    </w:p>
    <w:p w:rsidR="00B77C08" w:rsidRDefault="00B77C08" w:rsidP="00B77C08">
      <w:r>
        <w:t>378.1147</w:t>
      </w:r>
      <w:r>
        <w:tab/>
        <w:t>1.013e0</w:t>
      </w:r>
    </w:p>
    <w:p w:rsidR="00B77C08" w:rsidRDefault="00B77C08" w:rsidP="00B77C08">
      <w:r>
        <w:t>378.1342</w:t>
      </w:r>
      <w:r>
        <w:tab/>
        <w:t>1.004e1</w:t>
      </w:r>
    </w:p>
    <w:p w:rsidR="00B77C08" w:rsidRDefault="00B77C08" w:rsidP="00B77C08">
      <w:r>
        <w:t>378.1504</w:t>
      </w:r>
      <w:r>
        <w:tab/>
        <w:t>1.013e0</w:t>
      </w:r>
    </w:p>
    <w:p w:rsidR="00B77C08" w:rsidRDefault="00B77C08" w:rsidP="00B77C08">
      <w:r>
        <w:t>378.1892</w:t>
      </w:r>
      <w:r>
        <w:tab/>
        <w:t>1.013e0</w:t>
      </w:r>
    </w:p>
    <w:p w:rsidR="00B77C08" w:rsidRDefault="00B77C08" w:rsidP="00B77C08">
      <w:r>
        <w:t>378.1924</w:t>
      </w:r>
      <w:r>
        <w:tab/>
        <w:t>2.025e0</w:t>
      </w:r>
    </w:p>
    <w:p w:rsidR="00B77C08" w:rsidRDefault="00B77C08" w:rsidP="00B77C08">
      <w:r>
        <w:lastRenderedPageBreak/>
        <w:t>378.2088</w:t>
      </w:r>
      <w:r>
        <w:tab/>
        <w:t>1.013e0</w:t>
      </w:r>
    </w:p>
    <w:p w:rsidR="00B77C08" w:rsidRDefault="00B77C08" w:rsidP="00B77C08">
      <w:r>
        <w:t>378.2354</w:t>
      </w:r>
      <w:r>
        <w:tab/>
        <w:t>1.013e0</w:t>
      </w:r>
    </w:p>
    <w:p w:rsidR="00B77C08" w:rsidRDefault="00B77C08" w:rsidP="00B77C08">
      <w:r>
        <w:t>378.2760</w:t>
      </w:r>
      <w:r>
        <w:tab/>
        <w:t>1.013e0</w:t>
      </w:r>
    </w:p>
    <w:p w:rsidR="00B77C08" w:rsidRDefault="00B77C08" w:rsidP="00B77C08">
      <w:r>
        <w:t>378.3163</w:t>
      </w:r>
      <w:r>
        <w:tab/>
        <w:t>1.013e0</w:t>
      </w:r>
    </w:p>
    <w:p w:rsidR="00B77C08" w:rsidRDefault="00B77C08" w:rsidP="00B77C08">
      <w:r>
        <w:t>378.3268</w:t>
      </w:r>
      <w:r>
        <w:tab/>
        <w:t>1.013e0</w:t>
      </w:r>
    </w:p>
    <w:p w:rsidR="00B77C08" w:rsidRDefault="00B77C08" w:rsidP="00B77C08">
      <w:r>
        <w:t>378.3754</w:t>
      </w:r>
      <w:r>
        <w:tab/>
        <w:t>2.025e0</w:t>
      </w:r>
    </w:p>
    <w:p w:rsidR="00B77C08" w:rsidRDefault="00B77C08" w:rsidP="00B77C08">
      <w:r>
        <w:t>378.5180</w:t>
      </w:r>
      <w:r>
        <w:tab/>
        <w:t>1.013e0</w:t>
      </w:r>
    </w:p>
    <w:p w:rsidR="00B77C08" w:rsidRDefault="00B77C08" w:rsidP="00B77C08">
      <w:r>
        <w:t>378.5859</w:t>
      </w:r>
      <w:r>
        <w:tab/>
        <w:t>1.013e0</w:t>
      </w:r>
    </w:p>
    <w:p w:rsidR="00B77C08" w:rsidRDefault="00B77C08" w:rsidP="00B77C08">
      <w:r>
        <w:t>378.6167</w:t>
      </w:r>
      <w:r>
        <w:tab/>
        <w:t>1.013e0</w:t>
      </w:r>
    </w:p>
    <w:p w:rsidR="00B77C08" w:rsidRDefault="00B77C08" w:rsidP="00B77C08">
      <w:r>
        <w:t>378.6878</w:t>
      </w:r>
      <w:r>
        <w:tab/>
        <w:t>1.013e0</w:t>
      </w:r>
    </w:p>
    <w:p w:rsidR="00B77C08" w:rsidRDefault="00B77C08" w:rsidP="00B77C08">
      <w:r>
        <w:t>378.7978</w:t>
      </w:r>
      <w:r>
        <w:tab/>
        <w:t>1.013e0</w:t>
      </w:r>
    </w:p>
    <w:p w:rsidR="00B77C08" w:rsidRDefault="00B77C08" w:rsidP="00B77C08">
      <w:r>
        <w:t>378.8275</w:t>
      </w:r>
      <w:r>
        <w:tab/>
        <w:t>1.013e0</w:t>
      </w:r>
    </w:p>
    <w:p w:rsidR="00B77C08" w:rsidRDefault="00B77C08" w:rsidP="00B77C08">
      <w:r>
        <w:t>378.8855</w:t>
      </w:r>
      <w:r>
        <w:tab/>
        <w:t>1.013e0</w:t>
      </w:r>
    </w:p>
    <w:p w:rsidR="00B77C08" w:rsidRDefault="00B77C08" w:rsidP="00B77C08">
      <w:r>
        <w:t>378.9316</w:t>
      </w:r>
      <w:r>
        <w:tab/>
        <w:t>1.013e0</w:t>
      </w:r>
    </w:p>
    <w:p w:rsidR="00B77C08" w:rsidRDefault="00B77C08" w:rsidP="00B77C08">
      <w:r>
        <w:t>378.9956</w:t>
      </w:r>
      <w:r>
        <w:tab/>
        <w:t>1.013e0</w:t>
      </w:r>
    </w:p>
    <w:p w:rsidR="00B77C08" w:rsidRDefault="00B77C08" w:rsidP="00B77C08">
      <w:r>
        <w:t>379.0295</w:t>
      </w:r>
      <w:r>
        <w:tab/>
        <w:t>1.013e0</w:t>
      </w:r>
    </w:p>
    <w:p w:rsidR="00B77C08" w:rsidRDefault="00B77C08" w:rsidP="00B77C08">
      <w:r>
        <w:t>379.0456</w:t>
      </w:r>
      <w:r>
        <w:tab/>
        <w:t>1.013e0</w:t>
      </w:r>
    </w:p>
    <w:p w:rsidR="00B77C08" w:rsidRDefault="00B77C08" w:rsidP="00B77C08">
      <w:r>
        <w:t>379.0910</w:t>
      </w:r>
      <w:r>
        <w:tab/>
        <w:t>1.013e0</w:t>
      </w:r>
    </w:p>
    <w:p w:rsidR="00B77C08" w:rsidRDefault="00B77C08" w:rsidP="00B77C08">
      <w:r>
        <w:t>379.1119</w:t>
      </w:r>
      <w:r>
        <w:tab/>
        <w:t>5.063e0</w:t>
      </w:r>
    </w:p>
    <w:p w:rsidR="00B77C08" w:rsidRDefault="00B77C08" w:rsidP="00B77C08">
      <w:r>
        <w:lastRenderedPageBreak/>
        <w:t>379.1153</w:t>
      </w:r>
      <w:r>
        <w:tab/>
        <w:t>1.114e1</w:t>
      </w:r>
    </w:p>
    <w:p w:rsidR="00B77C08" w:rsidRDefault="00B77C08" w:rsidP="00B77C08">
      <w:r>
        <w:t>379.1294</w:t>
      </w:r>
      <w:r>
        <w:tab/>
        <w:t>1.013e0</w:t>
      </w:r>
    </w:p>
    <w:p w:rsidR="00B77C08" w:rsidRDefault="00B77C08" w:rsidP="00B77C08">
      <w:r>
        <w:t>379.1911</w:t>
      </w:r>
      <w:r>
        <w:tab/>
        <w:t>1.013e0</w:t>
      </w:r>
    </w:p>
    <w:p w:rsidR="00B77C08" w:rsidRDefault="00B77C08" w:rsidP="00B77C08">
      <w:r>
        <w:t>379.2221</w:t>
      </w:r>
      <w:r>
        <w:tab/>
        <w:t>1.013e0</w:t>
      </w:r>
    </w:p>
    <w:p w:rsidR="00B77C08" w:rsidRDefault="00B77C08" w:rsidP="00B77C08">
      <w:r>
        <w:t>379.2265</w:t>
      </w:r>
      <w:r>
        <w:tab/>
        <w:t>4.051e0</w:t>
      </w:r>
    </w:p>
    <w:p w:rsidR="00B77C08" w:rsidRDefault="00B77C08" w:rsidP="00B77C08">
      <w:r>
        <w:t>379.3566</w:t>
      </w:r>
      <w:r>
        <w:tab/>
        <w:t>1.013e0</w:t>
      </w:r>
    </w:p>
    <w:p w:rsidR="00B77C08" w:rsidRDefault="00B77C08" w:rsidP="00B77C08">
      <w:r>
        <w:t>379.3770</w:t>
      </w:r>
      <w:r>
        <w:tab/>
        <w:t>2.025e0</w:t>
      </w:r>
    </w:p>
    <w:p w:rsidR="00B77C08" w:rsidRDefault="00B77C08" w:rsidP="00B77C08">
      <w:r>
        <w:t>379.4488</w:t>
      </w:r>
      <w:r>
        <w:tab/>
        <w:t>1.013e0</w:t>
      </w:r>
    </w:p>
    <w:p w:rsidR="00B77C08" w:rsidRDefault="00B77C08" w:rsidP="00B77C08">
      <w:r>
        <w:t>379.5029</w:t>
      </w:r>
      <w:r>
        <w:tab/>
        <w:t>2.025e0</w:t>
      </w:r>
    </w:p>
    <w:p w:rsidR="00B77C08" w:rsidRDefault="00B77C08" w:rsidP="00B77C08">
      <w:r>
        <w:t>379.5213</w:t>
      </w:r>
      <w:r>
        <w:tab/>
        <w:t>1.013e0</w:t>
      </w:r>
    </w:p>
    <w:p w:rsidR="00B77C08" w:rsidRDefault="00B77C08" w:rsidP="00B77C08">
      <w:r>
        <w:t>379.5750</w:t>
      </w:r>
      <w:r>
        <w:tab/>
        <w:t>1.013e0</w:t>
      </w:r>
    </w:p>
    <w:p w:rsidR="00B77C08" w:rsidRDefault="00B77C08" w:rsidP="00B77C08">
      <w:r>
        <w:t>379.6090</w:t>
      </w:r>
      <w:r>
        <w:tab/>
        <w:t>1.013e0</w:t>
      </w:r>
    </w:p>
    <w:p w:rsidR="00B77C08" w:rsidRDefault="00B77C08" w:rsidP="00B77C08">
      <w:r>
        <w:t>379.6422</w:t>
      </w:r>
      <w:r>
        <w:tab/>
        <w:t>1.013e0</w:t>
      </w:r>
    </w:p>
    <w:p w:rsidR="00B77C08" w:rsidRDefault="00B77C08" w:rsidP="00B77C08">
      <w:r>
        <w:t>379.6466</w:t>
      </w:r>
      <w:r>
        <w:tab/>
        <w:t>1.013e0</w:t>
      </w:r>
    </w:p>
    <w:p w:rsidR="00B77C08" w:rsidRDefault="00B77C08" w:rsidP="00B77C08">
      <w:r>
        <w:t>379.6647</w:t>
      </w:r>
      <w:r>
        <w:tab/>
        <w:t>2.025e0</w:t>
      </w:r>
    </w:p>
    <w:p w:rsidR="00B77C08" w:rsidRDefault="00B77C08" w:rsidP="00B77C08">
      <w:r>
        <w:t>379.6954</w:t>
      </w:r>
      <w:r>
        <w:tab/>
        <w:t>2.025e0</w:t>
      </w:r>
    </w:p>
    <w:p w:rsidR="00B77C08" w:rsidRDefault="00B77C08" w:rsidP="00B77C08">
      <w:r>
        <w:t>379.7094</w:t>
      </w:r>
      <w:r>
        <w:tab/>
        <w:t>1.013e0</w:t>
      </w:r>
    </w:p>
    <w:p w:rsidR="00B77C08" w:rsidRDefault="00B77C08" w:rsidP="00B77C08">
      <w:r>
        <w:t>379.8518</w:t>
      </w:r>
      <w:r>
        <w:tab/>
        <w:t>1.013e0</w:t>
      </w:r>
    </w:p>
    <w:p w:rsidR="00B77C08" w:rsidRDefault="00B77C08" w:rsidP="00B77C08">
      <w:r>
        <w:t>379.8797</w:t>
      </w:r>
      <w:r>
        <w:tab/>
        <w:t>3.038e0</w:t>
      </w:r>
    </w:p>
    <w:p w:rsidR="00B77C08" w:rsidRDefault="00B77C08" w:rsidP="00B77C08">
      <w:r>
        <w:lastRenderedPageBreak/>
        <w:t>379.9058</w:t>
      </w:r>
      <w:r>
        <w:tab/>
        <w:t>1.013e0</w:t>
      </w:r>
    </w:p>
    <w:p w:rsidR="00B77C08" w:rsidRDefault="00B77C08" w:rsidP="00B77C08">
      <w:r>
        <w:t>379.9322</w:t>
      </w:r>
      <w:r>
        <w:tab/>
        <w:t>1.013e0</w:t>
      </w:r>
    </w:p>
    <w:p w:rsidR="00B77C08" w:rsidRDefault="00B77C08" w:rsidP="00B77C08">
      <w:r>
        <w:t>379.9794</w:t>
      </w:r>
      <w:r>
        <w:tab/>
        <w:t>3.038e0</w:t>
      </w:r>
    </w:p>
    <w:p w:rsidR="00B77C08" w:rsidRDefault="00B77C08" w:rsidP="00B77C08">
      <w:r>
        <w:t>380.0033</w:t>
      </w:r>
      <w:r>
        <w:tab/>
        <w:t>1.013e0</w:t>
      </w:r>
    </w:p>
    <w:p w:rsidR="00B77C08" w:rsidRDefault="00B77C08" w:rsidP="00B77C08">
      <w:r>
        <w:t>380.0790</w:t>
      </w:r>
      <w:r>
        <w:tab/>
        <w:t>2.025e0</w:t>
      </w:r>
    </w:p>
    <w:p w:rsidR="00B77C08" w:rsidRDefault="00B77C08" w:rsidP="00B77C08">
      <w:r>
        <w:t>380.0812</w:t>
      </w:r>
      <w:r>
        <w:tab/>
        <w:t>1.013e0</w:t>
      </w:r>
    </w:p>
    <w:p w:rsidR="00B77C08" w:rsidRDefault="00B77C08" w:rsidP="00B77C08">
      <w:r>
        <w:t>380.1259</w:t>
      </w:r>
      <w:r>
        <w:tab/>
        <w:t>4.979e0</w:t>
      </w:r>
    </w:p>
    <w:p w:rsidR="00B77C08" w:rsidRDefault="00B77C08" w:rsidP="00B77C08">
      <w:r>
        <w:t>380.1303</w:t>
      </w:r>
      <w:r>
        <w:tab/>
        <w:t>2.938e0</w:t>
      </w:r>
    </w:p>
    <w:p w:rsidR="00B77C08" w:rsidRDefault="00B77C08" w:rsidP="00B77C08">
      <w:r>
        <w:t>380.1413</w:t>
      </w:r>
      <w:r>
        <w:tab/>
        <w:t>5.883e0</w:t>
      </w:r>
    </w:p>
    <w:p w:rsidR="00B77C08" w:rsidRDefault="00B77C08" w:rsidP="00B77C08">
      <w:r>
        <w:t>380.1724</w:t>
      </w:r>
      <w:r>
        <w:tab/>
        <w:t>3.038e0</w:t>
      </w:r>
    </w:p>
    <w:p w:rsidR="00B77C08" w:rsidRDefault="00B77C08" w:rsidP="00B77C08">
      <w:r>
        <w:t>380.1899</w:t>
      </w:r>
      <w:r>
        <w:tab/>
        <w:t>1.013e0</w:t>
      </w:r>
    </w:p>
    <w:p w:rsidR="00B77C08" w:rsidRDefault="00B77C08" w:rsidP="00B77C08">
      <w:r>
        <w:t>380.2433</w:t>
      </w:r>
      <w:r>
        <w:tab/>
        <w:t>1.013e0</w:t>
      </w:r>
    </w:p>
    <w:p w:rsidR="00B77C08" w:rsidRDefault="00B77C08" w:rsidP="00B77C08">
      <w:r>
        <w:t>380.2642</w:t>
      </w:r>
      <w:r>
        <w:tab/>
        <w:t>1.013e0</w:t>
      </w:r>
    </w:p>
    <w:p w:rsidR="00B77C08" w:rsidRDefault="00B77C08" w:rsidP="00B77C08">
      <w:r>
        <w:t>380.2722</w:t>
      </w:r>
      <w:r>
        <w:tab/>
        <w:t>2.025e0</w:t>
      </w:r>
    </w:p>
    <w:p w:rsidR="00B77C08" w:rsidRDefault="00B77C08" w:rsidP="00B77C08">
      <w:r>
        <w:t>380.3282</w:t>
      </w:r>
      <w:r>
        <w:tab/>
        <w:t>3.874e0</w:t>
      </w:r>
    </w:p>
    <w:p w:rsidR="00B77C08" w:rsidRDefault="00B77C08" w:rsidP="00B77C08">
      <w:r>
        <w:t>380.3361</w:t>
      </w:r>
      <w:r>
        <w:tab/>
        <w:t>1.013e1</w:t>
      </w:r>
    </w:p>
    <w:p w:rsidR="00B77C08" w:rsidRDefault="00B77C08" w:rsidP="00B77C08">
      <w:r>
        <w:t>380.3925</w:t>
      </w:r>
      <w:r>
        <w:tab/>
        <w:t>1.013e0</w:t>
      </w:r>
    </w:p>
    <w:p w:rsidR="00B77C08" w:rsidRDefault="00B77C08" w:rsidP="00B77C08">
      <w:r>
        <w:t>380.4066</w:t>
      </w:r>
      <w:r>
        <w:tab/>
        <w:t>1.013e0</w:t>
      </w:r>
    </w:p>
    <w:p w:rsidR="00B77C08" w:rsidRDefault="00B77C08" w:rsidP="00B77C08">
      <w:r>
        <w:t>380.4457</w:t>
      </w:r>
      <w:r>
        <w:tab/>
        <w:t>1.013e0</w:t>
      </w:r>
    </w:p>
    <w:p w:rsidR="00B77C08" w:rsidRDefault="00B77C08" w:rsidP="00B77C08">
      <w:r>
        <w:lastRenderedPageBreak/>
        <w:t>380.4797</w:t>
      </w:r>
      <w:r>
        <w:tab/>
        <w:t>1.013e0</w:t>
      </w:r>
    </w:p>
    <w:p w:rsidR="00B77C08" w:rsidRDefault="00B77C08" w:rsidP="00B77C08">
      <w:r>
        <w:t>380.5000</w:t>
      </w:r>
      <w:r>
        <w:tab/>
        <w:t>1.013e0</w:t>
      </w:r>
    </w:p>
    <w:p w:rsidR="00B77C08" w:rsidRDefault="00B77C08" w:rsidP="00B77C08">
      <w:r>
        <w:t>380.5662</w:t>
      </w:r>
      <w:r>
        <w:tab/>
        <w:t>2.025e0</w:t>
      </w:r>
    </w:p>
    <w:p w:rsidR="00B77C08" w:rsidRDefault="00B77C08" w:rsidP="00B77C08">
      <w:r>
        <w:t>380.6554</w:t>
      </w:r>
      <w:r>
        <w:tab/>
        <w:t>1.013e0</w:t>
      </w:r>
    </w:p>
    <w:p w:rsidR="00B77C08" w:rsidRDefault="00B77C08" w:rsidP="00B77C08">
      <w:r>
        <w:t>380.7391</w:t>
      </w:r>
      <w:r>
        <w:tab/>
        <w:t>1.013e0</w:t>
      </w:r>
    </w:p>
    <w:p w:rsidR="00B77C08" w:rsidRDefault="00B77C08" w:rsidP="00B77C08">
      <w:r>
        <w:t>380.7501</w:t>
      </w:r>
      <w:r>
        <w:tab/>
        <w:t>1.013e0</w:t>
      </w:r>
    </w:p>
    <w:p w:rsidR="00B77C08" w:rsidRDefault="00B77C08" w:rsidP="00B77C08">
      <w:r>
        <w:t>380.8109</w:t>
      </w:r>
      <w:r>
        <w:tab/>
        <w:t>1.013e0</w:t>
      </w:r>
    </w:p>
    <w:p w:rsidR="00B77C08" w:rsidRDefault="00B77C08" w:rsidP="00B77C08">
      <w:r>
        <w:t>380.8705</w:t>
      </w:r>
      <w:r>
        <w:tab/>
        <w:t>3.038e0</w:t>
      </w:r>
    </w:p>
    <w:p w:rsidR="00B77C08" w:rsidRDefault="00B77C08" w:rsidP="00B77C08">
      <w:r>
        <w:t>380.8785</w:t>
      </w:r>
      <w:r>
        <w:tab/>
        <w:t>1.013e0</w:t>
      </w:r>
    </w:p>
    <w:p w:rsidR="00B77C08" w:rsidRDefault="00B77C08" w:rsidP="00B77C08">
      <w:r>
        <w:t>380.9114</w:t>
      </w:r>
      <w:r>
        <w:tab/>
        <w:t>2.025e0</w:t>
      </w:r>
    </w:p>
    <w:p w:rsidR="00B77C08" w:rsidRDefault="00B77C08" w:rsidP="00B77C08">
      <w:r>
        <w:t>380.9333</w:t>
      </w:r>
      <w:r>
        <w:tab/>
        <w:t>1.013e0</w:t>
      </w:r>
    </w:p>
    <w:p w:rsidR="00B77C08" w:rsidRDefault="00B77C08" w:rsidP="00B77C08">
      <w:r>
        <w:t>380.9462</w:t>
      </w:r>
      <w:r>
        <w:tab/>
        <w:t>1.013e0</w:t>
      </w:r>
    </w:p>
    <w:p w:rsidR="00B77C08" w:rsidRDefault="00B77C08" w:rsidP="00B77C08">
      <w:r>
        <w:t>381.0464</w:t>
      </w:r>
      <w:r>
        <w:tab/>
        <w:t>1.013e0</w:t>
      </w:r>
    </w:p>
    <w:p w:rsidR="00B77C08" w:rsidRDefault="00B77C08" w:rsidP="00B77C08">
      <w:r>
        <w:t>381.1183</w:t>
      </w:r>
      <w:r>
        <w:tab/>
        <w:t>2.025e0</w:t>
      </w:r>
    </w:p>
    <w:p w:rsidR="00B77C08" w:rsidRDefault="00B77C08" w:rsidP="00B77C08">
      <w:r>
        <w:t>381.1566</w:t>
      </w:r>
      <w:r>
        <w:tab/>
        <w:t>2.025e0</w:t>
      </w:r>
    </w:p>
    <w:p w:rsidR="00B77C08" w:rsidRDefault="00B77C08" w:rsidP="00B77C08">
      <w:r>
        <w:t>381.1762</w:t>
      </w:r>
      <w:r>
        <w:tab/>
        <w:t>1.013e0</w:t>
      </w:r>
    </w:p>
    <w:p w:rsidR="00B77C08" w:rsidRDefault="00B77C08" w:rsidP="00B77C08">
      <w:r>
        <w:t>381.1898</w:t>
      </w:r>
      <w:r>
        <w:tab/>
        <w:t>1.013e0</w:t>
      </w:r>
    </w:p>
    <w:p w:rsidR="00B77C08" w:rsidRDefault="00B77C08" w:rsidP="00B77C08">
      <w:r>
        <w:t>381.2372</w:t>
      </w:r>
      <w:r>
        <w:tab/>
        <w:t>1.013e0</w:t>
      </w:r>
    </w:p>
    <w:p w:rsidR="00B77C08" w:rsidRDefault="00B77C08" w:rsidP="00B77C08">
      <w:r>
        <w:t>381.2521</w:t>
      </w:r>
      <w:r>
        <w:tab/>
        <w:t>1.013e0</w:t>
      </w:r>
    </w:p>
    <w:p w:rsidR="00B77C08" w:rsidRDefault="00B77C08" w:rsidP="00B77C08">
      <w:r>
        <w:lastRenderedPageBreak/>
        <w:t>381.2581</w:t>
      </w:r>
      <w:r>
        <w:tab/>
        <w:t>1.013e0</w:t>
      </w:r>
    </w:p>
    <w:p w:rsidR="00B77C08" w:rsidRDefault="00B77C08" w:rsidP="00B77C08">
      <w:r>
        <w:t>381.2966</w:t>
      </w:r>
      <w:r>
        <w:tab/>
        <w:t>4.051e0</w:t>
      </w:r>
    </w:p>
    <w:p w:rsidR="00B77C08" w:rsidRDefault="00B77C08" w:rsidP="00B77C08">
      <w:r>
        <w:t>381.3371</w:t>
      </w:r>
      <w:r>
        <w:tab/>
        <w:t>4.051e0</w:t>
      </w:r>
    </w:p>
    <w:p w:rsidR="00B77C08" w:rsidRDefault="00B77C08" w:rsidP="00B77C08">
      <w:r>
        <w:t>381.3471</w:t>
      </w:r>
      <w:r>
        <w:tab/>
        <w:t>2.025e0</w:t>
      </w:r>
    </w:p>
    <w:p w:rsidR="00B77C08" w:rsidRDefault="00B77C08" w:rsidP="00B77C08">
      <w:r>
        <w:t>381.4334</w:t>
      </w:r>
      <w:r>
        <w:tab/>
        <w:t>4.051e0</w:t>
      </w:r>
    </w:p>
    <w:p w:rsidR="00B77C08" w:rsidRDefault="00B77C08" w:rsidP="00B77C08">
      <w:r>
        <w:t>381.4606</w:t>
      </w:r>
      <w:r>
        <w:tab/>
        <w:t>1.013e0</w:t>
      </w:r>
    </w:p>
    <w:p w:rsidR="00B77C08" w:rsidRDefault="00B77C08" w:rsidP="00B77C08">
      <w:r>
        <w:t>381.5347</w:t>
      </w:r>
      <w:r>
        <w:tab/>
        <w:t>1.013e0</w:t>
      </w:r>
    </w:p>
    <w:p w:rsidR="00B77C08" w:rsidRDefault="00B77C08" w:rsidP="00B77C08">
      <w:r>
        <w:t>381.5428</w:t>
      </w:r>
      <w:r>
        <w:tab/>
        <w:t>1.013e0</w:t>
      </w:r>
    </w:p>
    <w:p w:rsidR="00B77C08" w:rsidRDefault="00B77C08" w:rsidP="00B77C08">
      <w:r>
        <w:t>381.5853</w:t>
      </w:r>
      <w:r>
        <w:tab/>
        <w:t>1.013e0</w:t>
      </w:r>
    </w:p>
    <w:p w:rsidR="00B77C08" w:rsidRDefault="00B77C08" w:rsidP="00B77C08">
      <w:r>
        <w:t>381.6019</w:t>
      </w:r>
      <w:r>
        <w:tab/>
        <w:t>1.013e0</w:t>
      </w:r>
    </w:p>
    <w:p w:rsidR="00B77C08" w:rsidRDefault="00B77C08" w:rsidP="00B77C08">
      <w:r>
        <w:t>381.6737</w:t>
      </w:r>
      <w:r>
        <w:tab/>
        <w:t>1.013e0</w:t>
      </w:r>
    </w:p>
    <w:p w:rsidR="00B77C08" w:rsidRDefault="00B77C08" w:rsidP="00B77C08">
      <w:r>
        <w:t>381.6842</w:t>
      </w:r>
      <w:r>
        <w:tab/>
        <w:t>1.013e0</w:t>
      </w:r>
    </w:p>
    <w:p w:rsidR="00B77C08" w:rsidRDefault="00B77C08" w:rsidP="00B77C08">
      <w:r>
        <w:t>381.6942</w:t>
      </w:r>
      <w:r>
        <w:tab/>
        <w:t>1.013e0</w:t>
      </w:r>
    </w:p>
    <w:p w:rsidR="00B77C08" w:rsidRDefault="00B77C08" w:rsidP="00B77C08">
      <w:r>
        <w:t>381.7548</w:t>
      </w:r>
      <w:r>
        <w:tab/>
        <w:t>3.038e0</w:t>
      </w:r>
    </w:p>
    <w:p w:rsidR="00B77C08" w:rsidRDefault="00B77C08" w:rsidP="00B77C08">
      <w:r>
        <w:t>381.8036</w:t>
      </w:r>
      <w:r>
        <w:tab/>
        <w:t>1.013e0</w:t>
      </w:r>
    </w:p>
    <w:p w:rsidR="00B77C08" w:rsidRDefault="00B77C08" w:rsidP="00B77C08">
      <w:r>
        <w:t>382.0441</w:t>
      </w:r>
      <w:r>
        <w:tab/>
        <w:t>1.013e0</w:t>
      </w:r>
    </w:p>
    <w:p w:rsidR="00B77C08" w:rsidRDefault="00B77C08" w:rsidP="00B77C08">
      <w:r>
        <w:t>382.0977</w:t>
      </w:r>
      <w:r>
        <w:tab/>
        <w:t>1.013e0</w:t>
      </w:r>
    </w:p>
    <w:p w:rsidR="00B77C08" w:rsidRDefault="00B77C08" w:rsidP="00B77C08">
      <w:r>
        <w:t>382.1248</w:t>
      </w:r>
      <w:r>
        <w:tab/>
        <w:t>1.013e0</w:t>
      </w:r>
    </w:p>
    <w:p w:rsidR="00B77C08" w:rsidRDefault="00B77C08" w:rsidP="00B77C08">
      <w:r>
        <w:t>382.1472</w:t>
      </w:r>
      <w:r>
        <w:tab/>
        <w:t>5.063e0</w:t>
      </w:r>
    </w:p>
    <w:p w:rsidR="00B77C08" w:rsidRDefault="00B77C08" w:rsidP="00B77C08">
      <w:r>
        <w:lastRenderedPageBreak/>
        <w:t>382.1843</w:t>
      </w:r>
      <w:r>
        <w:tab/>
        <w:t>3.038e0</w:t>
      </w:r>
    </w:p>
    <w:p w:rsidR="00B77C08" w:rsidRDefault="00B77C08" w:rsidP="00B77C08">
      <w:r>
        <w:t>382.2130</w:t>
      </w:r>
      <w:r>
        <w:tab/>
        <w:t>1.013e0</w:t>
      </w:r>
    </w:p>
    <w:p w:rsidR="00B77C08" w:rsidRDefault="00B77C08" w:rsidP="00B77C08">
      <w:r>
        <w:t>382.2204</w:t>
      </w:r>
      <w:r>
        <w:tab/>
        <w:t>1.013e0</w:t>
      </w:r>
    </w:p>
    <w:p w:rsidR="00B77C08" w:rsidRDefault="00B77C08" w:rsidP="00B77C08">
      <w:r>
        <w:t>382.2809</w:t>
      </w:r>
      <w:r>
        <w:tab/>
        <w:t>1.013e0</w:t>
      </w:r>
    </w:p>
    <w:p w:rsidR="00B77C08" w:rsidRDefault="00B77C08" w:rsidP="00B77C08">
      <w:r>
        <w:t>382.2959</w:t>
      </w:r>
      <w:r>
        <w:tab/>
        <w:t>1.013e0</w:t>
      </w:r>
    </w:p>
    <w:p w:rsidR="00B77C08" w:rsidRDefault="00B77C08" w:rsidP="00B77C08">
      <w:r>
        <w:t>382.3318</w:t>
      </w:r>
      <w:r>
        <w:tab/>
        <w:t>2.025e0</w:t>
      </w:r>
    </w:p>
    <w:p w:rsidR="00B77C08" w:rsidRDefault="00B77C08" w:rsidP="00B77C08">
      <w:r>
        <w:t>382.3382</w:t>
      </w:r>
      <w:r>
        <w:tab/>
        <w:t>1.013e0</w:t>
      </w:r>
    </w:p>
    <w:p w:rsidR="00B77C08" w:rsidRDefault="00B77C08" w:rsidP="00B77C08">
      <w:r>
        <w:t>382.4344</w:t>
      </w:r>
      <w:r>
        <w:tab/>
        <w:t>2.025e0</w:t>
      </w:r>
    </w:p>
    <w:p w:rsidR="00B77C08" w:rsidRDefault="00B77C08" w:rsidP="00B77C08">
      <w:r>
        <w:t>382.4777</w:t>
      </w:r>
      <w:r>
        <w:tab/>
        <w:t>1.013e0</w:t>
      </w:r>
    </w:p>
    <w:p w:rsidR="00B77C08" w:rsidRDefault="00B77C08" w:rsidP="00B77C08">
      <w:r>
        <w:t>382.5785</w:t>
      </w:r>
      <w:r>
        <w:tab/>
        <w:t>1.013e0</w:t>
      </w:r>
    </w:p>
    <w:p w:rsidR="00B77C08" w:rsidRDefault="00B77C08" w:rsidP="00B77C08">
      <w:r>
        <w:t>382.6821</w:t>
      </w:r>
      <w:r>
        <w:tab/>
        <w:t>1.013e0</w:t>
      </w:r>
    </w:p>
    <w:p w:rsidR="00B77C08" w:rsidRDefault="00B77C08" w:rsidP="00B77C08">
      <w:r>
        <w:t>382.6896</w:t>
      </w:r>
      <w:r>
        <w:tab/>
        <w:t>2.025e0</w:t>
      </w:r>
    </w:p>
    <w:p w:rsidR="00B77C08" w:rsidRDefault="00B77C08" w:rsidP="00B77C08">
      <w:r>
        <w:t>382.8989</w:t>
      </w:r>
      <w:r>
        <w:tab/>
        <w:t>1.013e0</w:t>
      </w:r>
    </w:p>
    <w:p w:rsidR="00B77C08" w:rsidRDefault="00B77C08" w:rsidP="00B77C08">
      <w:r>
        <w:t>382.9115</w:t>
      </w:r>
      <w:r>
        <w:tab/>
        <w:t>2.025e0</w:t>
      </w:r>
    </w:p>
    <w:p w:rsidR="00B77C08" w:rsidRDefault="00B77C08" w:rsidP="00B77C08">
      <w:r>
        <w:t>382.9402</w:t>
      </w:r>
      <w:r>
        <w:tab/>
        <w:t>2.025e0</w:t>
      </w:r>
    </w:p>
    <w:p w:rsidR="00B77C08" w:rsidRDefault="00B77C08" w:rsidP="00B77C08">
      <w:r>
        <w:t>382.9940</w:t>
      </w:r>
      <w:r>
        <w:tab/>
        <w:t>1.013e0</w:t>
      </w:r>
    </w:p>
    <w:p w:rsidR="00B77C08" w:rsidRDefault="00B77C08" w:rsidP="00B77C08">
      <w:r>
        <w:t>383.0620</w:t>
      </w:r>
      <w:r>
        <w:tab/>
        <w:t>1.013e0</w:t>
      </w:r>
    </w:p>
    <w:p w:rsidR="00B77C08" w:rsidRDefault="00B77C08" w:rsidP="00B77C08">
      <w:r>
        <w:t>383.1238</w:t>
      </w:r>
      <w:r>
        <w:tab/>
        <w:t>1.013e0</w:t>
      </w:r>
    </w:p>
    <w:p w:rsidR="00B77C08" w:rsidRDefault="00B77C08" w:rsidP="00B77C08">
      <w:r>
        <w:t>383.1563</w:t>
      </w:r>
      <w:r>
        <w:tab/>
        <w:t>4.051e0</w:t>
      </w:r>
    </w:p>
    <w:p w:rsidR="00B77C08" w:rsidRDefault="00B77C08" w:rsidP="00B77C08">
      <w:r>
        <w:lastRenderedPageBreak/>
        <w:t>383.1599</w:t>
      </w:r>
      <w:r>
        <w:tab/>
        <w:t>1.013e0</w:t>
      </w:r>
    </w:p>
    <w:p w:rsidR="00B77C08" w:rsidRDefault="00B77C08" w:rsidP="00B77C08">
      <w:r>
        <w:t>383.1731</w:t>
      </w:r>
      <w:r>
        <w:tab/>
        <w:t>2.025e0</w:t>
      </w:r>
    </w:p>
    <w:p w:rsidR="00B77C08" w:rsidRDefault="00B77C08" w:rsidP="00B77C08">
      <w:r>
        <w:t>383.2227</w:t>
      </w:r>
      <w:r>
        <w:tab/>
        <w:t>3.038e0</w:t>
      </w:r>
    </w:p>
    <w:p w:rsidR="00B77C08" w:rsidRDefault="00B77C08" w:rsidP="00B77C08">
      <w:r>
        <w:t>383.2309</w:t>
      </w:r>
      <w:r>
        <w:tab/>
        <w:t>6.076e0</w:t>
      </w:r>
    </w:p>
    <w:p w:rsidR="00B77C08" w:rsidRDefault="00B77C08" w:rsidP="00B77C08">
      <w:r>
        <w:t>383.2333</w:t>
      </w:r>
      <w:r>
        <w:tab/>
        <w:t>2.025e0</w:t>
      </w:r>
    </w:p>
    <w:p w:rsidR="00B77C08" w:rsidRDefault="00B77C08" w:rsidP="00B77C08">
      <w:r>
        <w:t>383.2768</w:t>
      </w:r>
      <w:r>
        <w:tab/>
        <w:t>2.025e0</w:t>
      </w:r>
    </w:p>
    <w:p w:rsidR="00B77C08" w:rsidRDefault="00B77C08" w:rsidP="00B77C08">
      <w:r>
        <w:t>383.3000</w:t>
      </w:r>
      <w:r>
        <w:tab/>
        <w:t>1.013e0</w:t>
      </w:r>
    </w:p>
    <w:p w:rsidR="00B77C08" w:rsidRDefault="00B77C08" w:rsidP="00B77C08">
      <w:r>
        <w:t>383.3323</w:t>
      </w:r>
      <w:r>
        <w:tab/>
        <w:t>1.013e0</w:t>
      </w:r>
    </w:p>
    <w:p w:rsidR="00B77C08" w:rsidRDefault="00B77C08" w:rsidP="00B77C08">
      <w:r>
        <w:t>383.3476</w:t>
      </w:r>
      <w:r>
        <w:tab/>
        <w:t>1.013e0</w:t>
      </w:r>
    </w:p>
    <w:p w:rsidR="00B77C08" w:rsidRDefault="00B77C08" w:rsidP="00B77C08">
      <w:r>
        <w:t>383.4927</w:t>
      </w:r>
      <w:r>
        <w:tab/>
        <w:t>1.013e0</w:t>
      </w:r>
    </w:p>
    <w:p w:rsidR="00B77C08" w:rsidRDefault="00B77C08" w:rsidP="00B77C08">
      <w:r>
        <w:t>383.5926</w:t>
      </w:r>
      <w:r>
        <w:tab/>
        <w:t>1.013e0</w:t>
      </w:r>
    </w:p>
    <w:p w:rsidR="00B77C08" w:rsidRDefault="00B77C08" w:rsidP="00B77C08">
      <w:r>
        <w:t>383.6869</w:t>
      </w:r>
      <w:r>
        <w:tab/>
        <w:t>1.013e0</w:t>
      </w:r>
    </w:p>
    <w:p w:rsidR="00B77C08" w:rsidRDefault="00B77C08" w:rsidP="00B77C08">
      <w:r>
        <w:t>383.6910</w:t>
      </w:r>
      <w:r>
        <w:tab/>
        <w:t>2.025e0</w:t>
      </w:r>
    </w:p>
    <w:p w:rsidR="00B77C08" w:rsidRDefault="00B77C08" w:rsidP="00B77C08">
      <w:r>
        <w:t>383.7787</w:t>
      </w:r>
      <w:r>
        <w:tab/>
        <w:t>1.013e0</w:t>
      </w:r>
    </w:p>
    <w:p w:rsidR="00B77C08" w:rsidRDefault="00B77C08" w:rsidP="00B77C08">
      <w:r>
        <w:t>383.8792</w:t>
      </w:r>
      <w:r>
        <w:tab/>
        <w:t>1.013e0</w:t>
      </w:r>
    </w:p>
    <w:p w:rsidR="00B77C08" w:rsidRDefault="00B77C08" w:rsidP="00B77C08">
      <w:r>
        <w:t>383.9190</w:t>
      </w:r>
      <w:r>
        <w:tab/>
        <w:t>2.025e0</w:t>
      </w:r>
    </w:p>
    <w:p w:rsidR="00B77C08" w:rsidRDefault="00B77C08" w:rsidP="00B77C08">
      <w:r>
        <w:t>383.9327</w:t>
      </w:r>
      <w:r>
        <w:tab/>
        <w:t>3.038e0</w:t>
      </w:r>
    </w:p>
    <w:p w:rsidR="00B77C08" w:rsidRDefault="00B77C08" w:rsidP="00B77C08">
      <w:r>
        <w:t>383.9771</w:t>
      </w:r>
      <w:r>
        <w:tab/>
        <w:t>2.025e0</w:t>
      </w:r>
    </w:p>
    <w:p w:rsidR="00B77C08" w:rsidRDefault="00B77C08" w:rsidP="00B77C08">
      <w:r>
        <w:t>384.0343</w:t>
      </w:r>
      <w:r>
        <w:tab/>
        <w:t>2.025e0</w:t>
      </w:r>
    </w:p>
    <w:p w:rsidR="00B77C08" w:rsidRDefault="00B77C08" w:rsidP="00B77C08">
      <w:r>
        <w:lastRenderedPageBreak/>
        <w:t>384.0654</w:t>
      </w:r>
      <w:r>
        <w:tab/>
        <w:t>1.013e0</w:t>
      </w:r>
    </w:p>
    <w:p w:rsidR="00B77C08" w:rsidRDefault="00B77C08" w:rsidP="00B77C08">
      <w:r>
        <w:t>384.0768</w:t>
      </w:r>
      <w:r>
        <w:tab/>
        <w:t>1.013e0</w:t>
      </w:r>
    </w:p>
    <w:p w:rsidR="00B77C08" w:rsidRDefault="00B77C08" w:rsidP="00B77C08">
      <w:r>
        <w:t>384.1115</w:t>
      </w:r>
      <w:r>
        <w:tab/>
        <w:t>1.013e0</w:t>
      </w:r>
    </w:p>
    <w:p w:rsidR="00B77C08" w:rsidRDefault="00B77C08" w:rsidP="00B77C08">
      <w:r>
        <w:t>384.1500</w:t>
      </w:r>
      <w:r>
        <w:tab/>
        <w:t>1.013e0</w:t>
      </w:r>
    </w:p>
    <w:p w:rsidR="00B77C08" w:rsidRDefault="00B77C08" w:rsidP="00B77C08">
      <w:r>
        <w:t>384.1561</w:t>
      </w:r>
      <w:r>
        <w:tab/>
        <w:t>2.025e0</w:t>
      </w:r>
    </w:p>
    <w:p w:rsidR="00B77C08" w:rsidRDefault="00B77C08" w:rsidP="00B77C08">
      <w:r>
        <w:t>384.2086</w:t>
      </w:r>
      <w:r>
        <w:tab/>
        <w:t>4.051e0</w:t>
      </w:r>
    </w:p>
    <w:p w:rsidR="00B77C08" w:rsidRDefault="00B77C08" w:rsidP="00B77C08">
      <w:r>
        <w:t>384.2179</w:t>
      </w:r>
      <w:r>
        <w:tab/>
        <w:t>1.013e0</w:t>
      </w:r>
    </w:p>
    <w:p w:rsidR="00B77C08" w:rsidRDefault="00B77C08" w:rsidP="00B77C08">
      <w:r>
        <w:t>384.2345</w:t>
      </w:r>
      <w:r>
        <w:tab/>
        <w:t>2.025e0</w:t>
      </w:r>
    </w:p>
    <w:p w:rsidR="00B77C08" w:rsidRDefault="00B77C08" w:rsidP="00B77C08">
      <w:r>
        <w:t>384.2739</w:t>
      </w:r>
      <w:r>
        <w:tab/>
        <w:t>1.013e0</w:t>
      </w:r>
    </w:p>
    <w:p w:rsidR="00B77C08" w:rsidRDefault="00B77C08" w:rsidP="00B77C08">
      <w:r>
        <w:t>384.2813</w:t>
      </w:r>
      <w:r>
        <w:tab/>
        <w:t>1.013e0</w:t>
      </w:r>
    </w:p>
    <w:p w:rsidR="00B77C08" w:rsidRDefault="00B77C08" w:rsidP="00B77C08">
      <w:r>
        <w:t>384.3103</w:t>
      </w:r>
      <w:r>
        <w:tab/>
        <w:t>1.013e0</w:t>
      </w:r>
    </w:p>
    <w:p w:rsidR="00B77C08" w:rsidRDefault="00B77C08" w:rsidP="00B77C08">
      <w:r>
        <w:t>384.3309</w:t>
      </w:r>
      <w:r>
        <w:tab/>
        <w:t>1.013e0</w:t>
      </w:r>
    </w:p>
    <w:p w:rsidR="00B77C08" w:rsidRDefault="00B77C08" w:rsidP="00B77C08">
      <w:r>
        <w:t>384.3420</w:t>
      </w:r>
      <w:r>
        <w:tab/>
        <w:t>1.013e0</w:t>
      </w:r>
    </w:p>
    <w:p w:rsidR="00B77C08" w:rsidRDefault="00B77C08" w:rsidP="00B77C08">
      <w:r>
        <w:t>384.3631</w:t>
      </w:r>
      <w:r>
        <w:tab/>
        <w:t>1.013e0</w:t>
      </w:r>
    </w:p>
    <w:p w:rsidR="00B77C08" w:rsidRDefault="00B77C08" w:rsidP="00B77C08">
      <w:r>
        <w:t>384.4313</w:t>
      </w:r>
      <w:r>
        <w:tab/>
        <w:t>1.013e0</w:t>
      </w:r>
    </w:p>
    <w:p w:rsidR="00B77C08" w:rsidRDefault="00B77C08" w:rsidP="00B77C08">
      <w:r>
        <w:t>384.5258</w:t>
      </w:r>
      <w:r>
        <w:tab/>
        <w:t>1.013e0</w:t>
      </w:r>
    </w:p>
    <w:p w:rsidR="00B77C08" w:rsidRDefault="00B77C08" w:rsidP="00B77C08">
      <w:r>
        <w:t>384.5603</w:t>
      </w:r>
      <w:r>
        <w:tab/>
        <w:t>1.013e0</w:t>
      </w:r>
    </w:p>
    <w:p w:rsidR="00B77C08" w:rsidRDefault="00B77C08" w:rsidP="00B77C08">
      <w:r>
        <w:t>384.6143</w:t>
      </w:r>
      <w:r>
        <w:tab/>
        <w:t>1.013e0</w:t>
      </w:r>
    </w:p>
    <w:p w:rsidR="00B77C08" w:rsidRDefault="00B77C08" w:rsidP="00B77C08">
      <w:r>
        <w:t>384.6810</w:t>
      </w:r>
      <w:r>
        <w:tab/>
        <w:t>1.013e0</w:t>
      </w:r>
    </w:p>
    <w:p w:rsidR="00B77C08" w:rsidRDefault="00B77C08" w:rsidP="00B77C08">
      <w:r>
        <w:lastRenderedPageBreak/>
        <w:t>384.7377</w:t>
      </w:r>
      <w:r>
        <w:tab/>
        <w:t>1.013e0</w:t>
      </w:r>
    </w:p>
    <w:p w:rsidR="00B77C08" w:rsidRDefault="00B77C08" w:rsidP="00B77C08">
      <w:r>
        <w:t>384.7484</w:t>
      </w:r>
      <w:r>
        <w:tab/>
        <w:t>1.013e0</w:t>
      </w:r>
    </w:p>
    <w:p w:rsidR="00B77C08" w:rsidRDefault="00B77C08" w:rsidP="00B77C08">
      <w:r>
        <w:t>384.7787</w:t>
      </w:r>
      <w:r>
        <w:tab/>
        <w:t>1.013e0</w:t>
      </w:r>
    </w:p>
    <w:p w:rsidR="00B77C08" w:rsidRDefault="00B77C08" w:rsidP="00B77C08">
      <w:r>
        <w:t>384.8158</w:t>
      </w:r>
      <w:r>
        <w:tab/>
        <w:t>1.013e0</w:t>
      </w:r>
    </w:p>
    <w:p w:rsidR="00B77C08" w:rsidRDefault="00B77C08" w:rsidP="00B77C08">
      <w:r>
        <w:t>384.8832</w:t>
      </w:r>
      <w:r>
        <w:tab/>
        <w:t>1.013e0</w:t>
      </w:r>
    </w:p>
    <w:p w:rsidR="00B77C08" w:rsidRDefault="00B77C08" w:rsidP="00B77C08">
      <w:r>
        <w:t>384.9084</w:t>
      </w:r>
      <w:r>
        <w:tab/>
        <w:t>1.013e0</w:t>
      </w:r>
    </w:p>
    <w:p w:rsidR="00B77C08" w:rsidRDefault="00B77C08" w:rsidP="00B77C08">
      <w:r>
        <w:t>384.9152</w:t>
      </w:r>
      <w:r>
        <w:tab/>
        <w:t>1.013e0</w:t>
      </w:r>
    </w:p>
    <w:p w:rsidR="00B77C08" w:rsidRDefault="00B77C08" w:rsidP="00B77C08">
      <w:r>
        <w:t>384.9835</w:t>
      </w:r>
      <w:r>
        <w:tab/>
        <w:t>1.013e0</w:t>
      </w:r>
    </w:p>
    <w:p w:rsidR="00B77C08" w:rsidRDefault="00B77C08" w:rsidP="00B77C08">
      <w:r>
        <w:t>384.9929</w:t>
      </w:r>
      <w:r>
        <w:tab/>
        <w:t>1.013e0</w:t>
      </w:r>
    </w:p>
    <w:p w:rsidR="00B77C08" w:rsidRDefault="00B77C08" w:rsidP="00B77C08">
      <w:r>
        <w:t>385.0295</w:t>
      </w:r>
      <w:r>
        <w:tab/>
        <w:t>3.038e0</w:t>
      </w:r>
    </w:p>
    <w:p w:rsidR="00B77C08" w:rsidRDefault="00B77C08" w:rsidP="00B77C08">
      <w:r>
        <w:t>385.0396</w:t>
      </w:r>
      <w:r>
        <w:tab/>
        <w:t>1.013e0</w:t>
      </w:r>
    </w:p>
    <w:p w:rsidR="00B77C08" w:rsidRDefault="00B77C08" w:rsidP="00B77C08">
      <w:r>
        <w:t>385.0815</w:t>
      </w:r>
      <w:r>
        <w:tab/>
        <w:t>2.025e0</w:t>
      </w:r>
    </w:p>
    <w:p w:rsidR="00B77C08" w:rsidRDefault="00B77C08" w:rsidP="00B77C08">
      <w:r>
        <w:t>385.0963</w:t>
      </w:r>
      <w:r>
        <w:tab/>
        <w:t>3.038e0</w:t>
      </w:r>
    </w:p>
    <w:p w:rsidR="00B77C08" w:rsidRDefault="00B77C08" w:rsidP="00B77C08">
      <w:r>
        <w:t>385.1167</w:t>
      </w:r>
      <w:r>
        <w:tab/>
        <w:t>2.025e0</w:t>
      </w:r>
    </w:p>
    <w:p w:rsidR="00B77C08" w:rsidRDefault="00B77C08" w:rsidP="00B77C08">
      <w:r>
        <w:t>385.1412</w:t>
      </w:r>
      <w:r>
        <w:tab/>
        <w:t>3.038e0</w:t>
      </w:r>
    </w:p>
    <w:p w:rsidR="00B77C08" w:rsidRDefault="00B77C08" w:rsidP="00B77C08">
      <w:r>
        <w:t>385.1918</w:t>
      </w:r>
      <w:r>
        <w:tab/>
        <w:t>1.013e0</w:t>
      </w:r>
    </w:p>
    <w:p w:rsidR="00B77C08" w:rsidRDefault="00B77C08" w:rsidP="00B77C08">
      <w:r>
        <w:t>385.2294</w:t>
      </w:r>
      <w:r>
        <w:tab/>
        <w:t>1.013e0</w:t>
      </w:r>
    </w:p>
    <w:p w:rsidR="00B77C08" w:rsidRDefault="00B77C08" w:rsidP="00B77C08">
      <w:r>
        <w:t>385.2861</w:t>
      </w:r>
      <w:r>
        <w:tab/>
        <w:t>7.089e0</w:t>
      </w:r>
    </w:p>
    <w:p w:rsidR="00B77C08" w:rsidRDefault="00B77C08" w:rsidP="00B77C08">
      <w:r>
        <w:t>385.2904</w:t>
      </w:r>
      <w:r>
        <w:tab/>
        <w:t>3.038e0</w:t>
      </w:r>
    </w:p>
    <w:p w:rsidR="00B77C08" w:rsidRDefault="00B77C08" w:rsidP="00B77C08">
      <w:r>
        <w:lastRenderedPageBreak/>
        <w:t>385.2960</w:t>
      </w:r>
      <w:r>
        <w:tab/>
        <w:t>4.051e0</w:t>
      </w:r>
    </w:p>
    <w:p w:rsidR="00B77C08" w:rsidRDefault="00B77C08" w:rsidP="00B77C08">
      <w:r>
        <w:t>385.3259</w:t>
      </w:r>
      <w:r>
        <w:tab/>
        <w:t>3.038e0</w:t>
      </w:r>
    </w:p>
    <w:p w:rsidR="00B77C08" w:rsidRDefault="00B77C08" w:rsidP="00B77C08">
      <w:r>
        <w:t>385.3379</w:t>
      </w:r>
      <w:r>
        <w:tab/>
        <w:t>5.063e0</w:t>
      </w:r>
    </w:p>
    <w:p w:rsidR="00B77C08" w:rsidRDefault="00B77C08" w:rsidP="00B77C08">
      <w:r>
        <w:t>385.3712</w:t>
      </w:r>
      <w:r>
        <w:tab/>
        <w:t>2.025e0</w:t>
      </w:r>
    </w:p>
    <w:p w:rsidR="00B77C08" w:rsidRDefault="00B77C08" w:rsidP="00B77C08">
      <w:r>
        <w:t>385.4003</w:t>
      </w:r>
      <w:r>
        <w:tab/>
        <w:t>1.013e0</w:t>
      </w:r>
    </w:p>
    <w:p w:rsidR="00B77C08" w:rsidRDefault="00B77C08" w:rsidP="00B77C08">
      <w:r>
        <w:t>385.4065</w:t>
      </w:r>
      <w:r>
        <w:tab/>
        <w:t>3.038e0</w:t>
      </w:r>
    </w:p>
    <w:p w:rsidR="00B77C08" w:rsidRDefault="00B77C08" w:rsidP="00B77C08">
      <w:r>
        <w:t>385.4195</w:t>
      </w:r>
      <w:r>
        <w:tab/>
        <w:t>2.025e0</w:t>
      </w:r>
    </w:p>
    <w:p w:rsidR="00B77C08" w:rsidRDefault="00B77C08" w:rsidP="00B77C08">
      <w:r>
        <w:t>385.4587</w:t>
      </w:r>
      <w:r>
        <w:tab/>
        <w:t>3.038e0</w:t>
      </w:r>
    </w:p>
    <w:p w:rsidR="00B77C08" w:rsidRDefault="00B77C08" w:rsidP="00B77C08">
      <w:r>
        <w:t>385.5420</w:t>
      </w:r>
      <w:r>
        <w:tab/>
        <w:t>1.013e0</w:t>
      </w:r>
    </w:p>
    <w:p w:rsidR="00B77C08" w:rsidRDefault="00B77C08" w:rsidP="00B77C08">
      <w:r>
        <w:t>385.5839</w:t>
      </w:r>
      <w:r>
        <w:tab/>
        <w:t>1.013e0</w:t>
      </w:r>
    </w:p>
    <w:p w:rsidR="00B77C08" w:rsidRDefault="00B77C08" w:rsidP="00B77C08">
      <w:r>
        <w:t>385.5924</w:t>
      </w:r>
      <w:r>
        <w:tab/>
        <w:t>1.013e0</w:t>
      </w:r>
    </w:p>
    <w:p w:rsidR="00B77C08" w:rsidRDefault="00B77C08" w:rsidP="00B77C08">
      <w:r>
        <w:t>385.6744</w:t>
      </w:r>
      <w:r>
        <w:tab/>
        <w:t>2.025e0</w:t>
      </w:r>
    </w:p>
    <w:p w:rsidR="00B77C08" w:rsidRDefault="00B77C08" w:rsidP="00B77C08">
      <w:r>
        <w:t>385.7018</w:t>
      </w:r>
      <w:r>
        <w:tab/>
        <w:t>1.013e0</w:t>
      </w:r>
    </w:p>
    <w:p w:rsidR="00B77C08" w:rsidRDefault="00B77C08" w:rsidP="00B77C08">
      <w:r>
        <w:t>385.7186</w:t>
      </w:r>
      <w:r>
        <w:tab/>
        <w:t>1.013e0</w:t>
      </w:r>
    </w:p>
    <w:p w:rsidR="00B77C08" w:rsidRDefault="00B77C08" w:rsidP="00B77C08">
      <w:r>
        <w:t>385.7821</w:t>
      </w:r>
      <w:r>
        <w:tab/>
        <w:t>1.013e0</w:t>
      </w:r>
    </w:p>
    <w:p w:rsidR="00B77C08" w:rsidRDefault="00B77C08" w:rsidP="00B77C08">
      <w:r>
        <w:t>385.8958</w:t>
      </w:r>
      <w:r>
        <w:tab/>
        <w:t>1.013e0</w:t>
      </w:r>
    </w:p>
    <w:p w:rsidR="00B77C08" w:rsidRDefault="00B77C08" w:rsidP="00B77C08">
      <w:r>
        <w:t>385.9050</w:t>
      </w:r>
      <w:r>
        <w:tab/>
        <w:t>2.025e0</w:t>
      </w:r>
    </w:p>
    <w:p w:rsidR="00B77C08" w:rsidRDefault="00B77C08" w:rsidP="00B77C08">
      <w:r>
        <w:t>385.9632</w:t>
      </w:r>
      <w:r>
        <w:tab/>
        <w:t>1.013e0</w:t>
      </w:r>
    </w:p>
    <w:p w:rsidR="00B77C08" w:rsidRDefault="00B77C08" w:rsidP="00B77C08">
      <w:r>
        <w:t>385.9892</w:t>
      </w:r>
      <w:r>
        <w:tab/>
        <w:t>1.013e0</w:t>
      </w:r>
    </w:p>
    <w:p w:rsidR="00B77C08" w:rsidRDefault="00B77C08" w:rsidP="00B77C08">
      <w:r>
        <w:lastRenderedPageBreak/>
        <w:t>386.0330</w:t>
      </w:r>
      <w:r>
        <w:tab/>
        <w:t>2.025e0</w:t>
      </w:r>
    </w:p>
    <w:p w:rsidR="00B77C08" w:rsidRDefault="00B77C08" w:rsidP="00B77C08">
      <w:r>
        <w:t>386.0365</w:t>
      </w:r>
      <w:r>
        <w:tab/>
        <w:t>1.013e0</w:t>
      </w:r>
    </w:p>
    <w:p w:rsidR="00B77C08" w:rsidRDefault="00B77C08" w:rsidP="00B77C08">
      <w:r>
        <w:t>386.0690</w:t>
      </w:r>
      <w:r>
        <w:tab/>
        <w:t>1.013e0</w:t>
      </w:r>
    </w:p>
    <w:p w:rsidR="00B77C08" w:rsidRDefault="00B77C08" w:rsidP="00B77C08">
      <w:r>
        <w:t>386.1011</w:t>
      </w:r>
      <w:r>
        <w:tab/>
        <w:t>3.038e0</w:t>
      </w:r>
    </w:p>
    <w:p w:rsidR="00B77C08" w:rsidRDefault="00B77C08" w:rsidP="00B77C08">
      <w:r>
        <w:t>386.1665</w:t>
      </w:r>
      <w:r>
        <w:tab/>
        <w:t>4.051e0</w:t>
      </w:r>
    </w:p>
    <w:p w:rsidR="00B77C08" w:rsidRDefault="00B77C08" w:rsidP="00B77C08">
      <w:r>
        <w:t>386.2250</w:t>
      </w:r>
      <w:r>
        <w:tab/>
        <w:t>1.013e0</w:t>
      </w:r>
    </w:p>
    <w:p w:rsidR="00B77C08" w:rsidRDefault="00B77C08" w:rsidP="00B77C08">
      <w:r>
        <w:t>386.2679</w:t>
      </w:r>
      <w:r>
        <w:tab/>
        <w:t>1.013e0</w:t>
      </w:r>
    </w:p>
    <w:p w:rsidR="00B77C08" w:rsidRDefault="00B77C08" w:rsidP="00B77C08">
      <w:r>
        <w:t>386.2885</w:t>
      </w:r>
      <w:r>
        <w:tab/>
        <w:t>1.013e0</w:t>
      </w:r>
    </w:p>
    <w:p w:rsidR="00B77C08" w:rsidRDefault="00B77C08" w:rsidP="00B77C08">
      <w:r>
        <w:t>386.3062</w:t>
      </w:r>
      <w:r>
        <w:tab/>
        <w:t>7.089e0</w:t>
      </w:r>
    </w:p>
    <w:p w:rsidR="00B77C08" w:rsidRDefault="00B77C08" w:rsidP="00B77C08">
      <w:r>
        <w:t>386.3142</w:t>
      </w:r>
      <w:r>
        <w:tab/>
        <w:t>5.063e0</w:t>
      </w:r>
    </w:p>
    <w:p w:rsidR="00B77C08" w:rsidRDefault="00B77C08" w:rsidP="00B77C08">
      <w:r>
        <w:t>386.3516</w:t>
      </w:r>
      <w:r>
        <w:tab/>
        <w:t>1.013e0</w:t>
      </w:r>
    </w:p>
    <w:p w:rsidR="00B77C08" w:rsidRDefault="00B77C08" w:rsidP="00B77C08">
      <w:r>
        <w:t>386.3688</w:t>
      </w:r>
      <w:r>
        <w:tab/>
        <w:t>4.051e0</w:t>
      </w:r>
    </w:p>
    <w:p w:rsidR="00B77C08" w:rsidRDefault="00B77C08" w:rsidP="00B77C08">
      <w:r>
        <w:t>386.4022</w:t>
      </w:r>
      <w:r>
        <w:tab/>
        <w:t>1.013e0</w:t>
      </w:r>
    </w:p>
    <w:p w:rsidR="00B77C08" w:rsidRDefault="00B77C08" w:rsidP="00B77C08">
      <w:r>
        <w:t>386.4749</w:t>
      </w:r>
      <w:r>
        <w:tab/>
        <w:t>1.013e0</w:t>
      </w:r>
    </w:p>
    <w:p w:rsidR="00B77C08" w:rsidRDefault="00B77C08" w:rsidP="00B77C08">
      <w:r>
        <w:t>386.4824</w:t>
      </w:r>
      <w:r>
        <w:tab/>
        <w:t>1.013e0</w:t>
      </w:r>
    </w:p>
    <w:p w:rsidR="00B77C08" w:rsidRDefault="00B77C08" w:rsidP="00B77C08">
      <w:r>
        <w:t>386.5081</w:t>
      </w:r>
      <w:r>
        <w:tab/>
        <w:t>1.013e0</w:t>
      </w:r>
    </w:p>
    <w:p w:rsidR="00B77C08" w:rsidRDefault="00B77C08" w:rsidP="00B77C08">
      <w:r>
        <w:t>386.5368</w:t>
      </w:r>
      <w:r>
        <w:tab/>
        <w:t>1.013e0</w:t>
      </w:r>
    </w:p>
    <w:p w:rsidR="00B77C08" w:rsidRDefault="00B77C08" w:rsidP="00B77C08">
      <w:r>
        <w:t>386.6052</w:t>
      </w:r>
      <w:r>
        <w:tab/>
        <w:t>1.013e0</w:t>
      </w:r>
    </w:p>
    <w:p w:rsidR="00B77C08" w:rsidRDefault="00B77C08" w:rsidP="00B77C08">
      <w:r>
        <w:t>386.6606</w:t>
      </w:r>
      <w:r>
        <w:tab/>
        <w:t>1.013e0</w:t>
      </w:r>
    </w:p>
    <w:p w:rsidR="00B77C08" w:rsidRDefault="00B77C08" w:rsidP="00B77C08">
      <w:r>
        <w:lastRenderedPageBreak/>
        <w:t>386.6747</w:t>
      </w:r>
      <w:r>
        <w:tab/>
        <w:t>2.025e0</w:t>
      </w:r>
    </w:p>
    <w:p w:rsidR="00B77C08" w:rsidRDefault="00B77C08" w:rsidP="00B77C08">
      <w:r>
        <w:t>386.7110</w:t>
      </w:r>
      <w:r>
        <w:tab/>
        <w:t>1.013e0</w:t>
      </w:r>
    </w:p>
    <w:p w:rsidR="00B77C08" w:rsidRDefault="00B77C08" w:rsidP="00B77C08">
      <w:r>
        <w:t>386.7339</w:t>
      </w:r>
      <w:r>
        <w:tab/>
        <w:t>2.025e0</w:t>
      </w:r>
    </w:p>
    <w:p w:rsidR="00B77C08" w:rsidRDefault="00B77C08" w:rsidP="00B77C08">
      <w:r>
        <w:t>386.7354</w:t>
      </w:r>
      <w:r>
        <w:tab/>
        <w:t>1.013e0</w:t>
      </w:r>
    </w:p>
    <w:p w:rsidR="00B77C08" w:rsidRDefault="00B77C08" w:rsidP="00B77C08">
      <w:r>
        <w:t>386.8492</w:t>
      </w:r>
      <w:r>
        <w:tab/>
        <w:t>2.025e0</w:t>
      </w:r>
    </w:p>
    <w:p w:rsidR="00B77C08" w:rsidRDefault="00B77C08" w:rsidP="00B77C08">
      <w:r>
        <w:t>386.9051</w:t>
      </w:r>
      <w:r>
        <w:tab/>
        <w:t>2.025e0</w:t>
      </w:r>
    </w:p>
    <w:p w:rsidR="00B77C08" w:rsidRDefault="00B77C08" w:rsidP="00B77C08">
      <w:r>
        <w:t>386.9206</w:t>
      </w:r>
      <w:r>
        <w:tab/>
        <w:t>1.013e0</w:t>
      </w:r>
    </w:p>
    <w:p w:rsidR="00B77C08" w:rsidRDefault="00B77C08" w:rsidP="00B77C08">
      <w:r>
        <w:t>386.9572</w:t>
      </w:r>
      <w:r>
        <w:tab/>
        <w:t>2.025e0</w:t>
      </w:r>
    </w:p>
    <w:p w:rsidR="00B77C08" w:rsidRDefault="00B77C08" w:rsidP="00B77C08">
      <w:r>
        <w:t>387.0192</w:t>
      </w:r>
      <w:r>
        <w:tab/>
        <w:t>2.025e0</w:t>
      </w:r>
    </w:p>
    <w:p w:rsidR="00B77C08" w:rsidRDefault="00B77C08" w:rsidP="00B77C08">
      <w:r>
        <w:t>387.0236</w:t>
      </w:r>
      <w:r>
        <w:tab/>
        <w:t>1.013e0</w:t>
      </w:r>
    </w:p>
    <w:p w:rsidR="00B77C08" w:rsidRDefault="00B77C08" w:rsidP="00B77C08">
      <w:r>
        <w:t>387.0510</w:t>
      </w:r>
      <w:r>
        <w:tab/>
        <w:t>1.013e0</w:t>
      </w:r>
    </w:p>
    <w:p w:rsidR="00B77C08" w:rsidRDefault="00B77C08" w:rsidP="00B77C08">
      <w:r>
        <w:t>387.0647</w:t>
      </w:r>
      <w:r>
        <w:tab/>
        <w:t>1.013e0</w:t>
      </w:r>
    </w:p>
    <w:p w:rsidR="00B77C08" w:rsidRDefault="00B77C08" w:rsidP="00B77C08">
      <w:r>
        <w:t>387.1079</w:t>
      </w:r>
      <w:r>
        <w:tab/>
        <w:t>4.051e0</w:t>
      </w:r>
    </w:p>
    <w:p w:rsidR="00B77C08" w:rsidRDefault="00B77C08" w:rsidP="00B77C08">
      <w:r>
        <w:t>387.1144</w:t>
      </w:r>
      <w:r>
        <w:tab/>
        <w:t>2.025e0</w:t>
      </w:r>
    </w:p>
    <w:p w:rsidR="00B77C08" w:rsidRDefault="00B77C08" w:rsidP="00B77C08">
      <w:r>
        <w:t>387.1855</w:t>
      </w:r>
      <w:r>
        <w:tab/>
        <w:t>2.025e0</w:t>
      </w:r>
    </w:p>
    <w:p w:rsidR="00B77C08" w:rsidRDefault="00B77C08" w:rsidP="00B77C08">
      <w:r>
        <w:t>387.2057</w:t>
      </w:r>
      <w:r>
        <w:tab/>
        <w:t>3.038e0</w:t>
      </w:r>
    </w:p>
    <w:p w:rsidR="00B77C08" w:rsidRDefault="00B77C08" w:rsidP="00B77C08">
      <w:r>
        <w:t>387.2232</w:t>
      </w:r>
      <w:r>
        <w:tab/>
        <w:t>1.013e0</w:t>
      </w:r>
    </w:p>
    <w:p w:rsidR="00B77C08" w:rsidRDefault="00B77C08" w:rsidP="00B77C08">
      <w:r>
        <w:t>387.2707</w:t>
      </w:r>
      <w:r>
        <w:tab/>
        <w:t>1.013e0</w:t>
      </w:r>
    </w:p>
    <w:p w:rsidR="00B77C08" w:rsidRDefault="00B77C08" w:rsidP="00B77C08">
      <w:r>
        <w:t>387.2919</w:t>
      </w:r>
      <w:r>
        <w:tab/>
        <w:t>1.013e0</w:t>
      </w:r>
    </w:p>
    <w:p w:rsidR="00B77C08" w:rsidRDefault="00B77C08" w:rsidP="00B77C08">
      <w:r>
        <w:lastRenderedPageBreak/>
        <w:t>387.3016</w:t>
      </w:r>
      <w:r>
        <w:tab/>
        <w:t>2.025e0</w:t>
      </w:r>
    </w:p>
    <w:p w:rsidR="00B77C08" w:rsidRDefault="00B77C08" w:rsidP="00B77C08">
      <w:r>
        <w:t>387.3599</w:t>
      </w:r>
      <w:r>
        <w:tab/>
        <w:t>1.013e0</w:t>
      </w:r>
    </w:p>
    <w:p w:rsidR="00B77C08" w:rsidRDefault="00B77C08" w:rsidP="00B77C08">
      <w:r>
        <w:t>387.3698</w:t>
      </w:r>
      <w:r>
        <w:tab/>
        <w:t>1.013e0</w:t>
      </w:r>
    </w:p>
    <w:p w:rsidR="00B77C08" w:rsidRDefault="00B77C08" w:rsidP="00B77C08">
      <w:r>
        <w:t>387.4115</w:t>
      </w:r>
      <w:r>
        <w:tab/>
        <w:t>1.013e0</w:t>
      </w:r>
    </w:p>
    <w:p w:rsidR="00B77C08" w:rsidRDefault="00B77C08" w:rsidP="00B77C08">
      <w:r>
        <w:t>387.5894</w:t>
      </w:r>
      <w:r>
        <w:tab/>
        <w:t>1.013e0</w:t>
      </w:r>
    </w:p>
    <w:p w:rsidR="00B77C08" w:rsidRDefault="00B77C08" w:rsidP="00B77C08">
      <w:r>
        <w:t>387.6828</w:t>
      </w:r>
      <w:r>
        <w:tab/>
        <w:t>1.013e0</w:t>
      </w:r>
    </w:p>
    <w:p w:rsidR="00B77C08" w:rsidRDefault="00B77C08" w:rsidP="00B77C08">
      <w:r>
        <w:t>387.6903</w:t>
      </w:r>
      <w:r>
        <w:tab/>
        <w:t>1.013e0</w:t>
      </w:r>
    </w:p>
    <w:p w:rsidR="00B77C08" w:rsidRDefault="00B77C08" w:rsidP="00B77C08">
      <w:r>
        <w:t>387.6967</w:t>
      </w:r>
      <w:r>
        <w:tab/>
        <w:t>2.025e0</w:t>
      </w:r>
    </w:p>
    <w:p w:rsidR="00B77C08" w:rsidRDefault="00B77C08" w:rsidP="00B77C08">
      <w:r>
        <w:t>387.8051</w:t>
      </w:r>
      <w:r>
        <w:tab/>
        <w:t>1.013e0</w:t>
      </w:r>
    </w:p>
    <w:p w:rsidR="00B77C08" w:rsidRDefault="00B77C08" w:rsidP="00B77C08">
      <w:r>
        <w:t>387.8085</w:t>
      </w:r>
      <w:r>
        <w:tab/>
        <w:t>1.013e0</w:t>
      </w:r>
    </w:p>
    <w:p w:rsidR="00B77C08" w:rsidRDefault="00B77C08" w:rsidP="00B77C08">
      <w:r>
        <w:t>387.9402</w:t>
      </w:r>
      <w:r>
        <w:tab/>
        <w:t>1.013e0</w:t>
      </w:r>
      <w:bookmarkStart w:id="0" w:name="_GoBack"/>
      <w:bookmarkEnd w:id="0"/>
    </w:p>
    <w:p w:rsidR="00B77C08" w:rsidRDefault="00B77C08" w:rsidP="00A563A9"/>
    <w:p w:rsidR="00595483" w:rsidRPr="00044EB7" w:rsidRDefault="00595483" w:rsidP="00044EB7"/>
    <w:sectPr w:rsidR="00595483" w:rsidRPr="00044EB7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9C9"/>
    <w:rsid w:val="00044EB7"/>
    <w:rsid w:val="001D65C8"/>
    <w:rsid w:val="004C2A0A"/>
    <w:rsid w:val="00595483"/>
    <w:rsid w:val="00A563A9"/>
    <w:rsid w:val="00B22530"/>
    <w:rsid w:val="00B77C08"/>
    <w:rsid w:val="00BD115B"/>
    <w:rsid w:val="00E751C4"/>
    <w:rsid w:val="00ED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5A0B3A"/>
  <w15:docId w15:val="{18BE1FA9-9C45-49E3-9E4F-517541D0F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0</TotalTime>
  <Pages>290</Pages>
  <Words>14024</Words>
  <Characters>79941</Characters>
  <Application>Microsoft Office Word</Application>
  <DocSecurity>0</DocSecurity>
  <Lines>666</Lines>
  <Paragraphs>187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93778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Waters</dc:creator>
  <cp:lastModifiedBy>Puchnarewicz, Malgorzata</cp:lastModifiedBy>
  <cp:revision>2</cp:revision>
  <dcterms:created xsi:type="dcterms:W3CDTF">2022-06-09T13:30:00Z</dcterms:created>
  <dcterms:modified xsi:type="dcterms:W3CDTF">2022-06-09T13:30:00Z</dcterms:modified>
</cp:coreProperties>
</file>